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pPr w:leftFromText="181" w:rightFromText="181" w:vertAnchor="page" w:tblpYSpec="center"/>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
        <w:gridCol w:w="8924"/>
      </w:tblGrid>
      <w:tr w:rsidR="002C5C7C" w:rsidRPr="004611CF" w14:paraId="1C986796" w14:textId="77777777" w:rsidTr="00997E64">
        <w:trPr>
          <w:cantSplit/>
        </w:trPr>
        <w:tc>
          <w:tcPr>
            <w:tcW w:w="301" w:type="dxa"/>
            <w:shd w:val="clear" w:color="auto" w:fill="057A8B" w:themeFill="text2"/>
          </w:tcPr>
          <w:p w14:paraId="13A4B369" w14:textId="77777777" w:rsidR="002C5C7C" w:rsidRPr="004611CF" w:rsidRDefault="002C5C7C" w:rsidP="00997E64">
            <w:pPr>
              <w:pStyle w:val="Title"/>
              <w:rPr>
                <w:color w:val="057A8B" w:themeColor="text2"/>
              </w:rPr>
            </w:pPr>
          </w:p>
        </w:tc>
        <w:tc>
          <w:tcPr>
            <w:tcW w:w="8924" w:type="dxa"/>
            <w:tcMar>
              <w:left w:w="301" w:type="dxa"/>
            </w:tcMar>
          </w:tcPr>
          <w:p w14:paraId="30838D53" w14:textId="2541D148" w:rsidR="002C5C7C" w:rsidRPr="004611CF" w:rsidRDefault="002E27EE" w:rsidP="00997E64">
            <w:pPr>
              <w:pStyle w:val="Title"/>
            </w:pPr>
            <w:proofErr w:type="spellStart"/>
            <w:r w:rsidRPr="004611CF">
              <w:t>BeST</w:t>
            </w:r>
            <w:proofErr w:type="spellEnd"/>
            <w:r w:rsidRPr="004611CF">
              <w:t xml:space="preserve"> example mutation files</w:t>
            </w:r>
            <w:r w:rsidR="00067D16" w:rsidRPr="004611CF">
              <w:t>.</w:t>
            </w:r>
          </w:p>
          <w:p w14:paraId="41D17C3F" w14:textId="6EE03DDD" w:rsidR="002C5C7C" w:rsidRPr="004611CF" w:rsidRDefault="002E27EE" w:rsidP="00997E64">
            <w:pPr>
              <w:pStyle w:val="Subtitle"/>
            </w:pPr>
            <w:r w:rsidRPr="004611CF">
              <w:t>Example descriptions</w:t>
            </w:r>
            <w:r w:rsidR="00A54F1D">
              <w:t xml:space="preserve"> (V1.</w:t>
            </w:r>
            <w:r w:rsidR="00377A84">
              <w:t>2</w:t>
            </w:r>
            <w:r w:rsidR="00A54F1D">
              <w:t>)</w:t>
            </w:r>
          </w:p>
        </w:tc>
      </w:tr>
    </w:tbl>
    <w:p w14:paraId="1DCAB225" w14:textId="77777777" w:rsidR="002C5C7C" w:rsidRPr="004611CF" w:rsidRDefault="002C5C7C" w:rsidP="00F63D50">
      <w:r w:rsidRPr="004611CF">
        <w:br w:type="page"/>
      </w:r>
    </w:p>
    <w:p w14:paraId="625F0DAB" w14:textId="77777777" w:rsidR="00A558FD" w:rsidRDefault="002E27EE" w:rsidP="002E27EE">
      <w:pPr>
        <w:pStyle w:val="Heading2"/>
        <w:rPr>
          <w:noProof/>
        </w:rPr>
      </w:pPr>
      <w:bookmarkStart w:id="0" w:name="_Toc184897093"/>
      <w:r w:rsidRPr="004611CF">
        <w:lastRenderedPageBreak/>
        <w:t>Content</w:t>
      </w:r>
      <w:bookmarkEnd w:id="0"/>
      <w:r w:rsidR="006D1711" w:rsidRPr="004611CF">
        <w:rPr>
          <w:rFonts w:cstheme="minorBidi"/>
          <w:bCs/>
          <w:caps/>
          <w:sz w:val="24"/>
        </w:rPr>
        <w:fldChar w:fldCharType="begin"/>
      </w:r>
      <w:r w:rsidR="006D1711" w:rsidRPr="004611CF">
        <w:rPr>
          <w:caps/>
          <w:sz w:val="24"/>
        </w:rPr>
        <w:instrText xml:space="preserve"> TOC \o "1-3" \h \z \u </w:instrText>
      </w:r>
      <w:r w:rsidR="006D1711" w:rsidRPr="004611CF">
        <w:rPr>
          <w:rFonts w:cstheme="minorBidi"/>
          <w:bCs/>
          <w:caps/>
          <w:sz w:val="24"/>
        </w:rPr>
        <w:fldChar w:fldCharType="separate"/>
      </w:r>
    </w:p>
    <w:p w14:paraId="739C4790" w14:textId="76AEF682" w:rsidR="00A558FD" w:rsidRDefault="00A558FD">
      <w:pPr>
        <w:pStyle w:val="TOC2"/>
        <w:rPr>
          <w:rFonts w:eastAsiaTheme="minorEastAsia" w:cstheme="minorBidi"/>
          <w:b w:val="0"/>
          <w:bCs w:val="0"/>
          <w:kern w:val="2"/>
          <w:sz w:val="24"/>
          <w:szCs w:val="30"/>
          <w:lang w:val="en-US" w:bidi="th-TH"/>
          <w14:ligatures w14:val="standardContextual"/>
        </w:rPr>
      </w:pPr>
      <w:hyperlink w:anchor="_Toc184897093" w:history="1">
        <w:r w:rsidRPr="008C7CB6">
          <w:rPr>
            <w:rStyle w:val="Hyperlink"/>
          </w:rPr>
          <w:t>Content</w:t>
        </w:r>
        <w:r>
          <w:rPr>
            <w:webHidden/>
          </w:rPr>
          <w:tab/>
        </w:r>
        <w:r>
          <w:rPr>
            <w:webHidden/>
          </w:rPr>
          <w:fldChar w:fldCharType="begin"/>
        </w:r>
        <w:r>
          <w:rPr>
            <w:webHidden/>
          </w:rPr>
          <w:instrText xml:space="preserve"> PAGEREF _Toc184897093 \h </w:instrText>
        </w:r>
        <w:r>
          <w:rPr>
            <w:webHidden/>
          </w:rPr>
        </w:r>
        <w:r>
          <w:rPr>
            <w:webHidden/>
          </w:rPr>
          <w:fldChar w:fldCharType="separate"/>
        </w:r>
        <w:r>
          <w:rPr>
            <w:webHidden/>
          </w:rPr>
          <w:t>2</w:t>
        </w:r>
        <w:r>
          <w:rPr>
            <w:webHidden/>
          </w:rPr>
          <w:fldChar w:fldCharType="end"/>
        </w:r>
      </w:hyperlink>
    </w:p>
    <w:p w14:paraId="4D725579" w14:textId="0C4CA6E6" w:rsidR="00A558FD" w:rsidRDefault="00A558FD">
      <w:pPr>
        <w:pStyle w:val="TOC2"/>
        <w:rPr>
          <w:rFonts w:eastAsiaTheme="minorEastAsia" w:cstheme="minorBidi"/>
          <w:b w:val="0"/>
          <w:bCs w:val="0"/>
          <w:kern w:val="2"/>
          <w:sz w:val="24"/>
          <w:szCs w:val="30"/>
          <w:lang w:val="en-US" w:bidi="th-TH"/>
          <w14:ligatures w14:val="standardContextual"/>
        </w:rPr>
      </w:pPr>
      <w:hyperlink w:anchor="_Toc184897094" w:history="1">
        <w:r w:rsidRPr="008C7CB6">
          <w:rPr>
            <w:rStyle w:val="Hyperlink"/>
          </w:rPr>
          <w:t>Changelog</w:t>
        </w:r>
        <w:r>
          <w:rPr>
            <w:webHidden/>
          </w:rPr>
          <w:tab/>
        </w:r>
        <w:r>
          <w:rPr>
            <w:webHidden/>
          </w:rPr>
          <w:fldChar w:fldCharType="begin"/>
        </w:r>
        <w:r>
          <w:rPr>
            <w:webHidden/>
          </w:rPr>
          <w:instrText xml:space="preserve"> PAGEREF _Toc184897094 \h </w:instrText>
        </w:r>
        <w:r>
          <w:rPr>
            <w:webHidden/>
          </w:rPr>
        </w:r>
        <w:r>
          <w:rPr>
            <w:webHidden/>
          </w:rPr>
          <w:fldChar w:fldCharType="separate"/>
        </w:r>
        <w:r>
          <w:rPr>
            <w:webHidden/>
          </w:rPr>
          <w:t>3</w:t>
        </w:r>
        <w:r>
          <w:rPr>
            <w:webHidden/>
          </w:rPr>
          <w:fldChar w:fldCharType="end"/>
        </w:r>
      </w:hyperlink>
    </w:p>
    <w:p w14:paraId="3645EE08" w14:textId="65CB1F2F" w:rsidR="00A558FD" w:rsidRDefault="00A558FD">
      <w:pPr>
        <w:pStyle w:val="TOC2"/>
        <w:rPr>
          <w:rFonts w:eastAsiaTheme="minorEastAsia" w:cstheme="minorBidi"/>
          <w:b w:val="0"/>
          <w:bCs w:val="0"/>
          <w:kern w:val="2"/>
          <w:sz w:val="24"/>
          <w:szCs w:val="30"/>
          <w:lang w:val="en-US" w:bidi="th-TH"/>
          <w14:ligatures w14:val="standardContextual"/>
        </w:rPr>
      </w:pPr>
      <w:hyperlink w:anchor="_Toc184897095" w:history="1">
        <w:r w:rsidRPr="008C7CB6">
          <w:rPr>
            <w:rStyle w:val="Hyperlink"/>
          </w:rPr>
          <w:t>Mutation examples</w:t>
        </w:r>
        <w:r>
          <w:rPr>
            <w:webHidden/>
          </w:rPr>
          <w:tab/>
        </w:r>
        <w:r>
          <w:rPr>
            <w:webHidden/>
          </w:rPr>
          <w:fldChar w:fldCharType="begin"/>
        </w:r>
        <w:r>
          <w:rPr>
            <w:webHidden/>
          </w:rPr>
          <w:instrText xml:space="preserve"> PAGEREF _Toc184897095 \h </w:instrText>
        </w:r>
        <w:r>
          <w:rPr>
            <w:webHidden/>
          </w:rPr>
        </w:r>
        <w:r>
          <w:rPr>
            <w:webHidden/>
          </w:rPr>
          <w:fldChar w:fldCharType="separate"/>
        </w:r>
        <w:r>
          <w:rPr>
            <w:webHidden/>
          </w:rPr>
          <w:t>3</w:t>
        </w:r>
        <w:r>
          <w:rPr>
            <w:webHidden/>
          </w:rPr>
          <w:fldChar w:fldCharType="end"/>
        </w:r>
      </w:hyperlink>
    </w:p>
    <w:p w14:paraId="33C9720A" w14:textId="21F4DE97" w:rsidR="00A558FD" w:rsidRDefault="00A558FD">
      <w:pPr>
        <w:pStyle w:val="TOC2"/>
        <w:rPr>
          <w:rFonts w:eastAsiaTheme="minorEastAsia" w:cstheme="minorBidi"/>
          <w:b w:val="0"/>
          <w:bCs w:val="0"/>
          <w:kern w:val="2"/>
          <w:sz w:val="24"/>
          <w:szCs w:val="30"/>
          <w:lang w:val="en-US" w:bidi="th-TH"/>
          <w14:ligatures w14:val="standardContextual"/>
        </w:rPr>
      </w:pPr>
      <w:hyperlink w:anchor="_Toc184897096" w:history="1">
        <w:r w:rsidRPr="008C7CB6">
          <w:rPr>
            <w:rStyle w:val="Hyperlink"/>
          </w:rPr>
          <w:t>Examples Brussels</w:t>
        </w:r>
        <w:r>
          <w:rPr>
            <w:webHidden/>
          </w:rPr>
          <w:tab/>
        </w:r>
        <w:r>
          <w:rPr>
            <w:webHidden/>
          </w:rPr>
          <w:fldChar w:fldCharType="begin"/>
        </w:r>
        <w:r>
          <w:rPr>
            <w:webHidden/>
          </w:rPr>
          <w:instrText xml:space="preserve"> PAGEREF _Toc184897096 \h </w:instrText>
        </w:r>
        <w:r>
          <w:rPr>
            <w:webHidden/>
          </w:rPr>
        </w:r>
        <w:r>
          <w:rPr>
            <w:webHidden/>
          </w:rPr>
          <w:fldChar w:fldCharType="separate"/>
        </w:r>
        <w:r>
          <w:rPr>
            <w:webHidden/>
          </w:rPr>
          <w:t>4</w:t>
        </w:r>
        <w:r>
          <w:rPr>
            <w:webHidden/>
          </w:rPr>
          <w:fldChar w:fldCharType="end"/>
        </w:r>
      </w:hyperlink>
    </w:p>
    <w:p w14:paraId="5228A7E6" w14:textId="487DDA81" w:rsidR="00A558FD" w:rsidRDefault="00A558FD">
      <w:pPr>
        <w:pStyle w:val="TOC3"/>
        <w:tabs>
          <w:tab w:val="right" w:leader="dot" w:pos="9628"/>
        </w:tabs>
        <w:rPr>
          <w:rFonts w:eastAsiaTheme="minorEastAsia" w:cstheme="minorBidi"/>
          <w:noProof/>
          <w:kern w:val="2"/>
          <w:sz w:val="24"/>
          <w:szCs w:val="30"/>
          <w:lang w:val="en-US" w:bidi="th-TH"/>
          <w14:ligatures w14:val="standardContextual"/>
        </w:rPr>
      </w:pPr>
      <w:hyperlink w:anchor="_Toc184897097" w:history="1">
        <w:r w:rsidRPr="008C7CB6">
          <w:rPr>
            <w:rStyle w:val="Hyperlink"/>
            <w:noProof/>
          </w:rPr>
          <w:t>Scenario: Creating a new municipality and new postal info. [s3-4]</w:t>
        </w:r>
        <w:r>
          <w:rPr>
            <w:noProof/>
            <w:webHidden/>
          </w:rPr>
          <w:tab/>
        </w:r>
        <w:r>
          <w:rPr>
            <w:noProof/>
            <w:webHidden/>
          </w:rPr>
          <w:fldChar w:fldCharType="begin"/>
        </w:r>
        <w:r>
          <w:rPr>
            <w:noProof/>
            <w:webHidden/>
          </w:rPr>
          <w:instrText xml:space="preserve"> PAGEREF _Toc184897097 \h </w:instrText>
        </w:r>
        <w:r>
          <w:rPr>
            <w:noProof/>
            <w:webHidden/>
          </w:rPr>
        </w:r>
        <w:r>
          <w:rPr>
            <w:noProof/>
            <w:webHidden/>
          </w:rPr>
          <w:fldChar w:fldCharType="separate"/>
        </w:r>
        <w:r>
          <w:rPr>
            <w:noProof/>
            <w:webHidden/>
          </w:rPr>
          <w:t>4</w:t>
        </w:r>
        <w:r>
          <w:rPr>
            <w:noProof/>
            <w:webHidden/>
          </w:rPr>
          <w:fldChar w:fldCharType="end"/>
        </w:r>
      </w:hyperlink>
    </w:p>
    <w:p w14:paraId="7CBDFA38" w14:textId="60D22087" w:rsidR="00A558FD" w:rsidRDefault="00A558FD">
      <w:pPr>
        <w:pStyle w:val="TOC3"/>
        <w:tabs>
          <w:tab w:val="right" w:leader="dot" w:pos="9628"/>
        </w:tabs>
        <w:rPr>
          <w:rFonts w:eastAsiaTheme="minorEastAsia" w:cstheme="minorBidi"/>
          <w:noProof/>
          <w:kern w:val="2"/>
          <w:sz w:val="24"/>
          <w:szCs w:val="30"/>
          <w:lang w:val="en-US" w:bidi="th-TH"/>
          <w14:ligatures w14:val="standardContextual"/>
        </w:rPr>
      </w:pPr>
      <w:hyperlink w:anchor="_Toc184897098" w:history="1">
        <w:r w:rsidRPr="008C7CB6">
          <w:rPr>
            <w:rStyle w:val="Hyperlink"/>
            <w:noProof/>
          </w:rPr>
          <w:t>Scenario: Creating a new street name and new address. [s1-2]</w:t>
        </w:r>
        <w:r>
          <w:rPr>
            <w:noProof/>
            <w:webHidden/>
          </w:rPr>
          <w:tab/>
        </w:r>
        <w:r>
          <w:rPr>
            <w:noProof/>
            <w:webHidden/>
          </w:rPr>
          <w:fldChar w:fldCharType="begin"/>
        </w:r>
        <w:r>
          <w:rPr>
            <w:noProof/>
            <w:webHidden/>
          </w:rPr>
          <w:instrText xml:space="preserve"> PAGEREF _Toc184897098 \h </w:instrText>
        </w:r>
        <w:r>
          <w:rPr>
            <w:noProof/>
            <w:webHidden/>
          </w:rPr>
        </w:r>
        <w:r>
          <w:rPr>
            <w:noProof/>
            <w:webHidden/>
          </w:rPr>
          <w:fldChar w:fldCharType="separate"/>
        </w:r>
        <w:r>
          <w:rPr>
            <w:noProof/>
            <w:webHidden/>
          </w:rPr>
          <w:t>6</w:t>
        </w:r>
        <w:r>
          <w:rPr>
            <w:noProof/>
            <w:webHidden/>
          </w:rPr>
          <w:fldChar w:fldCharType="end"/>
        </w:r>
      </w:hyperlink>
    </w:p>
    <w:p w14:paraId="1F35241E" w14:textId="4D02E2ED" w:rsidR="00A558FD" w:rsidRDefault="00A558FD">
      <w:pPr>
        <w:pStyle w:val="TOC3"/>
        <w:tabs>
          <w:tab w:val="right" w:leader="dot" w:pos="9628"/>
        </w:tabs>
        <w:rPr>
          <w:rFonts w:eastAsiaTheme="minorEastAsia" w:cstheme="minorBidi"/>
          <w:noProof/>
          <w:kern w:val="2"/>
          <w:sz w:val="24"/>
          <w:szCs w:val="30"/>
          <w:lang w:val="en-US" w:bidi="th-TH"/>
          <w14:ligatures w14:val="standardContextual"/>
        </w:rPr>
      </w:pPr>
      <w:hyperlink w:anchor="_Toc184897099" w:history="1">
        <w:r w:rsidRPr="008C7CB6">
          <w:rPr>
            <w:rStyle w:val="Hyperlink"/>
            <w:noProof/>
          </w:rPr>
          <w:t>Scenario: Address attribute changed. [s6]</w:t>
        </w:r>
        <w:r>
          <w:rPr>
            <w:noProof/>
            <w:webHidden/>
          </w:rPr>
          <w:tab/>
        </w:r>
        <w:r>
          <w:rPr>
            <w:noProof/>
            <w:webHidden/>
          </w:rPr>
          <w:fldChar w:fldCharType="begin"/>
        </w:r>
        <w:r>
          <w:rPr>
            <w:noProof/>
            <w:webHidden/>
          </w:rPr>
          <w:instrText xml:space="preserve"> PAGEREF _Toc184897099 \h </w:instrText>
        </w:r>
        <w:r>
          <w:rPr>
            <w:noProof/>
            <w:webHidden/>
          </w:rPr>
        </w:r>
        <w:r>
          <w:rPr>
            <w:noProof/>
            <w:webHidden/>
          </w:rPr>
          <w:fldChar w:fldCharType="separate"/>
        </w:r>
        <w:r>
          <w:rPr>
            <w:noProof/>
            <w:webHidden/>
          </w:rPr>
          <w:t>8</w:t>
        </w:r>
        <w:r>
          <w:rPr>
            <w:noProof/>
            <w:webHidden/>
          </w:rPr>
          <w:fldChar w:fldCharType="end"/>
        </w:r>
      </w:hyperlink>
    </w:p>
    <w:p w14:paraId="54B74A6B" w14:textId="6110C43C" w:rsidR="00A558FD" w:rsidRDefault="00A558FD">
      <w:pPr>
        <w:pStyle w:val="TOC3"/>
        <w:tabs>
          <w:tab w:val="right" w:leader="dot" w:pos="9628"/>
        </w:tabs>
        <w:rPr>
          <w:rFonts w:eastAsiaTheme="minorEastAsia" w:cstheme="minorBidi"/>
          <w:noProof/>
          <w:kern w:val="2"/>
          <w:sz w:val="24"/>
          <w:szCs w:val="30"/>
          <w:lang w:val="en-US" w:bidi="th-TH"/>
          <w14:ligatures w14:val="standardContextual"/>
        </w:rPr>
      </w:pPr>
      <w:hyperlink w:anchor="_Toc184897100" w:history="1">
        <w:r w:rsidRPr="008C7CB6">
          <w:rPr>
            <w:rStyle w:val="Hyperlink"/>
            <w:noProof/>
          </w:rPr>
          <w:t>Scenario: street name add spelling + language. [s15]</w:t>
        </w:r>
        <w:r>
          <w:rPr>
            <w:noProof/>
            <w:webHidden/>
          </w:rPr>
          <w:tab/>
        </w:r>
        <w:r>
          <w:rPr>
            <w:noProof/>
            <w:webHidden/>
          </w:rPr>
          <w:fldChar w:fldCharType="begin"/>
        </w:r>
        <w:r>
          <w:rPr>
            <w:noProof/>
            <w:webHidden/>
          </w:rPr>
          <w:instrText xml:space="preserve"> PAGEREF _Toc184897100 \h </w:instrText>
        </w:r>
        <w:r>
          <w:rPr>
            <w:noProof/>
            <w:webHidden/>
          </w:rPr>
        </w:r>
        <w:r>
          <w:rPr>
            <w:noProof/>
            <w:webHidden/>
          </w:rPr>
          <w:fldChar w:fldCharType="separate"/>
        </w:r>
        <w:r>
          <w:rPr>
            <w:noProof/>
            <w:webHidden/>
          </w:rPr>
          <w:t>10</w:t>
        </w:r>
        <w:r>
          <w:rPr>
            <w:noProof/>
            <w:webHidden/>
          </w:rPr>
          <w:fldChar w:fldCharType="end"/>
        </w:r>
      </w:hyperlink>
    </w:p>
    <w:p w14:paraId="16AEDB91" w14:textId="3C2F31D9" w:rsidR="00A558FD" w:rsidRDefault="00A558FD">
      <w:pPr>
        <w:pStyle w:val="TOC3"/>
        <w:tabs>
          <w:tab w:val="right" w:leader="dot" w:pos="9628"/>
        </w:tabs>
        <w:rPr>
          <w:rFonts w:eastAsiaTheme="minorEastAsia" w:cstheme="minorBidi"/>
          <w:noProof/>
          <w:kern w:val="2"/>
          <w:sz w:val="24"/>
          <w:szCs w:val="30"/>
          <w:lang w:val="en-US" w:bidi="th-TH"/>
          <w14:ligatures w14:val="standardContextual"/>
        </w:rPr>
      </w:pPr>
      <w:hyperlink w:anchor="_Toc184897101" w:history="1">
        <w:r w:rsidRPr="008C7CB6">
          <w:rPr>
            <w:rStyle w:val="Hyperlink"/>
            <w:noProof/>
          </w:rPr>
          <w:t>Scenario: Creating a new municipality, postal info and address. [s1-3-4]</w:t>
        </w:r>
        <w:r>
          <w:rPr>
            <w:noProof/>
            <w:webHidden/>
          </w:rPr>
          <w:tab/>
        </w:r>
        <w:r>
          <w:rPr>
            <w:noProof/>
            <w:webHidden/>
          </w:rPr>
          <w:fldChar w:fldCharType="begin"/>
        </w:r>
        <w:r>
          <w:rPr>
            <w:noProof/>
            <w:webHidden/>
          </w:rPr>
          <w:instrText xml:space="preserve"> PAGEREF _Toc184897101 \h </w:instrText>
        </w:r>
        <w:r>
          <w:rPr>
            <w:noProof/>
            <w:webHidden/>
          </w:rPr>
        </w:r>
        <w:r>
          <w:rPr>
            <w:noProof/>
            <w:webHidden/>
          </w:rPr>
          <w:fldChar w:fldCharType="separate"/>
        </w:r>
        <w:r>
          <w:rPr>
            <w:noProof/>
            <w:webHidden/>
          </w:rPr>
          <w:t>14</w:t>
        </w:r>
        <w:r>
          <w:rPr>
            <w:noProof/>
            <w:webHidden/>
          </w:rPr>
          <w:fldChar w:fldCharType="end"/>
        </w:r>
      </w:hyperlink>
    </w:p>
    <w:p w14:paraId="4D2A0458" w14:textId="3747FCF3" w:rsidR="00A558FD" w:rsidRDefault="00A558FD">
      <w:pPr>
        <w:pStyle w:val="TOC3"/>
        <w:tabs>
          <w:tab w:val="right" w:leader="dot" w:pos="9628"/>
        </w:tabs>
        <w:rPr>
          <w:rFonts w:eastAsiaTheme="minorEastAsia" w:cstheme="minorBidi"/>
          <w:noProof/>
          <w:kern w:val="2"/>
          <w:sz w:val="24"/>
          <w:szCs w:val="30"/>
          <w:lang w:val="en-US" w:bidi="th-TH"/>
          <w14:ligatures w14:val="standardContextual"/>
        </w:rPr>
      </w:pPr>
      <w:hyperlink w:anchor="_Toc184897102" w:history="1">
        <w:r w:rsidRPr="008C7CB6">
          <w:rPr>
            <w:rStyle w:val="Hyperlink"/>
            <w:noProof/>
          </w:rPr>
          <w:t>Scenario: Partial Street name split, into 1 new and 1 existing street names (A=A+B). [s22]</w:t>
        </w:r>
        <w:r>
          <w:rPr>
            <w:noProof/>
            <w:webHidden/>
          </w:rPr>
          <w:tab/>
        </w:r>
        <w:r>
          <w:rPr>
            <w:noProof/>
            <w:webHidden/>
          </w:rPr>
          <w:fldChar w:fldCharType="begin"/>
        </w:r>
        <w:r>
          <w:rPr>
            <w:noProof/>
            <w:webHidden/>
          </w:rPr>
          <w:instrText xml:space="preserve"> PAGEREF _Toc184897102 \h </w:instrText>
        </w:r>
        <w:r>
          <w:rPr>
            <w:noProof/>
            <w:webHidden/>
          </w:rPr>
        </w:r>
        <w:r>
          <w:rPr>
            <w:noProof/>
            <w:webHidden/>
          </w:rPr>
          <w:fldChar w:fldCharType="separate"/>
        </w:r>
        <w:r>
          <w:rPr>
            <w:noProof/>
            <w:webHidden/>
          </w:rPr>
          <w:t>16</w:t>
        </w:r>
        <w:r>
          <w:rPr>
            <w:noProof/>
            <w:webHidden/>
          </w:rPr>
          <w:fldChar w:fldCharType="end"/>
        </w:r>
      </w:hyperlink>
    </w:p>
    <w:p w14:paraId="5FF5866C" w14:textId="672DF667" w:rsidR="00A558FD" w:rsidRDefault="00A558FD">
      <w:pPr>
        <w:pStyle w:val="TOC3"/>
        <w:tabs>
          <w:tab w:val="right" w:leader="dot" w:pos="9628"/>
        </w:tabs>
        <w:rPr>
          <w:rFonts w:eastAsiaTheme="minorEastAsia" w:cstheme="minorBidi"/>
          <w:noProof/>
          <w:kern w:val="2"/>
          <w:sz w:val="24"/>
          <w:szCs w:val="30"/>
          <w:lang w:val="en-US" w:bidi="th-TH"/>
          <w14:ligatures w14:val="standardContextual"/>
        </w:rPr>
      </w:pPr>
      <w:hyperlink w:anchor="_Toc184897103" w:history="1">
        <w:r w:rsidRPr="008C7CB6">
          <w:rPr>
            <w:rStyle w:val="Hyperlink"/>
            <w:noProof/>
          </w:rPr>
          <w:t>Scenario: Complete Street name split, into 2 new street names (A=B+C). [s21]</w:t>
        </w:r>
        <w:r>
          <w:rPr>
            <w:noProof/>
            <w:webHidden/>
          </w:rPr>
          <w:tab/>
        </w:r>
        <w:r>
          <w:rPr>
            <w:noProof/>
            <w:webHidden/>
          </w:rPr>
          <w:fldChar w:fldCharType="begin"/>
        </w:r>
        <w:r>
          <w:rPr>
            <w:noProof/>
            <w:webHidden/>
          </w:rPr>
          <w:instrText xml:space="preserve"> PAGEREF _Toc184897103 \h </w:instrText>
        </w:r>
        <w:r>
          <w:rPr>
            <w:noProof/>
            <w:webHidden/>
          </w:rPr>
        </w:r>
        <w:r>
          <w:rPr>
            <w:noProof/>
            <w:webHidden/>
          </w:rPr>
          <w:fldChar w:fldCharType="separate"/>
        </w:r>
        <w:r>
          <w:rPr>
            <w:noProof/>
            <w:webHidden/>
          </w:rPr>
          <w:t>19</w:t>
        </w:r>
        <w:r>
          <w:rPr>
            <w:noProof/>
            <w:webHidden/>
          </w:rPr>
          <w:fldChar w:fldCharType="end"/>
        </w:r>
      </w:hyperlink>
    </w:p>
    <w:p w14:paraId="6932D0FF" w14:textId="18DF2096" w:rsidR="00A558FD" w:rsidRDefault="00A558FD">
      <w:pPr>
        <w:pStyle w:val="TOC3"/>
        <w:tabs>
          <w:tab w:val="right" w:leader="dot" w:pos="9628"/>
        </w:tabs>
        <w:rPr>
          <w:rFonts w:eastAsiaTheme="minorEastAsia" w:cstheme="minorBidi"/>
          <w:noProof/>
          <w:kern w:val="2"/>
          <w:sz w:val="24"/>
          <w:szCs w:val="30"/>
          <w:lang w:val="en-US" w:bidi="th-TH"/>
          <w14:ligatures w14:val="standardContextual"/>
        </w:rPr>
      </w:pPr>
      <w:hyperlink w:anchor="_Toc184897104" w:history="1">
        <w:r w:rsidRPr="008C7CB6">
          <w:rPr>
            <w:rStyle w:val="Hyperlink"/>
            <w:noProof/>
          </w:rPr>
          <w:t>Scenario: Partial Street names merge, both street names keep existing (A+B=A). [s23]</w:t>
        </w:r>
        <w:r>
          <w:rPr>
            <w:noProof/>
            <w:webHidden/>
          </w:rPr>
          <w:tab/>
        </w:r>
        <w:r>
          <w:rPr>
            <w:noProof/>
            <w:webHidden/>
          </w:rPr>
          <w:fldChar w:fldCharType="begin"/>
        </w:r>
        <w:r>
          <w:rPr>
            <w:noProof/>
            <w:webHidden/>
          </w:rPr>
          <w:instrText xml:space="preserve"> PAGEREF _Toc184897104 \h </w:instrText>
        </w:r>
        <w:r>
          <w:rPr>
            <w:noProof/>
            <w:webHidden/>
          </w:rPr>
        </w:r>
        <w:r>
          <w:rPr>
            <w:noProof/>
            <w:webHidden/>
          </w:rPr>
          <w:fldChar w:fldCharType="separate"/>
        </w:r>
        <w:r>
          <w:rPr>
            <w:noProof/>
            <w:webHidden/>
          </w:rPr>
          <w:t>21</w:t>
        </w:r>
        <w:r>
          <w:rPr>
            <w:noProof/>
            <w:webHidden/>
          </w:rPr>
          <w:fldChar w:fldCharType="end"/>
        </w:r>
      </w:hyperlink>
    </w:p>
    <w:p w14:paraId="5D88B8D3" w14:textId="58C389ED" w:rsidR="00A558FD" w:rsidRDefault="00A558FD">
      <w:pPr>
        <w:pStyle w:val="TOC3"/>
        <w:tabs>
          <w:tab w:val="right" w:leader="dot" w:pos="9628"/>
        </w:tabs>
        <w:rPr>
          <w:rFonts w:eastAsiaTheme="minorEastAsia" w:cstheme="minorBidi"/>
          <w:noProof/>
          <w:kern w:val="2"/>
          <w:sz w:val="24"/>
          <w:szCs w:val="30"/>
          <w:lang w:val="en-US" w:bidi="th-TH"/>
          <w14:ligatures w14:val="standardContextual"/>
        </w:rPr>
      </w:pPr>
      <w:hyperlink w:anchor="_Toc184897105" w:history="1">
        <w:r w:rsidRPr="008C7CB6">
          <w:rPr>
            <w:rStyle w:val="Hyperlink"/>
            <w:noProof/>
          </w:rPr>
          <w:t>Scenario: Complete Street names merge, both street names expire (A+B=C). [s24]</w:t>
        </w:r>
        <w:r>
          <w:rPr>
            <w:noProof/>
            <w:webHidden/>
          </w:rPr>
          <w:tab/>
        </w:r>
        <w:r>
          <w:rPr>
            <w:noProof/>
            <w:webHidden/>
          </w:rPr>
          <w:fldChar w:fldCharType="begin"/>
        </w:r>
        <w:r>
          <w:rPr>
            <w:noProof/>
            <w:webHidden/>
          </w:rPr>
          <w:instrText xml:space="preserve"> PAGEREF _Toc184897105 \h </w:instrText>
        </w:r>
        <w:r>
          <w:rPr>
            <w:noProof/>
            <w:webHidden/>
          </w:rPr>
        </w:r>
        <w:r>
          <w:rPr>
            <w:noProof/>
            <w:webHidden/>
          </w:rPr>
          <w:fldChar w:fldCharType="separate"/>
        </w:r>
        <w:r>
          <w:rPr>
            <w:noProof/>
            <w:webHidden/>
          </w:rPr>
          <w:t>23</w:t>
        </w:r>
        <w:r>
          <w:rPr>
            <w:noProof/>
            <w:webHidden/>
          </w:rPr>
          <w:fldChar w:fldCharType="end"/>
        </w:r>
      </w:hyperlink>
    </w:p>
    <w:p w14:paraId="61276FF6" w14:textId="548928EA" w:rsidR="00A558FD" w:rsidRDefault="00A558FD">
      <w:pPr>
        <w:pStyle w:val="TOC2"/>
        <w:rPr>
          <w:rFonts w:eastAsiaTheme="minorEastAsia" w:cstheme="minorBidi"/>
          <w:b w:val="0"/>
          <w:bCs w:val="0"/>
          <w:kern w:val="2"/>
          <w:sz w:val="24"/>
          <w:szCs w:val="30"/>
          <w:lang w:val="en-US" w:bidi="th-TH"/>
          <w14:ligatures w14:val="standardContextual"/>
        </w:rPr>
      </w:pPr>
      <w:hyperlink w:anchor="_Toc184897106" w:history="1">
        <w:r w:rsidRPr="008C7CB6">
          <w:rPr>
            <w:rStyle w:val="Hyperlink"/>
          </w:rPr>
          <w:t>Examples Wallonia</w:t>
        </w:r>
        <w:r>
          <w:rPr>
            <w:webHidden/>
          </w:rPr>
          <w:tab/>
        </w:r>
        <w:r>
          <w:rPr>
            <w:webHidden/>
          </w:rPr>
          <w:fldChar w:fldCharType="begin"/>
        </w:r>
        <w:r>
          <w:rPr>
            <w:webHidden/>
          </w:rPr>
          <w:instrText xml:space="preserve"> PAGEREF _Toc184897106 \h </w:instrText>
        </w:r>
        <w:r>
          <w:rPr>
            <w:webHidden/>
          </w:rPr>
        </w:r>
        <w:r>
          <w:rPr>
            <w:webHidden/>
          </w:rPr>
          <w:fldChar w:fldCharType="separate"/>
        </w:r>
        <w:r>
          <w:rPr>
            <w:webHidden/>
          </w:rPr>
          <w:t>25</w:t>
        </w:r>
        <w:r>
          <w:rPr>
            <w:webHidden/>
          </w:rPr>
          <w:fldChar w:fldCharType="end"/>
        </w:r>
      </w:hyperlink>
    </w:p>
    <w:p w14:paraId="40FF0D21" w14:textId="1BFA9F13" w:rsidR="00A558FD" w:rsidRDefault="00A558FD">
      <w:pPr>
        <w:pStyle w:val="TOC3"/>
        <w:tabs>
          <w:tab w:val="right" w:leader="dot" w:pos="9628"/>
        </w:tabs>
        <w:rPr>
          <w:rFonts w:eastAsiaTheme="minorEastAsia" w:cstheme="minorBidi"/>
          <w:noProof/>
          <w:kern w:val="2"/>
          <w:sz w:val="24"/>
          <w:szCs w:val="30"/>
          <w:lang w:val="en-US" w:bidi="th-TH"/>
          <w14:ligatures w14:val="standardContextual"/>
        </w:rPr>
      </w:pPr>
      <w:hyperlink w:anchor="_Toc184897107" w:history="1">
        <w:r w:rsidRPr="008C7CB6">
          <w:rPr>
            <w:rStyle w:val="Hyperlink"/>
            <w:noProof/>
          </w:rPr>
          <w:t>Scenario: Creating a new municipality, postal info and part of municipality. [s3-4-5]</w:t>
        </w:r>
        <w:r>
          <w:rPr>
            <w:noProof/>
            <w:webHidden/>
          </w:rPr>
          <w:tab/>
        </w:r>
        <w:r>
          <w:rPr>
            <w:noProof/>
            <w:webHidden/>
          </w:rPr>
          <w:fldChar w:fldCharType="begin"/>
        </w:r>
        <w:r>
          <w:rPr>
            <w:noProof/>
            <w:webHidden/>
          </w:rPr>
          <w:instrText xml:space="preserve"> PAGEREF _Toc184897107 \h </w:instrText>
        </w:r>
        <w:r>
          <w:rPr>
            <w:noProof/>
            <w:webHidden/>
          </w:rPr>
        </w:r>
        <w:r>
          <w:rPr>
            <w:noProof/>
            <w:webHidden/>
          </w:rPr>
          <w:fldChar w:fldCharType="separate"/>
        </w:r>
        <w:r>
          <w:rPr>
            <w:noProof/>
            <w:webHidden/>
          </w:rPr>
          <w:t>25</w:t>
        </w:r>
        <w:r>
          <w:rPr>
            <w:noProof/>
            <w:webHidden/>
          </w:rPr>
          <w:fldChar w:fldCharType="end"/>
        </w:r>
      </w:hyperlink>
    </w:p>
    <w:p w14:paraId="13A77FE3" w14:textId="60420C23" w:rsidR="00A558FD" w:rsidRDefault="00A558FD">
      <w:pPr>
        <w:pStyle w:val="TOC3"/>
        <w:tabs>
          <w:tab w:val="right" w:leader="dot" w:pos="9628"/>
        </w:tabs>
        <w:rPr>
          <w:rFonts w:eastAsiaTheme="minorEastAsia" w:cstheme="minorBidi"/>
          <w:noProof/>
          <w:kern w:val="2"/>
          <w:sz w:val="24"/>
          <w:szCs w:val="30"/>
          <w:lang w:val="en-US" w:bidi="th-TH"/>
          <w14:ligatures w14:val="standardContextual"/>
        </w:rPr>
      </w:pPr>
      <w:hyperlink w:anchor="_Toc184897108" w:history="1">
        <w:r w:rsidRPr="008C7CB6">
          <w:rPr>
            <w:rStyle w:val="Hyperlink"/>
            <w:noProof/>
          </w:rPr>
          <w:t>Scenario: Creating a new street name and new address. [s1-2]</w:t>
        </w:r>
        <w:r>
          <w:rPr>
            <w:noProof/>
            <w:webHidden/>
          </w:rPr>
          <w:tab/>
        </w:r>
        <w:r>
          <w:rPr>
            <w:noProof/>
            <w:webHidden/>
          </w:rPr>
          <w:fldChar w:fldCharType="begin"/>
        </w:r>
        <w:r>
          <w:rPr>
            <w:noProof/>
            <w:webHidden/>
          </w:rPr>
          <w:instrText xml:space="preserve"> PAGEREF _Toc184897108 \h </w:instrText>
        </w:r>
        <w:r>
          <w:rPr>
            <w:noProof/>
            <w:webHidden/>
          </w:rPr>
        </w:r>
        <w:r>
          <w:rPr>
            <w:noProof/>
            <w:webHidden/>
          </w:rPr>
          <w:fldChar w:fldCharType="separate"/>
        </w:r>
        <w:r>
          <w:rPr>
            <w:noProof/>
            <w:webHidden/>
          </w:rPr>
          <w:t>27</w:t>
        </w:r>
        <w:r>
          <w:rPr>
            <w:noProof/>
            <w:webHidden/>
          </w:rPr>
          <w:fldChar w:fldCharType="end"/>
        </w:r>
      </w:hyperlink>
    </w:p>
    <w:p w14:paraId="1BE1D33A" w14:textId="00B8B43E" w:rsidR="00A558FD" w:rsidRDefault="00A558FD">
      <w:pPr>
        <w:pStyle w:val="TOC3"/>
        <w:tabs>
          <w:tab w:val="right" w:leader="dot" w:pos="9628"/>
        </w:tabs>
        <w:rPr>
          <w:rFonts w:eastAsiaTheme="minorEastAsia" w:cstheme="minorBidi"/>
          <w:noProof/>
          <w:kern w:val="2"/>
          <w:sz w:val="24"/>
          <w:szCs w:val="30"/>
          <w:lang w:val="en-US" w:bidi="th-TH"/>
          <w14:ligatures w14:val="standardContextual"/>
        </w:rPr>
      </w:pPr>
      <w:hyperlink w:anchor="_Toc184897109" w:history="1">
        <w:r w:rsidRPr="008C7CB6">
          <w:rPr>
            <w:rStyle w:val="Hyperlink"/>
            <w:noProof/>
          </w:rPr>
          <w:t>Scenario: Address attribute changed. [s6]</w:t>
        </w:r>
        <w:r>
          <w:rPr>
            <w:noProof/>
            <w:webHidden/>
          </w:rPr>
          <w:tab/>
        </w:r>
        <w:r>
          <w:rPr>
            <w:noProof/>
            <w:webHidden/>
          </w:rPr>
          <w:fldChar w:fldCharType="begin"/>
        </w:r>
        <w:r>
          <w:rPr>
            <w:noProof/>
            <w:webHidden/>
          </w:rPr>
          <w:instrText xml:space="preserve"> PAGEREF _Toc184897109 \h </w:instrText>
        </w:r>
        <w:r>
          <w:rPr>
            <w:noProof/>
            <w:webHidden/>
          </w:rPr>
        </w:r>
        <w:r>
          <w:rPr>
            <w:noProof/>
            <w:webHidden/>
          </w:rPr>
          <w:fldChar w:fldCharType="separate"/>
        </w:r>
        <w:r>
          <w:rPr>
            <w:noProof/>
            <w:webHidden/>
          </w:rPr>
          <w:t>29</w:t>
        </w:r>
        <w:r>
          <w:rPr>
            <w:noProof/>
            <w:webHidden/>
          </w:rPr>
          <w:fldChar w:fldCharType="end"/>
        </w:r>
      </w:hyperlink>
    </w:p>
    <w:p w14:paraId="41710E8B" w14:textId="0C761A99" w:rsidR="00A558FD" w:rsidRDefault="00A558FD">
      <w:pPr>
        <w:pStyle w:val="TOC3"/>
        <w:tabs>
          <w:tab w:val="right" w:leader="dot" w:pos="9628"/>
        </w:tabs>
        <w:rPr>
          <w:rFonts w:eastAsiaTheme="minorEastAsia" w:cstheme="minorBidi"/>
          <w:noProof/>
          <w:kern w:val="2"/>
          <w:sz w:val="24"/>
          <w:szCs w:val="30"/>
          <w:lang w:val="en-US" w:bidi="th-TH"/>
          <w14:ligatures w14:val="standardContextual"/>
        </w:rPr>
      </w:pPr>
      <w:hyperlink w:anchor="_Toc184897110" w:history="1">
        <w:r w:rsidRPr="008C7CB6">
          <w:rPr>
            <w:rStyle w:val="Hyperlink"/>
            <w:noProof/>
          </w:rPr>
          <w:t>Scenario: street name add spelling + language. [s15]</w:t>
        </w:r>
        <w:r>
          <w:rPr>
            <w:noProof/>
            <w:webHidden/>
          </w:rPr>
          <w:tab/>
        </w:r>
        <w:r>
          <w:rPr>
            <w:noProof/>
            <w:webHidden/>
          </w:rPr>
          <w:fldChar w:fldCharType="begin"/>
        </w:r>
        <w:r>
          <w:rPr>
            <w:noProof/>
            <w:webHidden/>
          </w:rPr>
          <w:instrText xml:space="preserve"> PAGEREF _Toc184897110 \h </w:instrText>
        </w:r>
        <w:r>
          <w:rPr>
            <w:noProof/>
            <w:webHidden/>
          </w:rPr>
        </w:r>
        <w:r>
          <w:rPr>
            <w:noProof/>
            <w:webHidden/>
          </w:rPr>
          <w:fldChar w:fldCharType="separate"/>
        </w:r>
        <w:r>
          <w:rPr>
            <w:noProof/>
            <w:webHidden/>
          </w:rPr>
          <w:t>31</w:t>
        </w:r>
        <w:r>
          <w:rPr>
            <w:noProof/>
            <w:webHidden/>
          </w:rPr>
          <w:fldChar w:fldCharType="end"/>
        </w:r>
      </w:hyperlink>
    </w:p>
    <w:p w14:paraId="2947C65C" w14:textId="72381455" w:rsidR="00A558FD" w:rsidRDefault="00A558FD">
      <w:pPr>
        <w:pStyle w:val="TOC3"/>
        <w:tabs>
          <w:tab w:val="right" w:leader="dot" w:pos="9628"/>
        </w:tabs>
        <w:rPr>
          <w:rFonts w:eastAsiaTheme="minorEastAsia" w:cstheme="minorBidi"/>
          <w:noProof/>
          <w:kern w:val="2"/>
          <w:sz w:val="24"/>
          <w:szCs w:val="30"/>
          <w:lang w:val="en-US" w:bidi="th-TH"/>
          <w14:ligatures w14:val="standardContextual"/>
        </w:rPr>
      </w:pPr>
      <w:hyperlink w:anchor="_Toc184897111" w:history="1">
        <w:r w:rsidRPr="008C7CB6">
          <w:rPr>
            <w:rStyle w:val="Hyperlink"/>
            <w:noProof/>
          </w:rPr>
          <w:t>Scenario: Creating a new municipality, postal info and address. [s1-3-4]</w:t>
        </w:r>
        <w:r>
          <w:rPr>
            <w:noProof/>
            <w:webHidden/>
          </w:rPr>
          <w:tab/>
        </w:r>
        <w:r>
          <w:rPr>
            <w:noProof/>
            <w:webHidden/>
          </w:rPr>
          <w:fldChar w:fldCharType="begin"/>
        </w:r>
        <w:r>
          <w:rPr>
            <w:noProof/>
            <w:webHidden/>
          </w:rPr>
          <w:instrText xml:space="preserve"> PAGEREF _Toc184897111 \h </w:instrText>
        </w:r>
        <w:r>
          <w:rPr>
            <w:noProof/>
            <w:webHidden/>
          </w:rPr>
        </w:r>
        <w:r>
          <w:rPr>
            <w:noProof/>
            <w:webHidden/>
          </w:rPr>
          <w:fldChar w:fldCharType="separate"/>
        </w:r>
        <w:r>
          <w:rPr>
            <w:noProof/>
            <w:webHidden/>
          </w:rPr>
          <w:t>35</w:t>
        </w:r>
        <w:r>
          <w:rPr>
            <w:noProof/>
            <w:webHidden/>
          </w:rPr>
          <w:fldChar w:fldCharType="end"/>
        </w:r>
      </w:hyperlink>
    </w:p>
    <w:p w14:paraId="4191856C" w14:textId="68B406D4" w:rsidR="00A558FD" w:rsidRDefault="00A558FD">
      <w:pPr>
        <w:pStyle w:val="TOC3"/>
        <w:tabs>
          <w:tab w:val="right" w:leader="dot" w:pos="9628"/>
        </w:tabs>
        <w:rPr>
          <w:rFonts w:eastAsiaTheme="minorEastAsia" w:cstheme="minorBidi"/>
          <w:noProof/>
          <w:kern w:val="2"/>
          <w:sz w:val="24"/>
          <w:szCs w:val="30"/>
          <w:lang w:val="en-US" w:bidi="th-TH"/>
          <w14:ligatures w14:val="standardContextual"/>
        </w:rPr>
      </w:pPr>
      <w:hyperlink w:anchor="_Toc184897112" w:history="1">
        <w:r w:rsidRPr="008C7CB6">
          <w:rPr>
            <w:rStyle w:val="Hyperlink"/>
            <w:noProof/>
          </w:rPr>
          <w:t>Scenario: Partial Street name split, into 1 new and 1 existing street names (A=A+B). [s22]</w:t>
        </w:r>
        <w:r>
          <w:rPr>
            <w:noProof/>
            <w:webHidden/>
          </w:rPr>
          <w:tab/>
        </w:r>
        <w:r>
          <w:rPr>
            <w:noProof/>
            <w:webHidden/>
          </w:rPr>
          <w:fldChar w:fldCharType="begin"/>
        </w:r>
        <w:r>
          <w:rPr>
            <w:noProof/>
            <w:webHidden/>
          </w:rPr>
          <w:instrText xml:space="preserve"> PAGEREF _Toc184897112 \h </w:instrText>
        </w:r>
        <w:r>
          <w:rPr>
            <w:noProof/>
            <w:webHidden/>
          </w:rPr>
        </w:r>
        <w:r>
          <w:rPr>
            <w:noProof/>
            <w:webHidden/>
          </w:rPr>
          <w:fldChar w:fldCharType="separate"/>
        </w:r>
        <w:r>
          <w:rPr>
            <w:noProof/>
            <w:webHidden/>
          </w:rPr>
          <w:t>37</w:t>
        </w:r>
        <w:r>
          <w:rPr>
            <w:noProof/>
            <w:webHidden/>
          </w:rPr>
          <w:fldChar w:fldCharType="end"/>
        </w:r>
      </w:hyperlink>
    </w:p>
    <w:p w14:paraId="06B85D73" w14:textId="42170B93" w:rsidR="00A558FD" w:rsidRDefault="00A558FD">
      <w:pPr>
        <w:pStyle w:val="TOC3"/>
        <w:tabs>
          <w:tab w:val="right" w:leader="dot" w:pos="9628"/>
        </w:tabs>
        <w:rPr>
          <w:rFonts w:eastAsiaTheme="minorEastAsia" w:cstheme="minorBidi"/>
          <w:noProof/>
          <w:kern w:val="2"/>
          <w:sz w:val="24"/>
          <w:szCs w:val="30"/>
          <w:lang w:val="en-US" w:bidi="th-TH"/>
          <w14:ligatures w14:val="standardContextual"/>
        </w:rPr>
      </w:pPr>
      <w:hyperlink w:anchor="_Toc184897113" w:history="1">
        <w:r w:rsidRPr="008C7CB6">
          <w:rPr>
            <w:rStyle w:val="Hyperlink"/>
            <w:noProof/>
          </w:rPr>
          <w:t>Scenario: Complete Street name split, into 2 new street names (A=B+C). [s21]</w:t>
        </w:r>
        <w:r>
          <w:rPr>
            <w:noProof/>
            <w:webHidden/>
          </w:rPr>
          <w:tab/>
        </w:r>
        <w:r>
          <w:rPr>
            <w:noProof/>
            <w:webHidden/>
          </w:rPr>
          <w:fldChar w:fldCharType="begin"/>
        </w:r>
        <w:r>
          <w:rPr>
            <w:noProof/>
            <w:webHidden/>
          </w:rPr>
          <w:instrText xml:space="preserve"> PAGEREF _Toc184897113 \h </w:instrText>
        </w:r>
        <w:r>
          <w:rPr>
            <w:noProof/>
            <w:webHidden/>
          </w:rPr>
        </w:r>
        <w:r>
          <w:rPr>
            <w:noProof/>
            <w:webHidden/>
          </w:rPr>
          <w:fldChar w:fldCharType="separate"/>
        </w:r>
        <w:r>
          <w:rPr>
            <w:noProof/>
            <w:webHidden/>
          </w:rPr>
          <w:t>40</w:t>
        </w:r>
        <w:r>
          <w:rPr>
            <w:noProof/>
            <w:webHidden/>
          </w:rPr>
          <w:fldChar w:fldCharType="end"/>
        </w:r>
      </w:hyperlink>
    </w:p>
    <w:p w14:paraId="69E5B6C1" w14:textId="1B9AFD2D" w:rsidR="00A558FD" w:rsidRDefault="00A558FD">
      <w:pPr>
        <w:pStyle w:val="TOC3"/>
        <w:tabs>
          <w:tab w:val="right" w:leader="dot" w:pos="9628"/>
        </w:tabs>
        <w:rPr>
          <w:rFonts w:eastAsiaTheme="minorEastAsia" w:cstheme="minorBidi"/>
          <w:noProof/>
          <w:kern w:val="2"/>
          <w:sz w:val="24"/>
          <w:szCs w:val="30"/>
          <w:lang w:val="en-US" w:bidi="th-TH"/>
          <w14:ligatures w14:val="standardContextual"/>
        </w:rPr>
      </w:pPr>
      <w:hyperlink w:anchor="_Toc184897114" w:history="1">
        <w:r w:rsidRPr="008C7CB6">
          <w:rPr>
            <w:rStyle w:val="Hyperlink"/>
            <w:noProof/>
          </w:rPr>
          <w:t>Scenario: Partial Street names merge, both street names keep existing (A+B=A). [s23]</w:t>
        </w:r>
        <w:r>
          <w:rPr>
            <w:noProof/>
            <w:webHidden/>
          </w:rPr>
          <w:tab/>
        </w:r>
        <w:r>
          <w:rPr>
            <w:noProof/>
            <w:webHidden/>
          </w:rPr>
          <w:fldChar w:fldCharType="begin"/>
        </w:r>
        <w:r>
          <w:rPr>
            <w:noProof/>
            <w:webHidden/>
          </w:rPr>
          <w:instrText xml:space="preserve"> PAGEREF _Toc184897114 \h </w:instrText>
        </w:r>
        <w:r>
          <w:rPr>
            <w:noProof/>
            <w:webHidden/>
          </w:rPr>
        </w:r>
        <w:r>
          <w:rPr>
            <w:noProof/>
            <w:webHidden/>
          </w:rPr>
          <w:fldChar w:fldCharType="separate"/>
        </w:r>
        <w:r>
          <w:rPr>
            <w:noProof/>
            <w:webHidden/>
          </w:rPr>
          <w:t>43</w:t>
        </w:r>
        <w:r>
          <w:rPr>
            <w:noProof/>
            <w:webHidden/>
          </w:rPr>
          <w:fldChar w:fldCharType="end"/>
        </w:r>
      </w:hyperlink>
    </w:p>
    <w:p w14:paraId="2CA0E9E0" w14:textId="713D16A2" w:rsidR="00A558FD" w:rsidRDefault="00A558FD">
      <w:pPr>
        <w:pStyle w:val="TOC3"/>
        <w:tabs>
          <w:tab w:val="right" w:leader="dot" w:pos="9628"/>
        </w:tabs>
        <w:rPr>
          <w:rFonts w:eastAsiaTheme="minorEastAsia" w:cstheme="minorBidi"/>
          <w:noProof/>
          <w:kern w:val="2"/>
          <w:sz w:val="24"/>
          <w:szCs w:val="30"/>
          <w:lang w:val="en-US" w:bidi="th-TH"/>
          <w14:ligatures w14:val="standardContextual"/>
        </w:rPr>
      </w:pPr>
      <w:hyperlink w:anchor="_Toc184897115" w:history="1">
        <w:r w:rsidRPr="008C7CB6">
          <w:rPr>
            <w:rStyle w:val="Hyperlink"/>
            <w:noProof/>
          </w:rPr>
          <w:t>Scenario: Complete Street names merge, both street names expire (A+B=C). [s24]</w:t>
        </w:r>
        <w:r>
          <w:rPr>
            <w:noProof/>
            <w:webHidden/>
          </w:rPr>
          <w:tab/>
        </w:r>
        <w:r>
          <w:rPr>
            <w:noProof/>
            <w:webHidden/>
          </w:rPr>
          <w:fldChar w:fldCharType="begin"/>
        </w:r>
        <w:r>
          <w:rPr>
            <w:noProof/>
            <w:webHidden/>
          </w:rPr>
          <w:instrText xml:space="preserve"> PAGEREF _Toc184897115 \h </w:instrText>
        </w:r>
        <w:r>
          <w:rPr>
            <w:noProof/>
            <w:webHidden/>
          </w:rPr>
        </w:r>
        <w:r>
          <w:rPr>
            <w:noProof/>
            <w:webHidden/>
          </w:rPr>
          <w:fldChar w:fldCharType="separate"/>
        </w:r>
        <w:r>
          <w:rPr>
            <w:noProof/>
            <w:webHidden/>
          </w:rPr>
          <w:t>45</w:t>
        </w:r>
        <w:r>
          <w:rPr>
            <w:noProof/>
            <w:webHidden/>
          </w:rPr>
          <w:fldChar w:fldCharType="end"/>
        </w:r>
      </w:hyperlink>
    </w:p>
    <w:p w14:paraId="3438EF19" w14:textId="0A70FD15" w:rsidR="00A558FD" w:rsidRDefault="00A558FD">
      <w:pPr>
        <w:pStyle w:val="TOC2"/>
        <w:rPr>
          <w:rFonts w:eastAsiaTheme="minorEastAsia" w:cstheme="minorBidi"/>
          <w:b w:val="0"/>
          <w:bCs w:val="0"/>
          <w:kern w:val="2"/>
          <w:sz w:val="24"/>
          <w:szCs w:val="30"/>
          <w:lang w:val="en-US" w:bidi="th-TH"/>
          <w14:ligatures w14:val="standardContextual"/>
        </w:rPr>
      </w:pPr>
      <w:hyperlink w:anchor="_Toc184897116" w:history="1">
        <w:r w:rsidRPr="008C7CB6">
          <w:rPr>
            <w:rStyle w:val="Hyperlink"/>
          </w:rPr>
          <w:t>Examples Flanders</w:t>
        </w:r>
        <w:r>
          <w:rPr>
            <w:webHidden/>
          </w:rPr>
          <w:tab/>
        </w:r>
        <w:r>
          <w:rPr>
            <w:webHidden/>
          </w:rPr>
          <w:fldChar w:fldCharType="begin"/>
        </w:r>
        <w:r>
          <w:rPr>
            <w:webHidden/>
          </w:rPr>
          <w:instrText xml:space="preserve"> PAGEREF _Toc184897116 \h </w:instrText>
        </w:r>
        <w:r>
          <w:rPr>
            <w:webHidden/>
          </w:rPr>
        </w:r>
        <w:r>
          <w:rPr>
            <w:webHidden/>
          </w:rPr>
          <w:fldChar w:fldCharType="separate"/>
        </w:r>
        <w:r>
          <w:rPr>
            <w:webHidden/>
          </w:rPr>
          <w:t>47</w:t>
        </w:r>
        <w:r>
          <w:rPr>
            <w:webHidden/>
          </w:rPr>
          <w:fldChar w:fldCharType="end"/>
        </w:r>
      </w:hyperlink>
    </w:p>
    <w:p w14:paraId="073958D1" w14:textId="76DDD9C2" w:rsidR="00A558FD" w:rsidRDefault="00A558FD">
      <w:pPr>
        <w:pStyle w:val="TOC3"/>
        <w:tabs>
          <w:tab w:val="right" w:leader="dot" w:pos="9628"/>
        </w:tabs>
        <w:rPr>
          <w:rFonts w:eastAsiaTheme="minorEastAsia" w:cstheme="minorBidi"/>
          <w:noProof/>
          <w:kern w:val="2"/>
          <w:sz w:val="24"/>
          <w:szCs w:val="30"/>
          <w:lang w:val="en-US" w:bidi="th-TH"/>
          <w14:ligatures w14:val="standardContextual"/>
        </w:rPr>
      </w:pPr>
      <w:hyperlink w:anchor="_Toc184897117" w:history="1">
        <w:r w:rsidRPr="008C7CB6">
          <w:rPr>
            <w:rStyle w:val="Hyperlink"/>
            <w:noProof/>
          </w:rPr>
          <w:t>Scenario: Creating a new municipality and new postal info. [s3-4]</w:t>
        </w:r>
        <w:r>
          <w:rPr>
            <w:noProof/>
            <w:webHidden/>
          </w:rPr>
          <w:tab/>
        </w:r>
        <w:r>
          <w:rPr>
            <w:noProof/>
            <w:webHidden/>
          </w:rPr>
          <w:fldChar w:fldCharType="begin"/>
        </w:r>
        <w:r>
          <w:rPr>
            <w:noProof/>
            <w:webHidden/>
          </w:rPr>
          <w:instrText xml:space="preserve"> PAGEREF _Toc184897117 \h </w:instrText>
        </w:r>
        <w:r>
          <w:rPr>
            <w:noProof/>
            <w:webHidden/>
          </w:rPr>
        </w:r>
        <w:r>
          <w:rPr>
            <w:noProof/>
            <w:webHidden/>
          </w:rPr>
          <w:fldChar w:fldCharType="separate"/>
        </w:r>
        <w:r>
          <w:rPr>
            <w:noProof/>
            <w:webHidden/>
          </w:rPr>
          <w:t>47</w:t>
        </w:r>
        <w:r>
          <w:rPr>
            <w:noProof/>
            <w:webHidden/>
          </w:rPr>
          <w:fldChar w:fldCharType="end"/>
        </w:r>
      </w:hyperlink>
    </w:p>
    <w:p w14:paraId="3E110F62" w14:textId="22359EE1" w:rsidR="00A558FD" w:rsidRDefault="00A558FD">
      <w:pPr>
        <w:pStyle w:val="TOC3"/>
        <w:tabs>
          <w:tab w:val="right" w:leader="dot" w:pos="9628"/>
        </w:tabs>
        <w:rPr>
          <w:rFonts w:eastAsiaTheme="minorEastAsia" w:cstheme="minorBidi"/>
          <w:noProof/>
          <w:kern w:val="2"/>
          <w:sz w:val="24"/>
          <w:szCs w:val="30"/>
          <w:lang w:val="en-US" w:bidi="th-TH"/>
          <w14:ligatures w14:val="standardContextual"/>
        </w:rPr>
      </w:pPr>
      <w:hyperlink w:anchor="_Toc184897118" w:history="1">
        <w:r w:rsidRPr="008C7CB6">
          <w:rPr>
            <w:rStyle w:val="Hyperlink"/>
            <w:noProof/>
          </w:rPr>
          <w:t>Scenario: Creating a new street name and new address. [s1-2]</w:t>
        </w:r>
        <w:r>
          <w:rPr>
            <w:noProof/>
            <w:webHidden/>
          </w:rPr>
          <w:tab/>
        </w:r>
        <w:r>
          <w:rPr>
            <w:noProof/>
            <w:webHidden/>
          </w:rPr>
          <w:fldChar w:fldCharType="begin"/>
        </w:r>
        <w:r>
          <w:rPr>
            <w:noProof/>
            <w:webHidden/>
          </w:rPr>
          <w:instrText xml:space="preserve"> PAGEREF _Toc184897118 \h </w:instrText>
        </w:r>
        <w:r>
          <w:rPr>
            <w:noProof/>
            <w:webHidden/>
          </w:rPr>
        </w:r>
        <w:r>
          <w:rPr>
            <w:noProof/>
            <w:webHidden/>
          </w:rPr>
          <w:fldChar w:fldCharType="separate"/>
        </w:r>
        <w:r>
          <w:rPr>
            <w:noProof/>
            <w:webHidden/>
          </w:rPr>
          <w:t>48</w:t>
        </w:r>
        <w:r>
          <w:rPr>
            <w:noProof/>
            <w:webHidden/>
          </w:rPr>
          <w:fldChar w:fldCharType="end"/>
        </w:r>
      </w:hyperlink>
    </w:p>
    <w:p w14:paraId="2F880B0E" w14:textId="045264FC" w:rsidR="00A558FD" w:rsidRDefault="00A558FD">
      <w:pPr>
        <w:pStyle w:val="TOC3"/>
        <w:tabs>
          <w:tab w:val="right" w:leader="dot" w:pos="9628"/>
        </w:tabs>
        <w:rPr>
          <w:rFonts w:eastAsiaTheme="minorEastAsia" w:cstheme="minorBidi"/>
          <w:noProof/>
          <w:kern w:val="2"/>
          <w:sz w:val="24"/>
          <w:szCs w:val="30"/>
          <w:lang w:val="en-US" w:bidi="th-TH"/>
          <w14:ligatures w14:val="standardContextual"/>
        </w:rPr>
      </w:pPr>
      <w:hyperlink w:anchor="_Toc184897119" w:history="1">
        <w:r w:rsidRPr="008C7CB6">
          <w:rPr>
            <w:rStyle w:val="Hyperlink"/>
            <w:noProof/>
          </w:rPr>
          <w:t>Scenario: Address attribute changed. [s6]</w:t>
        </w:r>
        <w:r>
          <w:rPr>
            <w:noProof/>
            <w:webHidden/>
          </w:rPr>
          <w:tab/>
        </w:r>
        <w:r>
          <w:rPr>
            <w:noProof/>
            <w:webHidden/>
          </w:rPr>
          <w:fldChar w:fldCharType="begin"/>
        </w:r>
        <w:r>
          <w:rPr>
            <w:noProof/>
            <w:webHidden/>
          </w:rPr>
          <w:instrText xml:space="preserve"> PAGEREF _Toc184897119 \h </w:instrText>
        </w:r>
        <w:r>
          <w:rPr>
            <w:noProof/>
            <w:webHidden/>
          </w:rPr>
        </w:r>
        <w:r>
          <w:rPr>
            <w:noProof/>
            <w:webHidden/>
          </w:rPr>
          <w:fldChar w:fldCharType="separate"/>
        </w:r>
        <w:r>
          <w:rPr>
            <w:noProof/>
            <w:webHidden/>
          </w:rPr>
          <w:t>50</w:t>
        </w:r>
        <w:r>
          <w:rPr>
            <w:noProof/>
            <w:webHidden/>
          </w:rPr>
          <w:fldChar w:fldCharType="end"/>
        </w:r>
      </w:hyperlink>
    </w:p>
    <w:p w14:paraId="111CD382" w14:textId="5F73020F" w:rsidR="00A558FD" w:rsidRDefault="00A558FD">
      <w:pPr>
        <w:pStyle w:val="TOC3"/>
        <w:tabs>
          <w:tab w:val="right" w:leader="dot" w:pos="9628"/>
        </w:tabs>
        <w:rPr>
          <w:rFonts w:eastAsiaTheme="minorEastAsia" w:cstheme="minorBidi"/>
          <w:noProof/>
          <w:kern w:val="2"/>
          <w:sz w:val="24"/>
          <w:szCs w:val="30"/>
          <w:lang w:val="en-US" w:bidi="th-TH"/>
          <w14:ligatures w14:val="standardContextual"/>
        </w:rPr>
      </w:pPr>
      <w:hyperlink w:anchor="_Toc184897120" w:history="1">
        <w:r w:rsidRPr="008C7CB6">
          <w:rPr>
            <w:rStyle w:val="Hyperlink"/>
            <w:noProof/>
          </w:rPr>
          <w:t>Scenario: street name add spelling + language. [s15]</w:t>
        </w:r>
        <w:r>
          <w:rPr>
            <w:noProof/>
            <w:webHidden/>
          </w:rPr>
          <w:tab/>
        </w:r>
        <w:r>
          <w:rPr>
            <w:noProof/>
            <w:webHidden/>
          </w:rPr>
          <w:fldChar w:fldCharType="begin"/>
        </w:r>
        <w:r>
          <w:rPr>
            <w:noProof/>
            <w:webHidden/>
          </w:rPr>
          <w:instrText xml:space="preserve"> PAGEREF _Toc184897120 \h </w:instrText>
        </w:r>
        <w:r>
          <w:rPr>
            <w:noProof/>
            <w:webHidden/>
          </w:rPr>
        </w:r>
        <w:r>
          <w:rPr>
            <w:noProof/>
            <w:webHidden/>
          </w:rPr>
          <w:fldChar w:fldCharType="separate"/>
        </w:r>
        <w:r>
          <w:rPr>
            <w:noProof/>
            <w:webHidden/>
          </w:rPr>
          <w:t>52</w:t>
        </w:r>
        <w:r>
          <w:rPr>
            <w:noProof/>
            <w:webHidden/>
          </w:rPr>
          <w:fldChar w:fldCharType="end"/>
        </w:r>
      </w:hyperlink>
    </w:p>
    <w:p w14:paraId="19EAD747" w14:textId="72C96C5B" w:rsidR="00A558FD" w:rsidRDefault="00A558FD">
      <w:pPr>
        <w:pStyle w:val="TOC3"/>
        <w:tabs>
          <w:tab w:val="right" w:leader="dot" w:pos="9628"/>
        </w:tabs>
        <w:rPr>
          <w:rFonts w:eastAsiaTheme="minorEastAsia" w:cstheme="minorBidi"/>
          <w:noProof/>
          <w:kern w:val="2"/>
          <w:sz w:val="24"/>
          <w:szCs w:val="30"/>
          <w:lang w:val="en-US" w:bidi="th-TH"/>
          <w14:ligatures w14:val="standardContextual"/>
        </w:rPr>
      </w:pPr>
      <w:hyperlink w:anchor="_Toc184897121" w:history="1">
        <w:r w:rsidRPr="008C7CB6">
          <w:rPr>
            <w:rStyle w:val="Hyperlink"/>
            <w:noProof/>
          </w:rPr>
          <w:t>Scenario: Creating a new municipality, postal info and address. [s1-3-4]</w:t>
        </w:r>
        <w:r>
          <w:rPr>
            <w:noProof/>
            <w:webHidden/>
          </w:rPr>
          <w:tab/>
        </w:r>
        <w:r>
          <w:rPr>
            <w:noProof/>
            <w:webHidden/>
          </w:rPr>
          <w:fldChar w:fldCharType="begin"/>
        </w:r>
        <w:r>
          <w:rPr>
            <w:noProof/>
            <w:webHidden/>
          </w:rPr>
          <w:instrText xml:space="preserve"> PAGEREF _Toc184897121 \h </w:instrText>
        </w:r>
        <w:r>
          <w:rPr>
            <w:noProof/>
            <w:webHidden/>
          </w:rPr>
        </w:r>
        <w:r>
          <w:rPr>
            <w:noProof/>
            <w:webHidden/>
          </w:rPr>
          <w:fldChar w:fldCharType="separate"/>
        </w:r>
        <w:r>
          <w:rPr>
            <w:noProof/>
            <w:webHidden/>
          </w:rPr>
          <w:t>54</w:t>
        </w:r>
        <w:r>
          <w:rPr>
            <w:noProof/>
            <w:webHidden/>
          </w:rPr>
          <w:fldChar w:fldCharType="end"/>
        </w:r>
      </w:hyperlink>
    </w:p>
    <w:p w14:paraId="61518958" w14:textId="5F585C4D" w:rsidR="00A558FD" w:rsidRDefault="00A558FD">
      <w:pPr>
        <w:pStyle w:val="TOC3"/>
        <w:tabs>
          <w:tab w:val="right" w:leader="dot" w:pos="9628"/>
        </w:tabs>
        <w:rPr>
          <w:rFonts w:eastAsiaTheme="minorEastAsia" w:cstheme="minorBidi"/>
          <w:noProof/>
          <w:kern w:val="2"/>
          <w:sz w:val="24"/>
          <w:szCs w:val="30"/>
          <w:lang w:val="en-US" w:bidi="th-TH"/>
          <w14:ligatures w14:val="standardContextual"/>
        </w:rPr>
      </w:pPr>
      <w:hyperlink w:anchor="_Toc184897122" w:history="1">
        <w:r w:rsidRPr="008C7CB6">
          <w:rPr>
            <w:rStyle w:val="Hyperlink"/>
            <w:noProof/>
          </w:rPr>
          <w:t>Scenario: Partial Street name split, into 1 new and 1 existing street names (A=A+B). [s22]</w:t>
        </w:r>
        <w:r>
          <w:rPr>
            <w:noProof/>
            <w:webHidden/>
          </w:rPr>
          <w:tab/>
        </w:r>
        <w:r>
          <w:rPr>
            <w:noProof/>
            <w:webHidden/>
          </w:rPr>
          <w:fldChar w:fldCharType="begin"/>
        </w:r>
        <w:r>
          <w:rPr>
            <w:noProof/>
            <w:webHidden/>
          </w:rPr>
          <w:instrText xml:space="preserve"> PAGEREF _Toc184897122 \h </w:instrText>
        </w:r>
        <w:r>
          <w:rPr>
            <w:noProof/>
            <w:webHidden/>
          </w:rPr>
        </w:r>
        <w:r>
          <w:rPr>
            <w:noProof/>
            <w:webHidden/>
          </w:rPr>
          <w:fldChar w:fldCharType="separate"/>
        </w:r>
        <w:r>
          <w:rPr>
            <w:noProof/>
            <w:webHidden/>
          </w:rPr>
          <w:t>56</w:t>
        </w:r>
        <w:r>
          <w:rPr>
            <w:noProof/>
            <w:webHidden/>
          </w:rPr>
          <w:fldChar w:fldCharType="end"/>
        </w:r>
      </w:hyperlink>
    </w:p>
    <w:p w14:paraId="100EEAE9" w14:textId="7953FA4B" w:rsidR="00A558FD" w:rsidRDefault="00A558FD">
      <w:pPr>
        <w:pStyle w:val="TOC3"/>
        <w:tabs>
          <w:tab w:val="right" w:leader="dot" w:pos="9628"/>
        </w:tabs>
        <w:rPr>
          <w:rFonts w:eastAsiaTheme="minorEastAsia" w:cstheme="minorBidi"/>
          <w:noProof/>
          <w:kern w:val="2"/>
          <w:sz w:val="24"/>
          <w:szCs w:val="30"/>
          <w:lang w:val="en-US" w:bidi="th-TH"/>
          <w14:ligatures w14:val="standardContextual"/>
        </w:rPr>
      </w:pPr>
      <w:hyperlink w:anchor="_Toc184897123" w:history="1">
        <w:r w:rsidRPr="008C7CB6">
          <w:rPr>
            <w:rStyle w:val="Hyperlink"/>
            <w:noProof/>
          </w:rPr>
          <w:t>Scenario: Complete Street name split, into 2 new street names (A=B+C). [s21]</w:t>
        </w:r>
        <w:r>
          <w:rPr>
            <w:noProof/>
            <w:webHidden/>
          </w:rPr>
          <w:tab/>
        </w:r>
        <w:r>
          <w:rPr>
            <w:noProof/>
            <w:webHidden/>
          </w:rPr>
          <w:fldChar w:fldCharType="begin"/>
        </w:r>
        <w:r>
          <w:rPr>
            <w:noProof/>
            <w:webHidden/>
          </w:rPr>
          <w:instrText xml:space="preserve"> PAGEREF _Toc184897123 \h </w:instrText>
        </w:r>
        <w:r>
          <w:rPr>
            <w:noProof/>
            <w:webHidden/>
          </w:rPr>
        </w:r>
        <w:r>
          <w:rPr>
            <w:noProof/>
            <w:webHidden/>
          </w:rPr>
          <w:fldChar w:fldCharType="separate"/>
        </w:r>
        <w:r>
          <w:rPr>
            <w:noProof/>
            <w:webHidden/>
          </w:rPr>
          <w:t>60</w:t>
        </w:r>
        <w:r>
          <w:rPr>
            <w:noProof/>
            <w:webHidden/>
          </w:rPr>
          <w:fldChar w:fldCharType="end"/>
        </w:r>
      </w:hyperlink>
    </w:p>
    <w:p w14:paraId="27569C60" w14:textId="2F699752" w:rsidR="00A558FD" w:rsidRDefault="00A558FD">
      <w:pPr>
        <w:pStyle w:val="TOC3"/>
        <w:tabs>
          <w:tab w:val="right" w:leader="dot" w:pos="9628"/>
        </w:tabs>
        <w:rPr>
          <w:rFonts w:eastAsiaTheme="minorEastAsia" w:cstheme="minorBidi"/>
          <w:noProof/>
          <w:kern w:val="2"/>
          <w:sz w:val="24"/>
          <w:szCs w:val="30"/>
          <w:lang w:val="en-US" w:bidi="th-TH"/>
          <w14:ligatures w14:val="standardContextual"/>
        </w:rPr>
      </w:pPr>
      <w:hyperlink w:anchor="_Toc184897124" w:history="1">
        <w:r w:rsidRPr="008C7CB6">
          <w:rPr>
            <w:rStyle w:val="Hyperlink"/>
            <w:noProof/>
          </w:rPr>
          <w:t>Scenario: Partial Street names merge, both street names keep existing (A+B=A). [s23]</w:t>
        </w:r>
        <w:r>
          <w:rPr>
            <w:noProof/>
            <w:webHidden/>
          </w:rPr>
          <w:tab/>
        </w:r>
        <w:r>
          <w:rPr>
            <w:noProof/>
            <w:webHidden/>
          </w:rPr>
          <w:fldChar w:fldCharType="begin"/>
        </w:r>
        <w:r>
          <w:rPr>
            <w:noProof/>
            <w:webHidden/>
          </w:rPr>
          <w:instrText xml:space="preserve"> PAGEREF _Toc184897124 \h </w:instrText>
        </w:r>
        <w:r>
          <w:rPr>
            <w:noProof/>
            <w:webHidden/>
          </w:rPr>
        </w:r>
        <w:r>
          <w:rPr>
            <w:noProof/>
            <w:webHidden/>
          </w:rPr>
          <w:fldChar w:fldCharType="separate"/>
        </w:r>
        <w:r>
          <w:rPr>
            <w:noProof/>
            <w:webHidden/>
          </w:rPr>
          <w:t>63</w:t>
        </w:r>
        <w:r>
          <w:rPr>
            <w:noProof/>
            <w:webHidden/>
          </w:rPr>
          <w:fldChar w:fldCharType="end"/>
        </w:r>
      </w:hyperlink>
    </w:p>
    <w:p w14:paraId="40B9DD66" w14:textId="0DA75D5E" w:rsidR="00A558FD" w:rsidRDefault="00A558FD">
      <w:pPr>
        <w:pStyle w:val="TOC3"/>
        <w:tabs>
          <w:tab w:val="right" w:leader="dot" w:pos="9628"/>
        </w:tabs>
        <w:rPr>
          <w:rFonts w:eastAsiaTheme="minorEastAsia" w:cstheme="minorBidi"/>
          <w:noProof/>
          <w:kern w:val="2"/>
          <w:sz w:val="24"/>
          <w:szCs w:val="30"/>
          <w:lang w:val="en-US" w:bidi="th-TH"/>
          <w14:ligatures w14:val="standardContextual"/>
        </w:rPr>
      </w:pPr>
      <w:hyperlink w:anchor="_Toc184897125" w:history="1">
        <w:r w:rsidRPr="008C7CB6">
          <w:rPr>
            <w:rStyle w:val="Hyperlink"/>
            <w:noProof/>
          </w:rPr>
          <w:t>Scenario: Complete Street names merge, both street names expire (A+B=C). [s24]</w:t>
        </w:r>
        <w:r>
          <w:rPr>
            <w:noProof/>
            <w:webHidden/>
          </w:rPr>
          <w:tab/>
        </w:r>
        <w:r>
          <w:rPr>
            <w:noProof/>
            <w:webHidden/>
          </w:rPr>
          <w:fldChar w:fldCharType="begin"/>
        </w:r>
        <w:r>
          <w:rPr>
            <w:noProof/>
            <w:webHidden/>
          </w:rPr>
          <w:instrText xml:space="preserve"> PAGEREF _Toc184897125 \h </w:instrText>
        </w:r>
        <w:r>
          <w:rPr>
            <w:noProof/>
            <w:webHidden/>
          </w:rPr>
        </w:r>
        <w:r>
          <w:rPr>
            <w:noProof/>
            <w:webHidden/>
          </w:rPr>
          <w:fldChar w:fldCharType="separate"/>
        </w:r>
        <w:r>
          <w:rPr>
            <w:noProof/>
            <w:webHidden/>
          </w:rPr>
          <w:t>65</w:t>
        </w:r>
        <w:r>
          <w:rPr>
            <w:noProof/>
            <w:webHidden/>
          </w:rPr>
          <w:fldChar w:fldCharType="end"/>
        </w:r>
      </w:hyperlink>
    </w:p>
    <w:p w14:paraId="45367EE5" w14:textId="77777777" w:rsidR="006D1711" w:rsidRPr="004611CF" w:rsidRDefault="006D1711" w:rsidP="006D1711">
      <w:r w:rsidRPr="004611CF">
        <w:rPr>
          <w:rFonts w:asciiTheme="majorHAnsi" w:hAnsiTheme="majorHAnsi" w:cs="Times New Roman (Body CS)"/>
          <w:caps/>
          <w:sz w:val="24"/>
        </w:rPr>
        <w:fldChar w:fldCharType="end"/>
      </w:r>
      <w:r w:rsidRPr="004611CF">
        <w:br w:type="page"/>
      </w:r>
    </w:p>
    <w:p w14:paraId="51F4FC20" w14:textId="10B543AA" w:rsidR="00A558FD" w:rsidRDefault="00A558FD" w:rsidP="00C87A5D">
      <w:pPr>
        <w:pStyle w:val="Heading2"/>
      </w:pPr>
      <w:bookmarkStart w:id="1" w:name="_Toc184897094"/>
      <w:r>
        <w:lastRenderedPageBreak/>
        <w:t>Changelog</w:t>
      </w:r>
      <w:bookmarkEnd w:id="1"/>
    </w:p>
    <w:p w14:paraId="4C86F7CC" w14:textId="3A37CF8C" w:rsidR="00A558FD" w:rsidRPr="00A558FD" w:rsidRDefault="00A558FD" w:rsidP="00A558FD">
      <w:r>
        <w:t xml:space="preserve">V1.2: </w:t>
      </w:r>
      <w:r>
        <w:br/>
        <w:t>- Updated xml files according to XSD v24.4 requirements</w:t>
      </w:r>
      <w:r>
        <w:br/>
        <w:t>- Updated document to reflect xml update</w:t>
      </w:r>
      <w:r>
        <w:br/>
      </w:r>
      <w:r>
        <w:t>- Added mentioning what mutation file the example file is in</w:t>
      </w:r>
      <w:r>
        <w:t xml:space="preserve"> instead of using group names</w:t>
      </w:r>
      <w:r>
        <w:br/>
        <w:t xml:space="preserve">- Changed example number on Wallonia </w:t>
      </w:r>
      <w:r w:rsidRPr="00A558FD">
        <w:t>Scenario: Creating a new municipality, postal info and part of municipality. [s3-4-5]</w:t>
      </w:r>
      <w:r>
        <w:t xml:space="preserve"> to the same order of the xml file.</w:t>
      </w:r>
      <w:r w:rsidR="00541CED">
        <w:br/>
        <w:t xml:space="preserve">- Removed “Additional examples” xml files. </w:t>
      </w:r>
      <w:r>
        <w:br/>
      </w:r>
    </w:p>
    <w:p w14:paraId="15840C8B" w14:textId="1B7AD2C8" w:rsidR="002C5C7C" w:rsidRPr="004611CF" w:rsidRDefault="00A70C65" w:rsidP="00C87A5D">
      <w:pPr>
        <w:pStyle w:val="Heading2"/>
      </w:pPr>
      <w:bookmarkStart w:id="2" w:name="_Toc184897095"/>
      <w:r w:rsidRPr="00A70C65">
        <w:t>Mutation examples</w:t>
      </w:r>
      <w:bookmarkEnd w:id="2"/>
    </w:p>
    <w:p w14:paraId="05E1DC8F" w14:textId="2278F6B7" w:rsidR="002C5C7C" w:rsidRPr="004611CF" w:rsidRDefault="002E27EE" w:rsidP="002C5C7C">
      <w:pPr>
        <w:pStyle w:val="Heading4"/>
      </w:pPr>
      <w:r w:rsidRPr="004611CF">
        <w:t>Context of the examples</w:t>
      </w:r>
      <w:r w:rsidR="0027461E" w:rsidRPr="004611CF">
        <w:t xml:space="preserve"> and descriptions</w:t>
      </w:r>
    </w:p>
    <w:p w14:paraId="33D93E5A" w14:textId="2AB522C0" w:rsidR="002E27EE" w:rsidRPr="004611CF" w:rsidRDefault="002E27EE" w:rsidP="002E27EE">
      <w:r w:rsidRPr="004611CF">
        <w:t xml:space="preserve">The example mutation files are a set of </w:t>
      </w:r>
      <w:r w:rsidR="00A558FD">
        <w:t xml:space="preserve">XML </w:t>
      </w:r>
      <w:r w:rsidRPr="004611CF">
        <w:t>files</w:t>
      </w:r>
      <w:r w:rsidR="00A558FD">
        <w:t xml:space="preserve"> validated against XSD v24.4</w:t>
      </w:r>
      <w:r w:rsidRPr="004611CF">
        <w:t xml:space="preserve"> containing </w:t>
      </w:r>
      <w:r w:rsidR="006664A4">
        <w:t xml:space="preserve">example </w:t>
      </w:r>
      <w:r w:rsidRPr="004611CF">
        <w:t xml:space="preserve">records </w:t>
      </w:r>
      <w:r w:rsidR="006664A4">
        <w:t xml:space="preserve">that go through </w:t>
      </w:r>
      <w:r w:rsidRPr="004611CF">
        <w:t xml:space="preserve">a sequence of mutations over a span of time. Each </w:t>
      </w:r>
      <w:r w:rsidR="006664A4">
        <w:t xml:space="preserve">example </w:t>
      </w:r>
      <w:r w:rsidRPr="004611CF">
        <w:t>represents a mutation happening at a different date</w:t>
      </w:r>
      <w:r w:rsidR="0027461E" w:rsidRPr="004611CF">
        <w:t>,</w:t>
      </w:r>
      <w:r w:rsidRPr="004611CF">
        <w:t xml:space="preserve"> </w:t>
      </w:r>
      <w:r w:rsidR="0027461E" w:rsidRPr="004611CF">
        <w:t>s</w:t>
      </w:r>
      <w:r w:rsidRPr="004611CF">
        <w:t>tarting off with the oldest mutation and following up all the examples towards the end where the latest mutation happens.</w:t>
      </w:r>
    </w:p>
    <w:p w14:paraId="0E1B29DA" w14:textId="0138DB85" w:rsidR="0027461E" w:rsidRPr="004611CF" w:rsidRDefault="00C87A5D" w:rsidP="002E27EE">
      <w:r w:rsidRPr="004611CF">
        <w:t xml:space="preserve">The examples included are for all 3 regions with each region having the appropriate filename and ‘source’ tag within the mutation file.  In this document each </w:t>
      </w:r>
      <w:r w:rsidR="00BC266C">
        <w:t>example has a number which corresponds to the number within the xml mutation files.</w:t>
      </w:r>
    </w:p>
    <w:p w14:paraId="3F09E437" w14:textId="6B543EDC" w:rsidR="00C87A5D" w:rsidRPr="004611CF" w:rsidRDefault="00C87A5D" w:rsidP="002E27EE">
      <w:r w:rsidRPr="004611CF">
        <w:t xml:space="preserve">The example </w:t>
      </w:r>
      <w:r w:rsidR="00924E87">
        <w:t xml:space="preserve">xml </w:t>
      </w:r>
      <w:r w:rsidRPr="004611CF">
        <w:t>files are commented to aid in identifying the corresponding description within this document.</w:t>
      </w:r>
      <w:r w:rsidR="0032370B">
        <w:br/>
      </w:r>
    </w:p>
    <w:p w14:paraId="553BCB5F" w14:textId="313E911C" w:rsidR="002E27EE" w:rsidRPr="004611CF" w:rsidRDefault="002E27EE" w:rsidP="002E27EE">
      <w:pPr>
        <w:framePr w:vSpace="301" w:wrap="around" w:vAnchor="text" w:hAnchor="text" w:y="1"/>
        <w:pBdr>
          <w:top w:val="single" w:sz="24" w:space="10" w:color="B6E7DD" w:themeColor="accent5"/>
          <w:left w:val="single" w:sz="24" w:space="10" w:color="B6E7DD" w:themeColor="accent5"/>
          <w:bottom w:val="single" w:sz="24" w:space="10" w:color="B6E7DD" w:themeColor="accent5"/>
          <w:right w:val="single" w:sz="24" w:space="10" w:color="B6E7DD" w:themeColor="accent5"/>
        </w:pBdr>
      </w:pPr>
      <w:r w:rsidRPr="004611CF">
        <w:rPr>
          <w:rStyle w:val="Strong"/>
        </w:rPr>
        <w:t>Note:</w:t>
      </w:r>
      <w:r w:rsidRPr="004611CF">
        <w:t xml:space="preserve"> All record data are strictly examples and do not reflect real address data.</w:t>
      </w:r>
    </w:p>
    <w:p w14:paraId="76E2943C" w14:textId="6F1E1960" w:rsidR="002E27EE" w:rsidRPr="004611CF" w:rsidRDefault="002E27EE" w:rsidP="002C5C7C">
      <w:pPr>
        <w:pStyle w:val="Heading3"/>
      </w:pPr>
    </w:p>
    <w:p w14:paraId="4C5B74A2" w14:textId="77777777" w:rsidR="002E27EE" w:rsidRPr="004611CF" w:rsidRDefault="002E27EE" w:rsidP="002C5C7C">
      <w:pPr>
        <w:pStyle w:val="Heading3"/>
      </w:pPr>
    </w:p>
    <w:p w14:paraId="7108080B" w14:textId="304DBA61" w:rsidR="002E27EE" w:rsidRPr="004611CF" w:rsidRDefault="002E27EE" w:rsidP="00C943E8">
      <w:pPr>
        <w:pStyle w:val="Heading2"/>
      </w:pPr>
      <w:r w:rsidRPr="004611CF">
        <w:br w:type="page"/>
      </w:r>
      <w:bookmarkStart w:id="3" w:name="_Toc184897096"/>
      <w:r w:rsidR="00C87A5D" w:rsidRPr="004611CF">
        <w:lastRenderedPageBreak/>
        <w:t>Examples Brussels</w:t>
      </w:r>
      <w:bookmarkEnd w:id="3"/>
    </w:p>
    <w:p w14:paraId="1C9FD066" w14:textId="4C001C93" w:rsidR="00945056" w:rsidRDefault="00945056" w:rsidP="00945056">
      <w:pPr>
        <w:pStyle w:val="Heading3"/>
      </w:pPr>
      <w:bookmarkStart w:id="4" w:name="_Toc137824078"/>
      <w:bookmarkStart w:id="5" w:name="_Toc184897097"/>
      <w:r>
        <w:t>Scenario: Creating a new municipality and new postal info. [s3</w:t>
      </w:r>
      <w:r w:rsidR="00924E87">
        <w:t>-4</w:t>
      </w:r>
      <w:r>
        <w:t>]</w:t>
      </w:r>
      <w:bookmarkEnd w:id="4"/>
      <w:bookmarkEnd w:id="5"/>
    </w:p>
    <w:p w14:paraId="57FB4AFD" w14:textId="20181364" w:rsidR="00202056" w:rsidRPr="00202056" w:rsidRDefault="00202056" w:rsidP="00202056">
      <w:pPr>
        <w:pStyle w:val="Heading4"/>
        <w:rPr>
          <w:sz w:val="22"/>
          <w:szCs w:val="28"/>
        </w:rPr>
      </w:pPr>
      <w:r w:rsidRPr="00211030">
        <w:rPr>
          <w:sz w:val="22"/>
          <w:szCs w:val="28"/>
        </w:rPr>
        <w:t xml:space="preserve">[Mutation </w:t>
      </w:r>
      <w:r w:rsidR="00BC266C">
        <w:rPr>
          <w:sz w:val="22"/>
          <w:szCs w:val="28"/>
        </w:rPr>
        <w:t xml:space="preserve">file: </w:t>
      </w:r>
      <w:r w:rsidR="00BC266C" w:rsidRPr="00BC266C">
        <w:rPr>
          <w:sz w:val="22"/>
          <w:szCs w:val="28"/>
        </w:rPr>
        <w:t>BeStAddress_MBelgium20221123.zip</w:t>
      </w:r>
      <w:r w:rsidRPr="00211030">
        <w:rPr>
          <w:sz w:val="22"/>
          <w:szCs w:val="28"/>
        </w:rPr>
        <w:t xml:space="preserve">] </w:t>
      </w:r>
      <w:r w:rsidRPr="00211030">
        <w:rPr>
          <w:sz w:val="22"/>
          <w:szCs w:val="28"/>
        </w:rPr>
        <w:br/>
        <w:t>Example file: Brussels_M_20221123_L72</w:t>
      </w:r>
    </w:p>
    <w:p w14:paraId="303CB399" w14:textId="4CBA1B32" w:rsidR="00C943E8" w:rsidRPr="004611CF" w:rsidRDefault="00C87A5D" w:rsidP="00C87A5D">
      <w:r w:rsidRPr="004611CF">
        <w:t xml:space="preserve">Starting off with creating 2 </w:t>
      </w:r>
      <w:r w:rsidRPr="00924E87">
        <w:rPr>
          <w:b/>
          <w:bCs/>
        </w:rPr>
        <w:t>new</w:t>
      </w:r>
      <w:r w:rsidRPr="004611CF">
        <w:t xml:space="preserve"> records a </w:t>
      </w:r>
      <w:r w:rsidRPr="004611CF">
        <w:rPr>
          <w:b/>
          <w:bCs/>
        </w:rPr>
        <w:t>municipality</w:t>
      </w:r>
      <w:r w:rsidR="00924E87">
        <w:rPr>
          <w:b/>
          <w:bCs/>
        </w:rPr>
        <w:t xml:space="preserve"> (scenario 4)</w:t>
      </w:r>
      <w:r w:rsidRPr="004611CF">
        <w:t xml:space="preserve"> record and immediately a </w:t>
      </w:r>
      <w:r w:rsidR="00924E87" w:rsidRPr="00924E87">
        <w:rPr>
          <w:b/>
          <w:bCs/>
        </w:rPr>
        <w:t>new</w:t>
      </w:r>
      <w:r w:rsidR="00924E87">
        <w:t xml:space="preserve"> </w:t>
      </w:r>
      <w:r w:rsidRPr="004611CF">
        <w:rPr>
          <w:b/>
          <w:bCs/>
        </w:rPr>
        <w:t>postal Info</w:t>
      </w:r>
      <w:r w:rsidR="00924E87">
        <w:rPr>
          <w:b/>
          <w:bCs/>
        </w:rPr>
        <w:t xml:space="preserve"> (scenario 3)</w:t>
      </w:r>
      <w:r w:rsidRPr="004611CF">
        <w:t>.</w:t>
      </w:r>
      <w:r w:rsidRPr="004611CF">
        <w:br/>
        <w:t>Below are some details of these new records, the complete details should be viewed within the mutation file itself.</w:t>
      </w:r>
    </w:p>
    <w:p w14:paraId="294C7BC6" w14:textId="77777777" w:rsidR="00C943E8" w:rsidRPr="004611CF" w:rsidRDefault="00C943E8" w:rsidP="00C943E8">
      <w:pPr>
        <w:pStyle w:val="Heading4"/>
      </w:pPr>
      <w:r w:rsidRPr="004611CF">
        <w:t>Example 1 - [ADD] Municipality</w:t>
      </w:r>
    </w:p>
    <w:tbl>
      <w:tblPr>
        <w:tblStyle w:val="TableGrid"/>
        <w:tblW w:w="0" w:type="auto"/>
        <w:tblLook w:val="04A0" w:firstRow="1" w:lastRow="0" w:firstColumn="1" w:lastColumn="0" w:noHBand="0" w:noVBand="1"/>
      </w:tblPr>
      <w:tblGrid>
        <w:gridCol w:w="2263"/>
        <w:gridCol w:w="5812"/>
      </w:tblGrid>
      <w:tr w:rsidR="00C943E8" w:rsidRPr="004611CF" w14:paraId="6D2C73A0" w14:textId="77777777" w:rsidTr="00997E64">
        <w:trPr>
          <w:trHeight w:val="319"/>
        </w:trPr>
        <w:tc>
          <w:tcPr>
            <w:tcW w:w="2263" w:type="dxa"/>
          </w:tcPr>
          <w:p w14:paraId="7635173E" w14:textId="77777777" w:rsidR="00C943E8" w:rsidRPr="004611CF" w:rsidRDefault="00C943E8" w:rsidP="00997E64">
            <w:r w:rsidRPr="004611CF">
              <w:t>Namespace</w:t>
            </w:r>
          </w:p>
        </w:tc>
        <w:tc>
          <w:tcPr>
            <w:tcW w:w="5812" w:type="dxa"/>
          </w:tcPr>
          <w:p w14:paraId="6DC9AE31" w14:textId="77777777" w:rsidR="00C943E8" w:rsidRPr="004611CF" w:rsidRDefault="00C943E8" w:rsidP="00997E64">
            <w:r w:rsidRPr="004611CF">
              <w:t>https://databrussels.be/id/municipality</w:t>
            </w:r>
          </w:p>
        </w:tc>
      </w:tr>
      <w:tr w:rsidR="00C943E8" w:rsidRPr="004611CF" w14:paraId="432ACC02" w14:textId="77777777" w:rsidTr="00997E64">
        <w:tc>
          <w:tcPr>
            <w:tcW w:w="2263" w:type="dxa"/>
          </w:tcPr>
          <w:p w14:paraId="5D5CBBA2" w14:textId="77777777" w:rsidR="00C943E8" w:rsidRPr="004611CF" w:rsidRDefault="00C943E8" w:rsidP="00997E64">
            <w:r w:rsidRPr="004611CF">
              <w:t>Object identifier</w:t>
            </w:r>
          </w:p>
        </w:tc>
        <w:tc>
          <w:tcPr>
            <w:tcW w:w="5812" w:type="dxa"/>
          </w:tcPr>
          <w:p w14:paraId="49970F17" w14:textId="77777777" w:rsidR="00C943E8" w:rsidRPr="004611CF" w:rsidRDefault="00C943E8" w:rsidP="00997E64">
            <w:r w:rsidRPr="004611CF">
              <w:t>21013</w:t>
            </w:r>
          </w:p>
        </w:tc>
      </w:tr>
      <w:tr w:rsidR="00C943E8" w:rsidRPr="004611CF" w14:paraId="2D919A40" w14:textId="77777777" w:rsidTr="00997E64">
        <w:tc>
          <w:tcPr>
            <w:tcW w:w="2263" w:type="dxa"/>
          </w:tcPr>
          <w:p w14:paraId="5BE13CB8" w14:textId="77777777" w:rsidR="00C943E8" w:rsidRPr="004611CF" w:rsidRDefault="00C943E8" w:rsidP="00997E64">
            <w:r w:rsidRPr="004611CF">
              <w:t>Version Identifier</w:t>
            </w:r>
          </w:p>
        </w:tc>
        <w:tc>
          <w:tcPr>
            <w:tcW w:w="5812" w:type="dxa"/>
          </w:tcPr>
          <w:p w14:paraId="6AE3506F" w14:textId="77777777" w:rsidR="00C943E8" w:rsidRPr="004611CF" w:rsidRDefault="00C943E8" w:rsidP="00997E64">
            <w:r w:rsidRPr="004611CF">
              <w:t>1</w:t>
            </w:r>
          </w:p>
        </w:tc>
      </w:tr>
      <w:tr w:rsidR="00C943E8" w:rsidRPr="004611CF" w14:paraId="4875186E" w14:textId="77777777" w:rsidTr="00997E64">
        <w:tc>
          <w:tcPr>
            <w:tcW w:w="2263" w:type="dxa"/>
          </w:tcPr>
          <w:p w14:paraId="45D760B1" w14:textId="77777777" w:rsidR="00C943E8" w:rsidRPr="004611CF" w:rsidRDefault="00C943E8" w:rsidP="00997E64">
            <w:r w:rsidRPr="004611CF">
              <w:t xml:space="preserve">Spelling </w:t>
            </w:r>
            <w:proofErr w:type="spellStart"/>
            <w:r w:rsidRPr="004611CF">
              <w:t>fr</w:t>
            </w:r>
            <w:proofErr w:type="spellEnd"/>
          </w:p>
        </w:tc>
        <w:tc>
          <w:tcPr>
            <w:tcW w:w="5812" w:type="dxa"/>
          </w:tcPr>
          <w:p w14:paraId="72A53F2A" w14:textId="77777777" w:rsidR="00C943E8" w:rsidRPr="004611CF" w:rsidRDefault="00C943E8" w:rsidP="00997E64">
            <w:proofErr w:type="spellStart"/>
            <w:r w:rsidRPr="004611CF">
              <w:t>Ganshoren</w:t>
            </w:r>
            <w:proofErr w:type="spellEnd"/>
            <w:r w:rsidRPr="004611CF">
              <w:t xml:space="preserve"> I</w:t>
            </w:r>
          </w:p>
        </w:tc>
      </w:tr>
      <w:tr w:rsidR="00C943E8" w:rsidRPr="004611CF" w14:paraId="44A7A22F" w14:textId="77777777" w:rsidTr="00997E64">
        <w:tc>
          <w:tcPr>
            <w:tcW w:w="2263" w:type="dxa"/>
          </w:tcPr>
          <w:p w14:paraId="4F371CA3" w14:textId="77777777" w:rsidR="00C943E8" w:rsidRPr="004611CF" w:rsidRDefault="00C943E8" w:rsidP="00997E64">
            <w:r w:rsidRPr="004611CF">
              <w:t xml:space="preserve">Spelling </w:t>
            </w:r>
            <w:proofErr w:type="spellStart"/>
            <w:r w:rsidRPr="004611CF">
              <w:t>nl</w:t>
            </w:r>
            <w:proofErr w:type="spellEnd"/>
          </w:p>
        </w:tc>
        <w:tc>
          <w:tcPr>
            <w:tcW w:w="5812" w:type="dxa"/>
          </w:tcPr>
          <w:p w14:paraId="1052698B" w14:textId="77777777" w:rsidR="00C943E8" w:rsidRPr="004611CF" w:rsidRDefault="00C943E8" w:rsidP="00997E64">
            <w:proofErr w:type="spellStart"/>
            <w:r w:rsidRPr="004611CF">
              <w:t>Ganshoren</w:t>
            </w:r>
            <w:proofErr w:type="spellEnd"/>
            <w:r w:rsidRPr="004611CF">
              <w:t xml:space="preserve"> I</w:t>
            </w:r>
          </w:p>
        </w:tc>
      </w:tr>
      <w:tr w:rsidR="00C943E8" w:rsidRPr="004611CF" w14:paraId="0EE40758" w14:textId="77777777" w:rsidTr="00997E64">
        <w:tc>
          <w:tcPr>
            <w:tcW w:w="2263" w:type="dxa"/>
          </w:tcPr>
          <w:p w14:paraId="6E05B0C0" w14:textId="77777777" w:rsidR="00C943E8" w:rsidRPr="004611CF" w:rsidRDefault="00C943E8" w:rsidP="00997E64">
            <w:r w:rsidRPr="004611CF">
              <w:t>Status</w:t>
            </w:r>
          </w:p>
        </w:tc>
        <w:tc>
          <w:tcPr>
            <w:tcW w:w="5812" w:type="dxa"/>
          </w:tcPr>
          <w:p w14:paraId="6B5AA11F" w14:textId="77777777" w:rsidR="00C943E8" w:rsidRPr="004611CF" w:rsidRDefault="00C943E8" w:rsidP="00997E64">
            <w:r w:rsidRPr="004611CF">
              <w:t>Current</w:t>
            </w:r>
          </w:p>
        </w:tc>
      </w:tr>
      <w:tr w:rsidR="00C943E8" w:rsidRPr="004611CF" w14:paraId="1C00E06B" w14:textId="77777777" w:rsidTr="00997E64">
        <w:tc>
          <w:tcPr>
            <w:tcW w:w="2263" w:type="dxa"/>
          </w:tcPr>
          <w:p w14:paraId="5CFA6FCB" w14:textId="77777777" w:rsidR="00C943E8" w:rsidRPr="004611CF" w:rsidRDefault="00C943E8" w:rsidP="00997E64">
            <w:proofErr w:type="spellStart"/>
            <w:r w:rsidRPr="004611CF">
              <w:t>validFrom</w:t>
            </w:r>
            <w:proofErr w:type="spellEnd"/>
          </w:p>
        </w:tc>
        <w:tc>
          <w:tcPr>
            <w:tcW w:w="5812" w:type="dxa"/>
          </w:tcPr>
          <w:p w14:paraId="0E9F9AC3" w14:textId="77777777" w:rsidR="00C943E8" w:rsidRPr="004611CF" w:rsidRDefault="00C943E8" w:rsidP="00997E64">
            <w:r w:rsidRPr="004611CF">
              <w:t>2022-11-23T10:32:58</w:t>
            </w:r>
          </w:p>
        </w:tc>
      </w:tr>
      <w:tr w:rsidR="00C943E8" w:rsidRPr="004611CF" w14:paraId="74FCA0DB" w14:textId="77777777" w:rsidTr="00997E64">
        <w:tc>
          <w:tcPr>
            <w:tcW w:w="2263" w:type="dxa"/>
          </w:tcPr>
          <w:p w14:paraId="68AE1779" w14:textId="77777777" w:rsidR="00C943E8" w:rsidRPr="004611CF" w:rsidRDefault="00C943E8" w:rsidP="00997E64">
            <w:proofErr w:type="spellStart"/>
            <w:r w:rsidRPr="004611CF">
              <w:t>validTo</w:t>
            </w:r>
            <w:proofErr w:type="spellEnd"/>
          </w:p>
        </w:tc>
        <w:tc>
          <w:tcPr>
            <w:tcW w:w="5812" w:type="dxa"/>
          </w:tcPr>
          <w:p w14:paraId="79C77C68" w14:textId="77777777" w:rsidR="00C943E8" w:rsidRPr="004611CF" w:rsidRDefault="00C943E8" w:rsidP="00997E64">
            <w:r w:rsidRPr="004611CF">
              <w:t>N/A</w:t>
            </w:r>
          </w:p>
        </w:tc>
      </w:tr>
      <w:tr w:rsidR="00C943E8" w:rsidRPr="004611CF" w14:paraId="1EE7725B" w14:textId="77777777" w:rsidTr="00997E64">
        <w:tc>
          <w:tcPr>
            <w:tcW w:w="2263" w:type="dxa"/>
          </w:tcPr>
          <w:p w14:paraId="1AB3F429" w14:textId="77777777" w:rsidR="00C943E8" w:rsidRPr="004611CF" w:rsidRDefault="00C943E8" w:rsidP="00997E64">
            <w:r w:rsidRPr="004611CF">
              <w:t>Predecessor</w:t>
            </w:r>
          </w:p>
        </w:tc>
        <w:tc>
          <w:tcPr>
            <w:tcW w:w="5812" w:type="dxa"/>
          </w:tcPr>
          <w:p w14:paraId="04AA9374" w14:textId="77777777" w:rsidR="00C943E8" w:rsidRPr="004611CF" w:rsidRDefault="00C943E8" w:rsidP="00997E64">
            <w:r w:rsidRPr="004611CF">
              <w:t>N/A</w:t>
            </w:r>
          </w:p>
        </w:tc>
      </w:tr>
      <w:tr w:rsidR="00C943E8" w:rsidRPr="004611CF" w14:paraId="24712EE9" w14:textId="77777777" w:rsidTr="00997E64">
        <w:tc>
          <w:tcPr>
            <w:tcW w:w="2263" w:type="dxa"/>
          </w:tcPr>
          <w:p w14:paraId="301ABCCA" w14:textId="77777777" w:rsidR="00C943E8" w:rsidRPr="004611CF" w:rsidRDefault="00C943E8" w:rsidP="00997E64">
            <w:r w:rsidRPr="004611CF">
              <w:t>Successor</w:t>
            </w:r>
          </w:p>
        </w:tc>
        <w:tc>
          <w:tcPr>
            <w:tcW w:w="5812" w:type="dxa"/>
          </w:tcPr>
          <w:p w14:paraId="0CC95FE9" w14:textId="77777777" w:rsidR="00C943E8" w:rsidRPr="004611CF" w:rsidRDefault="00C943E8" w:rsidP="00997E64">
            <w:r w:rsidRPr="004611CF">
              <w:t>N/A</w:t>
            </w:r>
          </w:p>
        </w:tc>
      </w:tr>
    </w:tbl>
    <w:p w14:paraId="25215C24" w14:textId="3C360850" w:rsidR="00C943E8" w:rsidRPr="004611CF" w:rsidRDefault="00C943E8" w:rsidP="00C943E8"/>
    <w:p w14:paraId="7FE9A9D8" w14:textId="77777777" w:rsidR="00C943E8" w:rsidRPr="004611CF" w:rsidRDefault="00C943E8">
      <w:pPr>
        <w:suppressAutoHyphens w:val="0"/>
        <w:spacing w:after="0" w:line="240" w:lineRule="auto"/>
      </w:pPr>
      <w:r w:rsidRPr="004611CF">
        <w:br w:type="page"/>
      </w:r>
    </w:p>
    <w:p w14:paraId="3CB30E3D" w14:textId="77777777" w:rsidR="00C943E8" w:rsidRPr="004611CF" w:rsidRDefault="00C943E8" w:rsidP="00C943E8"/>
    <w:p w14:paraId="0BD88D19" w14:textId="77777777" w:rsidR="00C943E8" w:rsidRPr="004611CF" w:rsidRDefault="00C943E8" w:rsidP="00C943E8">
      <w:pPr>
        <w:pStyle w:val="Heading4"/>
      </w:pPr>
      <w:r w:rsidRPr="004611CF">
        <w:t>Example 2 - [ADD] Postal info</w:t>
      </w:r>
    </w:p>
    <w:tbl>
      <w:tblPr>
        <w:tblStyle w:val="TableGrid"/>
        <w:tblW w:w="0" w:type="auto"/>
        <w:tblLook w:val="04A0" w:firstRow="1" w:lastRow="0" w:firstColumn="1" w:lastColumn="0" w:noHBand="0" w:noVBand="1"/>
      </w:tblPr>
      <w:tblGrid>
        <w:gridCol w:w="2263"/>
        <w:gridCol w:w="5812"/>
      </w:tblGrid>
      <w:tr w:rsidR="00C943E8" w:rsidRPr="004611CF" w14:paraId="19FC797E" w14:textId="77777777" w:rsidTr="00997E64">
        <w:trPr>
          <w:trHeight w:val="319"/>
        </w:trPr>
        <w:tc>
          <w:tcPr>
            <w:tcW w:w="2263" w:type="dxa"/>
          </w:tcPr>
          <w:p w14:paraId="0DA9BE85" w14:textId="77777777" w:rsidR="00C943E8" w:rsidRPr="004611CF" w:rsidRDefault="00C943E8" w:rsidP="00997E64">
            <w:r w:rsidRPr="004611CF">
              <w:t>Namespace</w:t>
            </w:r>
          </w:p>
        </w:tc>
        <w:tc>
          <w:tcPr>
            <w:tcW w:w="5812" w:type="dxa"/>
          </w:tcPr>
          <w:p w14:paraId="43FE9DE7" w14:textId="77777777" w:rsidR="00C943E8" w:rsidRPr="004611CF" w:rsidRDefault="00C943E8" w:rsidP="00997E64">
            <w:r w:rsidRPr="004611CF">
              <w:t>https://databrussels.be/id/postalinfo</w:t>
            </w:r>
          </w:p>
        </w:tc>
      </w:tr>
      <w:tr w:rsidR="00C943E8" w:rsidRPr="004611CF" w14:paraId="14AEEBB9" w14:textId="77777777" w:rsidTr="00997E64">
        <w:tc>
          <w:tcPr>
            <w:tcW w:w="2263" w:type="dxa"/>
          </w:tcPr>
          <w:p w14:paraId="05CD90B2" w14:textId="77777777" w:rsidR="00C943E8" w:rsidRPr="004611CF" w:rsidRDefault="00C943E8" w:rsidP="00997E64">
            <w:r w:rsidRPr="004611CF">
              <w:t>Object identifier</w:t>
            </w:r>
          </w:p>
        </w:tc>
        <w:tc>
          <w:tcPr>
            <w:tcW w:w="5812" w:type="dxa"/>
          </w:tcPr>
          <w:p w14:paraId="3A34BFCD" w14:textId="77777777" w:rsidR="00C943E8" w:rsidRPr="004611CF" w:rsidRDefault="00C943E8" w:rsidP="00997E64">
            <w:r w:rsidRPr="004611CF">
              <w:t>2000</w:t>
            </w:r>
          </w:p>
        </w:tc>
      </w:tr>
      <w:tr w:rsidR="00C943E8" w:rsidRPr="004611CF" w14:paraId="38066C36" w14:textId="77777777" w:rsidTr="00997E64">
        <w:tc>
          <w:tcPr>
            <w:tcW w:w="2263" w:type="dxa"/>
          </w:tcPr>
          <w:p w14:paraId="1595E04A" w14:textId="77777777" w:rsidR="00C943E8" w:rsidRPr="004611CF" w:rsidRDefault="00C943E8" w:rsidP="00997E64">
            <w:r w:rsidRPr="004611CF">
              <w:t>Version Identifier</w:t>
            </w:r>
          </w:p>
        </w:tc>
        <w:tc>
          <w:tcPr>
            <w:tcW w:w="5812" w:type="dxa"/>
          </w:tcPr>
          <w:p w14:paraId="31CA46AF" w14:textId="77777777" w:rsidR="00C943E8" w:rsidRPr="004611CF" w:rsidRDefault="00C943E8" w:rsidP="00997E64">
            <w:r w:rsidRPr="004611CF">
              <w:t>1</w:t>
            </w:r>
          </w:p>
        </w:tc>
      </w:tr>
      <w:tr w:rsidR="00C943E8" w:rsidRPr="004611CF" w14:paraId="0069E94B" w14:textId="77777777" w:rsidTr="00997E64">
        <w:tc>
          <w:tcPr>
            <w:tcW w:w="2263" w:type="dxa"/>
          </w:tcPr>
          <w:p w14:paraId="697215C7" w14:textId="77777777" w:rsidR="00C943E8" w:rsidRPr="004611CF" w:rsidRDefault="00C943E8" w:rsidP="00997E64">
            <w:r w:rsidRPr="004611CF">
              <w:t xml:space="preserve">Spelling </w:t>
            </w:r>
            <w:proofErr w:type="spellStart"/>
            <w:r w:rsidRPr="004611CF">
              <w:t>fr</w:t>
            </w:r>
            <w:proofErr w:type="spellEnd"/>
          </w:p>
        </w:tc>
        <w:tc>
          <w:tcPr>
            <w:tcW w:w="5812" w:type="dxa"/>
          </w:tcPr>
          <w:p w14:paraId="58BA5C0B" w14:textId="77777777" w:rsidR="00C943E8" w:rsidRPr="004611CF" w:rsidRDefault="00C943E8" w:rsidP="00997E64">
            <w:proofErr w:type="spellStart"/>
            <w:r w:rsidRPr="004611CF">
              <w:t>Ganshoren</w:t>
            </w:r>
            <w:proofErr w:type="spellEnd"/>
            <w:r w:rsidRPr="004611CF">
              <w:t xml:space="preserve"> I</w:t>
            </w:r>
          </w:p>
        </w:tc>
      </w:tr>
      <w:tr w:rsidR="00C943E8" w:rsidRPr="004611CF" w14:paraId="11BD6E5A" w14:textId="77777777" w:rsidTr="00997E64">
        <w:tc>
          <w:tcPr>
            <w:tcW w:w="2263" w:type="dxa"/>
          </w:tcPr>
          <w:p w14:paraId="7A2786CF" w14:textId="77777777" w:rsidR="00C943E8" w:rsidRPr="004611CF" w:rsidRDefault="00C943E8" w:rsidP="00997E64">
            <w:r w:rsidRPr="004611CF">
              <w:t xml:space="preserve">Spelling </w:t>
            </w:r>
            <w:proofErr w:type="spellStart"/>
            <w:r w:rsidRPr="004611CF">
              <w:t>nl</w:t>
            </w:r>
            <w:proofErr w:type="spellEnd"/>
          </w:p>
        </w:tc>
        <w:tc>
          <w:tcPr>
            <w:tcW w:w="5812" w:type="dxa"/>
          </w:tcPr>
          <w:p w14:paraId="596BA59D" w14:textId="77777777" w:rsidR="00C943E8" w:rsidRPr="004611CF" w:rsidRDefault="00C943E8" w:rsidP="00997E64">
            <w:proofErr w:type="spellStart"/>
            <w:r w:rsidRPr="004611CF">
              <w:t>Ganshoren</w:t>
            </w:r>
            <w:proofErr w:type="spellEnd"/>
            <w:r w:rsidRPr="004611CF">
              <w:t xml:space="preserve"> I</w:t>
            </w:r>
          </w:p>
        </w:tc>
      </w:tr>
      <w:tr w:rsidR="00C943E8" w:rsidRPr="004611CF" w14:paraId="77BDE206" w14:textId="77777777" w:rsidTr="00997E64">
        <w:tc>
          <w:tcPr>
            <w:tcW w:w="2263" w:type="dxa"/>
          </w:tcPr>
          <w:p w14:paraId="2B3F1EE8" w14:textId="77777777" w:rsidR="00C943E8" w:rsidRPr="004611CF" w:rsidRDefault="00C943E8" w:rsidP="00997E64">
            <w:r w:rsidRPr="004611CF">
              <w:t>Status</w:t>
            </w:r>
          </w:p>
        </w:tc>
        <w:tc>
          <w:tcPr>
            <w:tcW w:w="5812" w:type="dxa"/>
          </w:tcPr>
          <w:p w14:paraId="2F916434" w14:textId="77777777" w:rsidR="00C943E8" w:rsidRPr="004611CF" w:rsidRDefault="00C943E8" w:rsidP="00997E64">
            <w:r w:rsidRPr="004611CF">
              <w:t>Current</w:t>
            </w:r>
          </w:p>
        </w:tc>
      </w:tr>
      <w:tr w:rsidR="00C943E8" w:rsidRPr="004611CF" w14:paraId="760621AF" w14:textId="77777777" w:rsidTr="00997E64">
        <w:tc>
          <w:tcPr>
            <w:tcW w:w="2263" w:type="dxa"/>
          </w:tcPr>
          <w:p w14:paraId="4A94F6CA" w14:textId="77777777" w:rsidR="00C943E8" w:rsidRPr="004611CF" w:rsidRDefault="00C943E8" w:rsidP="00997E64">
            <w:proofErr w:type="spellStart"/>
            <w:r w:rsidRPr="004611CF">
              <w:t>validFrom</w:t>
            </w:r>
            <w:proofErr w:type="spellEnd"/>
          </w:p>
        </w:tc>
        <w:tc>
          <w:tcPr>
            <w:tcW w:w="5812" w:type="dxa"/>
          </w:tcPr>
          <w:p w14:paraId="4FCC91E7" w14:textId="77777777" w:rsidR="00C943E8" w:rsidRPr="004611CF" w:rsidRDefault="00C943E8" w:rsidP="00997E64">
            <w:r w:rsidRPr="004611CF">
              <w:t>2022-11-23T10:32:58</w:t>
            </w:r>
          </w:p>
        </w:tc>
      </w:tr>
      <w:tr w:rsidR="00C943E8" w:rsidRPr="004611CF" w14:paraId="4DB38AF2" w14:textId="77777777" w:rsidTr="00997E64">
        <w:tc>
          <w:tcPr>
            <w:tcW w:w="2263" w:type="dxa"/>
          </w:tcPr>
          <w:p w14:paraId="64471D73" w14:textId="77777777" w:rsidR="00C943E8" w:rsidRPr="004611CF" w:rsidRDefault="00C943E8" w:rsidP="00997E64">
            <w:proofErr w:type="spellStart"/>
            <w:r w:rsidRPr="004611CF">
              <w:t>validTo</w:t>
            </w:r>
            <w:proofErr w:type="spellEnd"/>
          </w:p>
        </w:tc>
        <w:tc>
          <w:tcPr>
            <w:tcW w:w="5812" w:type="dxa"/>
          </w:tcPr>
          <w:p w14:paraId="1741ADC1" w14:textId="77777777" w:rsidR="00C943E8" w:rsidRPr="004611CF" w:rsidRDefault="00C943E8" w:rsidP="00997E64">
            <w:r w:rsidRPr="004611CF">
              <w:t>N/A</w:t>
            </w:r>
          </w:p>
        </w:tc>
      </w:tr>
      <w:tr w:rsidR="00C943E8" w:rsidRPr="004611CF" w14:paraId="31625061" w14:textId="77777777" w:rsidTr="00997E64">
        <w:tc>
          <w:tcPr>
            <w:tcW w:w="2263" w:type="dxa"/>
          </w:tcPr>
          <w:p w14:paraId="7BE64AD7" w14:textId="77777777" w:rsidR="00C943E8" w:rsidRPr="004611CF" w:rsidRDefault="00C943E8" w:rsidP="00997E64">
            <w:r w:rsidRPr="004611CF">
              <w:t>Predecessor</w:t>
            </w:r>
          </w:p>
        </w:tc>
        <w:tc>
          <w:tcPr>
            <w:tcW w:w="5812" w:type="dxa"/>
          </w:tcPr>
          <w:p w14:paraId="4CD20DA5" w14:textId="77777777" w:rsidR="00C943E8" w:rsidRPr="004611CF" w:rsidRDefault="00C943E8" w:rsidP="00997E64">
            <w:r w:rsidRPr="004611CF">
              <w:t>N/A</w:t>
            </w:r>
          </w:p>
        </w:tc>
      </w:tr>
      <w:tr w:rsidR="00C943E8" w:rsidRPr="004611CF" w14:paraId="603C053D" w14:textId="77777777" w:rsidTr="00997E64">
        <w:tc>
          <w:tcPr>
            <w:tcW w:w="2263" w:type="dxa"/>
          </w:tcPr>
          <w:p w14:paraId="23B2601F" w14:textId="77777777" w:rsidR="00C943E8" w:rsidRPr="004611CF" w:rsidRDefault="00C943E8" w:rsidP="00997E64">
            <w:r w:rsidRPr="004611CF">
              <w:t>Successor</w:t>
            </w:r>
          </w:p>
        </w:tc>
        <w:tc>
          <w:tcPr>
            <w:tcW w:w="5812" w:type="dxa"/>
          </w:tcPr>
          <w:p w14:paraId="0D1E58A9" w14:textId="77777777" w:rsidR="00C943E8" w:rsidRPr="004611CF" w:rsidRDefault="00C943E8" w:rsidP="00997E64">
            <w:r w:rsidRPr="004611CF">
              <w:t>N/A</w:t>
            </w:r>
          </w:p>
        </w:tc>
      </w:tr>
    </w:tbl>
    <w:p w14:paraId="79A1D7B0" w14:textId="77777777" w:rsidR="00C943E8" w:rsidRPr="004611CF" w:rsidRDefault="00C943E8" w:rsidP="00C943E8"/>
    <w:p w14:paraId="731D256F" w14:textId="5D27172B" w:rsidR="00945056" w:rsidRDefault="00C943E8" w:rsidP="00945056">
      <w:pPr>
        <w:pStyle w:val="Heading3"/>
      </w:pPr>
      <w:r w:rsidRPr="004611CF">
        <w:br w:type="page"/>
      </w:r>
      <w:bookmarkStart w:id="6" w:name="_Toc137824079"/>
      <w:bookmarkStart w:id="7" w:name="_Toc184897098"/>
      <w:r w:rsidR="00945056">
        <w:lastRenderedPageBreak/>
        <w:t>Scenario: Creating a new street name and new address. [s</w:t>
      </w:r>
      <w:r w:rsidR="00924E87">
        <w:t>1</w:t>
      </w:r>
      <w:r w:rsidR="00945056">
        <w:t>-</w:t>
      </w:r>
      <w:r w:rsidR="00924E87">
        <w:t>2</w:t>
      </w:r>
      <w:r w:rsidR="00945056">
        <w:t>]</w:t>
      </w:r>
      <w:bookmarkEnd w:id="6"/>
      <w:bookmarkEnd w:id="7"/>
    </w:p>
    <w:p w14:paraId="1EE29064" w14:textId="453D719C" w:rsidR="00C943E8" w:rsidRPr="004611CF" w:rsidRDefault="00945056" w:rsidP="00945056">
      <w:pPr>
        <w:pStyle w:val="Heading4"/>
      </w:pPr>
      <w:r w:rsidRPr="004611CF">
        <w:t>[</w:t>
      </w:r>
      <w:r w:rsidRPr="00211030">
        <w:rPr>
          <w:sz w:val="22"/>
          <w:szCs w:val="28"/>
        </w:rPr>
        <w:t xml:space="preserve">Mutation </w:t>
      </w:r>
      <w:r w:rsidR="00BC266C">
        <w:rPr>
          <w:sz w:val="22"/>
          <w:szCs w:val="28"/>
        </w:rPr>
        <w:t xml:space="preserve">file: </w:t>
      </w:r>
      <w:r w:rsidR="00BC266C" w:rsidRPr="00BC266C">
        <w:rPr>
          <w:sz w:val="22"/>
          <w:szCs w:val="28"/>
        </w:rPr>
        <w:t>BeStAddress_MBelgium20221208.zip</w:t>
      </w:r>
      <w:r w:rsidRPr="00211030">
        <w:rPr>
          <w:sz w:val="22"/>
          <w:szCs w:val="28"/>
        </w:rPr>
        <w:t xml:space="preserve">] </w:t>
      </w:r>
      <w:r w:rsidRPr="00211030">
        <w:rPr>
          <w:sz w:val="22"/>
          <w:szCs w:val="28"/>
        </w:rPr>
        <w:br/>
        <w:t>Example file: Brussels_M_20221208_L72</w:t>
      </w:r>
    </w:p>
    <w:p w14:paraId="74CA1D79" w14:textId="7C4A173C" w:rsidR="00C943E8" w:rsidRPr="004611CF" w:rsidRDefault="00C943E8" w:rsidP="00C943E8">
      <w:r w:rsidRPr="004611CF">
        <w:t xml:space="preserve">In this next mutation file, a </w:t>
      </w:r>
      <w:r w:rsidRPr="00924E87">
        <w:rPr>
          <w:b/>
          <w:bCs/>
        </w:rPr>
        <w:t>new</w:t>
      </w:r>
      <w:r w:rsidRPr="004611CF">
        <w:t xml:space="preserve"> </w:t>
      </w:r>
      <w:r w:rsidRPr="004611CF">
        <w:rPr>
          <w:b/>
          <w:bCs/>
        </w:rPr>
        <w:t>street name</w:t>
      </w:r>
      <w:r w:rsidR="00924E87">
        <w:rPr>
          <w:b/>
          <w:bCs/>
        </w:rPr>
        <w:t xml:space="preserve"> (scenario 2)</w:t>
      </w:r>
      <w:r w:rsidRPr="004611CF">
        <w:t xml:space="preserve"> that references the municipality added previously in the first file, and a </w:t>
      </w:r>
      <w:r w:rsidRPr="00924E87">
        <w:rPr>
          <w:b/>
          <w:bCs/>
        </w:rPr>
        <w:t xml:space="preserve">new </w:t>
      </w:r>
      <w:r w:rsidRPr="004611CF">
        <w:rPr>
          <w:b/>
          <w:bCs/>
        </w:rPr>
        <w:t>address</w:t>
      </w:r>
      <w:r w:rsidR="00924E87">
        <w:rPr>
          <w:b/>
          <w:bCs/>
        </w:rPr>
        <w:t xml:space="preserve"> (scenario 1)</w:t>
      </w:r>
      <w:r w:rsidRPr="004611CF">
        <w:t xml:space="preserve"> that references every record previously added including the new street name.</w:t>
      </w:r>
    </w:p>
    <w:p w14:paraId="08D9A04C" w14:textId="77777777" w:rsidR="00C943E8" w:rsidRPr="004611CF" w:rsidRDefault="00C943E8" w:rsidP="00C943E8">
      <w:pPr>
        <w:pStyle w:val="Heading4"/>
      </w:pPr>
      <w:r w:rsidRPr="004611CF">
        <w:t>Example 3 - [ADD] Street name</w:t>
      </w:r>
    </w:p>
    <w:tbl>
      <w:tblPr>
        <w:tblStyle w:val="TableGrid"/>
        <w:tblW w:w="0" w:type="auto"/>
        <w:tblLook w:val="04A0" w:firstRow="1" w:lastRow="0" w:firstColumn="1" w:lastColumn="0" w:noHBand="0" w:noVBand="1"/>
      </w:tblPr>
      <w:tblGrid>
        <w:gridCol w:w="2263"/>
        <w:gridCol w:w="5954"/>
      </w:tblGrid>
      <w:tr w:rsidR="00C943E8" w:rsidRPr="004611CF" w14:paraId="0D4401C9" w14:textId="77777777" w:rsidTr="00997E64">
        <w:trPr>
          <w:trHeight w:val="319"/>
        </w:trPr>
        <w:tc>
          <w:tcPr>
            <w:tcW w:w="2263" w:type="dxa"/>
          </w:tcPr>
          <w:p w14:paraId="1FE74879" w14:textId="77777777" w:rsidR="00C943E8" w:rsidRPr="004611CF" w:rsidRDefault="00C943E8" w:rsidP="00997E64">
            <w:r w:rsidRPr="004611CF">
              <w:t>Namespace</w:t>
            </w:r>
          </w:p>
        </w:tc>
        <w:tc>
          <w:tcPr>
            <w:tcW w:w="5954" w:type="dxa"/>
          </w:tcPr>
          <w:p w14:paraId="06D3FAAA" w14:textId="77777777" w:rsidR="00C943E8" w:rsidRPr="004611CF" w:rsidRDefault="00C943E8" w:rsidP="00997E64">
            <w:r w:rsidRPr="004611CF">
              <w:t>https://databrussels.be/id/streetname</w:t>
            </w:r>
          </w:p>
        </w:tc>
      </w:tr>
      <w:tr w:rsidR="00C943E8" w:rsidRPr="004611CF" w14:paraId="567EBEAA" w14:textId="77777777" w:rsidTr="00997E64">
        <w:tc>
          <w:tcPr>
            <w:tcW w:w="2263" w:type="dxa"/>
          </w:tcPr>
          <w:p w14:paraId="05052E13" w14:textId="77777777" w:rsidR="00C943E8" w:rsidRPr="004611CF" w:rsidRDefault="00C943E8" w:rsidP="00997E64">
            <w:r w:rsidRPr="004611CF">
              <w:t>Object identifier</w:t>
            </w:r>
          </w:p>
        </w:tc>
        <w:tc>
          <w:tcPr>
            <w:tcW w:w="5954" w:type="dxa"/>
          </w:tcPr>
          <w:p w14:paraId="32C54F44" w14:textId="77777777" w:rsidR="00C943E8" w:rsidRPr="004611CF" w:rsidRDefault="00C943E8" w:rsidP="00997E64">
            <w:r w:rsidRPr="004611CF">
              <w:t>7964</w:t>
            </w:r>
          </w:p>
        </w:tc>
      </w:tr>
      <w:tr w:rsidR="00C943E8" w:rsidRPr="004611CF" w14:paraId="79C53A5A" w14:textId="77777777" w:rsidTr="00997E64">
        <w:tc>
          <w:tcPr>
            <w:tcW w:w="2263" w:type="dxa"/>
          </w:tcPr>
          <w:p w14:paraId="57656D3A" w14:textId="77777777" w:rsidR="00C943E8" w:rsidRPr="004611CF" w:rsidRDefault="00C943E8" w:rsidP="00997E64">
            <w:r w:rsidRPr="004611CF">
              <w:t>Version Identifier</w:t>
            </w:r>
          </w:p>
        </w:tc>
        <w:tc>
          <w:tcPr>
            <w:tcW w:w="5954" w:type="dxa"/>
          </w:tcPr>
          <w:p w14:paraId="691C325E" w14:textId="77777777" w:rsidR="00C943E8" w:rsidRPr="004611CF" w:rsidRDefault="00C943E8" w:rsidP="00997E64">
            <w:r w:rsidRPr="004611CF">
              <w:t>1</w:t>
            </w:r>
          </w:p>
        </w:tc>
      </w:tr>
      <w:tr w:rsidR="00C943E8" w:rsidRPr="004611CF" w14:paraId="0BA87CE2" w14:textId="77777777" w:rsidTr="00997E64">
        <w:tc>
          <w:tcPr>
            <w:tcW w:w="2263" w:type="dxa"/>
          </w:tcPr>
          <w:p w14:paraId="1E5C98B7" w14:textId="77777777" w:rsidR="00C943E8" w:rsidRPr="004611CF" w:rsidRDefault="00C943E8" w:rsidP="00997E64">
            <w:r w:rsidRPr="004611CF">
              <w:t xml:space="preserve">Spelling </w:t>
            </w:r>
            <w:proofErr w:type="spellStart"/>
            <w:r w:rsidRPr="004611CF">
              <w:t>fr</w:t>
            </w:r>
            <w:proofErr w:type="spellEnd"/>
          </w:p>
        </w:tc>
        <w:tc>
          <w:tcPr>
            <w:tcW w:w="5954" w:type="dxa"/>
          </w:tcPr>
          <w:p w14:paraId="615B6E6F" w14:textId="77777777" w:rsidR="00C943E8" w:rsidRPr="004611CF" w:rsidRDefault="00C943E8" w:rsidP="00997E64">
            <w:proofErr w:type="spellStart"/>
            <w:r w:rsidRPr="004611CF">
              <w:t>Dixième</w:t>
            </w:r>
            <w:proofErr w:type="spellEnd"/>
            <w:r w:rsidRPr="004611CF">
              <w:t xml:space="preserve"> Rue du Test</w:t>
            </w:r>
          </w:p>
        </w:tc>
      </w:tr>
      <w:tr w:rsidR="00C943E8" w:rsidRPr="004611CF" w14:paraId="11E7136B" w14:textId="77777777" w:rsidTr="00997E64">
        <w:tc>
          <w:tcPr>
            <w:tcW w:w="2263" w:type="dxa"/>
          </w:tcPr>
          <w:p w14:paraId="59CB946F" w14:textId="77777777" w:rsidR="00C943E8" w:rsidRPr="004611CF" w:rsidRDefault="00C943E8" w:rsidP="00997E64">
            <w:r w:rsidRPr="004611CF">
              <w:t>Assigned by municipality</w:t>
            </w:r>
          </w:p>
        </w:tc>
        <w:tc>
          <w:tcPr>
            <w:tcW w:w="5954" w:type="dxa"/>
          </w:tcPr>
          <w:p w14:paraId="720A5836" w14:textId="77777777" w:rsidR="00C943E8" w:rsidRPr="004611CF" w:rsidRDefault="00C943E8" w:rsidP="00997E64">
            <w:r w:rsidRPr="004611CF">
              <w:t>Namespace: https://databrussels.be/id/municipality</w:t>
            </w:r>
            <w:r w:rsidRPr="004611CF">
              <w:br/>
            </w:r>
            <w:proofErr w:type="spellStart"/>
            <w:r w:rsidRPr="004611CF">
              <w:t>ObjectIdentifier</w:t>
            </w:r>
            <w:proofErr w:type="spellEnd"/>
            <w:r w:rsidRPr="004611CF">
              <w:t>: 21013</w:t>
            </w:r>
            <w:r w:rsidRPr="004611CF">
              <w:br/>
            </w:r>
            <w:proofErr w:type="spellStart"/>
            <w:r w:rsidRPr="004611CF">
              <w:t>VersionIdentifier</w:t>
            </w:r>
            <w:proofErr w:type="spellEnd"/>
            <w:r w:rsidRPr="004611CF">
              <w:t>: 1</w:t>
            </w:r>
          </w:p>
        </w:tc>
      </w:tr>
      <w:tr w:rsidR="00C943E8" w:rsidRPr="004611CF" w14:paraId="22B80E54" w14:textId="77777777" w:rsidTr="00997E64">
        <w:tc>
          <w:tcPr>
            <w:tcW w:w="2263" w:type="dxa"/>
          </w:tcPr>
          <w:p w14:paraId="68E0B6D3" w14:textId="77777777" w:rsidR="00C943E8" w:rsidRPr="004611CF" w:rsidRDefault="00C943E8" w:rsidP="00997E64">
            <w:r w:rsidRPr="004611CF">
              <w:t>Status</w:t>
            </w:r>
          </w:p>
        </w:tc>
        <w:tc>
          <w:tcPr>
            <w:tcW w:w="5954" w:type="dxa"/>
          </w:tcPr>
          <w:p w14:paraId="0FD2BD62" w14:textId="77777777" w:rsidR="00C943E8" w:rsidRPr="004611CF" w:rsidRDefault="00C943E8" w:rsidP="00997E64">
            <w:r w:rsidRPr="004611CF">
              <w:t>Current</w:t>
            </w:r>
          </w:p>
        </w:tc>
      </w:tr>
      <w:tr w:rsidR="00C943E8" w:rsidRPr="004611CF" w14:paraId="14A27E14" w14:textId="77777777" w:rsidTr="00997E64">
        <w:tc>
          <w:tcPr>
            <w:tcW w:w="2263" w:type="dxa"/>
          </w:tcPr>
          <w:p w14:paraId="0A0A6910" w14:textId="77777777" w:rsidR="00C943E8" w:rsidRPr="004611CF" w:rsidRDefault="00C943E8" w:rsidP="00997E64">
            <w:proofErr w:type="spellStart"/>
            <w:r w:rsidRPr="004611CF">
              <w:t>validFrom</w:t>
            </w:r>
            <w:proofErr w:type="spellEnd"/>
          </w:p>
        </w:tc>
        <w:tc>
          <w:tcPr>
            <w:tcW w:w="5954" w:type="dxa"/>
          </w:tcPr>
          <w:p w14:paraId="4C6D354C" w14:textId="77777777" w:rsidR="00C943E8" w:rsidRPr="004611CF" w:rsidRDefault="00C943E8" w:rsidP="00997E64">
            <w:r w:rsidRPr="004611CF">
              <w:t>2022-12-08T15:30:07</w:t>
            </w:r>
          </w:p>
        </w:tc>
      </w:tr>
      <w:tr w:rsidR="00C943E8" w:rsidRPr="004611CF" w14:paraId="3C6EFAD5" w14:textId="77777777" w:rsidTr="00997E64">
        <w:tc>
          <w:tcPr>
            <w:tcW w:w="2263" w:type="dxa"/>
          </w:tcPr>
          <w:p w14:paraId="38CB7419" w14:textId="77777777" w:rsidR="00C943E8" w:rsidRPr="004611CF" w:rsidRDefault="00C943E8" w:rsidP="00997E64">
            <w:proofErr w:type="spellStart"/>
            <w:r w:rsidRPr="004611CF">
              <w:t>validTo</w:t>
            </w:r>
            <w:proofErr w:type="spellEnd"/>
          </w:p>
        </w:tc>
        <w:tc>
          <w:tcPr>
            <w:tcW w:w="5954" w:type="dxa"/>
          </w:tcPr>
          <w:p w14:paraId="7031AAB6" w14:textId="77777777" w:rsidR="00C943E8" w:rsidRPr="004611CF" w:rsidRDefault="00C943E8" w:rsidP="00997E64">
            <w:r w:rsidRPr="004611CF">
              <w:t>N/A</w:t>
            </w:r>
          </w:p>
        </w:tc>
      </w:tr>
      <w:tr w:rsidR="00C943E8" w:rsidRPr="004611CF" w14:paraId="130C7A99" w14:textId="77777777" w:rsidTr="00997E64">
        <w:tc>
          <w:tcPr>
            <w:tcW w:w="2263" w:type="dxa"/>
          </w:tcPr>
          <w:p w14:paraId="08999AD1" w14:textId="77777777" w:rsidR="00C943E8" w:rsidRPr="004611CF" w:rsidRDefault="00C943E8" w:rsidP="00997E64">
            <w:r w:rsidRPr="004611CF">
              <w:t>Predecessor</w:t>
            </w:r>
          </w:p>
        </w:tc>
        <w:tc>
          <w:tcPr>
            <w:tcW w:w="5954" w:type="dxa"/>
          </w:tcPr>
          <w:p w14:paraId="07D50AD0" w14:textId="77777777" w:rsidR="00C943E8" w:rsidRPr="004611CF" w:rsidRDefault="00C943E8" w:rsidP="00997E64">
            <w:r w:rsidRPr="004611CF">
              <w:t>N/A</w:t>
            </w:r>
          </w:p>
        </w:tc>
      </w:tr>
      <w:tr w:rsidR="00C943E8" w:rsidRPr="004611CF" w14:paraId="31D69F5C" w14:textId="77777777" w:rsidTr="00997E64">
        <w:tc>
          <w:tcPr>
            <w:tcW w:w="2263" w:type="dxa"/>
          </w:tcPr>
          <w:p w14:paraId="60C7F96D" w14:textId="77777777" w:rsidR="00C943E8" w:rsidRPr="004611CF" w:rsidRDefault="00C943E8" w:rsidP="00997E64">
            <w:r w:rsidRPr="004611CF">
              <w:t>Successor</w:t>
            </w:r>
          </w:p>
        </w:tc>
        <w:tc>
          <w:tcPr>
            <w:tcW w:w="5954" w:type="dxa"/>
          </w:tcPr>
          <w:p w14:paraId="72B8AD20" w14:textId="77777777" w:rsidR="00C943E8" w:rsidRPr="004611CF" w:rsidRDefault="00C943E8" w:rsidP="00997E64">
            <w:r w:rsidRPr="004611CF">
              <w:t>N/A</w:t>
            </w:r>
          </w:p>
        </w:tc>
      </w:tr>
    </w:tbl>
    <w:p w14:paraId="11AC5448" w14:textId="71005C08" w:rsidR="00C943E8" w:rsidRPr="004611CF" w:rsidRDefault="00C943E8" w:rsidP="00C943E8"/>
    <w:p w14:paraId="35D7857C" w14:textId="77777777" w:rsidR="00C943E8" w:rsidRPr="004611CF" w:rsidRDefault="00C943E8">
      <w:pPr>
        <w:suppressAutoHyphens w:val="0"/>
        <w:spacing w:after="0" w:line="240" w:lineRule="auto"/>
      </w:pPr>
      <w:r w:rsidRPr="004611CF">
        <w:br w:type="page"/>
      </w:r>
    </w:p>
    <w:p w14:paraId="1B2A090D" w14:textId="77777777" w:rsidR="00C943E8" w:rsidRPr="004611CF" w:rsidRDefault="00C943E8" w:rsidP="00C943E8">
      <w:pPr>
        <w:pStyle w:val="Heading4"/>
      </w:pPr>
      <w:r w:rsidRPr="004611CF">
        <w:lastRenderedPageBreak/>
        <w:t>Example 4 - [ADD] Address</w:t>
      </w:r>
    </w:p>
    <w:tbl>
      <w:tblPr>
        <w:tblStyle w:val="TableGrid"/>
        <w:tblW w:w="0" w:type="auto"/>
        <w:tblLook w:val="04A0" w:firstRow="1" w:lastRow="0" w:firstColumn="1" w:lastColumn="0" w:noHBand="0" w:noVBand="1"/>
      </w:tblPr>
      <w:tblGrid>
        <w:gridCol w:w="2263"/>
        <w:gridCol w:w="5954"/>
      </w:tblGrid>
      <w:tr w:rsidR="00C943E8" w:rsidRPr="004611CF" w14:paraId="664ED7D6" w14:textId="77777777" w:rsidTr="00997E64">
        <w:trPr>
          <w:trHeight w:val="319"/>
        </w:trPr>
        <w:tc>
          <w:tcPr>
            <w:tcW w:w="2263" w:type="dxa"/>
          </w:tcPr>
          <w:p w14:paraId="36AA08B9" w14:textId="77777777" w:rsidR="00C943E8" w:rsidRPr="004611CF" w:rsidRDefault="00C943E8" w:rsidP="00997E64">
            <w:r w:rsidRPr="004611CF">
              <w:t>Namespace</w:t>
            </w:r>
          </w:p>
        </w:tc>
        <w:tc>
          <w:tcPr>
            <w:tcW w:w="5954" w:type="dxa"/>
          </w:tcPr>
          <w:p w14:paraId="341D623F" w14:textId="77777777" w:rsidR="00C943E8" w:rsidRPr="004611CF" w:rsidRDefault="00C943E8" w:rsidP="00997E64">
            <w:r w:rsidRPr="004611CF">
              <w:t>https://databrussels.be/id/address</w:t>
            </w:r>
          </w:p>
        </w:tc>
      </w:tr>
      <w:tr w:rsidR="00C943E8" w:rsidRPr="004611CF" w14:paraId="7E71206E" w14:textId="77777777" w:rsidTr="00997E64">
        <w:tc>
          <w:tcPr>
            <w:tcW w:w="2263" w:type="dxa"/>
          </w:tcPr>
          <w:p w14:paraId="79BB1B7C" w14:textId="77777777" w:rsidR="00C943E8" w:rsidRPr="004611CF" w:rsidRDefault="00C943E8" w:rsidP="00997E64">
            <w:r w:rsidRPr="004611CF">
              <w:t>Object identifier</w:t>
            </w:r>
          </w:p>
        </w:tc>
        <w:tc>
          <w:tcPr>
            <w:tcW w:w="5954" w:type="dxa"/>
          </w:tcPr>
          <w:p w14:paraId="1A1A4FB9" w14:textId="77777777" w:rsidR="00C943E8" w:rsidRPr="004611CF" w:rsidRDefault="00C943E8" w:rsidP="00997E64">
            <w:r w:rsidRPr="004611CF">
              <w:t>982863</w:t>
            </w:r>
          </w:p>
        </w:tc>
      </w:tr>
      <w:tr w:rsidR="00C943E8" w:rsidRPr="004611CF" w14:paraId="215BB40C" w14:textId="77777777" w:rsidTr="00997E64">
        <w:tc>
          <w:tcPr>
            <w:tcW w:w="2263" w:type="dxa"/>
          </w:tcPr>
          <w:p w14:paraId="54F60CF4" w14:textId="77777777" w:rsidR="00C943E8" w:rsidRPr="004611CF" w:rsidRDefault="00C943E8" w:rsidP="00997E64">
            <w:r w:rsidRPr="004611CF">
              <w:t>Version Identifier</w:t>
            </w:r>
          </w:p>
        </w:tc>
        <w:tc>
          <w:tcPr>
            <w:tcW w:w="5954" w:type="dxa"/>
          </w:tcPr>
          <w:p w14:paraId="7E5BC32E" w14:textId="77777777" w:rsidR="00C943E8" w:rsidRPr="004611CF" w:rsidRDefault="00C943E8" w:rsidP="00997E64">
            <w:r w:rsidRPr="004611CF">
              <w:t>1</w:t>
            </w:r>
          </w:p>
        </w:tc>
      </w:tr>
      <w:tr w:rsidR="00C943E8" w:rsidRPr="004611CF" w14:paraId="03E4A5AA" w14:textId="77777777" w:rsidTr="00997E64">
        <w:tc>
          <w:tcPr>
            <w:tcW w:w="2263" w:type="dxa"/>
          </w:tcPr>
          <w:p w14:paraId="5616FF68" w14:textId="77777777" w:rsidR="00C943E8" w:rsidRPr="004611CF" w:rsidRDefault="00C943E8" w:rsidP="00997E64">
            <w:r w:rsidRPr="004611CF">
              <w:t xml:space="preserve">Has </w:t>
            </w:r>
            <w:proofErr w:type="spellStart"/>
            <w:r w:rsidRPr="004611CF">
              <w:t>StreetName</w:t>
            </w:r>
            <w:proofErr w:type="spellEnd"/>
          </w:p>
        </w:tc>
        <w:tc>
          <w:tcPr>
            <w:tcW w:w="5954" w:type="dxa"/>
          </w:tcPr>
          <w:p w14:paraId="4B512AD2" w14:textId="77777777" w:rsidR="00C943E8" w:rsidRPr="004611CF" w:rsidRDefault="00C943E8" w:rsidP="00997E64">
            <w:r w:rsidRPr="004611CF">
              <w:t>Namespace: https://databrussels.be/id/streetname</w:t>
            </w:r>
            <w:r w:rsidRPr="004611CF">
              <w:br/>
            </w:r>
            <w:proofErr w:type="spellStart"/>
            <w:r w:rsidRPr="004611CF">
              <w:t>ObjectIdentifier</w:t>
            </w:r>
            <w:proofErr w:type="spellEnd"/>
            <w:r w:rsidRPr="004611CF">
              <w:t>: 7964</w:t>
            </w:r>
            <w:r w:rsidRPr="004611CF">
              <w:br/>
            </w:r>
            <w:proofErr w:type="spellStart"/>
            <w:r w:rsidRPr="004611CF">
              <w:t>VersionIdentifier</w:t>
            </w:r>
            <w:proofErr w:type="spellEnd"/>
            <w:r w:rsidRPr="004611CF">
              <w:t>: 1</w:t>
            </w:r>
          </w:p>
        </w:tc>
      </w:tr>
      <w:tr w:rsidR="00C943E8" w:rsidRPr="004611CF" w14:paraId="245237C5" w14:textId="77777777" w:rsidTr="00997E64">
        <w:tc>
          <w:tcPr>
            <w:tcW w:w="2263" w:type="dxa"/>
          </w:tcPr>
          <w:p w14:paraId="75B42965" w14:textId="77777777" w:rsidR="00C943E8" w:rsidRPr="004611CF" w:rsidRDefault="00C943E8" w:rsidP="00997E64">
            <w:r w:rsidRPr="004611CF">
              <w:t>Has Municipality</w:t>
            </w:r>
          </w:p>
        </w:tc>
        <w:tc>
          <w:tcPr>
            <w:tcW w:w="5954" w:type="dxa"/>
          </w:tcPr>
          <w:p w14:paraId="1BA50234" w14:textId="77777777" w:rsidR="00C943E8" w:rsidRPr="004611CF" w:rsidRDefault="00C943E8" w:rsidP="00997E64">
            <w:r w:rsidRPr="004611CF">
              <w:t>Namespace: https://databrussels.be/id/municipality</w:t>
            </w:r>
            <w:r w:rsidRPr="004611CF">
              <w:br/>
            </w:r>
            <w:proofErr w:type="spellStart"/>
            <w:r w:rsidRPr="004611CF">
              <w:t>ObjectIdentifier</w:t>
            </w:r>
            <w:proofErr w:type="spellEnd"/>
            <w:r w:rsidRPr="004611CF">
              <w:t>: 21013</w:t>
            </w:r>
            <w:r w:rsidRPr="004611CF">
              <w:br/>
            </w:r>
            <w:proofErr w:type="spellStart"/>
            <w:r w:rsidRPr="004611CF">
              <w:t>VersionIdentifier</w:t>
            </w:r>
            <w:proofErr w:type="spellEnd"/>
            <w:r w:rsidRPr="004611CF">
              <w:t>: 1</w:t>
            </w:r>
          </w:p>
        </w:tc>
      </w:tr>
      <w:tr w:rsidR="00C943E8" w:rsidRPr="004611CF" w14:paraId="0AE943D2" w14:textId="77777777" w:rsidTr="00997E64">
        <w:tc>
          <w:tcPr>
            <w:tcW w:w="2263" w:type="dxa"/>
          </w:tcPr>
          <w:p w14:paraId="013240DC" w14:textId="77777777" w:rsidR="00C943E8" w:rsidRPr="004611CF" w:rsidRDefault="00C943E8" w:rsidP="00997E64">
            <w:r w:rsidRPr="004611CF">
              <w:t xml:space="preserve">Has </w:t>
            </w:r>
            <w:proofErr w:type="spellStart"/>
            <w:r w:rsidRPr="004611CF">
              <w:t>PostalInfo</w:t>
            </w:r>
            <w:proofErr w:type="spellEnd"/>
          </w:p>
        </w:tc>
        <w:tc>
          <w:tcPr>
            <w:tcW w:w="5954" w:type="dxa"/>
          </w:tcPr>
          <w:p w14:paraId="7FEEE58D" w14:textId="77777777" w:rsidR="00C943E8" w:rsidRPr="004611CF" w:rsidRDefault="00C943E8" w:rsidP="00997E64">
            <w:r w:rsidRPr="004611CF">
              <w:t>Namespace: https://databrussels.be/id/postalinfo</w:t>
            </w:r>
            <w:r w:rsidRPr="004611CF">
              <w:br/>
            </w:r>
            <w:proofErr w:type="spellStart"/>
            <w:r w:rsidRPr="004611CF">
              <w:t>ObjectIdentifier</w:t>
            </w:r>
            <w:proofErr w:type="spellEnd"/>
            <w:r w:rsidRPr="004611CF">
              <w:t>: 2000</w:t>
            </w:r>
            <w:r w:rsidRPr="004611CF">
              <w:br/>
            </w:r>
            <w:proofErr w:type="spellStart"/>
            <w:r w:rsidRPr="004611CF">
              <w:t>VersionIdentifier</w:t>
            </w:r>
            <w:proofErr w:type="spellEnd"/>
            <w:r w:rsidRPr="004611CF">
              <w:t>: 1</w:t>
            </w:r>
          </w:p>
        </w:tc>
      </w:tr>
      <w:tr w:rsidR="00C943E8" w:rsidRPr="004611CF" w14:paraId="34329B5A" w14:textId="77777777" w:rsidTr="00997E64">
        <w:tc>
          <w:tcPr>
            <w:tcW w:w="2263" w:type="dxa"/>
          </w:tcPr>
          <w:p w14:paraId="31DB7607" w14:textId="77777777" w:rsidR="00C943E8" w:rsidRPr="004611CF" w:rsidRDefault="00C943E8" w:rsidP="00997E64">
            <w:r w:rsidRPr="004611CF">
              <w:t>Status</w:t>
            </w:r>
          </w:p>
        </w:tc>
        <w:tc>
          <w:tcPr>
            <w:tcW w:w="5954" w:type="dxa"/>
          </w:tcPr>
          <w:p w14:paraId="4B4BC0DC" w14:textId="77777777" w:rsidR="00C943E8" w:rsidRPr="004611CF" w:rsidRDefault="00C943E8" w:rsidP="00997E64">
            <w:r w:rsidRPr="004611CF">
              <w:t>Current</w:t>
            </w:r>
          </w:p>
        </w:tc>
      </w:tr>
      <w:tr w:rsidR="00C943E8" w:rsidRPr="004611CF" w14:paraId="4AEB865D" w14:textId="77777777" w:rsidTr="00997E64">
        <w:tc>
          <w:tcPr>
            <w:tcW w:w="2263" w:type="dxa"/>
          </w:tcPr>
          <w:p w14:paraId="147EA6F6" w14:textId="77777777" w:rsidR="00C943E8" w:rsidRPr="004611CF" w:rsidRDefault="00C943E8" w:rsidP="00997E64">
            <w:proofErr w:type="spellStart"/>
            <w:r w:rsidRPr="004611CF">
              <w:t>validFrom</w:t>
            </w:r>
            <w:proofErr w:type="spellEnd"/>
          </w:p>
        </w:tc>
        <w:tc>
          <w:tcPr>
            <w:tcW w:w="5954" w:type="dxa"/>
          </w:tcPr>
          <w:p w14:paraId="59D7E7FC" w14:textId="77777777" w:rsidR="00C943E8" w:rsidRPr="004611CF" w:rsidRDefault="00C943E8" w:rsidP="00997E64">
            <w:r w:rsidRPr="004611CF">
              <w:t>2022-12-08T14:50:36</w:t>
            </w:r>
          </w:p>
        </w:tc>
      </w:tr>
      <w:tr w:rsidR="00C943E8" w:rsidRPr="004611CF" w14:paraId="03E0C810" w14:textId="77777777" w:rsidTr="00997E64">
        <w:tc>
          <w:tcPr>
            <w:tcW w:w="2263" w:type="dxa"/>
          </w:tcPr>
          <w:p w14:paraId="488E7321" w14:textId="77777777" w:rsidR="00C943E8" w:rsidRPr="004611CF" w:rsidRDefault="00C943E8" w:rsidP="00997E64">
            <w:proofErr w:type="spellStart"/>
            <w:r w:rsidRPr="004611CF">
              <w:t>validTo</w:t>
            </w:r>
            <w:proofErr w:type="spellEnd"/>
          </w:p>
        </w:tc>
        <w:tc>
          <w:tcPr>
            <w:tcW w:w="5954" w:type="dxa"/>
          </w:tcPr>
          <w:p w14:paraId="1BE38E8F" w14:textId="77777777" w:rsidR="00C943E8" w:rsidRPr="004611CF" w:rsidRDefault="00C943E8" w:rsidP="00997E64">
            <w:r w:rsidRPr="004611CF">
              <w:t>N/A</w:t>
            </w:r>
          </w:p>
        </w:tc>
      </w:tr>
      <w:tr w:rsidR="00C943E8" w:rsidRPr="004611CF" w14:paraId="1FE285BF" w14:textId="77777777" w:rsidTr="00997E64">
        <w:tc>
          <w:tcPr>
            <w:tcW w:w="2263" w:type="dxa"/>
          </w:tcPr>
          <w:p w14:paraId="6167C58F" w14:textId="77777777" w:rsidR="00C943E8" w:rsidRPr="004611CF" w:rsidRDefault="00C943E8" w:rsidP="00997E64">
            <w:r w:rsidRPr="004611CF">
              <w:t>Predecessor</w:t>
            </w:r>
          </w:p>
        </w:tc>
        <w:tc>
          <w:tcPr>
            <w:tcW w:w="5954" w:type="dxa"/>
          </w:tcPr>
          <w:p w14:paraId="6512DE2E" w14:textId="77777777" w:rsidR="00C943E8" w:rsidRPr="004611CF" w:rsidRDefault="00C943E8" w:rsidP="00997E64">
            <w:r w:rsidRPr="004611CF">
              <w:t>N/A</w:t>
            </w:r>
          </w:p>
        </w:tc>
      </w:tr>
      <w:tr w:rsidR="00C943E8" w:rsidRPr="004611CF" w14:paraId="056D242F" w14:textId="77777777" w:rsidTr="00997E64">
        <w:tc>
          <w:tcPr>
            <w:tcW w:w="2263" w:type="dxa"/>
          </w:tcPr>
          <w:p w14:paraId="5031AD9A" w14:textId="77777777" w:rsidR="00C943E8" w:rsidRPr="004611CF" w:rsidRDefault="00C943E8" w:rsidP="00997E64">
            <w:r w:rsidRPr="004611CF">
              <w:t>Successor</w:t>
            </w:r>
          </w:p>
        </w:tc>
        <w:tc>
          <w:tcPr>
            <w:tcW w:w="5954" w:type="dxa"/>
          </w:tcPr>
          <w:p w14:paraId="1CDDD626" w14:textId="77777777" w:rsidR="00C943E8" w:rsidRPr="004611CF" w:rsidRDefault="00C943E8" w:rsidP="00997E64">
            <w:r w:rsidRPr="004611CF">
              <w:t>N/A</w:t>
            </w:r>
          </w:p>
        </w:tc>
      </w:tr>
    </w:tbl>
    <w:p w14:paraId="4711D147" w14:textId="77777777" w:rsidR="00C943E8" w:rsidRPr="004611CF" w:rsidRDefault="00C943E8" w:rsidP="00C943E8"/>
    <w:p w14:paraId="11965F19" w14:textId="77777777" w:rsidR="00C943E8" w:rsidRPr="004611CF" w:rsidRDefault="00C943E8" w:rsidP="00C943E8"/>
    <w:p w14:paraId="50CAEE70" w14:textId="77777777" w:rsidR="00C943E8" w:rsidRPr="004611CF" w:rsidRDefault="00C943E8" w:rsidP="00C943E8">
      <w:r w:rsidRPr="004611CF">
        <w:br w:type="page"/>
      </w:r>
    </w:p>
    <w:p w14:paraId="7360B768" w14:textId="77777777" w:rsidR="00945056" w:rsidRDefault="00945056" w:rsidP="00945056">
      <w:pPr>
        <w:pStyle w:val="Heading3"/>
      </w:pPr>
      <w:bookmarkStart w:id="8" w:name="_Toc137824080"/>
      <w:bookmarkStart w:id="9" w:name="_Toc184897099"/>
      <w:r>
        <w:lastRenderedPageBreak/>
        <w:t>Scenario: Address attribute changed. [s6]</w:t>
      </w:r>
      <w:bookmarkEnd w:id="8"/>
      <w:bookmarkEnd w:id="9"/>
    </w:p>
    <w:p w14:paraId="60690C1D" w14:textId="3C39D881" w:rsidR="00945056" w:rsidRPr="00211030" w:rsidRDefault="00945056" w:rsidP="00945056">
      <w:pPr>
        <w:pStyle w:val="Heading4"/>
        <w:rPr>
          <w:sz w:val="22"/>
          <w:szCs w:val="28"/>
        </w:rPr>
      </w:pPr>
      <w:r w:rsidRPr="00211030">
        <w:rPr>
          <w:sz w:val="22"/>
          <w:szCs w:val="28"/>
        </w:rPr>
        <w:t xml:space="preserve">[Mutation </w:t>
      </w:r>
      <w:r w:rsidR="00BC266C">
        <w:rPr>
          <w:sz w:val="22"/>
          <w:szCs w:val="28"/>
        </w:rPr>
        <w:t xml:space="preserve">file: </w:t>
      </w:r>
      <w:r w:rsidR="00BC266C" w:rsidRPr="00BC266C">
        <w:rPr>
          <w:sz w:val="22"/>
          <w:szCs w:val="28"/>
        </w:rPr>
        <w:t>BeStAddress_MBelgium20230202.zip</w:t>
      </w:r>
      <w:r w:rsidRPr="00211030">
        <w:rPr>
          <w:sz w:val="22"/>
          <w:szCs w:val="28"/>
        </w:rPr>
        <w:t xml:space="preserve">] </w:t>
      </w:r>
      <w:r w:rsidRPr="00211030">
        <w:rPr>
          <w:sz w:val="22"/>
          <w:szCs w:val="28"/>
        </w:rPr>
        <w:br/>
        <w:t>Example file: Brussels_M_20230202_L72</w:t>
      </w:r>
    </w:p>
    <w:p w14:paraId="3109A18A" w14:textId="77777777" w:rsidR="00C943E8" w:rsidRPr="004611CF" w:rsidRDefault="00C943E8" w:rsidP="00C943E8">
      <w:r w:rsidRPr="004611CF">
        <w:t xml:space="preserve">In this example file you are shown how an attribute of an </w:t>
      </w:r>
      <w:r w:rsidRPr="004611CF">
        <w:rPr>
          <w:b/>
          <w:bCs/>
        </w:rPr>
        <w:t>address</w:t>
      </w:r>
      <w:r w:rsidRPr="004611CF">
        <w:t xml:space="preserve"> that was previously created is changed.  The attribute change in the mutation file is the house number value.</w:t>
      </w:r>
    </w:p>
    <w:p w14:paraId="5986FC21" w14:textId="77777777" w:rsidR="00C943E8" w:rsidRPr="004611CF" w:rsidRDefault="00C943E8" w:rsidP="00C943E8">
      <w:pPr>
        <w:pStyle w:val="Heading4"/>
      </w:pPr>
      <w:r w:rsidRPr="004611CF">
        <w:t>Example 5 (1/2) - [ADD] Address</w:t>
      </w:r>
    </w:p>
    <w:tbl>
      <w:tblPr>
        <w:tblStyle w:val="TableGrid"/>
        <w:tblW w:w="0" w:type="auto"/>
        <w:tblLook w:val="04A0" w:firstRow="1" w:lastRow="0" w:firstColumn="1" w:lastColumn="0" w:noHBand="0" w:noVBand="1"/>
      </w:tblPr>
      <w:tblGrid>
        <w:gridCol w:w="2263"/>
        <w:gridCol w:w="5954"/>
      </w:tblGrid>
      <w:tr w:rsidR="00C943E8" w:rsidRPr="004611CF" w14:paraId="51C0E489" w14:textId="77777777" w:rsidTr="00997E64">
        <w:trPr>
          <w:trHeight w:val="319"/>
        </w:trPr>
        <w:tc>
          <w:tcPr>
            <w:tcW w:w="2263" w:type="dxa"/>
          </w:tcPr>
          <w:p w14:paraId="2A836564" w14:textId="77777777" w:rsidR="00C943E8" w:rsidRPr="004611CF" w:rsidRDefault="00C943E8" w:rsidP="00997E64">
            <w:r w:rsidRPr="004611CF">
              <w:t>Namespace</w:t>
            </w:r>
          </w:p>
        </w:tc>
        <w:tc>
          <w:tcPr>
            <w:tcW w:w="5954" w:type="dxa"/>
          </w:tcPr>
          <w:p w14:paraId="0DD57A48" w14:textId="77777777" w:rsidR="00C943E8" w:rsidRPr="004611CF" w:rsidRDefault="00C943E8" w:rsidP="00997E64">
            <w:r w:rsidRPr="004611CF">
              <w:t>https://databrussels.be/id/address</w:t>
            </w:r>
          </w:p>
        </w:tc>
      </w:tr>
      <w:tr w:rsidR="00C943E8" w:rsidRPr="004611CF" w14:paraId="63D94256" w14:textId="77777777" w:rsidTr="00997E64">
        <w:tc>
          <w:tcPr>
            <w:tcW w:w="2263" w:type="dxa"/>
          </w:tcPr>
          <w:p w14:paraId="700C4770" w14:textId="77777777" w:rsidR="00C943E8" w:rsidRPr="004611CF" w:rsidRDefault="00C943E8" w:rsidP="00997E64">
            <w:r w:rsidRPr="004611CF">
              <w:t>Object identifier</w:t>
            </w:r>
          </w:p>
        </w:tc>
        <w:tc>
          <w:tcPr>
            <w:tcW w:w="5954" w:type="dxa"/>
          </w:tcPr>
          <w:p w14:paraId="221D9491" w14:textId="77777777" w:rsidR="00C943E8" w:rsidRPr="004611CF" w:rsidRDefault="00C943E8" w:rsidP="00997E64">
            <w:r w:rsidRPr="004611CF">
              <w:t>982863</w:t>
            </w:r>
          </w:p>
        </w:tc>
      </w:tr>
      <w:tr w:rsidR="00C943E8" w:rsidRPr="004611CF" w14:paraId="6B225A28" w14:textId="77777777" w:rsidTr="00997E64">
        <w:tc>
          <w:tcPr>
            <w:tcW w:w="2263" w:type="dxa"/>
          </w:tcPr>
          <w:p w14:paraId="20D2B7E8" w14:textId="77777777" w:rsidR="00C943E8" w:rsidRPr="004611CF" w:rsidRDefault="00C943E8" w:rsidP="00997E64">
            <w:r w:rsidRPr="004611CF">
              <w:t>Version Identifier</w:t>
            </w:r>
          </w:p>
        </w:tc>
        <w:tc>
          <w:tcPr>
            <w:tcW w:w="5954" w:type="dxa"/>
          </w:tcPr>
          <w:p w14:paraId="4EE610E1" w14:textId="77777777" w:rsidR="00C943E8" w:rsidRPr="004611CF" w:rsidRDefault="00C943E8" w:rsidP="00997E64">
            <w:r w:rsidRPr="004611CF">
              <w:t>2</w:t>
            </w:r>
          </w:p>
        </w:tc>
      </w:tr>
      <w:tr w:rsidR="00C943E8" w:rsidRPr="004611CF" w14:paraId="60909F49" w14:textId="77777777" w:rsidTr="00997E64">
        <w:tc>
          <w:tcPr>
            <w:tcW w:w="2263" w:type="dxa"/>
          </w:tcPr>
          <w:p w14:paraId="1FE9A93E" w14:textId="77777777" w:rsidR="00C943E8" w:rsidRPr="004611CF" w:rsidRDefault="00C943E8" w:rsidP="00997E64">
            <w:r w:rsidRPr="004611CF">
              <w:t xml:space="preserve">Has </w:t>
            </w:r>
            <w:proofErr w:type="spellStart"/>
            <w:r w:rsidRPr="004611CF">
              <w:t>StreetName</w:t>
            </w:r>
            <w:proofErr w:type="spellEnd"/>
          </w:p>
        </w:tc>
        <w:tc>
          <w:tcPr>
            <w:tcW w:w="5954" w:type="dxa"/>
          </w:tcPr>
          <w:p w14:paraId="620E7AF9" w14:textId="77777777" w:rsidR="00C943E8" w:rsidRPr="004611CF" w:rsidRDefault="00C943E8" w:rsidP="00997E64">
            <w:r w:rsidRPr="004611CF">
              <w:t>Namespace: https://databrussels.be/id/streetname</w:t>
            </w:r>
            <w:r w:rsidRPr="004611CF">
              <w:br/>
            </w:r>
            <w:proofErr w:type="spellStart"/>
            <w:r w:rsidRPr="004611CF">
              <w:t>ObjectIdentifier</w:t>
            </w:r>
            <w:proofErr w:type="spellEnd"/>
            <w:r w:rsidRPr="004611CF">
              <w:t>: 7964</w:t>
            </w:r>
            <w:r w:rsidRPr="004611CF">
              <w:br/>
            </w:r>
            <w:proofErr w:type="spellStart"/>
            <w:r w:rsidRPr="004611CF">
              <w:t>VersionIdentifier</w:t>
            </w:r>
            <w:proofErr w:type="spellEnd"/>
            <w:r w:rsidRPr="004611CF">
              <w:t>: 1</w:t>
            </w:r>
          </w:p>
        </w:tc>
      </w:tr>
      <w:tr w:rsidR="00C943E8" w:rsidRPr="004611CF" w14:paraId="20F557C7" w14:textId="77777777" w:rsidTr="00997E64">
        <w:tc>
          <w:tcPr>
            <w:tcW w:w="2263" w:type="dxa"/>
          </w:tcPr>
          <w:p w14:paraId="273BA4E3" w14:textId="77777777" w:rsidR="00C943E8" w:rsidRPr="004611CF" w:rsidRDefault="00C943E8" w:rsidP="00997E64">
            <w:r w:rsidRPr="004611CF">
              <w:t>Has Municipality</w:t>
            </w:r>
          </w:p>
        </w:tc>
        <w:tc>
          <w:tcPr>
            <w:tcW w:w="5954" w:type="dxa"/>
          </w:tcPr>
          <w:p w14:paraId="36316B7C" w14:textId="77777777" w:rsidR="00C943E8" w:rsidRPr="004611CF" w:rsidRDefault="00C943E8" w:rsidP="00997E64">
            <w:r w:rsidRPr="004611CF">
              <w:t>Namespace: https://databrussels.be/id/municipality</w:t>
            </w:r>
            <w:r w:rsidRPr="004611CF">
              <w:br/>
            </w:r>
            <w:proofErr w:type="spellStart"/>
            <w:r w:rsidRPr="004611CF">
              <w:t>ObjectIdentifier</w:t>
            </w:r>
            <w:proofErr w:type="spellEnd"/>
            <w:r w:rsidRPr="004611CF">
              <w:t>: 21013</w:t>
            </w:r>
            <w:r w:rsidRPr="004611CF">
              <w:br/>
            </w:r>
            <w:proofErr w:type="spellStart"/>
            <w:r w:rsidRPr="004611CF">
              <w:t>VersionIdentifier</w:t>
            </w:r>
            <w:proofErr w:type="spellEnd"/>
            <w:r w:rsidRPr="004611CF">
              <w:t>: 1</w:t>
            </w:r>
          </w:p>
        </w:tc>
      </w:tr>
      <w:tr w:rsidR="00C943E8" w:rsidRPr="004611CF" w14:paraId="294373E0" w14:textId="77777777" w:rsidTr="00997E64">
        <w:tc>
          <w:tcPr>
            <w:tcW w:w="2263" w:type="dxa"/>
          </w:tcPr>
          <w:p w14:paraId="7F353E10" w14:textId="77777777" w:rsidR="00C943E8" w:rsidRPr="004611CF" w:rsidRDefault="00C943E8" w:rsidP="00997E64">
            <w:r w:rsidRPr="004611CF">
              <w:t xml:space="preserve">Has </w:t>
            </w:r>
            <w:proofErr w:type="spellStart"/>
            <w:r w:rsidRPr="004611CF">
              <w:t>PostalInfo</w:t>
            </w:r>
            <w:proofErr w:type="spellEnd"/>
          </w:p>
        </w:tc>
        <w:tc>
          <w:tcPr>
            <w:tcW w:w="5954" w:type="dxa"/>
          </w:tcPr>
          <w:p w14:paraId="389AE4AC" w14:textId="77777777" w:rsidR="00C943E8" w:rsidRPr="004611CF" w:rsidRDefault="00C943E8" w:rsidP="00997E64">
            <w:r w:rsidRPr="004611CF">
              <w:t>Namespace: https://databrussels.be/id/postalinfo</w:t>
            </w:r>
            <w:r w:rsidRPr="004611CF">
              <w:br/>
            </w:r>
            <w:proofErr w:type="spellStart"/>
            <w:r w:rsidRPr="004611CF">
              <w:t>ObjectIdentifier</w:t>
            </w:r>
            <w:proofErr w:type="spellEnd"/>
            <w:r w:rsidRPr="004611CF">
              <w:t>: 2000</w:t>
            </w:r>
            <w:r w:rsidRPr="004611CF">
              <w:br/>
            </w:r>
            <w:proofErr w:type="spellStart"/>
            <w:r w:rsidRPr="004611CF">
              <w:t>VersionIdentifier</w:t>
            </w:r>
            <w:proofErr w:type="spellEnd"/>
            <w:r w:rsidRPr="004611CF">
              <w:t>: 1</w:t>
            </w:r>
          </w:p>
        </w:tc>
      </w:tr>
      <w:tr w:rsidR="00C943E8" w:rsidRPr="004611CF" w14:paraId="07FE7802" w14:textId="77777777" w:rsidTr="00997E64">
        <w:tc>
          <w:tcPr>
            <w:tcW w:w="2263" w:type="dxa"/>
          </w:tcPr>
          <w:p w14:paraId="1BC1269A" w14:textId="77777777" w:rsidR="00C943E8" w:rsidRPr="004611CF" w:rsidRDefault="00C943E8" w:rsidP="00997E64">
            <w:r w:rsidRPr="004611CF">
              <w:t>Status</w:t>
            </w:r>
          </w:p>
        </w:tc>
        <w:tc>
          <w:tcPr>
            <w:tcW w:w="5954" w:type="dxa"/>
          </w:tcPr>
          <w:p w14:paraId="5BF2ADB2" w14:textId="77777777" w:rsidR="00C943E8" w:rsidRPr="004611CF" w:rsidRDefault="00C943E8" w:rsidP="00997E64">
            <w:r w:rsidRPr="004611CF">
              <w:t>Current</w:t>
            </w:r>
          </w:p>
        </w:tc>
      </w:tr>
      <w:tr w:rsidR="00C943E8" w:rsidRPr="004611CF" w14:paraId="328F536D" w14:textId="77777777" w:rsidTr="00997E64">
        <w:tc>
          <w:tcPr>
            <w:tcW w:w="2263" w:type="dxa"/>
          </w:tcPr>
          <w:p w14:paraId="484E9F3F" w14:textId="77777777" w:rsidR="00C943E8" w:rsidRPr="004611CF" w:rsidRDefault="00C943E8" w:rsidP="00997E64">
            <w:proofErr w:type="spellStart"/>
            <w:r w:rsidRPr="004611CF">
              <w:t>validFrom</w:t>
            </w:r>
            <w:proofErr w:type="spellEnd"/>
          </w:p>
        </w:tc>
        <w:tc>
          <w:tcPr>
            <w:tcW w:w="5954" w:type="dxa"/>
          </w:tcPr>
          <w:p w14:paraId="0B400869" w14:textId="77777777" w:rsidR="00C943E8" w:rsidRPr="004611CF" w:rsidRDefault="00C943E8" w:rsidP="00997E64">
            <w:r w:rsidRPr="004611CF">
              <w:t>2023-02-02T14:50:36</w:t>
            </w:r>
          </w:p>
        </w:tc>
      </w:tr>
      <w:tr w:rsidR="00C943E8" w:rsidRPr="004611CF" w14:paraId="42C99E5A" w14:textId="77777777" w:rsidTr="00997E64">
        <w:tc>
          <w:tcPr>
            <w:tcW w:w="2263" w:type="dxa"/>
          </w:tcPr>
          <w:p w14:paraId="3F8047AD" w14:textId="77777777" w:rsidR="00C943E8" w:rsidRPr="004611CF" w:rsidRDefault="00C943E8" w:rsidP="00997E64">
            <w:proofErr w:type="spellStart"/>
            <w:r w:rsidRPr="004611CF">
              <w:t>validTo</w:t>
            </w:r>
            <w:proofErr w:type="spellEnd"/>
          </w:p>
        </w:tc>
        <w:tc>
          <w:tcPr>
            <w:tcW w:w="5954" w:type="dxa"/>
          </w:tcPr>
          <w:p w14:paraId="374A91D6" w14:textId="77777777" w:rsidR="00C943E8" w:rsidRPr="004611CF" w:rsidRDefault="00C943E8" w:rsidP="00997E64">
            <w:r w:rsidRPr="004611CF">
              <w:t>N/A</w:t>
            </w:r>
          </w:p>
        </w:tc>
      </w:tr>
      <w:tr w:rsidR="00C943E8" w:rsidRPr="004611CF" w14:paraId="6014BE1F" w14:textId="77777777" w:rsidTr="00997E64">
        <w:tc>
          <w:tcPr>
            <w:tcW w:w="2263" w:type="dxa"/>
          </w:tcPr>
          <w:p w14:paraId="4BCCB3D8" w14:textId="77777777" w:rsidR="00C943E8" w:rsidRPr="004611CF" w:rsidRDefault="00C943E8" w:rsidP="00997E64">
            <w:r w:rsidRPr="004611CF">
              <w:t>Predecessor</w:t>
            </w:r>
          </w:p>
        </w:tc>
        <w:tc>
          <w:tcPr>
            <w:tcW w:w="5954" w:type="dxa"/>
          </w:tcPr>
          <w:p w14:paraId="071C3472" w14:textId="77777777" w:rsidR="00C943E8" w:rsidRPr="004611CF" w:rsidRDefault="00C943E8" w:rsidP="00997E64">
            <w:r w:rsidRPr="004611CF">
              <w:t>Namespace: https://databrussels.be/id/municipality</w:t>
            </w:r>
            <w:r w:rsidRPr="004611CF">
              <w:br/>
            </w:r>
            <w:proofErr w:type="spellStart"/>
            <w:r w:rsidRPr="004611CF">
              <w:t>ObjectIdentifier</w:t>
            </w:r>
            <w:proofErr w:type="spellEnd"/>
            <w:r w:rsidRPr="004611CF">
              <w:t>: 982863</w:t>
            </w:r>
            <w:r w:rsidRPr="004611CF">
              <w:br/>
            </w:r>
            <w:proofErr w:type="spellStart"/>
            <w:r w:rsidRPr="004611CF">
              <w:t>VersionIdentifier</w:t>
            </w:r>
            <w:proofErr w:type="spellEnd"/>
            <w:r w:rsidRPr="004611CF">
              <w:t>: 1</w:t>
            </w:r>
          </w:p>
        </w:tc>
      </w:tr>
      <w:tr w:rsidR="00C943E8" w:rsidRPr="004611CF" w14:paraId="0422CAB2" w14:textId="77777777" w:rsidTr="00997E64">
        <w:tc>
          <w:tcPr>
            <w:tcW w:w="2263" w:type="dxa"/>
          </w:tcPr>
          <w:p w14:paraId="16CE9AC2" w14:textId="77777777" w:rsidR="00C943E8" w:rsidRPr="004611CF" w:rsidRDefault="00C943E8" w:rsidP="00997E64">
            <w:r w:rsidRPr="004611CF">
              <w:t>Successor</w:t>
            </w:r>
          </w:p>
        </w:tc>
        <w:tc>
          <w:tcPr>
            <w:tcW w:w="5954" w:type="dxa"/>
          </w:tcPr>
          <w:p w14:paraId="0F13C2BF" w14:textId="77777777" w:rsidR="00C943E8" w:rsidRPr="004611CF" w:rsidRDefault="00C943E8" w:rsidP="00997E64">
            <w:r w:rsidRPr="004611CF">
              <w:t>N/A</w:t>
            </w:r>
          </w:p>
        </w:tc>
      </w:tr>
    </w:tbl>
    <w:p w14:paraId="45C6AFB5" w14:textId="3C80FEE6" w:rsidR="00C943E8" w:rsidRPr="004611CF" w:rsidRDefault="00C943E8" w:rsidP="00C943E8"/>
    <w:p w14:paraId="3BBF9226" w14:textId="77777777" w:rsidR="00C943E8" w:rsidRPr="004611CF" w:rsidRDefault="00C943E8">
      <w:pPr>
        <w:suppressAutoHyphens w:val="0"/>
        <w:spacing w:after="0" w:line="240" w:lineRule="auto"/>
      </w:pPr>
      <w:r w:rsidRPr="004611CF">
        <w:br w:type="page"/>
      </w:r>
    </w:p>
    <w:p w14:paraId="12B81EC4" w14:textId="77777777" w:rsidR="00C943E8" w:rsidRPr="004611CF" w:rsidRDefault="00C943E8" w:rsidP="00C943E8"/>
    <w:p w14:paraId="724F9090" w14:textId="77777777" w:rsidR="00C943E8" w:rsidRPr="004611CF" w:rsidRDefault="00C943E8" w:rsidP="00C943E8">
      <w:pPr>
        <w:pStyle w:val="Heading4"/>
      </w:pPr>
      <w:r w:rsidRPr="004611CF">
        <w:t>Example 5 (2/2) - [UPDATE] Address</w:t>
      </w:r>
    </w:p>
    <w:tbl>
      <w:tblPr>
        <w:tblStyle w:val="TableGrid"/>
        <w:tblW w:w="0" w:type="auto"/>
        <w:tblLook w:val="04A0" w:firstRow="1" w:lastRow="0" w:firstColumn="1" w:lastColumn="0" w:noHBand="0" w:noVBand="1"/>
      </w:tblPr>
      <w:tblGrid>
        <w:gridCol w:w="2263"/>
        <w:gridCol w:w="5954"/>
      </w:tblGrid>
      <w:tr w:rsidR="00C943E8" w:rsidRPr="004611CF" w14:paraId="67A93542" w14:textId="77777777" w:rsidTr="00997E64">
        <w:trPr>
          <w:trHeight w:val="319"/>
        </w:trPr>
        <w:tc>
          <w:tcPr>
            <w:tcW w:w="2263" w:type="dxa"/>
          </w:tcPr>
          <w:p w14:paraId="7169CE09" w14:textId="77777777" w:rsidR="00C943E8" w:rsidRPr="004611CF" w:rsidRDefault="00C943E8" w:rsidP="00997E64">
            <w:r w:rsidRPr="004611CF">
              <w:t>Namespace</w:t>
            </w:r>
          </w:p>
        </w:tc>
        <w:tc>
          <w:tcPr>
            <w:tcW w:w="5954" w:type="dxa"/>
          </w:tcPr>
          <w:p w14:paraId="03121480" w14:textId="77777777" w:rsidR="00C943E8" w:rsidRPr="004611CF" w:rsidRDefault="00C943E8" w:rsidP="00997E64">
            <w:r w:rsidRPr="004611CF">
              <w:t>https://databrussels.be/id/address</w:t>
            </w:r>
          </w:p>
        </w:tc>
      </w:tr>
      <w:tr w:rsidR="00C943E8" w:rsidRPr="004611CF" w14:paraId="2B76AB25" w14:textId="77777777" w:rsidTr="00997E64">
        <w:tc>
          <w:tcPr>
            <w:tcW w:w="2263" w:type="dxa"/>
          </w:tcPr>
          <w:p w14:paraId="616D1F1C" w14:textId="77777777" w:rsidR="00C943E8" w:rsidRPr="004611CF" w:rsidRDefault="00C943E8" w:rsidP="00997E64">
            <w:r w:rsidRPr="004611CF">
              <w:t>Object identifier</w:t>
            </w:r>
          </w:p>
        </w:tc>
        <w:tc>
          <w:tcPr>
            <w:tcW w:w="5954" w:type="dxa"/>
          </w:tcPr>
          <w:p w14:paraId="324F68DD" w14:textId="77777777" w:rsidR="00C943E8" w:rsidRPr="004611CF" w:rsidRDefault="00C943E8" w:rsidP="00997E64">
            <w:r w:rsidRPr="004611CF">
              <w:t>982863</w:t>
            </w:r>
          </w:p>
        </w:tc>
      </w:tr>
      <w:tr w:rsidR="00C943E8" w:rsidRPr="004611CF" w14:paraId="34804374" w14:textId="77777777" w:rsidTr="00997E64">
        <w:tc>
          <w:tcPr>
            <w:tcW w:w="2263" w:type="dxa"/>
          </w:tcPr>
          <w:p w14:paraId="02908183" w14:textId="77777777" w:rsidR="00C943E8" w:rsidRPr="004611CF" w:rsidRDefault="00C943E8" w:rsidP="00997E64">
            <w:r w:rsidRPr="004611CF">
              <w:t>Version Identifier</w:t>
            </w:r>
          </w:p>
        </w:tc>
        <w:tc>
          <w:tcPr>
            <w:tcW w:w="5954" w:type="dxa"/>
          </w:tcPr>
          <w:p w14:paraId="7CC5349C" w14:textId="77777777" w:rsidR="00C943E8" w:rsidRPr="004611CF" w:rsidRDefault="00C943E8" w:rsidP="00997E64">
            <w:r w:rsidRPr="004611CF">
              <w:t>1</w:t>
            </w:r>
          </w:p>
        </w:tc>
      </w:tr>
      <w:tr w:rsidR="00C943E8" w:rsidRPr="004611CF" w14:paraId="452B0672" w14:textId="77777777" w:rsidTr="00997E64">
        <w:tc>
          <w:tcPr>
            <w:tcW w:w="2263" w:type="dxa"/>
          </w:tcPr>
          <w:p w14:paraId="37A89095" w14:textId="77777777" w:rsidR="00C943E8" w:rsidRPr="004611CF" w:rsidRDefault="00C943E8" w:rsidP="00997E64">
            <w:r w:rsidRPr="004611CF">
              <w:t xml:space="preserve">Has </w:t>
            </w:r>
            <w:proofErr w:type="spellStart"/>
            <w:r w:rsidRPr="004611CF">
              <w:t>StreetName</w:t>
            </w:r>
            <w:proofErr w:type="spellEnd"/>
          </w:p>
        </w:tc>
        <w:tc>
          <w:tcPr>
            <w:tcW w:w="5954" w:type="dxa"/>
          </w:tcPr>
          <w:p w14:paraId="58BF7CFE" w14:textId="77777777" w:rsidR="00C943E8" w:rsidRPr="004611CF" w:rsidRDefault="00C943E8" w:rsidP="00997E64">
            <w:r w:rsidRPr="004611CF">
              <w:t>Namespace: https://databrussels.be/id/streetname</w:t>
            </w:r>
            <w:r w:rsidRPr="004611CF">
              <w:br/>
            </w:r>
            <w:proofErr w:type="spellStart"/>
            <w:r w:rsidRPr="004611CF">
              <w:t>ObjectIdentifier</w:t>
            </w:r>
            <w:proofErr w:type="spellEnd"/>
            <w:r w:rsidRPr="004611CF">
              <w:t>: 7964</w:t>
            </w:r>
            <w:r w:rsidRPr="004611CF">
              <w:br/>
            </w:r>
            <w:proofErr w:type="spellStart"/>
            <w:r w:rsidRPr="004611CF">
              <w:t>VersionIdentifier</w:t>
            </w:r>
            <w:proofErr w:type="spellEnd"/>
            <w:r w:rsidRPr="004611CF">
              <w:t>: 1</w:t>
            </w:r>
          </w:p>
        </w:tc>
      </w:tr>
      <w:tr w:rsidR="00C943E8" w:rsidRPr="004611CF" w14:paraId="452DFE5F" w14:textId="77777777" w:rsidTr="00997E64">
        <w:tc>
          <w:tcPr>
            <w:tcW w:w="2263" w:type="dxa"/>
          </w:tcPr>
          <w:p w14:paraId="1EA32C04" w14:textId="77777777" w:rsidR="00C943E8" w:rsidRPr="004611CF" w:rsidRDefault="00C943E8" w:rsidP="00997E64">
            <w:r w:rsidRPr="004611CF">
              <w:t>Has Municipality</w:t>
            </w:r>
          </w:p>
        </w:tc>
        <w:tc>
          <w:tcPr>
            <w:tcW w:w="5954" w:type="dxa"/>
          </w:tcPr>
          <w:p w14:paraId="74DC5ECE" w14:textId="77777777" w:rsidR="00C943E8" w:rsidRPr="004611CF" w:rsidRDefault="00C943E8" w:rsidP="00997E64">
            <w:r w:rsidRPr="004611CF">
              <w:t>Namespace: https://databrussels.be/id/municipality</w:t>
            </w:r>
            <w:r w:rsidRPr="004611CF">
              <w:br/>
            </w:r>
            <w:proofErr w:type="spellStart"/>
            <w:r w:rsidRPr="004611CF">
              <w:t>ObjectIdentifier</w:t>
            </w:r>
            <w:proofErr w:type="spellEnd"/>
            <w:r w:rsidRPr="004611CF">
              <w:t>: 21013</w:t>
            </w:r>
            <w:r w:rsidRPr="004611CF">
              <w:br/>
            </w:r>
            <w:proofErr w:type="spellStart"/>
            <w:r w:rsidRPr="004611CF">
              <w:t>VersionIdentifier</w:t>
            </w:r>
            <w:proofErr w:type="spellEnd"/>
            <w:r w:rsidRPr="004611CF">
              <w:t>: 1</w:t>
            </w:r>
          </w:p>
        </w:tc>
      </w:tr>
      <w:tr w:rsidR="00C943E8" w:rsidRPr="004611CF" w14:paraId="7A461687" w14:textId="77777777" w:rsidTr="00997E64">
        <w:tc>
          <w:tcPr>
            <w:tcW w:w="2263" w:type="dxa"/>
          </w:tcPr>
          <w:p w14:paraId="10844DF8" w14:textId="77777777" w:rsidR="00C943E8" w:rsidRPr="004611CF" w:rsidRDefault="00C943E8" w:rsidP="00997E64">
            <w:r w:rsidRPr="004611CF">
              <w:t xml:space="preserve">Has </w:t>
            </w:r>
            <w:proofErr w:type="spellStart"/>
            <w:r w:rsidRPr="004611CF">
              <w:t>PostalInfo</w:t>
            </w:r>
            <w:proofErr w:type="spellEnd"/>
          </w:p>
        </w:tc>
        <w:tc>
          <w:tcPr>
            <w:tcW w:w="5954" w:type="dxa"/>
          </w:tcPr>
          <w:p w14:paraId="3EAFD333" w14:textId="77777777" w:rsidR="00C943E8" w:rsidRPr="004611CF" w:rsidRDefault="00C943E8" w:rsidP="00997E64">
            <w:r w:rsidRPr="004611CF">
              <w:t>Namespace: https://databrussels.be/id/postalinfo</w:t>
            </w:r>
            <w:r w:rsidRPr="004611CF">
              <w:br/>
            </w:r>
            <w:proofErr w:type="spellStart"/>
            <w:r w:rsidRPr="004611CF">
              <w:t>ObjectIdentifier</w:t>
            </w:r>
            <w:proofErr w:type="spellEnd"/>
            <w:r w:rsidRPr="004611CF">
              <w:t>: 2000</w:t>
            </w:r>
            <w:r w:rsidRPr="004611CF">
              <w:br/>
            </w:r>
            <w:proofErr w:type="spellStart"/>
            <w:r w:rsidRPr="004611CF">
              <w:t>VersionIdentifier</w:t>
            </w:r>
            <w:proofErr w:type="spellEnd"/>
            <w:r w:rsidRPr="004611CF">
              <w:t>: 1</w:t>
            </w:r>
          </w:p>
        </w:tc>
      </w:tr>
      <w:tr w:rsidR="00C943E8" w:rsidRPr="004611CF" w14:paraId="2E315E5D" w14:textId="77777777" w:rsidTr="00997E64">
        <w:tc>
          <w:tcPr>
            <w:tcW w:w="2263" w:type="dxa"/>
          </w:tcPr>
          <w:p w14:paraId="6DDB326D" w14:textId="77777777" w:rsidR="00C943E8" w:rsidRPr="004611CF" w:rsidRDefault="00C943E8" w:rsidP="00997E64">
            <w:r w:rsidRPr="004611CF">
              <w:t>Status</w:t>
            </w:r>
          </w:p>
        </w:tc>
        <w:tc>
          <w:tcPr>
            <w:tcW w:w="5954" w:type="dxa"/>
          </w:tcPr>
          <w:p w14:paraId="0D2A6355" w14:textId="77777777" w:rsidR="00C943E8" w:rsidRPr="004611CF" w:rsidRDefault="00C943E8" w:rsidP="00997E64">
            <w:r w:rsidRPr="004611CF">
              <w:t>Current</w:t>
            </w:r>
          </w:p>
        </w:tc>
      </w:tr>
      <w:tr w:rsidR="00C943E8" w:rsidRPr="004611CF" w14:paraId="3E1EC00C" w14:textId="77777777" w:rsidTr="00997E64">
        <w:tc>
          <w:tcPr>
            <w:tcW w:w="2263" w:type="dxa"/>
          </w:tcPr>
          <w:p w14:paraId="36FDEF40" w14:textId="77777777" w:rsidR="00C943E8" w:rsidRPr="004611CF" w:rsidRDefault="00C943E8" w:rsidP="00997E64">
            <w:proofErr w:type="spellStart"/>
            <w:r w:rsidRPr="004611CF">
              <w:t>validFrom</w:t>
            </w:r>
            <w:proofErr w:type="spellEnd"/>
          </w:p>
        </w:tc>
        <w:tc>
          <w:tcPr>
            <w:tcW w:w="5954" w:type="dxa"/>
          </w:tcPr>
          <w:p w14:paraId="46D03F72" w14:textId="77777777" w:rsidR="00C943E8" w:rsidRPr="004611CF" w:rsidRDefault="00C943E8" w:rsidP="00997E64">
            <w:r w:rsidRPr="004611CF">
              <w:t>2022-12-08T14:50:36</w:t>
            </w:r>
          </w:p>
        </w:tc>
      </w:tr>
      <w:tr w:rsidR="00C943E8" w:rsidRPr="004611CF" w14:paraId="572CFD99" w14:textId="77777777" w:rsidTr="00997E64">
        <w:tc>
          <w:tcPr>
            <w:tcW w:w="2263" w:type="dxa"/>
          </w:tcPr>
          <w:p w14:paraId="3CBA58B6" w14:textId="77777777" w:rsidR="00C943E8" w:rsidRPr="004611CF" w:rsidRDefault="00C943E8" w:rsidP="00997E64">
            <w:proofErr w:type="spellStart"/>
            <w:r w:rsidRPr="004611CF">
              <w:t>validTo</w:t>
            </w:r>
            <w:proofErr w:type="spellEnd"/>
          </w:p>
        </w:tc>
        <w:tc>
          <w:tcPr>
            <w:tcW w:w="5954" w:type="dxa"/>
          </w:tcPr>
          <w:p w14:paraId="53EA1B7A" w14:textId="77777777" w:rsidR="00C943E8" w:rsidRPr="004611CF" w:rsidRDefault="00C943E8" w:rsidP="00997E64">
            <w:r w:rsidRPr="004611CF">
              <w:t>2023-02-02T21:00:54</w:t>
            </w:r>
          </w:p>
        </w:tc>
      </w:tr>
      <w:tr w:rsidR="00C943E8" w:rsidRPr="004611CF" w14:paraId="7ABCFB22" w14:textId="77777777" w:rsidTr="00997E64">
        <w:tc>
          <w:tcPr>
            <w:tcW w:w="2263" w:type="dxa"/>
          </w:tcPr>
          <w:p w14:paraId="7409AE18" w14:textId="77777777" w:rsidR="00C943E8" w:rsidRPr="004611CF" w:rsidRDefault="00C943E8" w:rsidP="00997E64">
            <w:r w:rsidRPr="004611CF">
              <w:t>Predecessor</w:t>
            </w:r>
          </w:p>
        </w:tc>
        <w:tc>
          <w:tcPr>
            <w:tcW w:w="5954" w:type="dxa"/>
          </w:tcPr>
          <w:p w14:paraId="3268D4EB" w14:textId="77777777" w:rsidR="00C943E8" w:rsidRPr="004611CF" w:rsidRDefault="00C943E8" w:rsidP="00997E64">
            <w:r w:rsidRPr="004611CF">
              <w:t>N/A</w:t>
            </w:r>
          </w:p>
        </w:tc>
      </w:tr>
      <w:tr w:rsidR="00C943E8" w:rsidRPr="004611CF" w14:paraId="7C3B8ED5" w14:textId="77777777" w:rsidTr="00997E64">
        <w:tc>
          <w:tcPr>
            <w:tcW w:w="2263" w:type="dxa"/>
          </w:tcPr>
          <w:p w14:paraId="3EFB374B" w14:textId="77777777" w:rsidR="00C943E8" w:rsidRPr="004611CF" w:rsidRDefault="00C943E8" w:rsidP="00997E64">
            <w:r w:rsidRPr="004611CF">
              <w:t>Successor</w:t>
            </w:r>
          </w:p>
        </w:tc>
        <w:tc>
          <w:tcPr>
            <w:tcW w:w="5954" w:type="dxa"/>
          </w:tcPr>
          <w:p w14:paraId="46852079" w14:textId="77777777" w:rsidR="00C943E8" w:rsidRPr="004611CF" w:rsidRDefault="00C943E8" w:rsidP="00997E64">
            <w:r w:rsidRPr="004611CF">
              <w:t>Namespace: https://databrussels.be/id/municipality</w:t>
            </w:r>
            <w:r w:rsidRPr="004611CF">
              <w:br/>
            </w:r>
            <w:proofErr w:type="spellStart"/>
            <w:r w:rsidRPr="004611CF">
              <w:t>ObjectIdentifier</w:t>
            </w:r>
            <w:proofErr w:type="spellEnd"/>
            <w:r w:rsidRPr="004611CF">
              <w:t>: 982863</w:t>
            </w:r>
            <w:r w:rsidRPr="004611CF">
              <w:br/>
            </w:r>
            <w:proofErr w:type="spellStart"/>
            <w:r w:rsidRPr="004611CF">
              <w:t>VersionIdentifier</w:t>
            </w:r>
            <w:proofErr w:type="spellEnd"/>
            <w:r w:rsidRPr="004611CF">
              <w:t>: 2</w:t>
            </w:r>
          </w:p>
        </w:tc>
      </w:tr>
    </w:tbl>
    <w:p w14:paraId="13E36928" w14:textId="77777777" w:rsidR="00C943E8" w:rsidRPr="004611CF" w:rsidRDefault="00C943E8" w:rsidP="00C943E8"/>
    <w:p w14:paraId="1645ED0A" w14:textId="77777777" w:rsidR="00C943E8" w:rsidRPr="004611CF" w:rsidRDefault="00C943E8" w:rsidP="00C943E8">
      <w:r w:rsidRPr="004611CF">
        <w:br w:type="page"/>
      </w:r>
    </w:p>
    <w:p w14:paraId="3191F069" w14:textId="77777777" w:rsidR="00945056" w:rsidRDefault="00945056" w:rsidP="00945056">
      <w:pPr>
        <w:pStyle w:val="Heading3"/>
      </w:pPr>
      <w:bookmarkStart w:id="10" w:name="_Toc137824081"/>
      <w:bookmarkStart w:id="11" w:name="_Toc184897100"/>
      <w:r>
        <w:lastRenderedPageBreak/>
        <w:t>Scenario: street name add spelling + language. [s15]</w:t>
      </w:r>
      <w:bookmarkEnd w:id="10"/>
      <w:bookmarkEnd w:id="11"/>
    </w:p>
    <w:p w14:paraId="46C0B739" w14:textId="6D5A60DC" w:rsidR="00945056" w:rsidRPr="00211030" w:rsidRDefault="00945056" w:rsidP="00945056">
      <w:pPr>
        <w:pStyle w:val="Heading4"/>
        <w:rPr>
          <w:sz w:val="22"/>
          <w:szCs w:val="28"/>
        </w:rPr>
      </w:pPr>
      <w:r w:rsidRPr="00211030">
        <w:rPr>
          <w:sz w:val="22"/>
          <w:szCs w:val="28"/>
        </w:rPr>
        <w:t xml:space="preserve">[Mutation </w:t>
      </w:r>
      <w:r w:rsidR="00BC266C">
        <w:rPr>
          <w:sz w:val="22"/>
          <w:szCs w:val="28"/>
        </w:rPr>
        <w:t xml:space="preserve">file: </w:t>
      </w:r>
      <w:r w:rsidR="00BC266C" w:rsidRPr="00BC266C">
        <w:rPr>
          <w:sz w:val="22"/>
          <w:szCs w:val="28"/>
        </w:rPr>
        <w:t>BeStAddress_MBelgium20230222.zip</w:t>
      </w:r>
      <w:r w:rsidRPr="00211030">
        <w:rPr>
          <w:sz w:val="22"/>
          <w:szCs w:val="28"/>
        </w:rPr>
        <w:t xml:space="preserve">] </w:t>
      </w:r>
      <w:r w:rsidRPr="00211030">
        <w:rPr>
          <w:sz w:val="22"/>
          <w:szCs w:val="28"/>
        </w:rPr>
        <w:br/>
        <w:t>Example file: Brussels_M_20230222_L72</w:t>
      </w:r>
    </w:p>
    <w:p w14:paraId="7BC2734C" w14:textId="04053C95" w:rsidR="00C943E8" w:rsidRPr="004611CF" w:rsidRDefault="00C943E8" w:rsidP="00C943E8">
      <w:r w:rsidRPr="004611CF">
        <w:t xml:space="preserve">In this example a </w:t>
      </w:r>
      <w:r w:rsidRPr="004611CF">
        <w:rPr>
          <w:b/>
          <w:bCs/>
        </w:rPr>
        <w:t>street name</w:t>
      </w:r>
      <w:r w:rsidRPr="004611CF">
        <w:t xml:space="preserve"> is getting an additional language, when a street name gets a new id, all addresses that reference the old street name must be updated to reference the new street name id. In this example there is only one </w:t>
      </w:r>
      <w:r w:rsidRPr="004611CF">
        <w:rPr>
          <w:b/>
          <w:bCs/>
        </w:rPr>
        <w:t>address</w:t>
      </w:r>
      <w:r w:rsidRPr="004611CF">
        <w:t xml:space="preserve"> record referencing the street name.</w:t>
      </w:r>
    </w:p>
    <w:p w14:paraId="6DCE1A40" w14:textId="77777777" w:rsidR="00C943E8" w:rsidRPr="004611CF" w:rsidRDefault="00C943E8" w:rsidP="00C943E8">
      <w:pPr>
        <w:pStyle w:val="Heading4"/>
      </w:pPr>
      <w:r w:rsidRPr="004611CF">
        <w:t>Example 6 (1/2) - [ADD] Street name</w:t>
      </w:r>
    </w:p>
    <w:tbl>
      <w:tblPr>
        <w:tblStyle w:val="TableGrid"/>
        <w:tblW w:w="0" w:type="auto"/>
        <w:tblLook w:val="04A0" w:firstRow="1" w:lastRow="0" w:firstColumn="1" w:lastColumn="0" w:noHBand="0" w:noVBand="1"/>
      </w:tblPr>
      <w:tblGrid>
        <w:gridCol w:w="2263"/>
        <w:gridCol w:w="5954"/>
      </w:tblGrid>
      <w:tr w:rsidR="00C943E8" w:rsidRPr="004611CF" w14:paraId="19C50882" w14:textId="77777777" w:rsidTr="00997E64">
        <w:trPr>
          <w:trHeight w:val="319"/>
        </w:trPr>
        <w:tc>
          <w:tcPr>
            <w:tcW w:w="2263" w:type="dxa"/>
          </w:tcPr>
          <w:p w14:paraId="16D1FBF8" w14:textId="77777777" w:rsidR="00C943E8" w:rsidRPr="004611CF" w:rsidRDefault="00C943E8" w:rsidP="00997E64">
            <w:r w:rsidRPr="004611CF">
              <w:t>Namespace</w:t>
            </w:r>
          </w:p>
        </w:tc>
        <w:tc>
          <w:tcPr>
            <w:tcW w:w="5954" w:type="dxa"/>
          </w:tcPr>
          <w:p w14:paraId="10BC102B" w14:textId="77777777" w:rsidR="00C943E8" w:rsidRPr="004611CF" w:rsidRDefault="00C943E8" w:rsidP="00997E64">
            <w:r w:rsidRPr="004611CF">
              <w:t>https://databrussels.be/id/streetname</w:t>
            </w:r>
          </w:p>
        </w:tc>
      </w:tr>
      <w:tr w:rsidR="00C943E8" w:rsidRPr="004611CF" w14:paraId="3C51B19B" w14:textId="77777777" w:rsidTr="00997E64">
        <w:tc>
          <w:tcPr>
            <w:tcW w:w="2263" w:type="dxa"/>
          </w:tcPr>
          <w:p w14:paraId="36E41042" w14:textId="77777777" w:rsidR="00C943E8" w:rsidRPr="004611CF" w:rsidRDefault="00C943E8" w:rsidP="00997E64">
            <w:r w:rsidRPr="004611CF">
              <w:t>Object identifier</w:t>
            </w:r>
          </w:p>
        </w:tc>
        <w:tc>
          <w:tcPr>
            <w:tcW w:w="5954" w:type="dxa"/>
          </w:tcPr>
          <w:p w14:paraId="6650942F" w14:textId="77777777" w:rsidR="00C943E8" w:rsidRPr="004611CF" w:rsidRDefault="00C943E8" w:rsidP="00997E64">
            <w:r w:rsidRPr="004611CF">
              <w:t>7964</w:t>
            </w:r>
          </w:p>
        </w:tc>
      </w:tr>
      <w:tr w:rsidR="00C943E8" w:rsidRPr="004611CF" w14:paraId="7F2EAFB0" w14:textId="77777777" w:rsidTr="00997E64">
        <w:tc>
          <w:tcPr>
            <w:tcW w:w="2263" w:type="dxa"/>
          </w:tcPr>
          <w:p w14:paraId="25175BAE" w14:textId="77777777" w:rsidR="00C943E8" w:rsidRPr="004611CF" w:rsidRDefault="00C943E8" w:rsidP="00997E64">
            <w:r w:rsidRPr="004611CF">
              <w:t>Version Identifier</w:t>
            </w:r>
          </w:p>
        </w:tc>
        <w:tc>
          <w:tcPr>
            <w:tcW w:w="5954" w:type="dxa"/>
          </w:tcPr>
          <w:p w14:paraId="0C24E9EC" w14:textId="77777777" w:rsidR="00C943E8" w:rsidRPr="004611CF" w:rsidRDefault="00C943E8" w:rsidP="00997E64">
            <w:r w:rsidRPr="004611CF">
              <w:t>2</w:t>
            </w:r>
          </w:p>
        </w:tc>
      </w:tr>
      <w:tr w:rsidR="00C943E8" w:rsidRPr="004611CF" w14:paraId="680698E2" w14:textId="77777777" w:rsidTr="00997E64">
        <w:tc>
          <w:tcPr>
            <w:tcW w:w="2263" w:type="dxa"/>
          </w:tcPr>
          <w:p w14:paraId="3D16F28A" w14:textId="77777777" w:rsidR="00C943E8" w:rsidRPr="004611CF" w:rsidRDefault="00C943E8" w:rsidP="00997E64">
            <w:r w:rsidRPr="004611CF">
              <w:t xml:space="preserve">Spelling </w:t>
            </w:r>
            <w:proofErr w:type="spellStart"/>
            <w:r w:rsidRPr="004611CF">
              <w:t>nl</w:t>
            </w:r>
            <w:proofErr w:type="spellEnd"/>
          </w:p>
        </w:tc>
        <w:tc>
          <w:tcPr>
            <w:tcW w:w="5954" w:type="dxa"/>
          </w:tcPr>
          <w:p w14:paraId="34637EDC" w14:textId="77777777" w:rsidR="00C943E8" w:rsidRPr="004611CF" w:rsidRDefault="00C943E8" w:rsidP="00997E64">
            <w:proofErr w:type="spellStart"/>
            <w:r w:rsidRPr="004611CF">
              <w:t>Tiende</w:t>
            </w:r>
            <w:proofErr w:type="spellEnd"/>
            <w:r w:rsidRPr="004611CF">
              <w:t xml:space="preserve"> </w:t>
            </w:r>
            <w:proofErr w:type="spellStart"/>
            <w:r w:rsidRPr="004611CF">
              <w:t>Teststraat</w:t>
            </w:r>
            <w:proofErr w:type="spellEnd"/>
          </w:p>
        </w:tc>
      </w:tr>
      <w:tr w:rsidR="00C943E8" w:rsidRPr="004611CF" w14:paraId="70103D73" w14:textId="77777777" w:rsidTr="00997E64">
        <w:tc>
          <w:tcPr>
            <w:tcW w:w="2263" w:type="dxa"/>
          </w:tcPr>
          <w:p w14:paraId="60240392" w14:textId="77777777" w:rsidR="00C943E8" w:rsidRPr="004611CF" w:rsidRDefault="00C943E8" w:rsidP="00997E64">
            <w:r w:rsidRPr="004611CF">
              <w:t xml:space="preserve">Spelling </w:t>
            </w:r>
            <w:proofErr w:type="spellStart"/>
            <w:r w:rsidRPr="004611CF">
              <w:t>fr</w:t>
            </w:r>
            <w:proofErr w:type="spellEnd"/>
          </w:p>
        </w:tc>
        <w:tc>
          <w:tcPr>
            <w:tcW w:w="5954" w:type="dxa"/>
          </w:tcPr>
          <w:p w14:paraId="60A9E056" w14:textId="77777777" w:rsidR="00C943E8" w:rsidRPr="004611CF" w:rsidRDefault="00C943E8" w:rsidP="00997E64">
            <w:proofErr w:type="spellStart"/>
            <w:r w:rsidRPr="004611CF">
              <w:t>Dixième</w:t>
            </w:r>
            <w:proofErr w:type="spellEnd"/>
            <w:r w:rsidRPr="004611CF">
              <w:t xml:space="preserve"> Rue du Test</w:t>
            </w:r>
          </w:p>
        </w:tc>
      </w:tr>
      <w:tr w:rsidR="00C943E8" w:rsidRPr="004611CF" w14:paraId="22524C59" w14:textId="77777777" w:rsidTr="00997E64">
        <w:tc>
          <w:tcPr>
            <w:tcW w:w="2263" w:type="dxa"/>
          </w:tcPr>
          <w:p w14:paraId="3A12486F" w14:textId="77777777" w:rsidR="00C943E8" w:rsidRPr="004611CF" w:rsidRDefault="00C943E8" w:rsidP="00997E64">
            <w:r w:rsidRPr="004611CF">
              <w:t>Assigned by municipality</w:t>
            </w:r>
          </w:p>
        </w:tc>
        <w:tc>
          <w:tcPr>
            <w:tcW w:w="5954" w:type="dxa"/>
          </w:tcPr>
          <w:p w14:paraId="6A719447" w14:textId="77777777" w:rsidR="00C943E8" w:rsidRPr="004611CF" w:rsidRDefault="00C943E8" w:rsidP="00997E64">
            <w:r w:rsidRPr="004611CF">
              <w:t>Namespace: https://databrussels.be/id/municipality</w:t>
            </w:r>
            <w:r w:rsidRPr="004611CF">
              <w:br/>
            </w:r>
            <w:proofErr w:type="spellStart"/>
            <w:r w:rsidRPr="004611CF">
              <w:t>ObjectIdentifier</w:t>
            </w:r>
            <w:proofErr w:type="spellEnd"/>
            <w:r w:rsidRPr="004611CF">
              <w:t>: 21013</w:t>
            </w:r>
            <w:r w:rsidRPr="004611CF">
              <w:br/>
            </w:r>
            <w:proofErr w:type="spellStart"/>
            <w:r w:rsidRPr="004611CF">
              <w:t>VersionIdentifier</w:t>
            </w:r>
            <w:proofErr w:type="spellEnd"/>
            <w:r w:rsidRPr="004611CF">
              <w:t>: 1</w:t>
            </w:r>
          </w:p>
        </w:tc>
      </w:tr>
      <w:tr w:rsidR="00C943E8" w:rsidRPr="004611CF" w14:paraId="4D35E0C2" w14:textId="77777777" w:rsidTr="00997E64">
        <w:tc>
          <w:tcPr>
            <w:tcW w:w="2263" w:type="dxa"/>
          </w:tcPr>
          <w:p w14:paraId="4A47C308" w14:textId="77777777" w:rsidR="00C943E8" w:rsidRPr="004611CF" w:rsidRDefault="00C943E8" w:rsidP="00997E64">
            <w:r w:rsidRPr="004611CF">
              <w:t>Status</w:t>
            </w:r>
          </w:p>
        </w:tc>
        <w:tc>
          <w:tcPr>
            <w:tcW w:w="5954" w:type="dxa"/>
          </w:tcPr>
          <w:p w14:paraId="3E11D56F" w14:textId="77777777" w:rsidR="00C943E8" w:rsidRPr="004611CF" w:rsidRDefault="00C943E8" w:rsidP="00997E64">
            <w:r w:rsidRPr="004611CF">
              <w:t>Current</w:t>
            </w:r>
          </w:p>
        </w:tc>
      </w:tr>
      <w:tr w:rsidR="00C943E8" w:rsidRPr="004611CF" w14:paraId="4CF06727" w14:textId="77777777" w:rsidTr="00997E64">
        <w:tc>
          <w:tcPr>
            <w:tcW w:w="2263" w:type="dxa"/>
          </w:tcPr>
          <w:p w14:paraId="26FC5FB9" w14:textId="77777777" w:rsidR="00C943E8" w:rsidRPr="004611CF" w:rsidRDefault="00C943E8" w:rsidP="00997E64">
            <w:proofErr w:type="spellStart"/>
            <w:r w:rsidRPr="004611CF">
              <w:t>validFrom</w:t>
            </w:r>
            <w:proofErr w:type="spellEnd"/>
          </w:p>
        </w:tc>
        <w:tc>
          <w:tcPr>
            <w:tcW w:w="5954" w:type="dxa"/>
          </w:tcPr>
          <w:p w14:paraId="3AF10F9A" w14:textId="77777777" w:rsidR="00C943E8" w:rsidRPr="004611CF" w:rsidRDefault="00C943E8" w:rsidP="00997E64">
            <w:r w:rsidRPr="004611CF">
              <w:t>2022-12-08T15:30:07</w:t>
            </w:r>
          </w:p>
        </w:tc>
      </w:tr>
      <w:tr w:rsidR="00C943E8" w:rsidRPr="004611CF" w14:paraId="6C7DC8C2" w14:textId="77777777" w:rsidTr="00997E64">
        <w:tc>
          <w:tcPr>
            <w:tcW w:w="2263" w:type="dxa"/>
          </w:tcPr>
          <w:p w14:paraId="3DB225B3" w14:textId="77777777" w:rsidR="00C943E8" w:rsidRPr="004611CF" w:rsidRDefault="00C943E8" w:rsidP="00997E64">
            <w:proofErr w:type="spellStart"/>
            <w:r w:rsidRPr="004611CF">
              <w:t>validTo</w:t>
            </w:r>
            <w:proofErr w:type="spellEnd"/>
          </w:p>
        </w:tc>
        <w:tc>
          <w:tcPr>
            <w:tcW w:w="5954" w:type="dxa"/>
          </w:tcPr>
          <w:p w14:paraId="765D1865" w14:textId="77777777" w:rsidR="00C943E8" w:rsidRPr="004611CF" w:rsidRDefault="00C943E8" w:rsidP="00997E64">
            <w:r w:rsidRPr="004611CF">
              <w:t>N/A</w:t>
            </w:r>
          </w:p>
        </w:tc>
      </w:tr>
      <w:tr w:rsidR="00C943E8" w:rsidRPr="004611CF" w14:paraId="3E89E2C4" w14:textId="77777777" w:rsidTr="00997E64">
        <w:tc>
          <w:tcPr>
            <w:tcW w:w="2263" w:type="dxa"/>
          </w:tcPr>
          <w:p w14:paraId="308BB43C" w14:textId="77777777" w:rsidR="00C943E8" w:rsidRPr="004611CF" w:rsidRDefault="00C943E8" w:rsidP="00997E64">
            <w:r w:rsidRPr="004611CF">
              <w:t>Predecessor</w:t>
            </w:r>
          </w:p>
        </w:tc>
        <w:tc>
          <w:tcPr>
            <w:tcW w:w="5954" w:type="dxa"/>
          </w:tcPr>
          <w:p w14:paraId="7A8E4214" w14:textId="77777777" w:rsidR="00C943E8" w:rsidRPr="004611CF" w:rsidRDefault="00C943E8" w:rsidP="00997E64">
            <w:r w:rsidRPr="004611CF">
              <w:t>Namespace: https://databrussels.be/id/streetname</w:t>
            </w:r>
            <w:r w:rsidRPr="004611CF">
              <w:br/>
            </w:r>
            <w:proofErr w:type="spellStart"/>
            <w:r w:rsidRPr="004611CF">
              <w:t>ObjectIdentifier</w:t>
            </w:r>
            <w:proofErr w:type="spellEnd"/>
            <w:r w:rsidRPr="004611CF">
              <w:t>: 7964</w:t>
            </w:r>
            <w:r w:rsidRPr="004611CF">
              <w:br/>
            </w:r>
            <w:proofErr w:type="spellStart"/>
            <w:r w:rsidRPr="004611CF">
              <w:t>VersionIdentifier</w:t>
            </w:r>
            <w:proofErr w:type="spellEnd"/>
            <w:r w:rsidRPr="004611CF">
              <w:t>: 1</w:t>
            </w:r>
          </w:p>
        </w:tc>
      </w:tr>
      <w:tr w:rsidR="00C943E8" w:rsidRPr="004611CF" w14:paraId="3059ED82" w14:textId="77777777" w:rsidTr="00997E64">
        <w:tc>
          <w:tcPr>
            <w:tcW w:w="2263" w:type="dxa"/>
          </w:tcPr>
          <w:p w14:paraId="4ACD4973" w14:textId="77777777" w:rsidR="00C943E8" w:rsidRPr="004611CF" w:rsidRDefault="00C943E8" w:rsidP="00997E64">
            <w:r w:rsidRPr="004611CF">
              <w:t>Successor</w:t>
            </w:r>
          </w:p>
        </w:tc>
        <w:tc>
          <w:tcPr>
            <w:tcW w:w="5954" w:type="dxa"/>
          </w:tcPr>
          <w:p w14:paraId="4087AF39" w14:textId="77777777" w:rsidR="00C943E8" w:rsidRPr="004611CF" w:rsidRDefault="00C943E8" w:rsidP="00997E64">
            <w:r w:rsidRPr="004611CF">
              <w:t>N/A</w:t>
            </w:r>
          </w:p>
        </w:tc>
      </w:tr>
    </w:tbl>
    <w:p w14:paraId="04F958DD" w14:textId="29DE5748" w:rsidR="00C943E8" w:rsidRPr="004611CF" w:rsidRDefault="00C943E8" w:rsidP="00C943E8">
      <w:pPr>
        <w:rPr>
          <w:b/>
          <w:bCs/>
        </w:rPr>
      </w:pPr>
    </w:p>
    <w:p w14:paraId="51C73089" w14:textId="77777777" w:rsidR="00C943E8" w:rsidRPr="004611CF" w:rsidRDefault="00C943E8">
      <w:pPr>
        <w:suppressAutoHyphens w:val="0"/>
        <w:spacing w:after="0" w:line="240" w:lineRule="auto"/>
        <w:rPr>
          <w:b/>
          <w:bCs/>
        </w:rPr>
      </w:pPr>
      <w:r w:rsidRPr="004611CF">
        <w:rPr>
          <w:b/>
          <w:bCs/>
        </w:rPr>
        <w:br w:type="page"/>
      </w:r>
    </w:p>
    <w:p w14:paraId="61558BBA" w14:textId="77777777" w:rsidR="00C943E8" w:rsidRPr="004611CF" w:rsidRDefault="00C943E8" w:rsidP="00C943E8">
      <w:pPr>
        <w:rPr>
          <w:b/>
          <w:bCs/>
        </w:rPr>
      </w:pPr>
    </w:p>
    <w:p w14:paraId="6CD2D872" w14:textId="77777777" w:rsidR="00C943E8" w:rsidRPr="004611CF" w:rsidRDefault="00C943E8" w:rsidP="00C943E8">
      <w:pPr>
        <w:pStyle w:val="Heading4"/>
      </w:pPr>
      <w:r w:rsidRPr="004611CF">
        <w:t>Example 7 (1/2) - [ADD] Address</w:t>
      </w:r>
    </w:p>
    <w:tbl>
      <w:tblPr>
        <w:tblStyle w:val="TableGrid"/>
        <w:tblW w:w="0" w:type="auto"/>
        <w:tblLook w:val="04A0" w:firstRow="1" w:lastRow="0" w:firstColumn="1" w:lastColumn="0" w:noHBand="0" w:noVBand="1"/>
      </w:tblPr>
      <w:tblGrid>
        <w:gridCol w:w="2263"/>
        <w:gridCol w:w="5954"/>
      </w:tblGrid>
      <w:tr w:rsidR="00C943E8" w:rsidRPr="004611CF" w14:paraId="1A17ABF8" w14:textId="77777777" w:rsidTr="00997E64">
        <w:trPr>
          <w:trHeight w:val="319"/>
        </w:trPr>
        <w:tc>
          <w:tcPr>
            <w:tcW w:w="2263" w:type="dxa"/>
          </w:tcPr>
          <w:p w14:paraId="6FC67629" w14:textId="77777777" w:rsidR="00C943E8" w:rsidRPr="004611CF" w:rsidRDefault="00C943E8" w:rsidP="00997E64">
            <w:r w:rsidRPr="004611CF">
              <w:t>Namespace</w:t>
            </w:r>
          </w:p>
        </w:tc>
        <w:tc>
          <w:tcPr>
            <w:tcW w:w="5954" w:type="dxa"/>
          </w:tcPr>
          <w:p w14:paraId="2BB000B3" w14:textId="77777777" w:rsidR="00C943E8" w:rsidRPr="004611CF" w:rsidRDefault="00C943E8" w:rsidP="00997E64">
            <w:r w:rsidRPr="004611CF">
              <w:t>https://databrussels.be/id/address</w:t>
            </w:r>
          </w:p>
        </w:tc>
      </w:tr>
      <w:tr w:rsidR="00C943E8" w:rsidRPr="004611CF" w14:paraId="13174982" w14:textId="77777777" w:rsidTr="00997E64">
        <w:tc>
          <w:tcPr>
            <w:tcW w:w="2263" w:type="dxa"/>
          </w:tcPr>
          <w:p w14:paraId="192D13E0" w14:textId="77777777" w:rsidR="00C943E8" w:rsidRPr="004611CF" w:rsidRDefault="00C943E8" w:rsidP="00997E64">
            <w:r w:rsidRPr="004611CF">
              <w:t>Object identifier</w:t>
            </w:r>
          </w:p>
        </w:tc>
        <w:tc>
          <w:tcPr>
            <w:tcW w:w="5954" w:type="dxa"/>
          </w:tcPr>
          <w:p w14:paraId="7160367D" w14:textId="77777777" w:rsidR="00C943E8" w:rsidRPr="004611CF" w:rsidRDefault="00C943E8" w:rsidP="00997E64">
            <w:r w:rsidRPr="004611CF">
              <w:t>982863</w:t>
            </w:r>
          </w:p>
        </w:tc>
      </w:tr>
      <w:tr w:rsidR="00C943E8" w:rsidRPr="004611CF" w14:paraId="66F44838" w14:textId="77777777" w:rsidTr="00997E64">
        <w:tc>
          <w:tcPr>
            <w:tcW w:w="2263" w:type="dxa"/>
          </w:tcPr>
          <w:p w14:paraId="7F6BA982" w14:textId="77777777" w:rsidR="00C943E8" w:rsidRPr="004611CF" w:rsidRDefault="00C943E8" w:rsidP="00997E64">
            <w:r w:rsidRPr="004611CF">
              <w:t>Version Identifier</w:t>
            </w:r>
          </w:p>
        </w:tc>
        <w:tc>
          <w:tcPr>
            <w:tcW w:w="5954" w:type="dxa"/>
          </w:tcPr>
          <w:p w14:paraId="6052E3A6" w14:textId="77777777" w:rsidR="00C943E8" w:rsidRPr="004611CF" w:rsidRDefault="00C943E8" w:rsidP="00997E64">
            <w:r w:rsidRPr="004611CF">
              <w:t>3</w:t>
            </w:r>
          </w:p>
        </w:tc>
      </w:tr>
      <w:tr w:rsidR="00C943E8" w:rsidRPr="004611CF" w14:paraId="54A697C6" w14:textId="77777777" w:rsidTr="00997E64">
        <w:tc>
          <w:tcPr>
            <w:tcW w:w="2263" w:type="dxa"/>
          </w:tcPr>
          <w:p w14:paraId="44838248" w14:textId="77777777" w:rsidR="00C943E8" w:rsidRPr="004611CF" w:rsidRDefault="00C943E8" w:rsidP="00997E64">
            <w:r w:rsidRPr="004611CF">
              <w:t xml:space="preserve">Has </w:t>
            </w:r>
            <w:proofErr w:type="spellStart"/>
            <w:r w:rsidRPr="004611CF">
              <w:t>StreetName</w:t>
            </w:r>
            <w:proofErr w:type="spellEnd"/>
          </w:p>
        </w:tc>
        <w:tc>
          <w:tcPr>
            <w:tcW w:w="5954" w:type="dxa"/>
          </w:tcPr>
          <w:p w14:paraId="0429DA41" w14:textId="38A65E05" w:rsidR="00C943E8" w:rsidRPr="004611CF" w:rsidRDefault="00C943E8" w:rsidP="00997E64">
            <w:r w:rsidRPr="004611CF">
              <w:t>Namespace: https://databrussels.be/id/streetname</w:t>
            </w:r>
            <w:r w:rsidRPr="004611CF">
              <w:br/>
            </w:r>
            <w:proofErr w:type="spellStart"/>
            <w:r w:rsidRPr="004611CF">
              <w:t>ObjectIdentifier</w:t>
            </w:r>
            <w:proofErr w:type="spellEnd"/>
            <w:r w:rsidRPr="004611CF">
              <w:t>: 7964</w:t>
            </w:r>
            <w:r w:rsidRPr="004611CF">
              <w:br/>
            </w:r>
            <w:proofErr w:type="spellStart"/>
            <w:r w:rsidRPr="004611CF">
              <w:t>VersionIdentifier</w:t>
            </w:r>
            <w:proofErr w:type="spellEnd"/>
            <w:r w:rsidRPr="004611CF">
              <w:t xml:space="preserve">: </w:t>
            </w:r>
            <w:r w:rsidR="00AC3E7C">
              <w:t>2</w:t>
            </w:r>
          </w:p>
        </w:tc>
      </w:tr>
      <w:tr w:rsidR="00C943E8" w:rsidRPr="004611CF" w14:paraId="3ACA146F" w14:textId="77777777" w:rsidTr="00997E64">
        <w:tc>
          <w:tcPr>
            <w:tcW w:w="2263" w:type="dxa"/>
          </w:tcPr>
          <w:p w14:paraId="16196E8F" w14:textId="77777777" w:rsidR="00C943E8" w:rsidRPr="004611CF" w:rsidRDefault="00C943E8" w:rsidP="00997E64">
            <w:r w:rsidRPr="004611CF">
              <w:t>Has Municipality</w:t>
            </w:r>
          </w:p>
        </w:tc>
        <w:tc>
          <w:tcPr>
            <w:tcW w:w="5954" w:type="dxa"/>
          </w:tcPr>
          <w:p w14:paraId="68B31F71" w14:textId="77777777" w:rsidR="00C943E8" w:rsidRPr="004611CF" w:rsidRDefault="00C943E8" w:rsidP="00997E64">
            <w:r w:rsidRPr="004611CF">
              <w:t>Namespace: https://databrussels.be/id/municipality</w:t>
            </w:r>
            <w:r w:rsidRPr="004611CF">
              <w:br/>
            </w:r>
            <w:proofErr w:type="spellStart"/>
            <w:r w:rsidRPr="004611CF">
              <w:t>ObjectIdentifier</w:t>
            </w:r>
            <w:proofErr w:type="spellEnd"/>
            <w:r w:rsidRPr="004611CF">
              <w:t>: 21013</w:t>
            </w:r>
            <w:r w:rsidRPr="004611CF">
              <w:br/>
            </w:r>
            <w:proofErr w:type="spellStart"/>
            <w:r w:rsidRPr="004611CF">
              <w:t>VersionIdentifier</w:t>
            </w:r>
            <w:proofErr w:type="spellEnd"/>
            <w:r w:rsidRPr="004611CF">
              <w:t>: 1</w:t>
            </w:r>
          </w:p>
        </w:tc>
      </w:tr>
      <w:tr w:rsidR="00C943E8" w:rsidRPr="004611CF" w14:paraId="4A514E3E" w14:textId="77777777" w:rsidTr="00997E64">
        <w:tc>
          <w:tcPr>
            <w:tcW w:w="2263" w:type="dxa"/>
          </w:tcPr>
          <w:p w14:paraId="757EACC1" w14:textId="77777777" w:rsidR="00C943E8" w:rsidRPr="004611CF" w:rsidRDefault="00C943E8" w:rsidP="00997E64">
            <w:r w:rsidRPr="004611CF">
              <w:t xml:space="preserve">Has </w:t>
            </w:r>
            <w:proofErr w:type="spellStart"/>
            <w:r w:rsidRPr="004611CF">
              <w:t>PostalInfo</w:t>
            </w:r>
            <w:proofErr w:type="spellEnd"/>
          </w:p>
        </w:tc>
        <w:tc>
          <w:tcPr>
            <w:tcW w:w="5954" w:type="dxa"/>
          </w:tcPr>
          <w:p w14:paraId="17B65E6E" w14:textId="77777777" w:rsidR="00C943E8" w:rsidRPr="004611CF" w:rsidRDefault="00C943E8" w:rsidP="00997E64">
            <w:r w:rsidRPr="004611CF">
              <w:t>Namespace: https://databrussels.be/id/postalinfo</w:t>
            </w:r>
            <w:r w:rsidRPr="004611CF">
              <w:br/>
            </w:r>
            <w:proofErr w:type="spellStart"/>
            <w:r w:rsidRPr="004611CF">
              <w:t>ObjectIdentifier</w:t>
            </w:r>
            <w:proofErr w:type="spellEnd"/>
            <w:r w:rsidRPr="004611CF">
              <w:t>: 2000</w:t>
            </w:r>
            <w:r w:rsidRPr="004611CF">
              <w:br/>
            </w:r>
            <w:proofErr w:type="spellStart"/>
            <w:r w:rsidRPr="004611CF">
              <w:t>VersionIdentifier</w:t>
            </w:r>
            <w:proofErr w:type="spellEnd"/>
            <w:r w:rsidRPr="004611CF">
              <w:t>: 1</w:t>
            </w:r>
          </w:p>
        </w:tc>
      </w:tr>
      <w:tr w:rsidR="00C943E8" w:rsidRPr="004611CF" w14:paraId="43355352" w14:textId="77777777" w:rsidTr="00997E64">
        <w:tc>
          <w:tcPr>
            <w:tcW w:w="2263" w:type="dxa"/>
          </w:tcPr>
          <w:p w14:paraId="2C3387C7" w14:textId="77777777" w:rsidR="00C943E8" w:rsidRPr="004611CF" w:rsidRDefault="00C943E8" w:rsidP="00997E64">
            <w:r w:rsidRPr="004611CF">
              <w:t>Status</w:t>
            </w:r>
          </w:p>
        </w:tc>
        <w:tc>
          <w:tcPr>
            <w:tcW w:w="5954" w:type="dxa"/>
          </w:tcPr>
          <w:p w14:paraId="4FEC9C4F" w14:textId="77777777" w:rsidR="00C943E8" w:rsidRPr="004611CF" w:rsidRDefault="00C943E8" w:rsidP="00997E64">
            <w:r w:rsidRPr="004611CF">
              <w:t>Current</w:t>
            </w:r>
          </w:p>
        </w:tc>
      </w:tr>
      <w:tr w:rsidR="00C943E8" w:rsidRPr="004611CF" w14:paraId="7E975180" w14:textId="77777777" w:rsidTr="00997E64">
        <w:tc>
          <w:tcPr>
            <w:tcW w:w="2263" w:type="dxa"/>
          </w:tcPr>
          <w:p w14:paraId="6FCA5BB6" w14:textId="77777777" w:rsidR="00C943E8" w:rsidRPr="004611CF" w:rsidRDefault="00C943E8" w:rsidP="00997E64">
            <w:proofErr w:type="spellStart"/>
            <w:r w:rsidRPr="004611CF">
              <w:t>validFrom</w:t>
            </w:r>
            <w:proofErr w:type="spellEnd"/>
          </w:p>
        </w:tc>
        <w:tc>
          <w:tcPr>
            <w:tcW w:w="5954" w:type="dxa"/>
          </w:tcPr>
          <w:p w14:paraId="412D36AD" w14:textId="77777777" w:rsidR="00C943E8" w:rsidRPr="004611CF" w:rsidRDefault="00C943E8" w:rsidP="00997E64">
            <w:r w:rsidRPr="004611CF">
              <w:t>2023-02-02T14:50:36</w:t>
            </w:r>
          </w:p>
        </w:tc>
      </w:tr>
      <w:tr w:rsidR="00C943E8" w:rsidRPr="004611CF" w14:paraId="06913EE0" w14:textId="77777777" w:rsidTr="00997E64">
        <w:tc>
          <w:tcPr>
            <w:tcW w:w="2263" w:type="dxa"/>
          </w:tcPr>
          <w:p w14:paraId="0E1EA6B8" w14:textId="77777777" w:rsidR="00C943E8" w:rsidRPr="004611CF" w:rsidRDefault="00C943E8" w:rsidP="00997E64">
            <w:proofErr w:type="spellStart"/>
            <w:r w:rsidRPr="004611CF">
              <w:t>validTo</w:t>
            </w:r>
            <w:proofErr w:type="spellEnd"/>
          </w:p>
        </w:tc>
        <w:tc>
          <w:tcPr>
            <w:tcW w:w="5954" w:type="dxa"/>
          </w:tcPr>
          <w:p w14:paraId="48EEA734" w14:textId="77777777" w:rsidR="00C943E8" w:rsidRPr="004611CF" w:rsidRDefault="00C943E8" w:rsidP="00997E64">
            <w:r w:rsidRPr="004611CF">
              <w:t>N/A</w:t>
            </w:r>
          </w:p>
        </w:tc>
      </w:tr>
      <w:tr w:rsidR="00C943E8" w:rsidRPr="004611CF" w14:paraId="125C64A2" w14:textId="77777777" w:rsidTr="00997E64">
        <w:tc>
          <w:tcPr>
            <w:tcW w:w="2263" w:type="dxa"/>
          </w:tcPr>
          <w:p w14:paraId="0D25C7B5" w14:textId="77777777" w:rsidR="00C943E8" w:rsidRPr="004611CF" w:rsidRDefault="00C943E8" w:rsidP="00997E64">
            <w:r w:rsidRPr="004611CF">
              <w:t>Predecessor</w:t>
            </w:r>
          </w:p>
        </w:tc>
        <w:tc>
          <w:tcPr>
            <w:tcW w:w="5954" w:type="dxa"/>
          </w:tcPr>
          <w:p w14:paraId="7D6B244C" w14:textId="77777777" w:rsidR="00C943E8" w:rsidRPr="004611CF" w:rsidRDefault="00C943E8" w:rsidP="00997E64">
            <w:r w:rsidRPr="004611CF">
              <w:t>Namespace: https://databrussels.be/id/municipality</w:t>
            </w:r>
            <w:r w:rsidRPr="004611CF">
              <w:br/>
            </w:r>
            <w:proofErr w:type="spellStart"/>
            <w:r w:rsidRPr="004611CF">
              <w:t>ObjectIdentifier</w:t>
            </w:r>
            <w:proofErr w:type="spellEnd"/>
            <w:r w:rsidRPr="004611CF">
              <w:t>: 982863</w:t>
            </w:r>
            <w:r w:rsidRPr="004611CF">
              <w:br/>
            </w:r>
            <w:proofErr w:type="spellStart"/>
            <w:r w:rsidRPr="004611CF">
              <w:t>VersionIdentifier</w:t>
            </w:r>
            <w:proofErr w:type="spellEnd"/>
            <w:r w:rsidRPr="004611CF">
              <w:t>: 2</w:t>
            </w:r>
          </w:p>
        </w:tc>
      </w:tr>
      <w:tr w:rsidR="00C943E8" w:rsidRPr="004611CF" w14:paraId="11FC48CC" w14:textId="77777777" w:rsidTr="00997E64">
        <w:tc>
          <w:tcPr>
            <w:tcW w:w="2263" w:type="dxa"/>
          </w:tcPr>
          <w:p w14:paraId="7D8D596A" w14:textId="77777777" w:rsidR="00C943E8" w:rsidRPr="004611CF" w:rsidRDefault="00C943E8" w:rsidP="00997E64">
            <w:r w:rsidRPr="004611CF">
              <w:t>Successor</w:t>
            </w:r>
          </w:p>
        </w:tc>
        <w:tc>
          <w:tcPr>
            <w:tcW w:w="5954" w:type="dxa"/>
          </w:tcPr>
          <w:p w14:paraId="32AC2B0C" w14:textId="77777777" w:rsidR="00C943E8" w:rsidRPr="004611CF" w:rsidRDefault="00C943E8" w:rsidP="00997E64">
            <w:r w:rsidRPr="004611CF">
              <w:t>N/A</w:t>
            </w:r>
          </w:p>
        </w:tc>
      </w:tr>
    </w:tbl>
    <w:p w14:paraId="168180FF" w14:textId="77777777" w:rsidR="00C943E8" w:rsidRPr="004611CF" w:rsidRDefault="00C943E8" w:rsidP="00C943E8"/>
    <w:p w14:paraId="013E63AC" w14:textId="77777777" w:rsidR="00C943E8" w:rsidRPr="004611CF" w:rsidRDefault="00C943E8" w:rsidP="00C943E8">
      <w:r w:rsidRPr="004611CF">
        <w:br w:type="page"/>
      </w:r>
    </w:p>
    <w:p w14:paraId="51827754" w14:textId="77777777" w:rsidR="00C943E8" w:rsidRPr="004611CF" w:rsidRDefault="00C943E8" w:rsidP="00C943E8"/>
    <w:p w14:paraId="1528B40D" w14:textId="77777777" w:rsidR="00C943E8" w:rsidRPr="004611CF" w:rsidRDefault="00C943E8" w:rsidP="00C943E8">
      <w:pPr>
        <w:pStyle w:val="Heading4"/>
      </w:pPr>
      <w:r w:rsidRPr="004611CF">
        <w:t>Example 7 (2/2) - [UPDATE] Address</w:t>
      </w:r>
    </w:p>
    <w:tbl>
      <w:tblPr>
        <w:tblStyle w:val="TableGrid"/>
        <w:tblW w:w="0" w:type="auto"/>
        <w:tblLook w:val="04A0" w:firstRow="1" w:lastRow="0" w:firstColumn="1" w:lastColumn="0" w:noHBand="0" w:noVBand="1"/>
      </w:tblPr>
      <w:tblGrid>
        <w:gridCol w:w="2263"/>
        <w:gridCol w:w="5954"/>
      </w:tblGrid>
      <w:tr w:rsidR="00C943E8" w:rsidRPr="004611CF" w14:paraId="6C824D2B" w14:textId="77777777" w:rsidTr="00997E64">
        <w:trPr>
          <w:trHeight w:val="319"/>
        </w:trPr>
        <w:tc>
          <w:tcPr>
            <w:tcW w:w="2263" w:type="dxa"/>
          </w:tcPr>
          <w:p w14:paraId="55901031" w14:textId="77777777" w:rsidR="00C943E8" w:rsidRPr="004611CF" w:rsidRDefault="00C943E8" w:rsidP="00997E64">
            <w:r w:rsidRPr="004611CF">
              <w:t>Namespace</w:t>
            </w:r>
          </w:p>
        </w:tc>
        <w:tc>
          <w:tcPr>
            <w:tcW w:w="5954" w:type="dxa"/>
          </w:tcPr>
          <w:p w14:paraId="12CA0DDB" w14:textId="77777777" w:rsidR="00C943E8" w:rsidRPr="004611CF" w:rsidRDefault="00C943E8" w:rsidP="00997E64">
            <w:r w:rsidRPr="004611CF">
              <w:t>https://databrussels.be/id/address</w:t>
            </w:r>
          </w:p>
        </w:tc>
      </w:tr>
      <w:tr w:rsidR="00C943E8" w:rsidRPr="004611CF" w14:paraId="5CD1C2BC" w14:textId="77777777" w:rsidTr="00997E64">
        <w:tc>
          <w:tcPr>
            <w:tcW w:w="2263" w:type="dxa"/>
          </w:tcPr>
          <w:p w14:paraId="5DD756D1" w14:textId="77777777" w:rsidR="00C943E8" w:rsidRPr="004611CF" w:rsidRDefault="00C943E8" w:rsidP="00997E64">
            <w:r w:rsidRPr="004611CF">
              <w:t>Object identifier</w:t>
            </w:r>
          </w:p>
        </w:tc>
        <w:tc>
          <w:tcPr>
            <w:tcW w:w="5954" w:type="dxa"/>
          </w:tcPr>
          <w:p w14:paraId="292A74DB" w14:textId="77777777" w:rsidR="00C943E8" w:rsidRPr="004611CF" w:rsidRDefault="00C943E8" w:rsidP="00997E64">
            <w:r w:rsidRPr="004611CF">
              <w:t>982863</w:t>
            </w:r>
          </w:p>
        </w:tc>
      </w:tr>
      <w:tr w:rsidR="00C943E8" w:rsidRPr="004611CF" w14:paraId="1BFF0654" w14:textId="77777777" w:rsidTr="00997E64">
        <w:tc>
          <w:tcPr>
            <w:tcW w:w="2263" w:type="dxa"/>
          </w:tcPr>
          <w:p w14:paraId="76288394" w14:textId="77777777" w:rsidR="00C943E8" w:rsidRPr="004611CF" w:rsidRDefault="00C943E8" w:rsidP="00997E64">
            <w:r w:rsidRPr="004611CF">
              <w:t>Version Identifier</w:t>
            </w:r>
          </w:p>
        </w:tc>
        <w:tc>
          <w:tcPr>
            <w:tcW w:w="5954" w:type="dxa"/>
          </w:tcPr>
          <w:p w14:paraId="0B4CCA71" w14:textId="77777777" w:rsidR="00C943E8" w:rsidRPr="004611CF" w:rsidRDefault="00C943E8" w:rsidP="00997E64">
            <w:r w:rsidRPr="004611CF">
              <w:t>2</w:t>
            </w:r>
          </w:p>
        </w:tc>
      </w:tr>
      <w:tr w:rsidR="00C943E8" w:rsidRPr="004611CF" w14:paraId="7C1E4F1A" w14:textId="77777777" w:rsidTr="00997E64">
        <w:tc>
          <w:tcPr>
            <w:tcW w:w="2263" w:type="dxa"/>
          </w:tcPr>
          <w:p w14:paraId="21A27D9D" w14:textId="77777777" w:rsidR="00C943E8" w:rsidRPr="004611CF" w:rsidRDefault="00C943E8" w:rsidP="00997E64">
            <w:r w:rsidRPr="004611CF">
              <w:t xml:space="preserve">Has </w:t>
            </w:r>
            <w:proofErr w:type="spellStart"/>
            <w:r w:rsidRPr="004611CF">
              <w:t>StreetName</w:t>
            </w:r>
            <w:proofErr w:type="spellEnd"/>
          </w:p>
        </w:tc>
        <w:tc>
          <w:tcPr>
            <w:tcW w:w="5954" w:type="dxa"/>
          </w:tcPr>
          <w:p w14:paraId="71B9B33E" w14:textId="444BEE7B" w:rsidR="00C943E8" w:rsidRPr="004611CF" w:rsidRDefault="00C943E8" w:rsidP="00997E64">
            <w:r w:rsidRPr="004611CF">
              <w:t>Namespace: https://databrussels.be/id/streetname</w:t>
            </w:r>
            <w:r w:rsidRPr="004611CF">
              <w:br/>
            </w:r>
            <w:proofErr w:type="spellStart"/>
            <w:r w:rsidRPr="004611CF">
              <w:t>ObjectIdentifier</w:t>
            </w:r>
            <w:proofErr w:type="spellEnd"/>
            <w:r w:rsidRPr="004611CF">
              <w:t>: 7964</w:t>
            </w:r>
            <w:r w:rsidRPr="004611CF">
              <w:br/>
            </w:r>
            <w:proofErr w:type="spellStart"/>
            <w:r w:rsidRPr="004611CF">
              <w:t>VersionIdentifier</w:t>
            </w:r>
            <w:proofErr w:type="spellEnd"/>
            <w:r w:rsidRPr="004611CF">
              <w:t xml:space="preserve">: </w:t>
            </w:r>
            <w:r w:rsidR="00AC3E7C">
              <w:t>1</w:t>
            </w:r>
          </w:p>
        </w:tc>
      </w:tr>
      <w:tr w:rsidR="00C943E8" w:rsidRPr="004611CF" w14:paraId="13800D03" w14:textId="77777777" w:rsidTr="00997E64">
        <w:tc>
          <w:tcPr>
            <w:tcW w:w="2263" w:type="dxa"/>
          </w:tcPr>
          <w:p w14:paraId="31CD82C5" w14:textId="77777777" w:rsidR="00C943E8" w:rsidRPr="004611CF" w:rsidRDefault="00C943E8" w:rsidP="00997E64">
            <w:r w:rsidRPr="004611CF">
              <w:t>Has Municipality</w:t>
            </w:r>
          </w:p>
        </w:tc>
        <w:tc>
          <w:tcPr>
            <w:tcW w:w="5954" w:type="dxa"/>
          </w:tcPr>
          <w:p w14:paraId="341E8FD1" w14:textId="77777777" w:rsidR="00C943E8" w:rsidRPr="004611CF" w:rsidRDefault="00C943E8" w:rsidP="00997E64">
            <w:r w:rsidRPr="004611CF">
              <w:t>Namespace: https://databrussels.be/id/municipality</w:t>
            </w:r>
            <w:r w:rsidRPr="004611CF">
              <w:br/>
            </w:r>
            <w:proofErr w:type="spellStart"/>
            <w:r w:rsidRPr="004611CF">
              <w:t>ObjectIdentifier</w:t>
            </w:r>
            <w:proofErr w:type="spellEnd"/>
            <w:r w:rsidRPr="004611CF">
              <w:t>: 21013</w:t>
            </w:r>
            <w:r w:rsidRPr="004611CF">
              <w:br/>
            </w:r>
            <w:proofErr w:type="spellStart"/>
            <w:r w:rsidRPr="004611CF">
              <w:t>VersionIdentifier</w:t>
            </w:r>
            <w:proofErr w:type="spellEnd"/>
            <w:r w:rsidRPr="004611CF">
              <w:t>: 1</w:t>
            </w:r>
          </w:p>
        </w:tc>
      </w:tr>
      <w:tr w:rsidR="00C943E8" w:rsidRPr="004611CF" w14:paraId="4D9CB55F" w14:textId="77777777" w:rsidTr="00997E64">
        <w:tc>
          <w:tcPr>
            <w:tcW w:w="2263" w:type="dxa"/>
          </w:tcPr>
          <w:p w14:paraId="327FD587" w14:textId="77777777" w:rsidR="00C943E8" w:rsidRPr="004611CF" w:rsidRDefault="00C943E8" w:rsidP="00997E64">
            <w:r w:rsidRPr="004611CF">
              <w:t xml:space="preserve">Has </w:t>
            </w:r>
            <w:proofErr w:type="spellStart"/>
            <w:r w:rsidRPr="004611CF">
              <w:t>PostalInfo</w:t>
            </w:r>
            <w:proofErr w:type="spellEnd"/>
          </w:p>
        </w:tc>
        <w:tc>
          <w:tcPr>
            <w:tcW w:w="5954" w:type="dxa"/>
          </w:tcPr>
          <w:p w14:paraId="6D2F60AD" w14:textId="77777777" w:rsidR="00C943E8" w:rsidRPr="004611CF" w:rsidRDefault="00C943E8" w:rsidP="00997E64">
            <w:r w:rsidRPr="004611CF">
              <w:t>Namespace: https://databrussels.be/id/postalinfo</w:t>
            </w:r>
            <w:r w:rsidRPr="004611CF">
              <w:br/>
            </w:r>
            <w:proofErr w:type="spellStart"/>
            <w:r w:rsidRPr="004611CF">
              <w:t>ObjectIdentifier</w:t>
            </w:r>
            <w:proofErr w:type="spellEnd"/>
            <w:r w:rsidRPr="004611CF">
              <w:t>: 2000</w:t>
            </w:r>
            <w:r w:rsidRPr="004611CF">
              <w:br/>
            </w:r>
            <w:proofErr w:type="spellStart"/>
            <w:r w:rsidRPr="004611CF">
              <w:t>VersionIdentifier</w:t>
            </w:r>
            <w:proofErr w:type="spellEnd"/>
            <w:r w:rsidRPr="004611CF">
              <w:t>: 1</w:t>
            </w:r>
          </w:p>
        </w:tc>
      </w:tr>
      <w:tr w:rsidR="00C943E8" w:rsidRPr="004611CF" w14:paraId="5439CEAB" w14:textId="77777777" w:rsidTr="00997E64">
        <w:tc>
          <w:tcPr>
            <w:tcW w:w="2263" w:type="dxa"/>
          </w:tcPr>
          <w:p w14:paraId="0FE6E657" w14:textId="77777777" w:rsidR="00C943E8" w:rsidRPr="004611CF" w:rsidRDefault="00C943E8" w:rsidP="00997E64">
            <w:r w:rsidRPr="004611CF">
              <w:t>Status</w:t>
            </w:r>
          </w:p>
        </w:tc>
        <w:tc>
          <w:tcPr>
            <w:tcW w:w="5954" w:type="dxa"/>
          </w:tcPr>
          <w:p w14:paraId="281F4F81" w14:textId="77777777" w:rsidR="00C943E8" w:rsidRPr="004611CF" w:rsidRDefault="00C943E8" w:rsidP="00997E64">
            <w:r w:rsidRPr="004611CF">
              <w:t>Current</w:t>
            </w:r>
          </w:p>
        </w:tc>
      </w:tr>
      <w:tr w:rsidR="00C943E8" w:rsidRPr="004611CF" w14:paraId="6547B09C" w14:textId="77777777" w:rsidTr="00997E64">
        <w:tc>
          <w:tcPr>
            <w:tcW w:w="2263" w:type="dxa"/>
          </w:tcPr>
          <w:p w14:paraId="48BA68E9" w14:textId="77777777" w:rsidR="00C943E8" w:rsidRPr="004611CF" w:rsidRDefault="00C943E8" w:rsidP="00997E64">
            <w:proofErr w:type="spellStart"/>
            <w:r w:rsidRPr="004611CF">
              <w:t>validFrom</w:t>
            </w:r>
            <w:proofErr w:type="spellEnd"/>
          </w:p>
        </w:tc>
        <w:tc>
          <w:tcPr>
            <w:tcW w:w="5954" w:type="dxa"/>
          </w:tcPr>
          <w:p w14:paraId="325796FA" w14:textId="77777777" w:rsidR="00C943E8" w:rsidRPr="004611CF" w:rsidRDefault="00C943E8" w:rsidP="00997E64">
            <w:r w:rsidRPr="004611CF">
              <w:t>2022-12-08T14:50:36</w:t>
            </w:r>
          </w:p>
        </w:tc>
      </w:tr>
      <w:tr w:rsidR="00C943E8" w:rsidRPr="004611CF" w14:paraId="00C9AB99" w14:textId="77777777" w:rsidTr="00997E64">
        <w:tc>
          <w:tcPr>
            <w:tcW w:w="2263" w:type="dxa"/>
          </w:tcPr>
          <w:p w14:paraId="0A4F4EEE" w14:textId="77777777" w:rsidR="00C943E8" w:rsidRPr="004611CF" w:rsidRDefault="00C943E8" w:rsidP="00997E64">
            <w:proofErr w:type="spellStart"/>
            <w:r w:rsidRPr="004611CF">
              <w:t>validTo</w:t>
            </w:r>
            <w:proofErr w:type="spellEnd"/>
          </w:p>
        </w:tc>
        <w:tc>
          <w:tcPr>
            <w:tcW w:w="5954" w:type="dxa"/>
          </w:tcPr>
          <w:p w14:paraId="1F93B669" w14:textId="77777777" w:rsidR="00C943E8" w:rsidRPr="004611CF" w:rsidRDefault="00C943E8" w:rsidP="00997E64">
            <w:r w:rsidRPr="004611CF">
              <w:t>2023-02-02T21:00:54</w:t>
            </w:r>
          </w:p>
        </w:tc>
      </w:tr>
      <w:tr w:rsidR="00C943E8" w:rsidRPr="004611CF" w14:paraId="260B9447" w14:textId="77777777" w:rsidTr="00997E64">
        <w:tc>
          <w:tcPr>
            <w:tcW w:w="2263" w:type="dxa"/>
          </w:tcPr>
          <w:p w14:paraId="53C8AAB4" w14:textId="77777777" w:rsidR="00C943E8" w:rsidRPr="004611CF" w:rsidRDefault="00C943E8" w:rsidP="00997E64">
            <w:r w:rsidRPr="004611CF">
              <w:t>Predecessor</w:t>
            </w:r>
          </w:p>
        </w:tc>
        <w:tc>
          <w:tcPr>
            <w:tcW w:w="5954" w:type="dxa"/>
          </w:tcPr>
          <w:p w14:paraId="544995FB" w14:textId="77777777" w:rsidR="00C943E8" w:rsidRPr="004611CF" w:rsidRDefault="00C943E8" w:rsidP="00997E64">
            <w:r w:rsidRPr="004611CF">
              <w:t>N/A</w:t>
            </w:r>
          </w:p>
        </w:tc>
      </w:tr>
      <w:tr w:rsidR="00C943E8" w:rsidRPr="004611CF" w14:paraId="13363995" w14:textId="77777777" w:rsidTr="00997E64">
        <w:tc>
          <w:tcPr>
            <w:tcW w:w="2263" w:type="dxa"/>
          </w:tcPr>
          <w:p w14:paraId="25443652" w14:textId="77777777" w:rsidR="00C943E8" w:rsidRPr="004611CF" w:rsidRDefault="00C943E8" w:rsidP="00997E64">
            <w:r w:rsidRPr="004611CF">
              <w:t>Successor</w:t>
            </w:r>
          </w:p>
        </w:tc>
        <w:tc>
          <w:tcPr>
            <w:tcW w:w="5954" w:type="dxa"/>
          </w:tcPr>
          <w:p w14:paraId="44E4A90D" w14:textId="77777777" w:rsidR="00C943E8" w:rsidRPr="004611CF" w:rsidRDefault="00C943E8" w:rsidP="00997E64">
            <w:r w:rsidRPr="004611CF">
              <w:t>Namespace: https://databrussels.be/id/municipality</w:t>
            </w:r>
            <w:r w:rsidRPr="004611CF">
              <w:br/>
            </w:r>
            <w:proofErr w:type="spellStart"/>
            <w:r w:rsidRPr="004611CF">
              <w:t>ObjectIdentifier</w:t>
            </w:r>
            <w:proofErr w:type="spellEnd"/>
            <w:r w:rsidRPr="004611CF">
              <w:t>: 982863</w:t>
            </w:r>
            <w:r w:rsidRPr="004611CF">
              <w:br/>
            </w:r>
            <w:proofErr w:type="spellStart"/>
            <w:r w:rsidRPr="004611CF">
              <w:t>VersionIdentifier</w:t>
            </w:r>
            <w:proofErr w:type="spellEnd"/>
            <w:r w:rsidRPr="004611CF">
              <w:t>: 3</w:t>
            </w:r>
          </w:p>
        </w:tc>
      </w:tr>
    </w:tbl>
    <w:p w14:paraId="224BC526" w14:textId="716FD9B9" w:rsidR="00C943E8" w:rsidRPr="004611CF" w:rsidRDefault="00C943E8" w:rsidP="00C943E8"/>
    <w:p w14:paraId="6B008830" w14:textId="77777777" w:rsidR="00C943E8" w:rsidRPr="004611CF" w:rsidRDefault="00C943E8">
      <w:pPr>
        <w:suppressAutoHyphens w:val="0"/>
        <w:spacing w:after="0" w:line="240" w:lineRule="auto"/>
      </w:pPr>
      <w:r w:rsidRPr="004611CF">
        <w:br w:type="page"/>
      </w:r>
    </w:p>
    <w:p w14:paraId="356B5385" w14:textId="77777777" w:rsidR="00C943E8" w:rsidRPr="004611CF" w:rsidRDefault="00C943E8" w:rsidP="00C943E8"/>
    <w:p w14:paraId="4FD7093D" w14:textId="77777777" w:rsidR="00C943E8" w:rsidRPr="004611CF" w:rsidRDefault="00C943E8" w:rsidP="00C943E8">
      <w:pPr>
        <w:pStyle w:val="Heading4"/>
      </w:pPr>
      <w:r w:rsidRPr="004611CF">
        <w:t>Example 6 (2/2) - [UPDATE] Street name</w:t>
      </w:r>
    </w:p>
    <w:tbl>
      <w:tblPr>
        <w:tblStyle w:val="TableGrid"/>
        <w:tblW w:w="0" w:type="auto"/>
        <w:tblLook w:val="04A0" w:firstRow="1" w:lastRow="0" w:firstColumn="1" w:lastColumn="0" w:noHBand="0" w:noVBand="1"/>
      </w:tblPr>
      <w:tblGrid>
        <w:gridCol w:w="2263"/>
        <w:gridCol w:w="5954"/>
      </w:tblGrid>
      <w:tr w:rsidR="00C943E8" w:rsidRPr="004611CF" w14:paraId="758B8E4E" w14:textId="77777777" w:rsidTr="00997E64">
        <w:trPr>
          <w:trHeight w:val="319"/>
        </w:trPr>
        <w:tc>
          <w:tcPr>
            <w:tcW w:w="2263" w:type="dxa"/>
          </w:tcPr>
          <w:p w14:paraId="078A391D" w14:textId="77777777" w:rsidR="00C943E8" w:rsidRPr="004611CF" w:rsidRDefault="00C943E8" w:rsidP="00997E64">
            <w:r w:rsidRPr="004611CF">
              <w:t>Namespace</w:t>
            </w:r>
          </w:p>
        </w:tc>
        <w:tc>
          <w:tcPr>
            <w:tcW w:w="5954" w:type="dxa"/>
          </w:tcPr>
          <w:p w14:paraId="5CBDB9BE" w14:textId="77777777" w:rsidR="00C943E8" w:rsidRPr="004611CF" w:rsidRDefault="00C943E8" w:rsidP="00997E64">
            <w:r w:rsidRPr="004611CF">
              <w:t>https://databrussels.be/id/streetname</w:t>
            </w:r>
          </w:p>
        </w:tc>
      </w:tr>
      <w:tr w:rsidR="00C943E8" w:rsidRPr="004611CF" w14:paraId="16D57C5B" w14:textId="77777777" w:rsidTr="00997E64">
        <w:tc>
          <w:tcPr>
            <w:tcW w:w="2263" w:type="dxa"/>
          </w:tcPr>
          <w:p w14:paraId="05DF2FD7" w14:textId="77777777" w:rsidR="00C943E8" w:rsidRPr="004611CF" w:rsidRDefault="00C943E8" w:rsidP="00997E64">
            <w:r w:rsidRPr="004611CF">
              <w:t>Object identifier</w:t>
            </w:r>
          </w:p>
        </w:tc>
        <w:tc>
          <w:tcPr>
            <w:tcW w:w="5954" w:type="dxa"/>
          </w:tcPr>
          <w:p w14:paraId="5E3AF4FD" w14:textId="77777777" w:rsidR="00C943E8" w:rsidRPr="004611CF" w:rsidRDefault="00C943E8" w:rsidP="00997E64">
            <w:r w:rsidRPr="004611CF">
              <w:t>7964</w:t>
            </w:r>
          </w:p>
        </w:tc>
      </w:tr>
      <w:tr w:rsidR="00C943E8" w:rsidRPr="004611CF" w14:paraId="0FA06A1D" w14:textId="77777777" w:rsidTr="00997E64">
        <w:tc>
          <w:tcPr>
            <w:tcW w:w="2263" w:type="dxa"/>
          </w:tcPr>
          <w:p w14:paraId="17107EDC" w14:textId="77777777" w:rsidR="00C943E8" w:rsidRPr="004611CF" w:rsidRDefault="00C943E8" w:rsidP="00997E64">
            <w:r w:rsidRPr="004611CF">
              <w:t>Version Identifier</w:t>
            </w:r>
          </w:p>
        </w:tc>
        <w:tc>
          <w:tcPr>
            <w:tcW w:w="5954" w:type="dxa"/>
          </w:tcPr>
          <w:p w14:paraId="6EDF828E" w14:textId="77777777" w:rsidR="00C943E8" w:rsidRPr="004611CF" w:rsidRDefault="00C943E8" w:rsidP="00997E64">
            <w:r w:rsidRPr="004611CF">
              <w:t>1</w:t>
            </w:r>
          </w:p>
        </w:tc>
      </w:tr>
      <w:tr w:rsidR="00C943E8" w:rsidRPr="004611CF" w14:paraId="5746FE5C" w14:textId="77777777" w:rsidTr="00997E64">
        <w:tc>
          <w:tcPr>
            <w:tcW w:w="2263" w:type="dxa"/>
          </w:tcPr>
          <w:p w14:paraId="18139D00" w14:textId="77777777" w:rsidR="00C943E8" w:rsidRPr="004611CF" w:rsidRDefault="00C943E8" w:rsidP="00997E64">
            <w:r w:rsidRPr="004611CF">
              <w:t xml:space="preserve">Spelling </w:t>
            </w:r>
            <w:proofErr w:type="spellStart"/>
            <w:r w:rsidRPr="004611CF">
              <w:t>fr</w:t>
            </w:r>
            <w:proofErr w:type="spellEnd"/>
          </w:p>
        </w:tc>
        <w:tc>
          <w:tcPr>
            <w:tcW w:w="5954" w:type="dxa"/>
          </w:tcPr>
          <w:p w14:paraId="437AC0E6" w14:textId="77777777" w:rsidR="00C943E8" w:rsidRPr="004611CF" w:rsidRDefault="00C943E8" w:rsidP="00997E64">
            <w:proofErr w:type="spellStart"/>
            <w:r w:rsidRPr="004611CF">
              <w:t>Dixième</w:t>
            </w:r>
            <w:proofErr w:type="spellEnd"/>
            <w:r w:rsidRPr="004611CF">
              <w:t xml:space="preserve"> Rue du Test</w:t>
            </w:r>
          </w:p>
        </w:tc>
      </w:tr>
      <w:tr w:rsidR="00C943E8" w:rsidRPr="004611CF" w14:paraId="5CAEE712" w14:textId="77777777" w:rsidTr="00997E64">
        <w:tc>
          <w:tcPr>
            <w:tcW w:w="2263" w:type="dxa"/>
          </w:tcPr>
          <w:p w14:paraId="59990236" w14:textId="77777777" w:rsidR="00C943E8" w:rsidRPr="004611CF" w:rsidRDefault="00C943E8" w:rsidP="00997E64">
            <w:r w:rsidRPr="004611CF">
              <w:t>Assigned by municipality</w:t>
            </w:r>
          </w:p>
        </w:tc>
        <w:tc>
          <w:tcPr>
            <w:tcW w:w="5954" w:type="dxa"/>
          </w:tcPr>
          <w:p w14:paraId="5DF6B5F2" w14:textId="77777777" w:rsidR="00C943E8" w:rsidRPr="004611CF" w:rsidRDefault="00C943E8" w:rsidP="00997E64">
            <w:r w:rsidRPr="004611CF">
              <w:t>Namespace: https://databrussels.be/id/municipality</w:t>
            </w:r>
            <w:r w:rsidRPr="004611CF">
              <w:br/>
            </w:r>
            <w:proofErr w:type="spellStart"/>
            <w:r w:rsidRPr="004611CF">
              <w:t>ObjectIdentifier</w:t>
            </w:r>
            <w:proofErr w:type="spellEnd"/>
            <w:r w:rsidRPr="004611CF">
              <w:t>: 21013</w:t>
            </w:r>
            <w:r w:rsidRPr="004611CF">
              <w:br/>
            </w:r>
            <w:proofErr w:type="spellStart"/>
            <w:r w:rsidRPr="004611CF">
              <w:t>VersionIdentifier</w:t>
            </w:r>
            <w:proofErr w:type="spellEnd"/>
            <w:r w:rsidRPr="004611CF">
              <w:t>: 1</w:t>
            </w:r>
          </w:p>
        </w:tc>
      </w:tr>
      <w:tr w:rsidR="00C943E8" w:rsidRPr="004611CF" w14:paraId="56C823E0" w14:textId="77777777" w:rsidTr="00997E64">
        <w:tc>
          <w:tcPr>
            <w:tcW w:w="2263" w:type="dxa"/>
          </w:tcPr>
          <w:p w14:paraId="3CE3756E" w14:textId="77777777" w:rsidR="00C943E8" w:rsidRPr="004611CF" w:rsidRDefault="00C943E8" w:rsidP="00997E64">
            <w:r w:rsidRPr="004611CF">
              <w:t>Status</w:t>
            </w:r>
          </w:p>
        </w:tc>
        <w:tc>
          <w:tcPr>
            <w:tcW w:w="5954" w:type="dxa"/>
          </w:tcPr>
          <w:p w14:paraId="7D1CD945" w14:textId="77777777" w:rsidR="00C943E8" w:rsidRPr="004611CF" w:rsidRDefault="00C943E8" w:rsidP="00997E64">
            <w:r w:rsidRPr="004611CF">
              <w:t>Current</w:t>
            </w:r>
          </w:p>
        </w:tc>
      </w:tr>
      <w:tr w:rsidR="00C943E8" w:rsidRPr="004611CF" w14:paraId="206E5422" w14:textId="77777777" w:rsidTr="00997E64">
        <w:tc>
          <w:tcPr>
            <w:tcW w:w="2263" w:type="dxa"/>
          </w:tcPr>
          <w:p w14:paraId="5715334C" w14:textId="77777777" w:rsidR="00C943E8" w:rsidRPr="004611CF" w:rsidRDefault="00C943E8" w:rsidP="00997E64">
            <w:proofErr w:type="spellStart"/>
            <w:r w:rsidRPr="004611CF">
              <w:t>validFrom</w:t>
            </w:r>
            <w:proofErr w:type="spellEnd"/>
          </w:p>
        </w:tc>
        <w:tc>
          <w:tcPr>
            <w:tcW w:w="5954" w:type="dxa"/>
          </w:tcPr>
          <w:p w14:paraId="635DCC2A" w14:textId="77777777" w:rsidR="00C943E8" w:rsidRPr="004611CF" w:rsidRDefault="00C943E8" w:rsidP="00997E64">
            <w:r w:rsidRPr="004611CF">
              <w:t>2022-12-08T15:30:07</w:t>
            </w:r>
          </w:p>
        </w:tc>
      </w:tr>
      <w:tr w:rsidR="00C943E8" w:rsidRPr="004611CF" w14:paraId="34829C98" w14:textId="77777777" w:rsidTr="00997E64">
        <w:tc>
          <w:tcPr>
            <w:tcW w:w="2263" w:type="dxa"/>
          </w:tcPr>
          <w:p w14:paraId="439E4CE8" w14:textId="77777777" w:rsidR="00C943E8" w:rsidRPr="004611CF" w:rsidRDefault="00C943E8" w:rsidP="00997E64">
            <w:proofErr w:type="spellStart"/>
            <w:r w:rsidRPr="004611CF">
              <w:t>validTo</w:t>
            </w:r>
            <w:proofErr w:type="spellEnd"/>
          </w:p>
        </w:tc>
        <w:tc>
          <w:tcPr>
            <w:tcW w:w="5954" w:type="dxa"/>
          </w:tcPr>
          <w:p w14:paraId="2AF92EBC" w14:textId="77777777" w:rsidR="00C943E8" w:rsidRPr="004611CF" w:rsidRDefault="00C943E8" w:rsidP="00997E64">
            <w:r w:rsidRPr="004611CF">
              <w:t>N/A</w:t>
            </w:r>
          </w:p>
        </w:tc>
      </w:tr>
      <w:tr w:rsidR="00C943E8" w:rsidRPr="004611CF" w14:paraId="480F5AEB" w14:textId="77777777" w:rsidTr="00997E64">
        <w:tc>
          <w:tcPr>
            <w:tcW w:w="2263" w:type="dxa"/>
          </w:tcPr>
          <w:p w14:paraId="11BE32D6" w14:textId="77777777" w:rsidR="00C943E8" w:rsidRPr="004611CF" w:rsidRDefault="00C943E8" w:rsidP="00997E64">
            <w:r w:rsidRPr="004611CF">
              <w:t>Predecessor</w:t>
            </w:r>
          </w:p>
        </w:tc>
        <w:tc>
          <w:tcPr>
            <w:tcW w:w="5954" w:type="dxa"/>
          </w:tcPr>
          <w:p w14:paraId="48B0F763" w14:textId="77777777" w:rsidR="00C943E8" w:rsidRPr="004611CF" w:rsidRDefault="00C943E8" w:rsidP="00997E64">
            <w:r w:rsidRPr="004611CF">
              <w:t>N/A</w:t>
            </w:r>
          </w:p>
        </w:tc>
      </w:tr>
      <w:tr w:rsidR="00C943E8" w:rsidRPr="004611CF" w14:paraId="3E82D6A3" w14:textId="77777777" w:rsidTr="00997E64">
        <w:tc>
          <w:tcPr>
            <w:tcW w:w="2263" w:type="dxa"/>
          </w:tcPr>
          <w:p w14:paraId="101FCDEE" w14:textId="77777777" w:rsidR="00C943E8" w:rsidRPr="004611CF" w:rsidRDefault="00C943E8" w:rsidP="00997E64">
            <w:r w:rsidRPr="004611CF">
              <w:t>Successor</w:t>
            </w:r>
          </w:p>
        </w:tc>
        <w:tc>
          <w:tcPr>
            <w:tcW w:w="5954" w:type="dxa"/>
          </w:tcPr>
          <w:p w14:paraId="2F2BCDCC" w14:textId="77777777" w:rsidR="00C943E8" w:rsidRPr="004611CF" w:rsidRDefault="00C943E8" w:rsidP="00997E64">
            <w:r w:rsidRPr="004611CF">
              <w:t>Namespace: https://databrussels.be/id/streetname</w:t>
            </w:r>
            <w:r w:rsidRPr="004611CF">
              <w:br/>
            </w:r>
            <w:proofErr w:type="spellStart"/>
            <w:r w:rsidRPr="004611CF">
              <w:t>ObjectIdentifier</w:t>
            </w:r>
            <w:proofErr w:type="spellEnd"/>
            <w:r w:rsidRPr="004611CF">
              <w:t>: 7964</w:t>
            </w:r>
            <w:r w:rsidRPr="004611CF">
              <w:br/>
            </w:r>
            <w:proofErr w:type="spellStart"/>
            <w:r w:rsidRPr="004611CF">
              <w:t>VersionIdentifier</w:t>
            </w:r>
            <w:proofErr w:type="spellEnd"/>
            <w:r w:rsidRPr="004611CF">
              <w:t>: 2</w:t>
            </w:r>
          </w:p>
        </w:tc>
      </w:tr>
    </w:tbl>
    <w:p w14:paraId="3C7108A7" w14:textId="77777777" w:rsidR="00C943E8" w:rsidRPr="004611CF" w:rsidRDefault="00C943E8" w:rsidP="00C943E8"/>
    <w:p w14:paraId="5765B58D" w14:textId="77777777" w:rsidR="00C943E8" w:rsidRPr="004611CF" w:rsidRDefault="00C943E8" w:rsidP="00C943E8"/>
    <w:p w14:paraId="6E09FF9B" w14:textId="70303D9C" w:rsidR="00924E87" w:rsidRDefault="00C943E8" w:rsidP="00924E87">
      <w:pPr>
        <w:pStyle w:val="Heading3"/>
      </w:pPr>
      <w:r w:rsidRPr="004611CF">
        <w:br w:type="page"/>
      </w:r>
      <w:bookmarkStart w:id="12" w:name="_Toc137824082"/>
      <w:bookmarkStart w:id="13" w:name="_Toc184897101"/>
      <w:r w:rsidR="00924E87">
        <w:lastRenderedPageBreak/>
        <w:t>Scenario: Creating a new municipality, postal info and address. [s1-3-4]</w:t>
      </w:r>
      <w:bookmarkEnd w:id="12"/>
      <w:bookmarkEnd w:id="13"/>
    </w:p>
    <w:p w14:paraId="73F2B59D" w14:textId="77166C9D" w:rsidR="00C943E8" w:rsidRPr="00924E87" w:rsidRDefault="00924E87" w:rsidP="00924E87">
      <w:pPr>
        <w:pStyle w:val="Heading4"/>
        <w:rPr>
          <w:sz w:val="22"/>
          <w:szCs w:val="28"/>
        </w:rPr>
      </w:pPr>
      <w:r w:rsidRPr="00211030">
        <w:rPr>
          <w:sz w:val="22"/>
          <w:szCs w:val="28"/>
        </w:rPr>
        <w:t xml:space="preserve">[Mutation </w:t>
      </w:r>
      <w:r w:rsidR="00BC266C">
        <w:rPr>
          <w:sz w:val="22"/>
          <w:szCs w:val="28"/>
        </w:rPr>
        <w:t xml:space="preserve">file: </w:t>
      </w:r>
      <w:r w:rsidR="00BC266C" w:rsidRPr="00BC266C">
        <w:rPr>
          <w:sz w:val="22"/>
          <w:szCs w:val="28"/>
        </w:rPr>
        <w:t>BeStAddress_MBelgium20230223.zip</w:t>
      </w:r>
      <w:r w:rsidRPr="00211030">
        <w:rPr>
          <w:sz w:val="22"/>
          <w:szCs w:val="28"/>
        </w:rPr>
        <w:t xml:space="preserve">] </w:t>
      </w:r>
      <w:r w:rsidRPr="00211030">
        <w:rPr>
          <w:sz w:val="22"/>
          <w:szCs w:val="28"/>
        </w:rPr>
        <w:br/>
        <w:t>Example file: Brussels_M_20230223_L72</w:t>
      </w:r>
    </w:p>
    <w:p w14:paraId="412E4E9B" w14:textId="5ABB1654" w:rsidR="00C943E8" w:rsidRPr="004611CF" w:rsidRDefault="00C943E8" w:rsidP="00C943E8">
      <w:r w:rsidRPr="004611CF">
        <w:t xml:space="preserve">A </w:t>
      </w:r>
      <w:r w:rsidRPr="00924E87">
        <w:rPr>
          <w:b/>
          <w:bCs/>
        </w:rPr>
        <w:t>new</w:t>
      </w:r>
      <w:r w:rsidRPr="004611CF">
        <w:t xml:space="preserve"> </w:t>
      </w:r>
      <w:r w:rsidRPr="004611CF">
        <w:rPr>
          <w:b/>
          <w:bCs/>
        </w:rPr>
        <w:t>municipality</w:t>
      </w:r>
      <w:r w:rsidR="00924E87">
        <w:rPr>
          <w:b/>
          <w:bCs/>
        </w:rPr>
        <w:t xml:space="preserve"> (s4)</w:t>
      </w:r>
      <w:r w:rsidRPr="004611CF">
        <w:t xml:space="preserve">, </w:t>
      </w:r>
      <w:r w:rsidRPr="004611CF">
        <w:rPr>
          <w:b/>
          <w:bCs/>
        </w:rPr>
        <w:t>postal info</w:t>
      </w:r>
      <w:r w:rsidR="00924E87">
        <w:rPr>
          <w:b/>
          <w:bCs/>
        </w:rPr>
        <w:t xml:space="preserve"> (s3)</w:t>
      </w:r>
      <w:r w:rsidRPr="004611CF">
        <w:t xml:space="preserve"> and </w:t>
      </w:r>
      <w:r w:rsidRPr="004611CF">
        <w:rPr>
          <w:b/>
          <w:bCs/>
        </w:rPr>
        <w:t>address</w:t>
      </w:r>
      <w:r w:rsidR="00924E87">
        <w:rPr>
          <w:b/>
          <w:bCs/>
        </w:rPr>
        <w:t xml:space="preserve"> (s1)</w:t>
      </w:r>
      <w:r w:rsidRPr="004611CF">
        <w:t xml:space="preserve"> are created in this file. They will be used for later example scenarios. The new address references the same municipality, street name, postal info as the already existing address from a previous mutation file. </w:t>
      </w:r>
    </w:p>
    <w:p w14:paraId="288A72D7" w14:textId="77777777" w:rsidR="00C943E8" w:rsidRPr="004611CF" w:rsidRDefault="00C943E8" w:rsidP="00C943E8">
      <w:pPr>
        <w:pStyle w:val="Heading4"/>
      </w:pPr>
      <w:r w:rsidRPr="004611CF">
        <w:t>Example 8 - [ADD] Municipality</w:t>
      </w:r>
    </w:p>
    <w:tbl>
      <w:tblPr>
        <w:tblStyle w:val="TableGrid"/>
        <w:tblW w:w="0" w:type="auto"/>
        <w:tblLook w:val="04A0" w:firstRow="1" w:lastRow="0" w:firstColumn="1" w:lastColumn="0" w:noHBand="0" w:noVBand="1"/>
      </w:tblPr>
      <w:tblGrid>
        <w:gridCol w:w="2263"/>
        <w:gridCol w:w="5812"/>
      </w:tblGrid>
      <w:tr w:rsidR="00C943E8" w:rsidRPr="004611CF" w14:paraId="07B555DE" w14:textId="77777777" w:rsidTr="00997E64">
        <w:trPr>
          <w:trHeight w:val="319"/>
        </w:trPr>
        <w:tc>
          <w:tcPr>
            <w:tcW w:w="2263" w:type="dxa"/>
          </w:tcPr>
          <w:p w14:paraId="62647679" w14:textId="77777777" w:rsidR="00C943E8" w:rsidRPr="004611CF" w:rsidRDefault="00C943E8" w:rsidP="00997E64">
            <w:r w:rsidRPr="004611CF">
              <w:t>Namespace</w:t>
            </w:r>
          </w:p>
        </w:tc>
        <w:tc>
          <w:tcPr>
            <w:tcW w:w="5812" w:type="dxa"/>
          </w:tcPr>
          <w:p w14:paraId="4321EE07" w14:textId="77777777" w:rsidR="00C943E8" w:rsidRPr="004611CF" w:rsidRDefault="00C943E8" w:rsidP="00997E64">
            <w:r w:rsidRPr="004611CF">
              <w:t>https://databrussels.be/id/municipality</w:t>
            </w:r>
          </w:p>
        </w:tc>
      </w:tr>
      <w:tr w:rsidR="00C943E8" w:rsidRPr="004611CF" w14:paraId="4ABB57E0" w14:textId="77777777" w:rsidTr="00997E64">
        <w:tc>
          <w:tcPr>
            <w:tcW w:w="2263" w:type="dxa"/>
          </w:tcPr>
          <w:p w14:paraId="52ABD886" w14:textId="77777777" w:rsidR="00C943E8" w:rsidRPr="004611CF" w:rsidRDefault="00C943E8" w:rsidP="00997E64">
            <w:r w:rsidRPr="004611CF">
              <w:t>Object identifier</w:t>
            </w:r>
          </w:p>
        </w:tc>
        <w:tc>
          <w:tcPr>
            <w:tcW w:w="5812" w:type="dxa"/>
          </w:tcPr>
          <w:p w14:paraId="259E7355" w14:textId="77777777" w:rsidR="00C943E8" w:rsidRPr="004611CF" w:rsidRDefault="00C943E8" w:rsidP="00997E64">
            <w:r w:rsidRPr="004611CF">
              <w:t>53262</w:t>
            </w:r>
          </w:p>
        </w:tc>
      </w:tr>
      <w:tr w:rsidR="00C943E8" w:rsidRPr="004611CF" w14:paraId="0A756062" w14:textId="77777777" w:rsidTr="00997E64">
        <w:tc>
          <w:tcPr>
            <w:tcW w:w="2263" w:type="dxa"/>
          </w:tcPr>
          <w:p w14:paraId="1026F79B" w14:textId="77777777" w:rsidR="00C943E8" w:rsidRPr="004611CF" w:rsidRDefault="00C943E8" w:rsidP="00997E64">
            <w:r w:rsidRPr="004611CF">
              <w:t>Version Identifier</w:t>
            </w:r>
          </w:p>
        </w:tc>
        <w:tc>
          <w:tcPr>
            <w:tcW w:w="5812" w:type="dxa"/>
          </w:tcPr>
          <w:p w14:paraId="41F5B6DF" w14:textId="77777777" w:rsidR="00C943E8" w:rsidRPr="004611CF" w:rsidRDefault="00C943E8" w:rsidP="00997E64">
            <w:r w:rsidRPr="004611CF">
              <w:t>1</w:t>
            </w:r>
          </w:p>
        </w:tc>
      </w:tr>
      <w:tr w:rsidR="00C943E8" w:rsidRPr="004611CF" w14:paraId="048A232C" w14:textId="77777777" w:rsidTr="00997E64">
        <w:tc>
          <w:tcPr>
            <w:tcW w:w="2263" w:type="dxa"/>
          </w:tcPr>
          <w:p w14:paraId="53FF3B22" w14:textId="77777777" w:rsidR="00C943E8" w:rsidRPr="004611CF" w:rsidRDefault="00C943E8" w:rsidP="00997E64">
            <w:r w:rsidRPr="004611CF">
              <w:t xml:space="preserve">Spelling </w:t>
            </w:r>
            <w:proofErr w:type="spellStart"/>
            <w:r w:rsidRPr="004611CF">
              <w:t>fr</w:t>
            </w:r>
            <w:proofErr w:type="spellEnd"/>
          </w:p>
        </w:tc>
        <w:tc>
          <w:tcPr>
            <w:tcW w:w="5812" w:type="dxa"/>
          </w:tcPr>
          <w:p w14:paraId="018C75A6" w14:textId="77777777" w:rsidR="00C943E8" w:rsidRPr="004611CF" w:rsidRDefault="00C943E8" w:rsidP="00997E64">
            <w:proofErr w:type="spellStart"/>
            <w:r w:rsidRPr="004611CF">
              <w:t>Ganshoren</w:t>
            </w:r>
            <w:proofErr w:type="spellEnd"/>
            <w:r w:rsidRPr="004611CF">
              <w:t xml:space="preserve"> I</w:t>
            </w:r>
          </w:p>
        </w:tc>
      </w:tr>
      <w:tr w:rsidR="00C943E8" w:rsidRPr="004611CF" w14:paraId="48E9189E" w14:textId="77777777" w:rsidTr="00997E64">
        <w:tc>
          <w:tcPr>
            <w:tcW w:w="2263" w:type="dxa"/>
          </w:tcPr>
          <w:p w14:paraId="4273F580" w14:textId="77777777" w:rsidR="00C943E8" w:rsidRPr="004611CF" w:rsidRDefault="00C943E8" w:rsidP="00997E64">
            <w:r w:rsidRPr="004611CF">
              <w:t xml:space="preserve">Spelling </w:t>
            </w:r>
            <w:proofErr w:type="spellStart"/>
            <w:r w:rsidRPr="004611CF">
              <w:t>nl</w:t>
            </w:r>
            <w:proofErr w:type="spellEnd"/>
          </w:p>
        </w:tc>
        <w:tc>
          <w:tcPr>
            <w:tcW w:w="5812" w:type="dxa"/>
          </w:tcPr>
          <w:p w14:paraId="759DFC68" w14:textId="77777777" w:rsidR="00C943E8" w:rsidRPr="004611CF" w:rsidRDefault="00C943E8" w:rsidP="00997E64">
            <w:proofErr w:type="spellStart"/>
            <w:r w:rsidRPr="004611CF">
              <w:t>Ganshoren</w:t>
            </w:r>
            <w:proofErr w:type="spellEnd"/>
            <w:r w:rsidRPr="004611CF">
              <w:t xml:space="preserve"> I</w:t>
            </w:r>
          </w:p>
        </w:tc>
      </w:tr>
      <w:tr w:rsidR="00C943E8" w:rsidRPr="004611CF" w14:paraId="78456FF4" w14:textId="77777777" w:rsidTr="00997E64">
        <w:tc>
          <w:tcPr>
            <w:tcW w:w="2263" w:type="dxa"/>
          </w:tcPr>
          <w:p w14:paraId="31624289" w14:textId="77777777" w:rsidR="00C943E8" w:rsidRPr="004611CF" w:rsidRDefault="00C943E8" w:rsidP="00997E64">
            <w:r w:rsidRPr="004611CF">
              <w:t>Status</w:t>
            </w:r>
          </w:p>
        </w:tc>
        <w:tc>
          <w:tcPr>
            <w:tcW w:w="5812" w:type="dxa"/>
          </w:tcPr>
          <w:p w14:paraId="219F5325" w14:textId="77777777" w:rsidR="00C943E8" w:rsidRPr="004611CF" w:rsidRDefault="00C943E8" w:rsidP="00997E64">
            <w:r w:rsidRPr="004611CF">
              <w:t>Current</w:t>
            </w:r>
          </w:p>
        </w:tc>
      </w:tr>
      <w:tr w:rsidR="00C943E8" w:rsidRPr="004611CF" w14:paraId="25CACC5D" w14:textId="77777777" w:rsidTr="00997E64">
        <w:tc>
          <w:tcPr>
            <w:tcW w:w="2263" w:type="dxa"/>
          </w:tcPr>
          <w:p w14:paraId="1AE4E8B7" w14:textId="77777777" w:rsidR="00C943E8" w:rsidRPr="004611CF" w:rsidRDefault="00C943E8" w:rsidP="00997E64">
            <w:proofErr w:type="spellStart"/>
            <w:r w:rsidRPr="004611CF">
              <w:t>validFrom</w:t>
            </w:r>
            <w:proofErr w:type="spellEnd"/>
          </w:p>
        </w:tc>
        <w:tc>
          <w:tcPr>
            <w:tcW w:w="5812" w:type="dxa"/>
          </w:tcPr>
          <w:p w14:paraId="5AC07EBC" w14:textId="77777777" w:rsidR="00C943E8" w:rsidRPr="004611CF" w:rsidRDefault="00C943E8" w:rsidP="00997E64">
            <w:r w:rsidRPr="004611CF">
              <w:t>2023-02-23T10:32:58</w:t>
            </w:r>
          </w:p>
        </w:tc>
      </w:tr>
      <w:tr w:rsidR="00C943E8" w:rsidRPr="004611CF" w14:paraId="715C80E4" w14:textId="77777777" w:rsidTr="00997E64">
        <w:tc>
          <w:tcPr>
            <w:tcW w:w="2263" w:type="dxa"/>
          </w:tcPr>
          <w:p w14:paraId="700ECBFF" w14:textId="77777777" w:rsidR="00C943E8" w:rsidRPr="004611CF" w:rsidRDefault="00C943E8" w:rsidP="00997E64">
            <w:proofErr w:type="spellStart"/>
            <w:r w:rsidRPr="004611CF">
              <w:t>validTo</w:t>
            </w:r>
            <w:proofErr w:type="spellEnd"/>
          </w:p>
        </w:tc>
        <w:tc>
          <w:tcPr>
            <w:tcW w:w="5812" w:type="dxa"/>
          </w:tcPr>
          <w:p w14:paraId="02B4E908" w14:textId="77777777" w:rsidR="00C943E8" w:rsidRPr="004611CF" w:rsidRDefault="00C943E8" w:rsidP="00997E64">
            <w:r w:rsidRPr="004611CF">
              <w:t>N/A</w:t>
            </w:r>
          </w:p>
        </w:tc>
      </w:tr>
      <w:tr w:rsidR="00C943E8" w:rsidRPr="004611CF" w14:paraId="0960004C" w14:textId="77777777" w:rsidTr="00997E64">
        <w:tc>
          <w:tcPr>
            <w:tcW w:w="2263" w:type="dxa"/>
          </w:tcPr>
          <w:p w14:paraId="04C99263" w14:textId="77777777" w:rsidR="00C943E8" w:rsidRPr="004611CF" w:rsidRDefault="00C943E8" w:rsidP="00997E64">
            <w:r w:rsidRPr="004611CF">
              <w:t>Predecessor</w:t>
            </w:r>
          </w:p>
        </w:tc>
        <w:tc>
          <w:tcPr>
            <w:tcW w:w="5812" w:type="dxa"/>
          </w:tcPr>
          <w:p w14:paraId="44018534" w14:textId="77777777" w:rsidR="00C943E8" w:rsidRPr="004611CF" w:rsidRDefault="00C943E8" w:rsidP="00997E64">
            <w:r w:rsidRPr="004611CF">
              <w:t>N/A</w:t>
            </w:r>
          </w:p>
        </w:tc>
      </w:tr>
      <w:tr w:rsidR="00C943E8" w:rsidRPr="004611CF" w14:paraId="1B304CD8" w14:textId="77777777" w:rsidTr="00997E64">
        <w:tc>
          <w:tcPr>
            <w:tcW w:w="2263" w:type="dxa"/>
          </w:tcPr>
          <w:p w14:paraId="42F8265F" w14:textId="77777777" w:rsidR="00C943E8" w:rsidRPr="004611CF" w:rsidRDefault="00C943E8" w:rsidP="00997E64">
            <w:r w:rsidRPr="004611CF">
              <w:t>Successor</w:t>
            </w:r>
          </w:p>
        </w:tc>
        <w:tc>
          <w:tcPr>
            <w:tcW w:w="5812" w:type="dxa"/>
          </w:tcPr>
          <w:p w14:paraId="44E4DE48" w14:textId="77777777" w:rsidR="00C943E8" w:rsidRPr="004611CF" w:rsidRDefault="00C943E8" w:rsidP="00997E64">
            <w:r w:rsidRPr="004611CF">
              <w:t>N/A</w:t>
            </w:r>
          </w:p>
        </w:tc>
      </w:tr>
    </w:tbl>
    <w:p w14:paraId="4CD77C2E" w14:textId="1A112464" w:rsidR="00C943E8" w:rsidRPr="004611CF" w:rsidRDefault="00C943E8">
      <w:pPr>
        <w:suppressAutoHyphens w:val="0"/>
        <w:spacing w:after="0" w:line="240" w:lineRule="auto"/>
      </w:pPr>
    </w:p>
    <w:p w14:paraId="467939B7" w14:textId="77777777" w:rsidR="00C943E8" w:rsidRPr="004611CF" w:rsidRDefault="00C943E8" w:rsidP="00C943E8"/>
    <w:p w14:paraId="6414A0EF" w14:textId="77777777" w:rsidR="00C943E8" w:rsidRPr="004611CF" w:rsidRDefault="00C943E8" w:rsidP="00C943E8">
      <w:pPr>
        <w:pStyle w:val="Heading4"/>
      </w:pPr>
      <w:r w:rsidRPr="004611CF">
        <w:t>Example 9 - [ADD] Postal info</w:t>
      </w:r>
    </w:p>
    <w:tbl>
      <w:tblPr>
        <w:tblStyle w:val="TableGrid"/>
        <w:tblW w:w="0" w:type="auto"/>
        <w:tblLook w:val="04A0" w:firstRow="1" w:lastRow="0" w:firstColumn="1" w:lastColumn="0" w:noHBand="0" w:noVBand="1"/>
      </w:tblPr>
      <w:tblGrid>
        <w:gridCol w:w="2263"/>
        <w:gridCol w:w="5812"/>
      </w:tblGrid>
      <w:tr w:rsidR="00C943E8" w:rsidRPr="004611CF" w14:paraId="48E7A886" w14:textId="77777777" w:rsidTr="00997E64">
        <w:trPr>
          <w:trHeight w:val="319"/>
        </w:trPr>
        <w:tc>
          <w:tcPr>
            <w:tcW w:w="2263" w:type="dxa"/>
          </w:tcPr>
          <w:p w14:paraId="066ECD4A" w14:textId="77777777" w:rsidR="00C943E8" w:rsidRPr="004611CF" w:rsidRDefault="00C943E8" w:rsidP="00997E64">
            <w:r w:rsidRPr="004611CF">
              <w:t>Namespace</w:t>
            </w:r>
          </w:p>
        </w:tc>
        <w:tc>
          <w:tcPr>
            <w:tcW w:w="5812" w:type="dxa"/>
          </w:tcPr>
          <w:p w14:paraId="63C648E7" w14:textId="77777777" w:rsidR="00C943E8" w:rsidRPr="004611CF" w:rsidRDefault="00C943E8" w:rsidP="00997E64">
            <w:r w:rsidRPr="004611CF">
              <w:t>https://databrussels.be/id/postalinfo</w:t>
            </w:r>
          </w:p>
        </w:tc>
      </w:tr>
      <w:tr w:rsidR="00C943E8" w:rsidRPr="004611CF" w14:paraId="7E499242" w14:textId="77777777" w:rsidTr="00997E64">
        <w:tc>
          <w:tcPr>
            <w:tcW w:w="2263" w:type="dxa"/>
          </w:tcPr>
          <w:p w14:paraId="7A38F804" w14:textId="77777777" w:rsidR="00C943E8" w:rsidRPr="004611CF" w:rsidRDefault="00C943E8" w:rsidP="00997E64">
            <w:r w:rsidRPr="004611CF">
              <w:t>Object identifier</w:t>
            </w:r>
          </w:p>
        </w:tc>
        <w:tc>
          <w:tcPr>
            <w:tcW w:w="5812" w:type="dxa"/>
          </w:tcPr>
          <w:p w14:paraId="768F9B66" w14:textId="77777777" w:rsidR="00C943E8" w:rsidRPr="004611CF" w:rsidRDefault="00C943E8" w:rsidP="00997E64">
            <w:r w:rsidRPr="004611CF">
              <w:t>1200</w:t>
            </w:r>
          </w:p>
        </w:tc>
      </w:tr>
      <w:tr w:rsidR="00C943E8" w:rsidRPr="004611CF" w14:paraId="4966FE6E" w14:textId="77777777" w:rsidTr="00997E64">
        <w:tc>
          <w:tcPr>
            <w:tcW w:w="2263" w:type="dxa"/>
          </w:tcPr>
          <w:p w14:paraId="677CF811" w14:textId="77777777" w:rsidR="00C943E8" w:rsidRPr="004611CF" w:rsidRDefault="00C943E8" w:rsidP="00997E64">
            <w:r w:rsidRPr="004611CF">
              <w:t>Version Identifier</w:t>
            </w:r>
          </w:p>
        </w:tc>
        <w:tc>
          <w:tcPr>
            <w:tcW w:w="5812" w:type="dxa"/>
          </w:tcPr>
          <w:p w14:paraId="40459B63" w14:textId="77777777" w:rsidR="00C943E8" w:rsidRPr="004611CF" w:rsidRDefault="00C943E8" w:rsidP="00997E64">
            <w:r w:rsidRPr="004611CF">
              <w:t>1</w:t>
            </w:r>
          </w:p>
        </w:tc>
      </w:tr>
      <w:tr w:rsidR="00C943E8" w:rsidRPr="004611CF" w14:paraId="578D949C" w14:textId="77777777" w:rsidTr="00997E64">
        <w:tc>
          <w:tcPr>
            <w:tcW w:w="2263" w:type="dxa"/>
          </w:tcPr>
          <w:p w14:paraId="0F3B9728" w14:textId="77777777" w:rsidR="00C943E8" w:rsidRPr="004611CF" w:rsidRDefault="00C943E8" w:rsidP="00997E64">
            <w:r w:rsidRPr="004611CF">
              <w:t xml:space="preserve">Spelling </w:t>
            </w:r>
            <w:proofErr w:type="spellStart"/>
            <w:r w:rsidRPr="004611CF">
              <w:t>fr</w:t>
            </w:r>
            <w:proofErr w:type="spellEnd"/>
          </w:p>
        </w:tc>
        <w:tc>
          <w:tcPr>
            <w:tcW w:w="5812" w:type="dxa"/>
          </w:tcPr>
          <w:p w14:paraId="7C22A129" w14:textId="77777777" w:rsidR="00C943E8" w:rsidRPr="004611CF" w:rsidRDefault="00C943E8" w:rsidP="00997E64">
            <w:proofErr w:type="spellStart"/>
            <w:r w:rsidRPr="004611CF">
              <w:t>Ganshoren</w:t>
            </w:r>
            <w:proofErr w:type="spellEnd"/>
            <w:r w:rsidRPr="004611CF">
              <w:t xml:space="preserve"> I</w:t>
            </w:r>
          </w:p>
        </w:tc>
      </w:tr>
      <w:tr w:rsidR="00C943E8" w:rsidRPr="004611CF" w14:paraId="15CDF3A2" w14:textId="77777777" w:rsidTr="00997E64">
        <w:tc>
          <w:tcPr>
            <w:tcW w:w="2263" w:type="dxa"/>
          </w:tcPr>
          <w:p w14:paraId="6D8B021B" w14:textId="77777777" w:rsidR="00C943E8" w:rsidRPr="004611CF" w:rsidRDefault="00C943E8" w:rsidP="00997E64">
            <w:r w:rsidRPr="004611CF">
              <w:t xml:space="preserve">Spelling </w:t>
            </w:r>
            <w:proofErr w:type="spellStart"/>
            <w:r w:rsidRPr="004611CF">
              <w:t>nl</w:t>
            </w:r>
            <w:proofErr w:type="spellEnd"/>
          </w:p>
        </w:tc>
        <w:tc>
          <w:tcPr>
            <w:tcW w:w="5812" w:type="dxa"/>
          </w:tcPr>
          <w:p w14:paraId="08DCB30F" w14:textId="77777777" w:rsidR="00C943E8" w:rsidRPr="004611CF" w:rsidRDefault="00C943E8" w:rsidP="00997E64">
            <w:proofErr w:type="spellStart"/>
            <w:r w:rsidRPr="004611CF">
              <w:t>Ganshoren</w:t>
            </w:r>
            <w:proofErr w:type="spellEnd"/>
            <w:r w:rsidRPr="004611CF">
              <w:t xml:space="preserve"> I</w:t>
            </w:r>
          </w:p>
        </w:tc>
      </w:tr>
      <w:tr w:rsidR="00C943E8" w:rsidRPr="004611CF" w14:paraId="33C0F433" w14:textId="77777777" w:rsidTr="00997E64">
        <w:tc>
          <w:tcPr>
            <w:tcW w:w="2263" w:type="dxa"/>
          </w:tcPr>
          <w:p w14:paraId="190855A3" w14:textId="77777777" w:rsidR="00C943E8" w:rsidRPr="004611CF" w:rsidRDefault="00C943E8" w:rsidP="00997E64">
            <w:r w:rsidRPr="004611CF">
              <w:lastRenderedPageBreak/>
              <w:t>Status</w:t>
            </w:r>
          </w:p>
        </w:tc>
        <w:tc>
          <w:tcPr>
            <w:tcW w:w="5812" w:type="dxa"/>
          </w:tcPr>
          <w:p w14:paraId="6FCA0223" w14:textId="77777777" w:rsidR="00C943E8" w:rsidRPr="004611CF" w:rsidRDefault="00C943E8" w:rsidP="00997E64">
            <w:r w:rsidRPr="004611CF">
              <w:t>Current</w:t>
            </w:r>
          </w:p>
        </w:tc>
      </w:tr>
      <w:tr w:rsidR="00C943E8" w:rsidRPr="004611CF" w14:paraId="7952F36A" w14:textId="77777777" w:rsidTr="00997E64">
        <w:tc>
          <w:tcPr>
            <w:tcW w:w="2263" w:type="dxa"/>
          </w:tcPr>
          <w:p w14:paraId="0C650932" w14:textId="77777777" w:rsidR="00C943E8" w:rsidRPr="004611CF" w:rsidRDefault="00C943E8" w:rsidP="00997E64">
            <w:proofErr w:type="spellStart"/>
            <w:r w:rsidRPr="004611CF">
              <w:t>validFrom</w:t>
            </w:r>
            <w:proofErr w:type="spellEnd"/>
          </w:p>
        </w:tc>
        <w:tc>
          <w:tcPr>
            <w:tcW w:w="5812" w:type="dxa"/>
          </w:tcPr>
          <w:p w14:paraId="1B1E6D47" w14:textId="77777777" w:rsidR="00C943E8" w:rsidRPr="004611CF" w:rsidRDefault="00C943E8" w:rsidP="00997E64">
            <w:r w:rsidRPr="004611CF">
              <w:t>2023-02-23T10:33:54</w:t>
            </w:r>
          </w:p>
        </w:tc>
      </w:tr>
      <w:tr w:rsidR="00C943E8" w:rsidRPr="004611CF" w14:paraId="4FE5FD8A" w14:textId="77777777" w:rsidTr="00997E64">
        <w:tc>
          <w:tcPr>
            <w:tcW w:w="2263" w:type="dxa"/>
          </w:tcPr>
          <w:p w14:paraId="7E51134E" w14:textId="77777777" w:rsidR="00C943E8" w:rsidRPr="004611CF" w:rsidRDefault="00C943E8" w:rsidP="00997E64">
            <w:proofErr w:type="spellStart"/>
            <w:r w:rsidRPr="004611CF">
              <w:t>validTo</w:t>
            </w:r>
            <w:proofErr w:type="spellEnd"/>
          </w:p>
        </w:tc>
        <w:tc>
          <w:tcPr>
            <w:tcW w:w="5812" w:type="dxa"/>
          </w:tcPr>
          <w:p w14:paraId="075E8376" w14:textId="77777777" w:rsidR="00C943E8" w:rsidRPr="004611CF" w:rsidRDefault="00C943E8" w:rsidP="00997E64">
            <w:r w:rsidRPr="004611CF">
              <w:t>N/A</w:t>
            </w:r>
          </w:p>
        </w:tc>
      </w:tr>
      <w:tr w:rsidR="00C943E8" w:rsidRPr="004611CF" w14:paraId="6CB165AC" w14:textId="77777777" w:rsidTr="00997E64">
        <w:tc>
          <w:tcPr>
            <w:tcW w:w="2263" w:type="dxa"/>
          </w:tcPr>
          <w:p w14:paraId="453C6F66" w14:textId="77777777" w:rsidR="00C943E8" w:rsidRPr="004611CF" w:rsidRDefault="00C943E8" w:rsidP="00997E64">
            <w:r w:rsidRPr="004611CF">
              <w:t>Predecessor</w:t>
            </w:r>
          </w:p>
        </w:tc>
        <w:tc>
          <w:tcPr>
            <w:tcW w:w="5812" w:type="dxa"/>
          </w:tcPr>
          <w:p w14:paraId="3A8A74D8" w14:textId="77777777" w:rsidR="00C943E8" w:rsidRPr="004611CF" w:rsidRDefault="00C943E8" w:rsidP="00997E64">
            <w:r w:rsidRPr="004611CF">
              <w:t>N/A</w:t>
            </w:r>
          </w:p>
        </w:tc>
      </w:tr>
      <w:tr w:rsidR="00C943E8" w:rsidRPr="004611CF" w14:paraId="6B24CA6F" w14:textId="77777777" w:rsidTr="00997E64">
        <w:tc>
          <w:tcPr>
            <w:tcW w:w="2263" w:type="dxa"/>
          </w:tcPr>
          <w:p w14:paraId="6C966434" w14:textId="77777777" w:rsidR="00C943E8" w:rsidRPr="004611CF" w:rsidRDefault="00C943E8" w:rsidP="00997E64">
            <w:r w:rsidRPr="004611CF">
              <w:t>Successor</w:t>
            </w:r>
          </w:p>
        </w:tc>
        <w:tc>
          <w:tcPr>
            <w:tcW w:w="5812" w:type="dxa"/>
          </w:tcPr>
          <w:p w14:paraId="608F0E4F" w14:textId="77777777" w:rsidR="00C943E8" w:rsidRPr="004611CF" w:rsidRDefault="00C943E8" w:rsidP="00997E64">
            <w:r w:rsidRPr="004611CF">
              <w:t>N/A</w:t>
            </w:r>
          </w:p>
        </w:tc>
      </w:tr>
    </w:tbl>
    <w:p w14:paraId="558BD3B0" w14:textId="0A464BAC" w:rsidR="00C943E8" w:rsidRPr="004611CF" w:rsidRDefault="00C943E8" w:rsidP="00C943E8">
      <w:pPr>
        <w:rPr>
          <w:b/>
          <w:bCs/>
        </w:rPr>
      </w:pPr>
    </w:p>
    <w:p w14:paraId="7044F6A7" w14:textId="77777777" w:rsidR="00C943E8" w:rsidRPr="004611CF" w:rsidRDefault="00C943E8" w:rsidP="00C943E8">
      <w:pPr>
        <w:pStyle w:val="Heading4"/>
      </w:pPr>
      <w:r w:rsidRPr="004611CF">
        <w:t>Example 10 - [ADD] Address</w:t>
      </w:r>
    </w:p>
    <w:tbl>
      <w:tblPr>
        <w:tblStyle w:val="TableGrid"/>
        <w:tblW w:w="0" w:type="auto"/>
        <w:tblLook w:val="04A0" w:firstRow="1" w:lastRow="0" w:firstColumn="1" w:lastColumn="0" w:noHBand="0" w:noVBand="1"/>
      </w:tblPr>
      <w:tblGrid>
        <w:gridCol w:w="2263"/>
        <w:gridCol w:w="5954"/>
      </w:tblGrid>
      <w:tr w:rsidR="00C943E8" w:rsidRPr="004611CF" w14:paraId="32375270" w14:textId="77777777" w:rsidTr="00997E64">
        <w:trPr>
          <w:trHeight w:val="319"/>
        </w:trPr>
        <w:tc>
          <w:tcPr>
            <w:tcW w:w="2263" w:type="dxa"/>
          </w:tcPr>
          <w:p w14:paraId="20B75E34" w14:textId="77777777" w:rsidR="00C943E8" w:rsidRPr="004611CF" w:rsidRDefault="00C943E8" w:rsidP="00997E64">
            <w:r w:rsidRPr="004611CF">
              <w:t>Namespace</w:t>
            </w:r>
          </w:p>
        </w:tc>
        <w:tc>
          <w:tcPr>
            <w:tcW w:w="5954" w:type="dxa"/>
          </w:tcPr>
          <w:p w14:paraId="35A5BC58" w14:textId="77777777" w:rsidR="00C943E8" w:rsidRPr="004611CF" w:rsidRDefault="00C943E8" w:rsidP="00997E64">
            <w:r w:rsidRPr="004611CF">
              <w:t>https://databrussels.be/id/address</w:t>
            </w:r>
          </w:p>
        </w:tc>
      </w:tr>
      <w:tr w:rsidR="00C943E8" w:rsidRPr="004611CF" w14:paraId="657E8784" w14:textId="77777777" w:rsidTr="00997E64">
        <w:tc>
          <w:tcPr>
            <w:tcW w:w="2263" w:type="dxa"/>
          </w:tcPr>
          <w:p w14:paraId="0F625DB2" w14:textId="77777777" w:rsidR="00C943E8" w:rsidRPr="004611CF" w:rsidRDefault="00C943E8" w:rsidP="00997E64">
            <w:r w:rsidRPr="004611CF">
              <w:t>Object identifier</w:t>
            </w:r>
          </w:p>
        </w:tc>
        <w:tc>
          <w:tcPr>
            <w:tcW w:w="5954" w:type="dxa"/>
          </w:tcPr>
          <w:p w14:paraId="4BB12252" w14:textId="77777777" w:rsidR="00C943E8" w:rsidRPr="004611CF" w:rsidRDefault="00C943E8" w:rsidP="00997E64">
            <w:r w:rsidRPr="004611CF">
              <w:t>720419</w:t>
            </w:r>
          </w:p>
        </w:tc>
      </w:tr>
      <w:tr w:rsidR="00C943E8" w:rsidRPr="004611CF" w14:paraId="6ED7D282" w14:textId="77777777" w:rsidTr="00997E64">
        <w:tc>
          <w:tcPr>
            <w:tcW w:w="2263" w:type="dxa"/>
          </w:tcPr>
          <w:p w14:paraId="4221CA17" w14:textId="77777777" w:rsidR="00C943E8" w:rsidRPr="004611CF" w:rsidRDefault="00C943E8" w:rsidP="00997E64">
            <w:r w:rsidRPr="004611CF">
              <w:t>Version Identifier</w:t>
            </w:r>
          </w:p>
        </w:tc>
        <w:tc>
          <w:tcPr>
            <w:tcW w:w="5954" w:type="dxa"/>
          </w:tcPr>
          <w:p w14:paraId="2552A6DA" w14:textId="77777777" w:rsidR="00C943E8" w:rsidRPr="004611CF" w:rsidRDefault="00C943E8" w:rsidP="00997E64">
            <w:r w:rsidRPr="004611CF">
              <w:t>1</w:t>
            </w:r>
          </w:p>
        </w:tc>
      </w:tr>
      <w:tr w:rsidR="00C943E8" w:rsidRPr="004611CF" w14:paraId="629B113A" w14:textId="77777777" w:rsidTr="00997E64">
        <w:tc>
          <w:tcPr>
            <w:tcW w:w="2263" w:type="dxa"/>
          </w:tcPr>
          <w:p w14:paraId="68B3B2D8" w14:textId="77777777" w:rsidR="00C943E8" w:rsidRPr="004611CF" w:rsidRDefault="00C943E8" w:rsidP="00997E64">
            <w:r w:rsidRPr="004611CF">
              <w:t xml:space="preserve">Has </w:t>
            </w:r>
            <w:proofErr w:type="spellStart"/>
            <w:r w:rsidRPr="004611CF">
              <w:t>StreetName</w:t>
            </w:r>
            <w:proofErr w:type="spellEnd"/>
          </w:p>
        </w:tc>
        <w:tc>
          <w:tcPr>
            <w:tcW w:w="5954" w:type="dxa"/>
          </w:tcPr>
          <w:p w14:paraId="50E0FEC8" w14:textId="77777777" w:rsidR="00C943E8" w:rsidRPr="004611CF" w:rsidRDefault="00C943E8" w:rsidP="00997E64">
            <w:r w:rsidRPr="004611CF">
              <w:t>Namespace: https://databrussels.be/id/streetname</w:t>
            </w:r>
            <w:r w:rsidRPr="004611CF">
              <w:br/>
            </w:r>
            <w:proofErr w:type="spellStart"/>
            <w:r w:rsidRPr="004611CF">
              <w:t>ObjectIdentifier</w:t>
            </w:r>
            <w:proofErr w:type="spellEnd"/>
            <w:r w:rsidRPr="004611CF">
              <w:t>: 7964</w:t>
            </w:r>
            <w:r w:rsidRPr="004611CF">
              <w:br/>
            </w:r>
            <w:proofErr w:type="spellStart"/>
            <w:r w:rsidRPr="004611CF">
              <w:t>VersionIdentifier</w:t>
            </w:r>
            <w:proofErr w:type="spellEnd"/>
            <w:r w:rsidRPr="004611CF">
              <w:t>: 2</w:t>
            </w:r>
          </w:p>
        </w:tc>
      </w:tr>
      <w:tr w:rsidR="00C943E8" w:rsidRPr="004611CF" w14:paraId="531A8A69" w14:textId="77777777" w:rsidTr="00997E64">
        <w:tc>
          <w:tcPr>
            <w:tcW w:w="2263" w:type="dxa"/>
          </w:tcPr>
          <w:p w14:paraId="71F0BE5A" w14:textId="77777777" w:rsidR="00C943E8" w:rsidRPr="004611CF" w:rsidRDefault="00C943E8" w:rsidP="00997E64">
            <w:r w:rsidRPr="004611CF">
              <w:t>Has Municipality</w:t>
            </w:r>
          </w:p>
        </w:tc>
        <w:tc>
          <w:tcPr>
            <w:tcW w:w="5954" w:type="dxa"/>
          </w:tcPr>
          <w:p w14:paraId="3BC36C32" w14:textId="77777777" w:rsidR="00C943E8" w:rsidRPr="004611CF" w:rsidRDefault="00C943E8" w:rsidP="00997E64">
            <w:r w:rsidRPr="004611CF">
              <w:t>Namespace: https://databrussels.be/id/municipality</w:t>
            </w:r>
            <w:r w:rsidRPr="004611CF">
              <w:br/>
            </w:r>
            <w:proofErr w:type="spellStart"/>
            <w:r w:rsidRPr="004611CF">
              <w:t>ObjectIdentifier</w:t>
            </w:r>
            <w:proofErr w:type="spellEnd"/>
            <w:r w:rsidRPr="004611CF">
              <w:t>: 21013</w:t>
            </w:r>
            <w:r w:rsidRPr="004611CF">
              <w:br/>
            </w:r>
            <w:proofErr w:type="spellStart"/>
            <w:r w:rsidRPr="004611CF">
              <w:t>VersionIdentifier</w:t>
            </w:r>
            <w:proofErr w:type="spellEnd"/>
            <w:r w:rsidRPr="004611CF">
              <w:t>: 1</w:t>
            </w:r>
          </w:p>
        </w:tc>
      </w:tr>
      <w:tr w:rsidR="00C943E8" w:rsidRPr="004611CF" w14:paraId="1BFDCDAB" w14:textId="77777777" w:rsidTr="00997E64">
        <w:tc>
          <w:tcPr>
            <w:tcW w:w="2263" w:type="dxa"/>
          </w:tcPr>
          <w:p w14:paraId="3C3CCC97" w14:textId="77777777" w:rsidR="00C943E8" w:rsidRPr="004611CF" w:rsidRDefault="00C943E8" w:rsidP="00997E64">
            <w:r w:rsidRPr="004611CF">
              <w:t xml:space="preserve">Has </w:t>
            </w:r>
            <w:proofErr w:type="spellStart"/>
            <w:r w:rsidRPr="004611CF">
              <w:t>PostalInfo</w:t>
            </w:r>
            <w:proofErr w:type="spellEnd"/>
          </w:p>
        </w:tc>
        <w:tc>
          <w:tcPr>
            <w:tcW w:w="5954" w:type="dxa"/>
          </w:tcPr>
          <w:p w14:paraId="03818CA8" w14:textId="77777777" w:rsidR="00C943E8" w:rsidRPr="004611CF" w:rsidRDefault="00C943E8" w:rsidP="00997E64">
            <w:r w:rsidRPr="004611CF">
              <w:t>Namespace: https://databrussels.be/id/postalinfo</w:t>
            </w:r>
            <w:r w:rsidRPr="004611CF">
              <w:br/>
            </w:r>
            <w:proofErr w:type="spellStart"/>
            <w:r w:rsidRPr="004611CF">
              <w:t>ObjectIdentifier</w:t>
            </w:r>
            <w:proofErr w:type="spellEnd"/>
            <w:r w:rsidRPr="004611CF">
              <w:t>: 2000</w:t>
            </w:r>
            <w:r w:rsidRPr="004611CF">
              <w:br/>
            </w:r>
            <w:proofErr w:type="spellStart"/>
            <w:r w:rsidRPr="004611CF">
              <w:t>VersionIdentifier</w:t>
            </w:r>
            <w:proofErr w:type="spellEnd"/>
            <w:r w:rsidRPr="004611CF">
              <w:t>: 1</w:t>
            </w:r>
          </w:p>
        </w:tc>
      </w:tr>
      <w:tr w:rsidR="00C943E8" w:rsidRPr="004611CF" w14:paraId="07D138BA" w14:textId="77777777" w:rsidTr="00997E64">
        <w:tc>
          <w:tcPr>
            <w:tcW w:w="2263" w:type="dxa"/>
          </w:tcPr>
          <w:p w14:paraId="72C7DB48" w14:textId="77777777" w:rsidR="00C943E8" w:rsidRPr="004611CF" w:rsidRDefault="00C943E8" w:rsidP="00997E64">
            <w:r w:rsidRPr="004611CF">
              <w:t>Status</w:t>
            </w:r>
          </w:p>
        </w:tc>
        <w:tc>
          <w:tcPr>
            <w:tcW w:w="5954" w:type="dxa"/>
          </w:tcPr>
          <w:p w14:paraId="783441E7" w14:textId="77777777" w:rsidR="00C943E8" w:rsidRPr="004611CF" w:rsidRDefault="00C943E8" w:rsidP="00997E64">
            <w:r w:rsidRPr="004611CF">
              <w:t>Current</w:t>
            </w:r>
          </w:p>
        </w:tc>
      </w:tr>
      <w:tr w:rsidR="00C943E8" w:rsidRPr="004611CF" w14:paraId="26BCFE9C" w14:textId="77777777" w:rsidTr="00997E64">
        <w:tc>
          <w:tcPr>
            <w:tcW w:w="2263" w:type="dxa"/>
          </w:tcPr>
          <w:p w14:paraId="0079EA27" w14:textId="77777777" w:rsidR="00C943E8" w:rsidRPr="004611CF" w:rsidRDefault="00C943E8" w:rsidP="00997E64">
            <w:proofErr w:type="spellStart"/>
            <w:r w:rsidRPr="004611CF">
              <w:t>validFrom</w:t>
            </w:r>
            <w:proofErr w:type="spellEnd"/>
          </w:p>
        </w:tc>
        <w:tc>
          <w:tcPr>
            <w:tcW w:w="5954" w:type="dxa"/>
          </w:tcPr>
          <w:p w14:paraId="60187E95" w14:textId="77777777" w:rsidR="00C943E8" w:rsidRPr="004611CF" w:rsidRDefault="00C943E8" w:rsidP="00997E64">
            <w:r w:rsidRPr="004611CF">
              <w:t>2023-02-23T15:30:07</w:t>
            </w:r>
          </w:p>
        </w:tc>
      </w:tr>
      <w:tr w:rsidR="00C943E8" w:rsidRPr="004611CF" w14:paraId="28498583" w14:textId="77777777" w:rsidTr="00997E64">
        <w:tc>
          <w:tcPr>
            <w:tcW w:w="2263" w:type="dxa"/>
          </w:tcPr>
          <w:p w14:paraId="3B807BDE" w14:textId="77777777" w:rsidR="00C943E8" w:rsidRPr="004611CF" w:rsidRDefault="00C943E8" w:rsidP="00997E64">
            <w:proofErr w:type="spellStart"/>
            <w:r w:rsidRPr="004611CF">
              <w:t>validTo</w:t>
            </w:r>
            <w:proofErr w:type="spellEnd"/>
          </w:p>
        </w:tc>
        <w:tc>
          <w:tcPr>
            <w:tcW w:w="5954" w:type="dxa"/>
          </w:tcPr>
          <w:p w14:paraId="4B1CBB48" w14:textId="77777777" w:rsidR="00C943E8" w:rsidRPr="004611CF" w:rsidRDefault="00C943E8" w:rsidP="00997E64">
            <w:r w:rsidRPr="004611CF">
              <w:t>N/A</w:t>
            </w:r>
          </w:p>
        </w:tc>
      </w:tr>
      <w:tr w:rsidR="00C943E8" w:rsidRPr="004611CF" w14:paraId="64F8EE15" w14:textId="77777777" w:rsidTr="00997E64">
        <w:tc>
          <w:tcPr>
            <w:tcW w:w="2263" w:type="dxa"/>
          </w:tcPr>
          <w:p w14:paraId="2793A997" w14:textId="77777777" w:rsidR="00C943E8" w:rsidRPr="004611CF" w:rsidRDefault="00C943E8" w:rsidP="00997E64">
            <w:r w:rsidRPr="004611CF">
              <w:t>Predecessor</w:t>
            </w:r>
          </w:p>
        </w:tc>
        <w:tc>
          <w:tcPr>
            <w:tcW w:w="5954" w:type="dxa"/>
          </w:tcPr>
          <w:p w14:paraId="66DDC5C4" w14:textId="77777777" w:rsidR="00C943E8" w:rsidRPr="004611CF" w:rsidRDefault="00C943E8" w:rsidP="00997E64">
            <w:r w:rsidRPr="004611CF">
              <w:t>N/A</w:t>
            </w:r>
          </w:p>
        </w:tc>
      </w:tr>
      <w:tr w:rsidR="00C943E8" w:rsidRPr="004611CF" w14:paraId="6A557758" w14:textId="77777777" w:rsidTr="00997E64">
        <w:tc>
          <w:tcPr>
            <w:tcW w:w="2263" w:type="dxa"/>
          </w:tcPr>
          <w:p w14:paraId="3CD27B76" w14:textId="77777777" w:rsidR="00C943E8" w:rsidRPr="004611CF" w:rsidRDefault="00C943E8" w:rsidP="00997E64">
            <w:r w:rsidRPr="004611CF">
              <w:t>Successor</w:t>
            </w:r>
          </w:p>
        </w:tc>
        <w:tc>
          <w:tcPr>
            <w:tcW w:w="5954" w:type="dxa"/>
          </w:tcPr>
          <w:p w14:paraId="71D743EB" w14:textId="77777777" w:rsidR="00C943E8" w:rsidRPr="004611CF" w:rsidRDefault="00C943E8" w:rsidP="00997E64">
            <w:r w:rsidRPr="004611CF">
              <w:t>N/A</w:t>
            </w:r>
          </w:p>
        </w:tc>
      </w:tr>
    </w:tbl>
    <w:p w14:paraId="6BD0573D" w14:textId="546554D7" w:rsidR="0027461E" w:rsidRPr="004611CF" w:rsidRDefault="0027461E" w:rsidP="00C943E8"/>
    <w:p w14:paraId="2444C83D" w14:textId="77777777" w:rsidR="003378C9" w:rsidRPr="004611CF" w:rsidRDefault="003378C9" w:rsidP="003378C9">
      <w:pPr>
        <w:rPr>
          <w:rFonts w:asciiTheme="majorHAnsi" w:eastAsiaTheme="majorEastAsia" w:hAnsiTheme="majorHAnsi" w:cstheme="majorBidi"/>
          <w:color w:val="004050" w:themeColor="accent1" w:themeShade="BF"/>
          <w:sz w:val="32"/>
          <w:szCs w:val="32"/>
        </w:rPr>
      </w:pPr>
    </w:p>
    <w:p w14:paraId="67F53164" w14:textId="77777777" w:rsidR="00924E87" w:rsidRDefault="00924E87" w:rsidP="00924E87">
      <w:pPr>
        <w:pStyle w:val="Heading3"/>
      </w:pPr>
      <w:bookmarkStart w:id="14" w:name="_Toc137824083"/>
      <w:bookmarkStart w:id="15" w:name="_Toc184897102"/>
      <w:r>
        <w:lastRenderedPageBreak/>
        <w:t>Scenario: Partial Street name split, into 1 new and 1 existing street names (A=A+B). [s22]</w:t>
      </w:r>
      <w:bookmarkEnd w:id="14"/>
      <w:bookmarkEnd w:id="15"/>
    </w:p>
    <w:p w14:paraId="4474BA18" w14:textId="0023D9A5" w:rsidR="00924E87" w:rsidRPr="00211030" w:rsidRDefault="00924E87" w:rsidP="00924E87">
      <w:pPr>
        <w:pStyle w:val="Heading4"/>
        <w:rPr>
          <w:rFonts w:asciiTheme="majorHAnsi" w:hAnsiTheme="majorHAnsi" w:cstheme="majorBidi"/>
          <w:color w:val="004050" w:themeColor="accent1" w:themeShade="BF"/>
          <w:sz w:val="24"/>
          <w:szCs w:val="24"/>
        </w:rPr>
      </w:pPr>
      <w:r w:rsidRPr="00211030">
        <w:rPr>
          <w:sz w:val="22"/>
          <w:szCs w:val="28"/>
        </w:rPr>
        <w:t xml:space="preserve">[Mutation </w:t>
      </w:r>
      <w:r w:rsidR="00BC266C">
        <w:rPr>
          <w:sz w:val="22"/>
          <w:szCs w:val="28"/>
        </w:rPr>
        <w:t xml:space="preserve">file: </w:t>
      </w:r>
      <w:r w:rsidR="00BC266C" w:rsidRPr="00BC266C">
        <w:rPr>
          <w:sz w:val="22"/>
          <w:szCs w:val="28"/>
        </w:rPr>
        <w:t>BeStAddress_MBelgium20230301.zip</w:t>
      </w:r>
      <w:r w:rsidRPr="00211030">
        <w:rPr>
          <w:sz w:val="22"/>
          <w:szCs w:val="28"/>
        </w:rPr>
        <w:t xml:space="preserve">] </w:t>
      </w:r>
      <w:r w:rsidRPr="00211030">
        <w:rPr>
          <w:sz w:val="22"/>
          <w:szCs w:val="28"/>
        </w:rPr>
        <w:br/>
        <w:t>Example file: Brussels_M_20230301_L72</w:t>
      </w:r>
    </w:p>
    <w:p w14:paraId="2AAFD5FE" w14:textId="77777777" w:rsidR="003378C9" w:rsidRPr="004611CF" w:rsidRDefault="003378C9" w:rsidP="003378C9">
      <w:r w:rsidRPr="004611CF">
        <w:t xml:space="preserve">In this example a </w:t>
      </w:r>
      <w:r w:rsidRPr="004611CF">
        <w:rPr>
          <w:b/>
          <w:bCs/>
        </w:rPr>
        <w:t>street name</w:t>
      </w:r>
      <w:r w:rsidRPr="004611CF">
        <w:t xml:space="preserve"> is being split into 2 street names with the original existing street name remaining in existence. ( A = A + B ). Street name A is split into street name A and B.</w:t>
      </w:r>
    </w:p>
    <w:p w14:paraId="36B128F2" w14:textId="77777777" w:rsidR="003378C9" w:rsidRPr="004611CF" w:rsidRDefault="003378C9" w:rsidP="003378C9">
      <w:r w:rsidRPr="004611CF">
        <w:t xml:space="preserve">Changes to a street name causes a cascading effect on addresses that reference the changed street name. Any addresses that belong to the new street name (B) must update their reference accordingly. In this example situation only one </w:t>
      </w:r>
      <w:r w:rsidRPr="004611CF">
        <w:rPr>
          <w:b/>
          <w:bCs/>
        </w:rPr>
        <w:t>address</w:t>
      </w:r>
      <w:r w:rsidRPr="004611CF">
        <w:t xml:space="preserve"> will be referencing the new split street name (B)</w:t>
      </w:r>
    </w:p>
    <w:p w14:paraId="457CA42E" w14:textId="77777777" w:rsidR="003378C9" w:rsidRPr="004611CF" w:rsidRDefault="003378C9" w:rsidP="003378C9"/>
    <w:p w14:paraId="59B35180" w14:textId="77777777" w:rsidR="003378C9" w:rsidRPr="004611CF" w:rsidRDefault="003378C9" w:rsidP="003378C9">
      <w:pPr>
        <w:pStyle w:val="Heading4"/>
      </w:pPr>
      <w:r w:rsidRPr="004611CF">
        <w:t>Example 11 - [ADD] Street name</w:t>
      </w:r>
    </w:p>
    <w:tbl>
      <w:tblPr>
        <w:tblStyle w:val="TableGrid"/>
        <w:tblW w:w="0" w:type="auto"/>
        <w:tblLook w:val="04A0" w:firstRow="1" w:lastRow="0" w:firstColumn="1" w:lastColumn="0" w:noHBand="0" w:noVBand="1"/>
      </w:tblPr>
      <w:tblGrid>
        <w:gridCol w:w="2263"/>
        <w:gridCol w:w="5954"/>
      </w:tblGrid>
      <w:tr w:rsidR="003378C9" w:rsidRPr="004611CF" w14:paraId="27369D84" w14:textId="77777777" w:rsidTr="00997E64">
        <w:trPr>
          <w:trHeight w:val="319"/>
        </w:trPr>
        <w:tc>
          <w:tcPr>
            <w:tcW w:w="2263" w:type="dxa"/>
            <w:tcBorders>
              <w:top w:val="single" w:sz="4" w:space="0" w:color="auto"/>
              <w:left w:val="single" w:sz="4" w:space="0" w:color="auto"/>
              <w:bottom w:val="single" w:sz="4" w:space="0" w:color="auto"/>
              <w:right w:val="single" w:sz="4" w:space="0" w:color="auto"/>
            </w:tcBorders>
            <w:hideMark/>
          </w:tcPr>
          <w:p w14:paraId="4F4A7EB4" w14:textId="77777777" w:rsidR="003378C9" w:rsidRPr="004611CF" w:rsidRDefault="003378C9" w:rsidP="00997E64">
            <w:pPr>
              <w:spacing w:after="0" w:line="240" w:lineRule="auto"/>
            </w:pPr>
            <w:r w:rsidRPr="004611CF">
              <w:t>Namespace</w:t>
            </w:r>
          </w:p>
        </w:tc>
        <w:tc>
          <w:tcPr>
            <w:tcW w:w="5954" w:type="dxa"/>
            <w:tcBorders>
              <w:top w:val="single" w:sz="4" w:space="0" w:color="auto"/>
              <w:left w:val="single" w:sz="4" w:space="0" w:color="auto"/>
              <w:bottom w:val="single" w:sz="4" w:space="0" w:color="auto"/>
              <w:right w:val="single" w:sz="4" w:space="0" w:color="auto"/>
            </w:tcBorders>
            <w:hideMark/>
          </w:tcPr>
          <w:p w14:paraId="77EBAC1C" w14:textId="77777777" w:rsidR="003378C9" w:rsidRPr="004611CF" w:rsidRDefault="003378C9" w:rsidP="00997E64">
            <w:pPr>
              <w:spacing w:after="0" w:line="240" w:lineRule="auto"/>
            </w:pPr>
            <w:r w:rsidRPr="004611CF">
              <w:t>https://databrussels.be/id/streetname</w:t>
            </w:r>
          </w:p>
        </w:tc>
      </w:tr>
      <w:tr w:rsidR="003378C9" w:rsidRPr="004611CF" w14:paraId="0213F9CA"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7545A7CB" w14:textId="77777777" w:rsidR="003378C9" w:rsidRPr="004611CF" w:rsidRDefault="003378C9" w:rsidP="00997E64">
            <w:pPr>
              <w:spacing w:after="0" w:line="240" w:lineRule="auto"/>
            </w:pPr>
            <w:r w:rsidRPr="004611CF">
              <w:t>Object identifier</w:t>
            </w:r>
          </w:p>
        </w:tc>
        <w:tc>
          <w:tcPr>
            <w:tcW w:w="5954" w:type="dxa"/>
            <w:tcBorders>
              <w:top w:val="single" w:sz="4" w:space="0" w:color="auto"/>
              <w:left w:val="single" w:sz="4" w:space="0" w:color="auto"/>
              <w:bottom w:val="single" w:sz="4" w:space="0" w:color="auto"/>
              <w:right w:val="single" w:sz="4" w:space="0" w:color="auto"/>
            </w:tcBorders>
            <w:hideMark/>
          </w:tcPr>
          <w:p w14:paraId="0C430498" w14:textId="77777777" w:rsidR="003378C9" w:rsidRPr="004611CF" w:rsidRDefault="003378C9" w:rsidP="00997E64">
            <w:pPr>
              <w:spacing w:after="0" w:line="240" w:lineRule="auto"/>
            </w:pPr>
            <w:r w:rsidRPr="004611CF">
              <w:t>4831</w:t>
            </w:r>
          </w:p>
        </w:tc>
      </w:tr>
      <w:tr w:rsidR="003378C9" w:rsidRPr="004611CF" w14:paraId="6FE06A16"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53626132" w14:textId="77777777" w:rsidR="003378C9" w:rsidRPr="004611CF" w:rsidRDefault="003378C9" w:rsidP="00997E64">
            <w:pPr>
              <w:spacing w:after="0" w:line="240" w:lineRule="auto"/>
            </w:pPr>
            <w:r w:rsidRPr="004611CF">
              <w:t>Version Identifier</w:t>
            </w:r>
          </w:p>
        </w:tc>
        <w:tc>
          <w:tcPr>
            <w:tcW w:w="5954" w:type="dxa"/>
            <w:tcBorders>
              <w:top w:val="single" w:sz="4" w:space="0" w:color="auto"/>
              <w:left w:val="single" w:sz="4" w:space="0" w:color="auto"/>
              <w:bottom w:val="single" w:sz="4" w:space="0" w:color="auto"/>
              <w:right w:val="single" w:sz="4" w:space="0" w:color="auto"/>
            </w:tcBorders>
            <w:hideMark/>
          </w:tcPr>
          <w:p w14:paraId="00379875" w14:textId="77777777" w:rsidR="003378C9" w:rsidRPr="004611CF" w:rsidRDefault="003378C9" w:rsidP="00997E64">
            <w:pPr>
              <w:spacing w:after="0" w:line="240" w:lineRule="auto"/>
            </w:pPr>
            <w:r w:rsidRPr="004611CF">
              <w:t>1</w:t>
            </w:r>
          </w:p>
        </w:tc>
      </w:tr>
      <w:tr w:rsidR="003378C9" w:rsidRPr="004611CF" w14:paraId="0ADB23E9"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0F52C6EE" w14:textId="77777777" w:rsidR="003378C9" w:rsidRPr="004611CF" w:rsidRDefault="003378C9" w:rsidP="00997E64">
            <w:pPr>
              <w:spacing w:after="0" w:line="240" w:lineRule="auto"/>
            </w:pPr>
            <w:r w:rsidRPr="004611CF">
              <w:t xml:space="preserve">Spelling </w:t>
            </w:r>
            <w:proofErr w:type="spellStart"/>
            <w:r w:rsidRPr="004611CF">
              <w:t>nl</w:t>
            </w:r>
            <w:proofErr w:type="spellEnd"/>
          </w:p>
        </w:tc>
        <w:tc>
          <w:tcPr>
            <w:tcW w:w="5954" w:type="dxa"/>
            <w:tcBorders>
              <w:top w:val="single" w:sz="4" w:space="0" w:color="auto"/>
              <w:left w:val="single" w:sz="4" w:space="0" w:color="auto"/>
              <w:bottom w:val="single" w:sz="4" w:space="0" w:color="auto"/>
              <w:right w:val="single" w:sz="4" w:space="0" w:color="auto"/>
            </w:tcBorders>
            <w:hideMark/>
          </w:tcPr>
          <w:p w14:paraId="75A660C4" w14:textId="77777777" w:rsidR="003378C9" w:rsidRPr="004611CF" w:rsidRDefault="003378C9" w:rsidP="00997E64">
            <w:pPr>
              <w:spacing w:after="0" w:line="240" w:lineRule="auto"/>
            </w:pPr>
            <w:proofErr w:type="spellStart"/>
            <w:r w:rsidRPr="004611CF">
              <w:t>Nieuwe</w:t>
            </w:r>
            <w:proofErr w:type="spellEnd"/>
            <w:r w:rsidRPr="004611CF">
              <w:t xml:space="preserve"> </w:t>
            </w:r>
            <w:proofErr w:type="spellStart"/>
            <w:r w:rsidRPr="004611CF">
              <w:t>Tiende</w:t>
            </w:r>
            <w:proofErr w:type="spellEnd"/>
            <w:r w:rsidRPr="004611CF">
              <w:t xml:space="preserve"> </w:t>
            </w:r>
            <w:proofErr w:type="spellStart"/>
            <w:r w:rsidRPr="004611CF">
              <w:t>Teststraat</w:t>
            </w:r>
            <w:proofErr w:type="spellEnd"/>
          </w:p>
        </w:tc>
      </w:tr>
      <w:tr w:rsidR="003378C9" w:rsidRPr="004611CF" w14:paraId="3E4FBE37"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13FD59EB" w14:textId="77777777" w:rsidR="003378C9" w:rsidRPr="004611CF" w:rsidRDefault="003378C9" w:rsidP="00997E64">
            <w:pPr>
              <w:spacing w:after="0" w:line="240" w:lineRule="auto"/>
            </w:pPr>
            <w:r w:rsidRPr="004611CF">
              <w:t>Assigned by municipality</w:t>
            </w:r>
          </w:p>
        </w:tc>
        <w:tc>
          <w:tcPr>
            <w:tcW w:w="5954" w:type="dxa"/>
            <w:tcBorders>
              <w:top w:val="single" w:sz="4" w:space="0" w:color="auto"/>
              <w:left w:val="single" w:sz="4" w:space="0" w:color="auto"/>
              <w:bottom w:val="single" w:sz="4" w:space="0" w:color="auto"/>
              <w:right w:val="single" w:sz="4" w:space="0" w:color="auto"/>
            </w:tcBorders>
            <w:hideMark/>
          </w:tcPr>
          <w:p w14:paraId="796F4FA7" w14:textId="77777777" w:rsidR="003378C9" w:rsidRPr="004611CF" w:rsidRDefault="003378C9" w:rsidP="00997E64">
            <w:pPr>
              <w:spacing w:after="0" w:line="240" w:lineRule="auto"/>
            </w:pPr>
            <w:r w:rsidRPr="004611CF">
              <w:t>Namespace: https://databrussels.be/id/municipality</w:t>
            </w:r>
            <w:r w:rsidRPr="004611CF">
              <w:br/>
            </w:r>
            <w:proofErr w:type="spellStart"/>
            <w:r w:rsidRPr="004611CF">
              <w:t>ObjectIdentifier</w:t>
            </w:r>
            <w:proofErr w:type="spellEnd"/>
            <w:r w:rsidRPr="004611CF">
              <w:t>: 21013</w:t>
            </w:r>
            <w:r w:rsidRPr="004611CF">
              <w:br/>
            </w:r>
            <w:proofErr w:type="spellStart"/>
            <w:r w:rsidRPr="004611CF">
              <w:t>VersionIdentifier</w:t>
            </w:r>
            <w:proofErr w:type="spellEnd"/>
            <w:r w:rsidRPr="004611CF">
              <w:t>: 1</w:t>
            </w:r>
          </w:p>
        </w:tc>
      </w:tr>
      <w:tr w:rsidR="003378C9" w:rsidRPr="004611CF" w14:paraId="2B4FAA9C"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14412A43" w14:textId="77777777" w:rsidR="003378C9" w:rsidRPr="004611CF" w:rsidRDefault="003378C9" w:rsidP="00997E64">
            <w:pPr>
              <w:spacing w:after="0" w:line="240" w:lineRule="auto"/>
            </w:pPr>
            <w:r w:rsidRPr="004611CF">
              <w:t>Status</w:t>
            </w:r>
          </w:p>
        </w:tc>
        <w:tc>
          <w:tcPr>
            <w:tcW w:w="5954" w:type="dxa"/>
            <w:tcBorders>
              <w:top w:val="single" w:sz="4" w:space="0" w:color="auto"/>
              <w:left w:val="single" w:sz="4" w:space="0" w:color="auto"/>
              <w:bottom w:val="single" w:sz="4" w:space="0" w:color="auto"/>
              <w:right w:val="single" w:sz="4" w:space="0" w:color="auto"/>
            </w:tcBorders>
            <w:hideMark/>
          </w:tcPr>
          <w:p w14:paraId="22FEFD7F" w14:textId="77777777" w:rsidR="003378C9" w:rsidRPr="004611CF" w:rsidRDefault="003378C9" w:rsidP="00997E64">
            <w:pPr>
              <w:spacing w:after="0" w:line="240" w:lineRule="auto"/>
            </w:pPr>
            <w:r w:rsidRPr="004611CF">
              <w:t>Current</w:t>
            </w:r>
          </w:p>
        </w:tc>
      </w:tr>
      <w:tr w:rsidR="003378C9" w:rsidRPr="004611CF" w14:paraId="78962AE2"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2A50E25D" w14:textId="77777777" w:rsidR="003378C9" w:rsidRPr="004611CF" w:rsidRDefault="003378C9" w:rsidP="00997E64">
            <w:pPr>
              <w:spacing w:after="0" w:line="240" w:lineRule="auto"/>
            </w:pPr>
            <w:proofErr w:type="spellStart"/>
            <w:r w:rsidRPr="004611CF">
              <w:t>validFrom</w:t>
            </w:r>
            <w:proofErr w:type="spellEnd"/>
          </w:p>
        </w:tc>
        <w:tc>
          <w:tcPr>
            <w:tcW w:w="5954" w:type="dxa"/>
            <w:tcBorders>
              <w:top w:val="single" w:sz="4" w:space="0" w:color="auto"/>
              <w:left w:val="single" w:sz="4" w:space="0" w:color="auto"/>
              <w:bottom w:val="single" w:sz="4" w:space="0" w:color="auto"/>
              <w:right w:val="single" w:sz="4" w:space="0" w:color="auto"/>
            </w:tcBorders>
            <w:hideMark/>
          </w:tcPr>
          <w:p w14:paraId="7C08CC65" w14:textId="77777777" w:rsidR="003378C9" w:rsidRPr="004611CF" w:rsidRDefault="003378C9" w:rsidP="00997E64">
            <w:pPr>
              <w:spacing w:after="0" w:line="240" w:lineRule="auto"/>
            </w:pPr>
            <w:r w:rsidRPr="004611CF">
              <w:t>2023-03-01T15:30:07</w:t>
            </w:r>
          </w:p>
        </w:tc>
      </w:tr>
      <w:tr w:rsidR="003378C9" w:rsidRPr="004611CF" w14:paraId="346997CE"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33F82B65" w14:textId="77777777" w:rsidR="003378C9" w:rsidRPr="004611CF" w:rsidRDefault="003378C9" w:rsidP="00997E64">
            <w:pPr>
              <w:spacing w:after="0" w:line="240" w:lineRule="auto"/>
            </w:pPr>
            <w:proofErr w:type="spellStart"/>
            <w:r w:rsidRPr="004611CF">
              <w:t>validTo</w:t>
            </w:r>
            <w:proofErr w:type="spellEnd"/>
          </w:p>
        </w:tc>
        <w:tc>
          <w:tcPr>
            <w:tcW w:w="5954" w:type="dxa"/>
            <w:tcBorders>
              <w:top w:val="single" w:sz="4" w:space="0" w:color="auto"/>
              <w:left w:val="single" w:sz="4" w:space="0" w:color="auto"/>
              <w:bottom w:val="single" w:sz="4" w:space="0" w:color="auto"/>
              <w:right w:val="single" w:sz="4" w:space="0" w:color="auto"/>
            </w:tcBorders>
            <w:hideMark/>
          </w:tcPr>
          <w:p w14:paraId="52A58EF1" w14:textId="77777777" w:rsidR="003378C9" w:rsidRPr="004611CF" w:rsidRDefault="003378C9" w:rsidP="00997E64">
            <w:pPr>
              <w:spacing w:after="0" w:line="240" w:lineRule="auto"/>
            </w:pPr>
            <w:r w:rsidRPr="004611CF">
              <w:t>N/A</w:t>
            </w:r>
          </w:p>
        </w:tc>
      </w:tr>
      <w:tr w:rsidR="003378C9" w:rsidRPr="004611CF" w14:paraId="568EAABD"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51F19506" w14:textId="77777777" w:rsidR="003378C9" w:rsidRPr="004611CF" w:rsidRDefault="003378C9" w:rsidP="00997E64">
            <w:pPr>
              <w:spacing w:after="0" w:line="240" w:lineRule="auto"/>
            </w:pPr>
            <w:r w:rsidRPr="004611CF">
              <w:t>Predecessor</w:t>
            </w:r>
          </w:p>
        </w:tc>
        <w:tc>
          <w:tcPr>
            <w:tcW w:w="5954" w:type="dxa"/>
            <w:tcBorders>
              <w:top w:val="single" w:sz="4" w:space="0" w:color="auto"/>
              <w:left w:val="single" w:sz="4" w:space="0" w:color="auto"/>
              <w:bottom w:val="single" w:sz="4" w:space="0" w:color="auto"/>
              <w:right w:val="single" w:sz="4" w:space="0" w:color="auto"/>
            </w:tcBorders>
            <w:hideMark/>
          </w:tcPr>
          <w:p w14:paraId="3BEEE331" w14:textId="77777777" w:rsidR="003378C9" w:rsidRPr="004611CF" w:rsidRDefault="003378C9" w:rsidP="00997E64">
            <w:pPr>
              <w:spacing w:after="0" w:line="240" w:lineRule="auto"/>
            </w:pPr>
            <w:r w:rsidRPr="004611CF">
              <w:t>Namespace: https://databrussels.be/id/streetname</w:t>
            </w:r>
            <w:r w:rsidRPr="004611CF">
              <w:br/>
            </w:r>
            <w:proofErr w:type="spellStart"/>
            <w:r w:rsidRPr="004611CF">
              <w:t>ObjectIdentifier</w:t>
            </w:r>
            <w:proofErr w:type="spellEnd"/>
            <w:r w:rsidRPr="004611CF">
              <w:t>: 7964</w:t>
            </w:r>
            <w:r w:rsidRPr="004611CF">
              <w:br/>
            </w:r>
            <w:proofErr w:type="spellStart"/>
            <w:r w:rsidRPr="004611CF">
              <w:t>VersionIdentifier</w:t>
            </w:r>
            <w:proofErr w:type="spellEnd"/>
            <w:r w:rsidRPr="004611CF">
              <w:t>: 2</w:t>
            </w:r>
          </w:p>
        </w:tc>
      </w:tr>
      <w:tr w:rsidR="003378C9" w:rsidRPr="004611CF" w14:paraId="063B6C7C"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3A38E9A1" w14:textId="77777777" w:rsidR="003378C9" w:rsidRPr="004611CF" w:rsidRDefault="003378C9" w:rsidP="00997E64">
            <w:pPr>
              <w:spacing w:after="0" w:line="240" w:lineRule="auto"/>
            </w:pPr>
            <w:r w:rsidRPr="004611CF">
              <w:t>Successor</w:t>
            </w:r>
          </w:p>
        </w:tc>
        <w:tc>
          <w:tcPr>
            <w:tcW w:w="5954" w:type="dxa"/>
            <w:tcBorders>
              <w:top w:val="single" w:sz="4" w:space="0" w:color="auto"/>
              <w:left w:val="single" w:sz="4" w:space="0" w:color="auto"/>
              <w:bottom w:val="single" w:sz="4" w:space="0" w:color="auto"/>
              <w:right w:val="single" w:sz="4" w:space="0" w:color="auto"/>
            </w:tcBorders>
            <w:hideMark/>
          </w:tcPr>
          <w:p w14:paraId="34679E94" w14:textId="77777777" w:rsidR="003378C9" w:rsidRPr="004611CF" w:rsidRDefault="003378C9" w:rsidP="00997E64">
            <w:pPr>
              <w:spacing w:after="0" w:line="240" w:lineRule="auto"/>
            </w:pPr>
            <w:r w:rsidRPr="004611CF">
              <w:t>N/A</w:t>
            </w:r>
          </w:p>
        </w:tc>
      </w:tr>
    </w:tbl>
    <w:p w14:paraId="4C3FC496" w14:textId="77777777" w:rsidR="003378C9" w:rsidRPr="004611CF" w:rsidRDefault="003378C9" w:rsidP="003378C9"/>
    <w:p w14:paraId="456588C8" w14:textId="77777777" w:rsidR="003378C9" w:rsidRPr="004611CF" w:rsidRDefault="003378C9" w:rsidP="003378C9">
      <w:pPr>
        <w:pStyle w:val="Heading4"/>
      </w:pPr>
      <w:r w:rsidRPr="004611CF">
        <w:t>Example 12 (1/2) - [ADD] Address</w:t>
      </w:r>
    </w:p>
    <w:tbl>
      <w:tblPr>
        <w:tblStyle w:val="TableGrid"/>
        <w:tblW w:w="0" w:type="auto"/>
        <w:tblLook w:val="04A0" w:firstRow="1" w:lastRow="0" w:firstColumn="1" w:lastColumn="0" w:noHBand="0" w:noVBand="1"/>
      </w:tblPr>
      <w:tblGrid>
        <w:gridCol w:w="2263"/>
        <w:gridCol w:w="5954"/>
      </w:tblGrid>
      <w:tr w:rsidR="003378C9" w:rsidRPr="004611CF" w14:paraId="71842E79" w14:textId="77777777" w:rsidTr="00997E64">
        <w:trPr>
          <w:trHeight w:val="319"/>
        </w:trPr>
        <w:tc>
          <w:tcPr>
            <w:tcW w:w="2263" w:type="dxa"/>
            <w:tcBorders>
              <w:top w:val="single" w:sz="4" w:space="0" w:color="auto"/>
              <w:left w:val="single" w:sz="4" w:space="0" w:color="auto"/>
              <w:bottom w:val="single" w:sz="4" w:space="0" w:color="auto"/>
              <w:right w:val="single" w:sz="4" w:space="0" w:color="auto"/>
            </w:tcBorders>
            <w:hideMark/>
          </w:tcPr>
          <w:p w14:paraId="633D35C6" w14:textId="77777777" w:rsidR="003378C9" w:rsidRPr="004611CF" w:rsidRDefault="003378C9" w:rsidP="00997E64">
            <w:pPr>
              <w:spacing w:after="0" w:line="240" w:lineRule="auto"/>
            </w:pPr>
            <w:r w:rsidRPr="004611CF">
              <w:t>Namespace</w:t>
            </w:r>
          </w:p>
        </w:tc>
        <w:tc>
          <w:tcPr>
            <w:tcW w:w="5954" w:type="dxa"/>
            <w:tcBorders>
              <w:top w:val="single" w:sz="4" w:space="0" w:color="auto"/>
              <w:left w:val="single" w:sz="4" w:space="0" w:color="auto"/>
              <w:bottom w:val="single" w:sz="4" w:space="0" w:color="auto"/>
              <w:right w:val="single" w:sz="4" w:space="0" w:color="auto"/>
            </w:tcBorders>
            <w:hideMark/>
          </w:tcPr>
          <w:p w14:paraId="3E44D3F5" w14:textId="77777777" w:rsidR="003378C9" w:rsidRPr="004611CF" w:rsidRDefault="003378C9" w:rsidP="00997E64">
            <w:pPr>
              <w:spacing w:after="0" w:line="240" w:lineRule="auto"/>
            </w:pPr>
            <w:r w:rsidRPr="004611CF">
              <w:t>https://databrussels.be/id/address</w:t>
            </w:r>
          </w:p>
        </w:tc>
      </w:tr>
      <w:tr w:rsidR="003378C9" w:rsidRPr="004611CF" w14:paraId="642AC96B"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76F7DB4E" w14:textId="77777777" w:rsidR="003378C9" w:rsidRPr="004611CF" w:rsidRDefault="003378C9" w:rsidP="00997E64">
            <w:pPr>
              <w:spacing w:after="0" w:line="240" w:lineRule="auto"/>
            </w:pPr>
            <w:r w:rsidRPr="004611CF">
              <w:lastRenderedPageBreak/>
              <w:t>Object identifier</w:t>
            </w:r>
          </w:p>
        </w:tc>
        <w:tc>
          <w:tcPr>
            <w:tcW w:w="5954" w:type="dxa"/>
            <w:tcBorders>
              <w:top w:val="single" w:sz="4" w:space="0" w:color="auto"/>
              <w:left w:val="single" w:sz="4" w:space="0" w:color="auto"/>
              <w:bottom w:val="single" w:sz="4" w:space="0" w:color="auto"/>
              <w:right w:val="single" w:sz="4" w:space="0" w:color="auto"/>
            </w:tcBorders>
            <w:hideMark/>
          </w:tcPr>
          <w:p w14:paraId="1DA52936" w14:textId="77777777" w:rsidR="003378C9" w:rsidRPr="004611CF" w:rsidRDefault="003378C9" w:rsidP="00997E64">
            <w:pPr>
              <w:spacing w:after="0" w:line="240" w:lineRule="auto"/>
            </w:pPr>
            <w:r w:rsidRPr="004611CF">
              <w:t>720419</w:t>
            </w:r>
          </w:p>
        </w:tc>
      </w:tr>
      <w:tr w:rsidR="003378C9" w:rsidRPr="004611CF" w14:paraId="431F509B"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587DEEAD" w14:textId="77777777" w:rsidR="003378C9" w:rsidRPr="004611CF" w:rsidRDefault="003378C9" w:rsidP="00997E64">
            <w:pPr>
              <w:spacing w:after="0" w:line="240" w:lineRule="auto"/>
            </w:pPr>
            <w:r w:rsidRPr="004611CF">
              <w:t>Version Identifier</w:t>
            </w:r>
          </w:p>
        </w:tc>
        <w:tc>
          <w:tcPr>
            <w:tcW w:w="5954" w:type="dxa"/>
            <w:tcBorders>
              <w:top w:val="single" w:sz="4" w:space="0" w:color="auto"/>
              <w:left w:val="single" w:sz="4" w:space="0" w:color="auto"/>
              <w:bottom w:val="single" w:sz="4" w:space="0" w:color="auto"/>
              <w:right w:val="single" w:sz="4" w:space="0" w:color="auto"/>
            </w:tcBorders>
            <w:hideMark/>
          </w:tcPr>
          <w:p w14:paraId="723A56C2" w14:textId="77777777" w:rsidR="003378C9" w:rsidRPr="004611CF" w:rsidRDefault="003378C9" w:rsidP="00997E64">
            <w:pPr>
              <w:spacing w:after="0" w:line="240" w:lineRule="auto"/>
            </w:pPr>
            <w:r w:rsidRPr="004611CF">
              <w:t>2</w:t>
            </w:r>
          </w:p>
        </w:tc>
      </w:tr>
      <w:tr w:rsidR="003378C9" w:rsidRPr="004611CF" w14:paraId="1D7C4294"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2364152A" w14:textId="77777777" w:rsidR="003378C9" w:rsidRPr="004611CF" w:rsidRDefault="003378C9" w:rsidP="00997E64">
            <w:pPr>
              <w:spacing w:after="0" w:line="240" w:lineRule="auto"/>
            </w:pPr>
            <w:r w:rsidRPr="004611CF">
              <w:t xml:space="preserve">Has </w:t>
            </w:r>
            <w:proofErr w:type="spellStart"/>
            <w:r w:rsidRPr="004611CF">
              <w:t>StreetName</w:t>
            </w:r>
            <w:proofErr w:type="spellEnd"/>
          </w:p>
        </w:tc>
        <w:tc>
          <w:tcPr>
            <w:tcW w:w="5954" w:type="dxa"/>
            <w:tcBorders>
              <w:top w:val="single" w:sz="4" w:space="0" w:color="auto"/>
              <w:left w:val="single" w:sz="4" w:space="0" w:color="auto"/>
              <w:bottom w:val="single" w:sz="4" w:space="0" w:color="auto"/>
              <w:right w:val="single" w:sz="4" w:space="0" w:color="auto"/>
            </w:tcBorders>
            <w:hideMark/>
          </w:tcPr>
          <w:p w14:paraId="518CB157" w14:textId="77777777" w:rsidR="003378C9" w:rsidRPr="004611CF" w:rsidRDefault="003378C9" w:rsidP="00997E64">
            <w:pPr>
              <w:spacing w:after="0" w:line="240" w:lineRule="auto"/>
            </w:pPr>
            <w:r w:rsidRPr="004611CF">
              <w:t>Namespace: https://databrussels.be/id/streetname</w:t>
            </w:r>
            <w:r w:rsidRPr="004611CF">
              <w:br/>
            </w:r>
            <w:proofErr w:type="spellStart"/>
            <w:r w:rsidRPr="004611CF">
              <w:t>ObjectIdentifier</w:t>
            </w:r>
            <w:proofErr w:type="spellEnd"/>
            <w:r w:rsidRPr="004611CF">
              <w:t>: 4831</w:t>
            </w:r>
            <w:r w:rsidRPr="004611CF">
              <w:br/>
            </w:r>
            <w:proofErr w:type="spellStart"/>
            <w:r w:rsidRPr="004611CF">
              <w:t>VersionIdentifier</w:t>
            </w:r>
            <w:proofErr w:type="spellEnd"/>
            <w:r w:rsidRPr="004611CF">
              <w:t>: 1</w:t>
            </w:r>
          </w:p>
        </w:tc>
      </w:tr>
      <w:tr w:rsidR="003378C9" w:rsidRPr="004611CF" w14:paraId="538D0EE5"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4312F7CA" w14:textId="77777777" w:rsidR="003378C9" w:rsidRPr="004611CF" w:rsidRDefault="003378C9" w:rsidP="00997E64">
            <w:pPr>
              <w:spacing w:after="0" w:line="240" w:lineRule="auto"/>
            </w:pPr>
            <w:r w:rsidRPr="004611CF">
              <w:t>Has Municipality</w:t>
            </w:r>
          </w:p>
        </w:tc>
        <w:tc>
          <w:tcPr>
            <w:tcW w:w="5954" w:type="dxa"/>
            <w:tcBorders>
              <w:top w:val="single" w:sz="4" w:space="0" w:color="auto"/>
              <w:left w:val="single" w:sz="4" w:space="0" w:color="auto"/>
              <w:bottom w:val="single" w:sz="4" w:space="0" w:color="auto"/>
              <w:right w:val="single" w:sz="4" w:space="0" w:color="auto"/>
            </w:tcBorders>
            <w:hideMark/>
          </w:tcPr>
          <w:p w14:paraId="49B8D9EC" w14:textId="77777777" w:rsidR="003378C9" w:rsidRPr="004611CF" w:rsidRDefault="003378C9" w:rsidP="00997E64">
            <w:pPr>
              <w:spacing w:after="0" w:line="240" w:lineRule="auto"/>
            </w:pPr>
            <w:r w:rsidRPr="004611CF">
              <w:t>Namespace: https://databrussels.be/id/municipality</w:t>
            </w:r>
            <w:r w:rsidRPr="004611CF">
              <w:br/>
            </w:r>
            <w:proofErr w:type="spellStart"/>
            <w:r w:rsidRPr="004611CF">
              <w:t>ObjectIdentifier</w:t>
            </w:r>
            <w:proofErr w:type="spellEnd"/>
            <w:r w:rsidRPr="004611CF">
              <w:t>: 21013</w:t>
            </w:r>
            <w:r w:rsidRPr="004611CF">
              <w:br/>
            </w:r>
            <w:proofErr w:type="spellStart"/>
            <w:r w:rsidRPr="004611CF">
              <w:t>VersionIdentifier</w:t>
            </w:r>
            <w:proofErr w:type="spellEnd"/>
            <w:r w:rsidRPr="004611CF">
              <w:t>: 1</w:t>
            </w:r>
          </w:p>
        </w:tc>
      </w:tr>
      <w:tr w:rsidR="003378C9" w:rsidRPr="004611CF" w14:paraId="512808C2"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65815110" w14:textId="77777777" w:rsidR="003378C9" w:rsidRPr="004611CF" w:rsidRDefault="003378C9" w:rsidP="00997E64">
            <w:pPr>
              <w:spacing w:after="0" w:line="240" w:lineRule="auto"/>
            </w:pPr>
            <w:r w:rsidRPr="004611CF">
              <w:t xml:space="preserve">Has </w:t>
            </w:r>
            <w:proofErr w:type="spellStart"/>
            <w:r w:rsidRPr="004611CF">
              <w:t>PostalInfo</w:t>
            </w:r>
            <w:proofErr w:type="spellEnd"/>
          </w:p>
        </w:tc>
        <w:tc>
          <w:tcPr>
            <w:tcW w:w="5954" w:type="dxa"/>
            <w:tcBorders>
              <w:top w:val="single" w:sz="4" w:space="0" w:color="auto"/>
              <w:left w:val="single" w:sz="4" w:space="0" w:color="auto"/>
              <w:bottom w:val="single" w:sz="4" w:space="0" w:color="auto"/>
              <w:right w:val="single" w:sz="4" w:space="0" w:color="auto"/>
            </w:tcBorders>
            <w:hideMark/>
          </w:tcPr>
          <w:p w14:paraId="2D0FC5E7" w14:textId="77777777" w:rsidR="003378C9" w:rsidRPr="004611CF" w:rsidRDefault="003378C9" w:rsidP="00997E64">
            <w:pPr>
              <w:spacing w:after="0" w:line="240" w:lineRule="auto"/>
            </w:pPr>
            <w:r w:rsidRPr="004611CF">
              <w:t>Namespace: https://databrussels.be/id/postalinfo</w:t>
            </w:r>
            <w:r w:rsidRPr="004611CF">
              <w:br/>
            </w:r>
            <w:proofErr w:type="spellStart"/>
            <w:r w:rsidRPr="004611CF">
              <w:t>ObjectIdentifier</w:t>
            </w:r>
            <w:proofErr w:type="spellEnd"/>
            <w:r w:rsidRPr="004611CF">
              <w:t>: 2000</w:t>
            </w:r>
            <w:r w:rsidRPr="004611CF">
              <w:br/>
            </w:r>
            <w:proofErr w:type="spellStart"/>
            <w:r w:rsidRPr="004611CF">
              <w:t>VersionIdentifier</w:t>
            </w:r>
            <w:proofErr w:type="spellEnd"/>
            <w:r w:rsidRPr="004611CF">
              <w:t>: 1</w:t>
            </w:r>
          </w:p>
        </w:tc>
      </w:tr>
      <w:tr w:rsidR="003378C9" w:rsidRPr="004611CF" w14:paraId="02B2F765"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07E4CC27" w14:textId="77777777" w:rsidR="003378C9" w:rsidRPr="004611CF" w:rsidRDefault="003378C9" w:rsidP="00997E64">
            <w:pPr>
              <w:spacing w:after="0" w:line="240" w:lineRule="auto"/>
            </w:pPr>
            <w:r w:rsidRPr="004611CF">
              <w:t>Status</w:t>
            </w:r>
          </w:p>
        </w:tc>
        <w:tc>
          <w:tcPr>
            <w:tcW w:w="5954" w:type="dxa"/>
            <w:tcBorders>
              <w:top w:val="single" w:sz="4" w:space="0" w:color="auto"/>
              <w:left w:val="single" w:sz="4" w:space="0" w:color="auto"/>
              <w:bottom w:val="single" w:sz="4" w:space="0" w:color="auto"/>
              <w:right w:val="single" w:sz="4" w:space="0" w:color="auto"/>
            </w:tcBorders>
            <w:hideMark/>
          </w:tcPr>
          <w:p w14:paraId="6F78A731" w14:textId="77777777" w:rsidR="003378C9" w:rsidRPr="004611CF" w:rsidRDefault="003378C9" w:rsidP="00997E64">
            <w:pPr>
              <w:spacing w:after="0" w:line="240" w:lineRule="auto"/>
            </w:pPr>
            <w:r w:rsidRPr="004611CF">
              <w:t>Current</w:t>
            </w:r>
          </w:p>
        </w:tc>
      </w:tr>
      <w:tr w:rsidR="003378C9" w:rsidRPr="004611CF" w14:paraId="44A39A32"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26C98315" w14:textId="77777777" w:rsidR="003378C9" w:rsidRPr="004611CF" w:rsidRDefault="003378C9" w:rsidP="00997E64">
            <w:pPr>
              <w:spacing w:after="0" w:line="240" w:lineRule="auto"/>
            </w:pPr>
            <w:proofErr w:type="spellStart"/>
            <w:r w:rsidRPr="004611CF">
              <w:t>validFrom</w:t>
            </w:r>
            <w:proofErr w:type="spellEnd"/>
          </w:p>
        </w:tc>
        <w:tc>
          <w:tcPr>
            <w:tcW w:w="5954" w:type="dxa"/>
            <w:tcBorders>
              <w:top w:val="single" w:sz="4" w:space="0" w:color="auto"/>
              <w:left w:val="single" w:sz="4" w:space="0" w:color="auto"/>
              <w:bottom w:val="single" w:sz="4" w:space="0" w:color="auto"/>
              <w:right w:val="single" w:sz="4" w:space="0" w:color="auto"/>
            </w:tcBorders>
            <w:hideMark/>
          </w:tcPr>
          <w:p w14:paraId="1BB6889C" w14:textId="77777777" w:rsidR="003378C9" w:rsidRPr="004611CF" w:rsidRDefault="003378C9" w:rsidP="00997E64">
            <w:pPr>
              <w:spacing w:after="0" w:line="240" w:lineRule="auto"/>
            </w:pPr>
            <w:r w:rsidRPr="004611CF">
              <w:t>2023-03-01T15:30:07</w:t>
            </w:r>
          </w:p>
        </w:tc>
      </w:tr>
      <w:tr w:rsidR="003378C9" w:rsidRPr="004611CF" w14:paraId="2C37F9A7"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535F3B9E" w14:textId="77777777" w:rsidR="003378C9" w:rsidRPr="004611CF" w:rsidRDefault="003378C9" w:rsidP="00997E64">
            <w:pPr>
              <w:spacing w:after="0" w:line="240" w:lineRule="auto"/>
            </w:pPr>
            <w:proofErr w:type="spellStart"/>
            <w:r w:rsidRPr="004611CF">
              <w:t>validTo</w:t>
            </w:r>
            <w:proofErr w:type="spellEnd"/>
          </w:p>
        </w:tc>
        <w:tc>
          <w:tcPr>
            <w:tcW w:w="5954" w:type="dxa"/>
            <w:tcBorders>
              <w:top w:val="single" w:sz="4" w:space="0" w:color="auto"/>
              <w:left w:val="single" w:sz="4" w:space="0" w:color="auto"/>
              <w:bottom w:val="single" w:sz="4" w:space="0" w:color="auto"/>
              <w:right w:val="single" w:sz="4" w:space="0" w:color="auto"/>
            </w:tcBorders>
            <w:hideMark/>
          </w:tcPr>
          <w:p w14:paraId="077EF2DF" w14:textId="77777777" w:rsidR="003378C9" w:rsidRPr="004611CF" w:rsidRDefault="003378C9" w:rsidP="00997E64">
            <w:pPr>
              <w:spacing w:after="0" w:line="240" w:lineRule="auto"/>
            </w:pPr>
            <w:r w:rsidRPr="004611CF">
              <w:t>N/A</w:t>
            </w:r>
          </w:p>
        </w:tc>
      </w:tr>
      <w:tr w:rsidR="003378C9" w:rsidRPr="004611CF" w14:paraId="47E805F8"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7A714EAF" w14:textId="77777777" w:rsidR="003378C9" w:rsidRPr="004611CF" w:rsidRDefault="003378C9" w:rsidP="00997E64">
            <w:pPr>
              <w:spacing w:after="0" w:line="240" w:lineRule="auto"/>
            </w:pPr>
            <w:r w:rsidRPr="004611CF">
              <w:t>Predecessor</w:t>
            </w:r>
          </w:p>
        </w:tc>
        <w:tc>
          <w:tcPr>
            <w:tcW w:w="5954" w:type="dxa"/>
            <w:tcBorders>
              <w:top w:val="single" w:sz="4" w:space="0" w:color="auto"/>
              <w:left w:val="single" w:sz="4" w:space="0" w:color="auto"/>
              <w:bottom w:val="single" w:sz="4" w:space="0" w:color="auto"/>
              <w:right w:val="single" w:sz="4" w:space="0" w:color="auto"/>
            </w:tcBorders>
            <w:hideMark/>
          </w:tcPr>
          <w:p w14:paraId="67E499AA" w14:textId="77777777" w:rsidR="003378C9" w:rsidRPr="004611CF" w:rsidRDefault="003378C9" w:rsidP="00997E64">
            <w:pPr>
              <w:spacing w:after="0" w:line="240" w:lineRule="auto"/>
            </w:pPr>
            <w:r w:rsidRPr="004611CF">
              <w:t>Namespace: https://databrussels.be/id/address</w:t>
            </w:r>
            <w:r w:rsidRPr="004611CF">
              <w:br/>
            </w:r>
            <w:proofErr w:type="spellStart"/>
            <w:r w:rsidRPr="004611CF">
              <w:t>ObjectIdentifier</w:t>
            </w:r>
            <w:proofErr w:type="spellEnd"/>
            <w:r w:rsidRPr="004611CF">
              <w:t>: 720419</w:t>
            </w:r>
            <w:r w:rsidRPr="004611CF">
              <w:br/>
            </w:r>
            <w:proofErr w:type="spellStart"/>
            <w:r w:rsidRPr="004611CF">
              <w:t>VersionIdentifier</w:t>
            </w:r>
            <w:proofErr w:type="spellEnd"/>
            <w:r w:rsidRPr="004611CF">
              <w:t>: 1</w:t>
            </w:r>
          </w:p>
        </w:tc>
      </w:tr>
      <w:tr w:rsidR="003378C9" w:rsidRPr="004611CF" w14:paraId="5A621E12"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2B39D48F" w14:textId="77777777" w:rsidR="003378C9" w:rsidRPr="004611CF" w:rsidRDefault="003378C9" w:rsidP="00997E64">
            <w:pPr>
              <w:spacing w:after="0" w:line="240" w:lineRule="auto"/>
            </w:pPr>
            <w:r w:rsidRPr="004611CF">
              <w:t>Successor</w:t>
            </w:r>
          </w:p>
        </w:tc>
        <w:tc>
          <w:tcPr>
            <w:tcW w:w="5954" w:type="dxa"/>
            <w:tcBorders>
              <w:top w:val="single" w:sz="4" w:space="0" w:color="auto"/>
              <w:left w:val="single" w:sz="4" w:space="0" w:color="auto"/>
              <w:bottom w:val="single" w:sz="4" w:space="0" w:color="auto"/>
              <w:right w:val="single" w:sz="4" w:space="0" w:color="auto"/>
            </w:tcBorders>
            <w:hideMark/>
          </w:tcPr>
          <w:p w14:paraId="649C4724" w14:textId="77777777" w:rsidR="003378C9" w:rsidRPr="004611CF" w:rsidRDefault="003378C9" w:rsidP="00997E64">
            <w:pPr>
              <w:spacing w:after="0" w:line="240" w:lineRule="auto"/>
            </w:pPr>
            <w:r w:rsidRPr="004611CF">
              <w:t>N/A</w:t>
            </w:r>
          </w:p>
        </w:tc>
      </w:tr>
    </w:tbl>
    <w:p w14:paraId="01288B42" w14:textId="77777777" w:rsidR="003378C9" w:rsidRPr="004611CF" w:rsidRDefault="003378C9" w:rsidP="003378C9">
      <w:pPr>
        <w:rPr>
          <w:sz w:val="22"/>
          <w:szCs w:val="22"/>
        </w:rPr>
      </w:pPr>
    </w:p>
    <w:p w14:paraId="0B7319FA" w14:textId="77777777" w:rsidR="003378C9" w:rsidRPr="004611CF" w:rsidRDefault="003378C9" w:rsidP="003378C9"/>
    <w:p w14:paraId="59B84BBC" w14:textId="77777777" w:rsidR="003378C9" w:rsidRPr="004611CF" w:rsidRDefault="003378C9" w:rsidP="003378C9">
      <w:pPr>
        <w:pStyle w:val="Heading4"/>
      </w:pPr>
      <w:r w:rsidRPr="004611CF">
        <w:t>Example 12 (2/2) - [UPDATE] Address</w:t>
      </w:r>
    </w:p>
    <w:tbl>
      <w:tblPr>
        <w:tblStyle w:val="TableGrid"/>
        <w:tblW w:w="0" w:type="auto"/>
        <w:tblLook w:val="04A0" w:firstRow="1" w:lastRow="0" w:firstColumn="1" w:lastColumn="0" w:noHBand="0" w:noVBand="1"/>
      </w:tblPr>
      <w:tblGrid>
        <w:gridCol w:w="2263"/>
        <w:gridCol w:w="5954"/>
      </w:tblGrid>
      <w:tr w:rsidR="003378C9" w:rsidRPr="004611CF" w14:paraId="0690E807" w14:textId="77777777" w:rsidTr="00997E64">
        <w:trPr>
          <w:trHeight w:val="319"/>
        </w:trPr>
        <w:tc>
          <w:tcPr>
            <w:tcW w:w="2263" w:type="dxa"/>
            <w:tcBorders>
              <w:top w:val="single" w:sz="4" w:space="0" w:color="auto"/>
              <w:left w:val="single" w:sz="4" w:space="0" w:color="auto"/>
              <w:bottom w:val="single" w:sz="4" w:space="0" w:color="auto"/>
              <w:right w:val="single" w:sz="4" w:space="0" w:color="auto"/>
            </w:tcBorders>
            <w:hideMark/>
          </w:tcPr>
          <w:p w14:paraId="0E3E4E51" w14:textId="77777777" w:rsidR="003378C9" w:rsidRPr="004611CF" w:rsidRDefault="003378C9" w:rsidP="00997E64">
            <w:pPr>
              <w:spacing w:after="0" w:line="240" w:lineRule="auto"/>
            </w:pPr>
            <w:r w:rsidRPr="004611CF">
              <w:t>Namespace</w:t>
            </w:r>
          </w:p>
        </w:tc>
        <w:tc>
          <w:tcPr>
            <w:tcW w:w="5954" w:type="dxa"/>
            <w:tcBorders>
              <w:top w:val="single" w:sz="4" w:space="0" w:color="auto"/>
              <w:left w:val="single" w:sz="4" w:space="0" w:color="auto"/>
              <w:bottom w:val="single" w:sz="4" w:space="0" w:color="auto"/>
              <w:right w:val="single" w:sz="4" w:space="0" w:color="auto"/>
            </w:tcBorders>
            <w:hideMark/>
          </w:tcPr>
          <w:p w14:paraId="074F4183" w14:textId="77777777" w:rsidR="003378C9" w:rsidRPr="004611CF" w:rsidRDefault="003378C9" w:rsidP="00997E64">
            <w:pPr>
              <w:spacing w:after="0" w:line="240" w:lineRule="auto"/>
            </w:pPr>
            <w:r w:rsidRPr="004611CF">
              <w:t>https://databrussels.be/id/address</w:t>
            </w:r>
          </w:p>
        </w:tc>
      </w:tr>
      <w:tr w:rsidR="003378C9" w:rsidRPr="004611CF" w14:paraId="4A3042C3"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0022192E" w14:textId="77777777" w:rsidR="003378C9" w:rsidRPr="004611CF" w:rsidRDefault="003378C9" w:rsidP="00997E64">
            <w:pPr>
              <w:spacing w:after="0" w:line="240" w:lineRule="auto"/>
            </w:pPr>
            <w:r w:rsidRPr="004611CF">
              <w:t>Object identifier</w:t>
            </w:r>
          </w:p>
        </w:tc>
        <w:tc>
          <w:tcPr>
            <w:tcW w:w="5954" w:type="dxa"/>
            <w:tcBorders>
              <w:top w:val="single" w:sz="4" w:space="0" w:color="auto"/>
              <w:left w:val="single" w:sz="4" w:space="0" w:color="auto"/>
              <w:bottom w:val="single" w:sz="4" w:space="0" w:color="auto"/>
              <w:right w:val="single" w:sz="4" w:space="0" w:color="auto"/>
            </w:tcBorders>
            <w:hideMark/>
          </w:tcPr>
          <w:p w14:paraId="372CBBE0" w14:textId="77777777" w:rsidR="003378C9" w:rsidRPr="004611CF" w:rsidRDefault="003378C9" w:rsidP="00997E64">
            <w:pPr>
              <w:spacing w:after="0" w:line="240" w:lineRule="auto"/>
            </w:pPr>
            <w:r w:rsidRPr="004611CF">
              <w:t>720419</w:t>
            </w:r>
          </w:p>
        </w:tc>
      </w:tr>
      <w:tr w:rsidR="003378C9" w:rsidRPr="004611CF" w14:paraId="2B705238"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387E1885" w14:textId="77777777" w:rsidR="003378C9" w:rsidRPr="004611CF" w:rsidRDefault="003378C9" w:rsidP="00997E64">
            <w:pPr>
              <w:spacing w:after="0" w:line="240" w:lineRule="auto"/>
            </w:pPr>
            <w:r w:rsidRPr="004611CF">
              <w:t>Version Identifier</w:t>
            </w:r>
          </w:p>
        </w:tc>
        <w:tc>
          <w:tcPr>
            <w:tcW w:w="5954" w:type="dxa"/>
            <w:tcBorders>
              <w:top w:val="single" w:sz="4" w:space="0" w:color="auto"/>
              <w:left w:val="single" w:sz="4" w:space="0" w:color="auto"/>
              <w:bottom w:val="single" w:sz="4" w:space="0" w:color="auto"/>
              <w:right w:val="single" w:sz="4" w:space="0" w:color="auto"/>
            </w:tcBorders>
            <w:hideMark/>
          </w:tcPr>
          <w:p w14:paraId="587F6C73" w14:textId="77777777" w:rsidR="003378C9" w:rsidRPr="004611CF" w:rsidRDefault="003378C9" w:rsidP="00997E64">
            <w:pPr>
              <w:spacing w:after="0" w:line="240" w:lineRule="auto"/>
            </w:pPr>
            <w:r w:rsidRPr="004611CF">
              <w:t>1</w:t>
            </w:r>
          </w:p>
        </w:tc>
      </w:tr>
      <w:tr w:rsidR="003378C9" w:rsidRPr="004611CF" w14:paraId="36BEC54F"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0F0EEB0A" w14:textId="77777777" w:rsidR="003378C9" w:rsidRPr="004611CF" w:rsidRDefault="003378C9" w:rsidP="00997E64">
            <w:pPr>
              <w:spacing w:after="0" w:line="240" w:lineRule="auto"/>
            </w:pPr>
            <w:r w:rsidRPr="004611CF">
              <w:t xml:space="preserve">Has </w:t>
            </w:r>
            <w:proofErr w:type="spellStart"/>
            <w:r w:rsidRPr="004611CF">
              <w:t>StreetName</w:t>
            </w:r>
            <w:proofErr w:type="spellEnd"/>
          </w:p>
        </w:tc>
        <w:tc>
          <w:tcPr>
            <w:tcW w:w="5954" w:type="dxa"/>
            <w:tcBorders>
              <w:top w:val="single" w:sz="4" w:space="0" w:color="auto"/>
              <w:left w:val="single" w:sz="4" w:space="0" w:color="auto"/>
              <w:bottom w:val="single" w:sz="4" w:space="0" w:color="auto"/>
              <w:right w:val="single" w:sz="4" w:space="0" w:color="auto"/>
            </w:tcBorders>
            <w:hideMark/>
          </w:tcPr>
          <w:p w14:paraId="4A5B970E" w14:textId="77777777" w:rsidR="003378C9" w:rsidRPr="004611CF" w:rsidRDefault="003378C9" w:rsidP="00997E64">
            <w:pPr>
              <w:spacing w:after="0" w:line="240" w:lineRule="auto"/>
            </w:pPr>
            <w:r w:rsidRPr="004611CF">
              <w:t>Namespace: https://databrussels.be/id/streetname</w:t>
            </w:r>
            <w:r w:rsidRPr="004611CF">
              <w:br/>
            </w:r>
            <w:proofErr w:type="spellStart"/>
            <w:r w:rsidRPr="004611CF">
              <w:t>ObjectIdentifier</w:t>
            </w:r>
            <w:proofErr w:type="spellEnd"/>
            <w:r w:rsidRPr="004611CF">
              <w:t>: 7964</w:t>
            </w:r>
            <w:r w:rsidRPr="004611CF">
              <w:br/>
            </w:r>
            <w:proofErr w:type="spellStart"/>
            <w:r w:rsidRPr="004611CF">
              <w:t>VersionIdentifier</w:t>
            </w:r>
            <w:proofErr w:type="spellEnd"/>
            <w:r w:rsidRPr="004611CF">
              <w:t>: 2</w:t>
            </w:r>
          </w:p>
        </w:tc>
      </w:tr>
      <w:tr w:rsidR="003378C9" w:rsidRPr="004611CF" w14:paraId="53D761E9"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4FA43DA4" w14:textId="77777777" w:rsidR="003378C9" w:rsidRPr="004611CF" w:rsidRDefault="003378C9" w:rsidP="00997E64">
            <w:pPr>
              <w:spacing w:after="0" w:line="240" w:lineRule="auto"/>
            </w:pPr>
            <w:r w:rsidRPr="004611CF">
              <w:t>Has Municipality</w:t>
            </w:r>
          </w:p>
        </w:tc>
        <w:tc>
          <w:tcPr>
            <w:tcW w:w="5954" w:type="dxa"/>
            <w:tcBorders>
              <w:top w:val="single" w:sz="4" w:space="0" w:color="auto"/>
              <w:left w:val="single" w:sz="4" w:space="0" w:color="auto"/>
              <w:bottom w:val="single" w:sz="4" w:space="0" w:color="auto"/>
              <w:right w:val="single" w:sz="4" w:space="0" w:color="auto"/>
            </w:tcBorders>
            <w:hideMark/>
          </w:tcPr>
          <w:p w14:paraId="6ADDA387" w14:textId="77777777" w:rsidR="003378C9" w:rsidRPr="004611CF" w:rsidRDefault="003378C9" w:rsidP="00997E64">
            <w:pPr>
              <w:spacing w:after="0" w:line="240" w:lineRule="auto"/>
            </w:pPr>
            <w:r w:rsidRPr="004611CF">
              <w:t>Namespace: https://databrussels.be/id/municipality</w:t>
            </w:r>
            <w:r w:rsidRPr="004611CF">
              <w:br/>
            </w:r>
            <w:proofErr w:type="spellStart"/>
            <w:r w:rsidRPr="004611CF">
              <w:t>ObjectIdentifier</w:t>
            </w:r>
            <w:proofErr w:type="spellEnd"/>
            <w:r w:rsidRPr="004611CF">
              <w:t>: 21013</w:t>
            </w:r>
            <w:r w:rsidRPr="004611CF">
              <w:br/>
            </w:r>
            <w:proofErr w:type="spellStart"/>
            <w:r w:rsidRPr="004611CF">
              <w:t>VersionIdentifier</w:t>
            </w:r>
            <w:proofErr w:type="spellEnd"/>
            <w:r w:rsidRPr="004611CF">
              <w:t>: 1</w:t>
            </w:r>
          </w:p>
        </w:tc>
      </w:tr>
      <w:tr w:rsidR="003378C9" w:rsidRPr="004611CF" w14:paraId="07DACC86"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08D408D5" w14:textId="77777777" w:rsidR="003378C9" w:rsidRPr="004611CF" w:rsidRDefault="003378C9" w:rsidP="00997E64">
            <w:pPr>
              <w:spacing w:after="0" w:line="240" w:lineRule="auto"/>
            </w:pPr>
            <w:r w:rsidRPr="004611CF">
              <w:lastRenderedPageBreak/>
              <w:t xml:space="preserve">Has </w:t>
            </w:r>
            <w:proofErr w:type="spellStart"/>
            <w:r w:rsidRPr="004611CF">
              <w:t>PostalInfo</w:t>
            </w:r>
            <w:proofErr w:type="spellEnd"/>
          </w:p>
        </w:tc>
        <w:tc>
          <w:tcPr>
            <w:tcW w:w="5954" w:type="dxa"/>
            <w:tcBorders>
              <w:top w:val="single" w:sz="4" w:space="0" w:color="auto"/>
              <w:left w:val="single" w:sz="4" w:space="0" w:color="auto"/>
              <w:bottom w:val="single" w:sz="4" w:space="0" w:color="auto"/>
              <w:right w:val="single" w:sz="4" w:space="0" w:color="auto"/>
            </w:tcBorders>
            <w:hideMark/>
          </w:tcPr>
          <w:p w14:paraId="4963770B" w14:textId="77777777" w:rsidR="003378C9" w:rsidRPr="004611CF" w:rsidRDefault="003378C9" w:rsidP="00997E64">
            <w:pPr>
              <w:spacing w:after="0" w:line="240" w:lineRule="auto"/>
            </w:pPr>
            <w:r w:rsidRPr="004611CF">
              <w:t>Namespace: https://databrussels.be/id/postalinfo</w:t>
            </w:r>
            <w:r w:rsidRPr="004611CF">
              <w:br/>
            </w:r>
            <w:proofErr w:type="spellStart"/>
            <w:r w:rsidRPr="004611CF">
              <w:t>ObjectIdentifier</w:t>
            </w:r>
            <w:proofErr w:type="spellEnd"/>
            <w:r w:rsidRPr="004611CF">
              <w:t>: 2000</w:t>
            </w:r>
            <w:r w:rsidRPr="004611CF">
              <w:br/>
            </w:r>
            <w:proofErr w:type="spellStart"/>
            <w:r w:rsidRPr="004611CF">
              <w:t>VersionIdentifier</w:t>
            </w:r>
            <w:proofErr w:type="spellEnd"/>
            <w:r w:rsidRPr="004611CF">
              <w:t>: 1</w:t>
            </w:r>
          </w:p>
        </w:tc>
      </w:tr>
      <w:tr w:rsidR="003378C9" w:rsidRPr="004611CF" w14:paraId="702601B4"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6FE4D6E4" w14:textId="77777777" w:rsidR="003378C9" w:rsidRPr="004611CF" w:rsidRDefault="003378C9" w:rsidP="00997E64">
            <w:pPr>
              <w:spacing w:after="0" w:line="240" w:lineRule="auto"/>
            </w:pPr>
            <w:r w:rsidRPr="004611CF">
              <w:t>Status</w:t>
            </w:r>
          </w:p>
        </w:tc>
        <w:tc>
          <w:tcPr>
            <w:tcW w:w="5954" w:type="dxa"/>
            <w:tcBorders>
              <w:top w:val="single" w:sz="4" w:space="0" w:color="auto"/>
              <w:left w:val="single" w:sz="4" w:space="0" w:color="auto"/>
              <w:bottom w:val="single" w:sz="4" w:space="0" w:color="auto"/>
              <w:right w:val="single" w:sz="4" w:space="0" w:color="auto"/>
            </w:tcBorders>
            <w:hideMark/>
          </w:tcPr>
          <w:p w14:paraId="3914DB18" w14:textId="77777777" w:rsidR="003378C9" w:rsidRPr="004611CF" w:rsidRDefault="003378C9" w:rsidP="00997E64">
            <w:pPr>
              <w:spacing w:after="0" w:line="240" w:lineRule="auto"/>
            </w:pPr>
            <w:r w:rsidRPr="004611CF">
              <w:t>Current</w:t>
            </w:r>
          </w:p>
        </w:tc>
      </w:tr>
      <w:tr w:rsidR="003378C9" w:rsidRPr="004611CF" w14:paraId="3B989BE0"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7D1C5C5C" w14:textId="77777777" w:rsidR="003378C9" w:rsidRPr="004611CF" w:rsidRDefault="003378C9" w:rsidP="00997E64">
            <w:pPr>
              <w:spacing w:after="0" w:line="240" w:lineRule="auto"/>
            </w:pPr>
            <w:proofErr w:type="spellStart"/>
            <w:r w:rsidRPr="004611CF">
              <w:t>validFrom</w:t>
            </w:r>
            <w:proofErr w:type="spellEnd"/>
          </w:p>
        </w:tc>
        <w:tc>
          <w:tcPr>
            <w:tcW w:w="5954" w:type="dxa"/>
            <w:tcBorders>
              <w:top w:val="single" w:sz="4" w:space="0" w:color="auto"/>
              <w:left w:val="single" w:sz="4" w:space="0" w:color="auto"/>
              <w:bottom w:val="single" w:sz="4" w:space="0" w:color="auto"/>
              <w:right w:val="single" w:sz="4" w:space="0" w:color="auto"/>
            </w:tcBorders>
            <w:hideMark/>
          </w:tcPr>
          <w:p w14:paraId="44102CEF" w14:textId="77777777" w:rsidR="003378C9" w:rsidRPr="004611CF" w:rsidRDefault="003378C9" w:rsidP="00997E64">
            <w:pPr>
              <w:spacing w:after="0" w:line="240" w:lineRule="auto"/>
            </w:pPr>
            <w:r w:rsidRPr="004611CF">
              <w:t>2023-02-23T15:30:07</w:t>
            </w:r>
          </w:p>
        </w:tc>
      </w:tr>
      <w:tr w:rsidR="003378C9" w:rsidRPr="004611CF" w14:paraId="3D8E2FB9"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68A0AC0D" w14:textId="77777777" w:rsidR="003378C9" w:rsidRPr="004611CF" w:rsidRDefault="003378C9" w:rsidP="00997E64">
            <w:pPr>
              <w:spacing w:after="0" w:line="240" w:lineRule="auto"/>
            </w:pPr>
            <w:proofErr w:type="spellStart"/>
            <w:r w:rsidRPr="004611CF">
              <w:t>validTo</w:t>
            </w:r>
            <w:proofErr w:type="spellEnd"/>
          </w:p>
        </w:tc>
        <w:tc>
          <w:tcPr>
            <w:tcW w:w="5954" w:type="dxa"/>
            <w:tcBorders>
              <w:top w:val="single" w:sz="4" w:space="0" w:color="auto"/>
              <w:left w:val="single" w:sz="4" w:space="0" w:color="auto"/>
              <w:bottom w:val="single" w:sz="4" w:space="0" w:color="auto"/>
              <w:right w:val="single" w:sz="4" w:space="0" w:color="auto"/>
            </w:tcBorders>
            <w:hideMark/>
          </w:tcPr>
          <w:p w14:paraId="76F55A18" w14:textId="77777777" w:rsidR="003378C9" w:rsidRPr="004611CF" w:rsidRDefault="003378C9" w:rsidP="00997E64">
            <w:pPr>
              <w:spacing w:after="0" w:line="240" w:lineRule="auto"/>
            </w:pPr>
            <w:r w:rsidRPr="004611CF">
              <w:t>2023-03-01T15:30:07</w:t>
            </w:r>
          </w:p>
        </w:tc>
      </w:tr>
      <w:tr w:rsidR="003378C9" w:rsidRPr="004611CF" w14:paraId="57CB589B"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12C9A05B" w14:textId="77777777" w:rsidR="003378C9" w:rsidRPr="004611CF" w:rsidRDefault="003378C9" w:rsidP="00997E64">
            <w:pPr>
              <w:spacing w:after="0" w:line="240" w:lineRule="auto"/>
            </w:pPr>
            <w:r w:rsidRPr="004611CF">
              <w:t>Predecessor</w:t>
            </w:r>
          </w:p>
        </w:tc>
        <w:tc>
          <w:tcPr>
            <w:tcW w:w="5954" w:type="dxa"/>
            <w:tcBorders>
              <w:top w:val="single" w:sz="4" w:space="0" w:color="auto"/>
              <w:left w:val="single" w:sz="4" w:space="0" w:color="auto"/>
              <w:bottom w:val="single" w:sz="4" w:space="0" w:color="auto"/>
              <w:right w:val="single" w:sz="4" w:space="0" w:color="auto"/>
            </w:tcBorders>
            <w:hideMark/>
          </w:tcPr>
          <w:p w14:paraId="5C1975DC" w14:textId="77777777" w:rsidR="003378C9" w:rsidRPr="004611CF" w:rsidRDefault="003378C9" w:rsidP="00997E64">
            <w:pPr>
              <w:spacing w:after="0" w:line="240" w:lineRule="auto"/>
            </w:pPr>
            <w:r w:rsidRPr="004611CF">
              <w:t>N/A</w:t>
            </w:r>
          </w:p>
        </w:tc>
      </w:tr>
      <w:tr w:rsidR="003378C9" w:rsidRPr="004611CF" w14:paraId="41C7A13A"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2F130A6D" w14:textId="77777777" w:rsidR="003378C9" w:rsidRPr="004611CF" w:rsidRDefault="003378C9" w:rsidP="00997E64">
            <w:pPr>
              <w:spacing w:after="0" w:line="240" w:lineRule="auto"/>
            </w:pPr>
            <w:r w:rsidRPr="004611CF">
              <w:t>Successor</w:t>
            </w:r>
          </w:p>
        </w:tc>
        <w:tc>
          <w:tcPr>
            <w:tcW w:w="5954" w:type="dxa"/>
            <w:tcBorders>
              <w:top w:val="single" w:sz="4" w:space="0" w:color="auto"/>
              <w:left w:val="single" w:sz="4" w:space="0" w:color="auto"/>
              <w:bottom w:val="single" w:sz="4" w:space="0" w:color="auto"/>
              <w:right w:val="single" w:sz="4" w:space="0" w:color="auto"/>
            </w:tcBorders>
            <w:hideMark/>
          </w:tcPr>
          <w:p w14:paraId="0883C274" w14:textId="77777777" w:rsidR="003378C9" w:rsidRPr="004611CF" w:rsidRDefault="003378C9" w:rsidP="00997E64">
            <w:pPr>
              <w:spacing w:after="0" w:line="240" w:lineRule="auto"/>
            </w:pPr>
            <w:r w:rsidRPr="004611CF">
              <w:t>Namespace: https://databrussels.be/id/address</w:t>
            </w:r>
            <w:r w:rsidRPr="004611CF">
              <w:br/>
            </w:r>
            <w:proofErr w:type="spellStart"/>
            <w:r w:rsidRPr="004611CF">
              <w:t>ObjectIdentifier</w:t>
            </w:r>
            <w:proofErr w:type="spellEnd"/>
            <w:r w:rsidRPr="004611CF">
              <w:t>: 720419</w:t>
            </w:r>
            <w:r w:rsidRPr="004611CF">
              <w:br/>
            </w:r>
            <w:proofErr w:type="spellStart"/>
            <w:r w:rsidRPr="004611CF">
              <w:t>VersionIdentifier</w:t>
            </w:r>
            <w:proofErr w:type="spellEnd"/>
            <w:r w:rsidRPr="004611CF">
              <w:t>: 2</w:t>
            </w:r>
          </w:p>
        </w:tc>
      </w:tr>
    </w:tbl>
    <w:p w14:paraId="2280F3AE" w14:textId="77777777" w:rsidR="003378C9" w:rsidRPr="004611CF" w:rsidRDefault="003378C9" w:rsidP="003378C9">
      <w:pPr>
        <w:rPr>
          <w:sz w:val="22"/>
          <w:szCs w:val="22"/>
        </w:rPr>
      </w:pPr>
    </w:p>
    <w:p w14:paraId="48112A3C" w14:textId="77777777" w:rsidR="003378C9" w:rsidRPr="004611CF" w:rsidRDefault="003378C9" w:rsidP="003378C9">
      <w:pPr>
        <w:rPr>
          <w:rFonts w:asciiTheme="majorHAnsi" w:eastAsiaTheme="majorEastAsia" w:hAnsiTheme="majorHAnsi" w:cstheme="majorBidi"/>
          <w:color w:val="004050" w:themeColor="accent1" w:themeShade="BF"/>
          <w:sz w:val="32"/>
          <w:szCs w:val="32"/>
        </w:rPr>
      </w:pPr>
      <w:r w:rsidRPr="004611CF">
        <w:rPr>
          <w:rFonts w:ascii="Times New Roman" w:hAnsi="Times New Roman" w:cs="Times New Roman"/>
          <w:sz w:val="24"/>
          <w:lang w:bidi="th-TH"/>
        </w:rPr>
        <w:br w:type="page"/>
      </w:r>
    </w:p>
    <w:p w14:paraId="4612F01B" w14:textId="77777777" w:rsidR="00924E87" w:rsidRDefault="00924E87" w:rsidP="00924E87">
      <w:pPr>
        <w:pStyle w:val="Heading3"/>
      </w:pPr>
      <w:bookmarkStart w:id="16" w:name="_Toc137824084"/>
      <w:bookmarkStart w:id="17" w:name="_Toc184897103"/>
      <w:r>
        <w:lastRenderedPageBreak/>
        <w:t>Scenario: Complete Street name split, into 2 new street names (A=B+C). [s21]</w:t>
      </w:r>
      <w:bookmarkEnd w:id="16"/>
      <w:bookmarkEnd w:id="17"/>
    </w:p>
    <w:p w14:paraId="5F921D70" w14:textId="491285E5" w:rsidR="00924E87" w:rsidRPr="00211030" w:rsidRDefault="00924E87" w:rsidP="00924E87">
      <w:pPr>
        <w:pStyle w:val="Heading4"/>
        <w:rPr>
          <w:rFonts w:asciiTheme="majorHAnsi" w:hAnsiTheme="majorHAnsi" w:cstheme="majorBidi"/>
          <w:color w:val="004050" w:themeColor="accent1" w:themeShade="BF"/>
          <w:sz w:val="24"/>
          <w:szCs w:val="24"/>
        </w:rPr>
      </w:pPr>
      <w:r w:rsidRPr="00211030">
        <w:rPr>
          <w:sz w:val="22"/>
          <w:szCs w:val="28"/>
        </w:rPr>
        <w:t xml:space="preserve">[Mutation </w:t>
      </w:r>
      <w:r w:rsidR="00BC266C">
        <w:rPr>
          <w:sz w:val="22"/>
          <w:szCs w:val="28"/>
        </w:rPr>
        <w:t xml:space="preserve">file: </w:t>
      </w:r>
      <w:r w:rsidR="00BC266C" w:rsidRPr="00BC266C">
        <w:rPr>
          <w:sz w:val="22"/>
          <w:szCs w:val="28"/>
        </w:rPr>
        <w:t>BeStAddress_MBelgium20230302.zip</w:t>
      </w:r>
      <w:r w:rsidRPr="00211030">
        <w:rPr>
          <w:sz w:val="22"/>
          <w:szCs w:val="28"/>
        </w:rPr>
        <w:t xml:space="preserve">] </w:t>
      </w:r>
      <w:r w:rsidRPr="00211030">
        <w:rPr>
          <w:sz w:val="22"/>
          <w:szCs w:val="28"/>
        </w:rPr>
        <w:br/>
        <w:t>Example file: Brussels_M_20230302_L72</w:t>
      </w:r>
    </w:p>
    <w:p w14:paraId="2FAEAB96" w14:textId="1D619960" w:rsidR="00212289" w:rsidRPr="004611CF" w:rsidRDefault="003378C9" w:rsidP="003378C9">
      <w:r w:rsidRPr="004611CF">
        <w:t xml:space="preserve">In this example </w:t>
      </w:r>
      <w:r w:rsidRPr="004611CF">
        <w:rPr>
          <w:b/>
          <w:bCs/>
        </w:rPr>
        <w:t>street name</w:t>
      </w:r>
      <w:r w:rsidRPr="004611CF">
        <w:t xml:space="preserve"> (A) from previous example is being reused and split it into 2 new street names (A = B + C).  Street name (A) expires, and 2 new street names are created. </w:t>
      </w:r>
      <w:r w:rsidR="00212289">
        <w:br/>
      </w:r>
    </w:p>
    <w:p w14:paraId="5EC79A27" w14:textId="0C1FD79B" w:rsidR="00B80FC7" w:rsidRPr="004611CF" w:rsidRDefault="00B80FC7" w:rsidP="00B80FC7">
      <w:pPr>
        <w:framePr w:vSpace="301" w:wrap="around" w:vAnchor="text" w:hAnchor="text" w:y="1"/>
        <w:pBdr>
          <w:top w:val="single" w:sz="24" w:space="10" w:color="B6E7DD" w:themeColor="accent5"/>
          <w:left w:val="single" w:sz="24" w:space="10" w:color="B6E7DD" w:themeColor="accent5"/>
          <w:bottom w:val="single" w:sz="24" w:space="10" w:color="B6E7DD" w:themeColor="accent5"/>
          <w:right w:val="single" w:sz="24" w:space="10" w:color="B6E7DD" w:themeColor="accent5"/>
        </w:pBdr>
      </w:pPr>
      <w:r w:rsidRPr="004611CF">
        <w:rPr>
          <w:rStyle w:val="Strong"/>
        </w:rPr>
        <w:t>Note:</w:t>
      </w:r>
      <w:r w:rsidRPr="004611CF">
        <w:t xml:space="preserve"> Street name (A) does not have any addresses referencing it in this example. If it </w:t>
      </w:r>
      <w:proofErr w:type="gramStart"/>
      <w:r w:rsidRPr="004611CF">
        <w:t>did</w:t>
      </w:r>
      <w:proofErr w:type="gramEnd"/>
      <w:r w:rsidRPr="004611CF">
        <w:t xml:space="preserve"> then the involved addresses would also be updated with the appropriate new references.</w:t>
      </w:r>
    </w:p>
    <w:p w14:paraId="3595C2AA" w14:textId="77777777" w:rsidR="00B80FC7" w:rsidRPr="004611CF" w:rsidRDefault="00B80FC7" w:rsidP="003378C9"/>
    <w:p w14:paraId="3E22D2F9" w14:textId="77777777" w:rsidR="003378C9" w:rsidRPr="004611CF" w:rsidRDefault="003378C9" w:rsidP="003378C9">
      <w:pPr>
        <w:pStyle w:val="Heading4"/>
      </w:pPr>
      <w:r w:rsidRPr="004611CF">
        <w:t>Example 13 (1/3) - [ADD] Street name</w:t>
      </w:r>
    </w:p>
    <w:tbl>
      <w:tblPr>
        <w:tblStyle w:val="TableGrid"/>
        <w:tblW w:w="0" w:type="auto"/>
        <w:tblLook w:val="04A0" w:firstRow="1" w:lastRow="0" w:firstColumn="1" w:lastColumn="0" w:noHBand="0" w:noVBand="1"/>
      </w:tblPr>
      <w:tblGrid>
        <w:gridCol w:w="2263"/>
        <w:gridCol w:w="5954"/>
      </w:tblGrid>
      <w:tr w:rsidR="003378C9" w:rsidRPr="004611CF" w14:paraId="485670D8" w14:textId="77777777" w:rsidTr="00997E64">
        <w:trPr>
          <w:trHeight w:val="319"/>
        </w:trPr>
        <w:tc>
          <w:tcPr>
            <w:tcW w:w="2263" w:type="dxa"/>
            <w:tcBorders>
              <w:top w:val="single" w:sz="4" w:space="0" w:color="auto"/>
              <w:left w:val="single" w:sz="4" w:space="0" w:color="auto"/>
              <w:bottom w:val="single" w:sz="4" w:space="0" w:color="auto"/>
              <w:right w:val="single" w:sz="4" w:space="0" w:color="auto"/>
            </w:tcBorders>
            <w:hideMark/>
          </w:tcPr>
          <w:p w14:paraId="5904744C" w14:textId="77777777" w:rsidR="003378C9" w:rsidRPr="004611CF" w:rsidRDefault="003378C9" w:rsidP="00997E64">
            <w:pPr>
              <w:spacing w:after="0" w:line="240" w:lineRule="auto"/>
            </w:pPr>
            <w:r w:rsidRPr="004611CF">
              <w:t>Namespace</w:t>
            </w:r>
          </w:p>
        </w:tc>
        <w:tc>
          <w:tcPr>
            <w:tcW w:w="5954" w:type="dxa"/>
            <w:tcBorders>
              <w:top w:val="single" w:sz="4" w:space="0" w:color="auto"/>
              <w:left w:val="single" w:sz="4" w:space="0" w:color="auto"/>
              <w:bottom w:val="single" w:sz="4" w:space="0" w:color="auto"/>
              <w:right w:val="single" w:sz="4" w:space="0" w:color="auto"/>
            </w:tcBorders>
            <w:hideMark/>
          </w:tcPr>
          <w:p w14:paraId="1AEE7049" w14:textId="77777777" w:rsidR="003378C9" w:rsidRPr="004611CF" w:rsidRDefault="003378C9" w:rsidP="00997E64">
            <w:pPr>
              <w:spacing w:after="0" w:line="240" w:lineRule="auto"/>
            </w:pPr>
            <w:r w:rsidRPr="004611CF">
              <w:t>https://databrussels.be/id/streetname</w:t>
            </w:r>
          </w:p>
        </w:tc>
      </w:tr>
      <w:tr w:rsidR="003378C9" w:rsidRPr="004611CF" w14:paraId="566DB5A5"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3733DD85" w14:textId="77777777" w:rsidR="003378C9" w:rsidRPr="004611CF" w:rsidRDefault="003378C9" w:rsidP="00997E64">
            <w:pPr>
              <w:spacing w:after="0" w:line="240" w:lineRule="auto"/>
            </w:pPr>
            <w:r w:rsidRPr="004611CF">
              <w:t>Object identifier</w:t>
            </w:r>
          </w:p>
        </w:tc>
        <w:tc>
          <w:tcPr>
            <w:tcW w:w="5954" w:type="dxa"/>
            <w:tcBorders>
              <w:top w:val="single" w:sz="4" w:space="0" w:color="auto"/>
              <w:left w:val="single" w:sz="4" w:space="0" w:color="auto"/>
              <w:bottom w:val="single" w:sz="4" w:space="0" w:color="auto"/>
              <w:right w:val="single" w:sz="4" w:space="0" w:color="auto"/>
            </w:tcBorders>
            <w:hideMark/>
          </w:tcPr>
          <w:p w14:paraId="5BC602FE" w14:textId="77777777" w:rsidR="003378C9" w:rsidRPr="004611CF" w:rsidRDefault="003378C9" w:rsidP="00997E64">
            <w:pPr>
              <w:spacing w:after="0" w:line="240" w:lineRule="auto"/>
            </w:pPr>
            <w:r w:rsidRPr="004611CF">
              <w:t>64464</w:t>
            </w:r>
          </w:p>
        </w:tc>
      </w:tr>
      <w:tr w:rsidR="003378C9" w:rsidRPr="004611CF" w14:paraId="5230679D"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49DE5FF2" w14:textId="77777777" w:rsidR="003378C9" w:rsidRPr="004611CF" w:rsidRDefault="003378C9" w:rsidP="00997E64">
            <w:pPr>
              <w:spacing w:after="0" w:line="240" w:lineRule="auto"/>
            </w:pPr>
            <w:r w:rsidRPr="004611CF">
              <w:t>Version Identifier</w:t>
            </w:r>
          </w:p>
        </w:tc>
        <w:tc>
          <w:tcPr>
            <w:tcW w:w="5954" w:type="dxa"/>
            <w:tcBorders>
              <w:top w:val="single" w:sz="4" w:space="0" w:color="auto"/>
              <w:left w:val="single" w:sz="4" w:space="0" w:color="auto"/>
              <w:bottom w:val="single" w:sz="4" w:space="0" w:color="auto"/>
              <w:right w:val="single" w:sz="4" w:space="0" w:color="auto"/>
            </w:tcBorders>
            <w:hideMark/>
          </w:tcPr>
          <w:p w14:paraId="73139B0E" w14:textId="77777777" w:rsidR="003378C9" w:rsidRPr="004611CF" w:rsidRDefault="003378C9" w:rsidP="00997E64">
            <w:pPr>
              <w:spacing w:after="0" w:line="240" w:lineRule="auto"/>
            </w:pPr>
            <w:r w:rsidRPr="004611CF">
              <w:t>1</w:t>
            </w:r>
          </w:p>
        </w:tc>
      </w:tr>
      <w:tr w:rsidR="003378C9" w:rsidRPr="004611CF" w14:paraId="6E751700"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2603D1DF" w14:textId="77777777" w:rsidR="003378C9" w:rsidRPr="004611CF" w:rsidRDefault="003378C9" w:rsidP="00997E64">
            <w:pPr>
              <w:spacing w:after="0" w:line="240" w:lineRule="auto"/>
            </w:pPr>
            <w:r w:rsidRPr="004611CF">
              <w:t xml:space="preserve">Spelling </w:t>
            </w:r>
            <w:proofErr w:type="spellStart"/>
            <w:r w:rsidRPr="004611CF">
              <w:t>nl</w:t>
            </w:r>
            <w:proofErr w:type="spellEnd"/>
          </w:p>
        </w:tc>
        <w:tc>
          <w:tcPr>
            <w:tcW w:w="5954" w:type="dxa"/>
            <w:tcBorders>
              <w:top w:val="single" w:sz="4" w:space="0" w:color="auto"/>
              <w:left w:val="single" w:sz="4" w:space="0" w:color="auto"/>
              <w:bottom w:val="single" w:sz="4" w:space="0" w:color="auto"/>
              <w:right w:val="single" w:sz="4" w:space="0" w:color="auto"/>
            </w:tcBorders>
            <w:hideMark/>
          </w:tcPr>
          <w:p w14:paraId="7B9717B3" w14:textId="77777777" w:rsidR="003378C9" w:rsidRPr="004611CF" w:rsidRDefault="003378C9" w:rsidP="00997E64">
            <w:pPr>
              <w:spacing w:after="0" w:line="240" w:lineRule="auto"/>
            </w:pPr>
            <w:r w:rsidRPr="004611CF">
              <w:t xml:space="preserve">Split (B) </w:t>
            </w:r>
            <w:proofErr w:type="spellStart"/>
            <w:r w:rsidRPr="004611CF">
              <w:t>straat</w:t>
            </w:r>
            <w:proofErr w:type="spellEnd"/>
          </w:p>
        </w:tc>
      </w:tr>
      <w:tr w:rsidR="003378C9" w:rsidRPr="004611CF" w14:paraId="591665A8"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1D004746" w14:textId="77777777" w:rsidR="003378C9" w:rsidRPr="004611CF" w:rsidRDefault="003378C9" w:rsidP="00997E64">
            <w:pPr>
              <w:spacing w:after="0" w:line="240" w:lineRule="auto"/>
            </w:pPr>
            <w:r w:rsidRPr="004611CF">
              <w:t>Assigned by municipality</w:t>
            </w:r>
          </w:p>
        </w:tc>
        <w:tc>
          <w:tcPr>
            <w:tcW w:w="5954" w:type="dxa"/>
            <w:tcBorders>
              <w:top w:val="single" w:sz="4" w:space="0" w:color="auto"/>
              <w:left w:val="single" w:sz="4" w:space="0" w:color="auto"/>
              <w:bottom w:val="single" w:sz="4" w:space="0" w:color="auto"/>
              <w:right w:val="single" w:sz="4" w:space="0" w:color="auto"/>
            </w:tcBorders>
            <w:hideMark/>
          </w:tcPr>
          <w:p w14:paraId="2EBB0E0A" w14:textId="77777777" w:rsidR="003378C9" w:rsidRPr="004611CF" w:rsidRDefault="003378C9" w:rsidP="00997E64">
            <w:pPr>
              <w:spacing w:after="0" w:line="240" w:lineRule="auto"/>
            </w:pPr>
            <w:r w:rsidRPr="004611CF">
              <w:t>Namespace: https://databrussels.be/id/municipality</w:t>
            </w:r>
            <w:r w:rsidRPr="004611CF">
              <w:br/>
            </w:r>
            <w:proofErr w:type="spellStart"/>
            <w:r w:rsidRPr="004611CF">
              <w:t>ObjectIdentifier</w:t>
            </w:r>
            <w:proofErr w:type="spellEnd"/>
            <w:r w:rsidRPr="004611CF">
              <w:t>: 21013</w:t>
            </w:r>
            <w:r w:rsidRPr="004611CF">
              <w:br/>
            </w:r>
            <w:proofErr w:type="spellStart"/>
            <w:r w:rsidRPr="004611CF">
              <w:t>VersionIdentifier</w:t>
            </w:r>
            <w:proofErr w:type="spellEnd"/>
            <w:r w:rsidRPr="004611CF">
              <w:t>: 1</w:t>
            </w:r>
          </w:p>
        </w:tc>
      </w:tr>
      <w:tr w:rsidR="003378C9" w:rsidRPr="004611CF" w14:paraId="7761E666"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4B46B792" w14:textId="77777777" w:rsidR="003378C9" w:rsidRPr="004611CF" w:rsidRDefault="003378C9" w:rsidP="00997E64">
            <w:pPr>
              <w:spacing w:after="0" w:line="240" w:lineRule="auto"/>
            </w:pPr>
            <w:r w:rsidRPr="004611CF">
              <w:t>Status</w:t>
            </w:r>
          </w:p>
        </w:tc>
        <w:tc>
          <w:tcPr>
            <w:tcW w:w="5954" w:type="dxa"/>
            <w:tcBorders>
              <w:top w:val="single" w:sz="4" w:space="0" w:color="auto"/>
              <w:left w:val="single" w:sz="4" w:space="0" w:color="auto"/>
              <w:bottom w:val="single" w:sz="4" w:space="0" w:color="auto"/>
              <w:right w:val="single" w:sz="4" w:space="0" w:color="auto"/>
            </w:tcBorders>
            <w:hideMark/>
          </w:tcPr>
          <w:p w14:paraId="72FD3833" w14:textId="77777777" w:rsidR="003378C9" w:rsidRPr="004611CF" w:rsidRDefault="003378C9" w:rsidP="00997E64">
            <w:pPr>
              <w:spacing w:after="0" w:line="240" w:lineRule="auto"/>
            </w:pPr>
            <w:r w:rsidRPr="004611CF">
              <w:t>Current</w:t>
            </w:r>
          </w:p>
        </w:tc>
      </w:tr>
      <w:tr w:rsidR="003378C9" w:rsidRPr="004611CF" w14:paraId="621E3097"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01D0CA39" w14:textId="77777777" w:rsidR="003378C9" w:rsidRPr="004611CF" w:rsidRDefault="003378C9" w:rsidP="00997E64">
            <w:pPr>
              <w:spacing w:after="0" w:line="240" w:lineRule="auto"/>
            </w:pPr>
            <w:proofErr w:type="spellStart"/>
            <w:r w:rsidRPr="004611CF">
              <w:t>validFrom</w:t>
            </w:r>
            <w:proofErr w:type="spellEnd"/>
          </w:p>
        </w:tc>
        <w:tc>
          <w:tcPr>
            <w:tcW w:w="5954" w:type="dxa"/>
            <w:tcBorders>
              <w:top w:val="single" w:sz="4" w:space="0" w:color="auto"/>
              <w:left w:val="single" w:sz="4" w:space="0" w:color="auto"/>
              <w:bottom w:val="single" w:sz="4" w:space="0" w:color="auto"/>
              <w:right w:val="single" w:sz="4" w:space="0" w:color="auto"/>
            </w:tcBorders>
            <w:hideMark/>
          </w:tcPr>
          <w:p w14:paraId="41EAA73A" w14:textId="77777777" w:rsidR="003378C9" w:rsidRPr="004611CF" w:rsidRDefault="003378C9" w:rsidP="00997E64">
            <w:pPr>
              <w:spacing w:after="0" w:line="240" w:lineRule="auto"/>
            </w:pPr>
            <w:r w:rsidRPr="004611CF">
              <w:t>2023-03-02T15:30:07</w:t>
            </w:r>
          </w:p>
        </w:tc>
      </w:tr>
      <w:tr w:rsidR="003378C9" w:rsidRPr="004611CF" w14:paraId="0A340F31"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3B3AFD81" w14:textId="77777777" w:rsidR="003378C9" w:rsidRPr="004611CF" w:rsidRDefault="003378C9" w:rsidP="00997E64">
            <w:pPr>
              <w:spacing w:after="0" w:line="240" w:lineRule="auto"/>
            </w:pPr>
            <w:proofErr w:type="spellStart"/>
            <w:r w:rsidRPr="004611CF">
              <w:t>validTo</w:t>
            </w:r>
            <w:proofErr w:type="spellEnd"/>
          </w:p>
        </w:tc>
        <w:tc>
          <w:tcPr>
            <w:tcW w:w="5954" w:type="dxa"/>
            <w:tcBorders>
              <w:top w:val="single" w:sz="4" w:space="0" w:color="auto"/>
              <w:left w:val="single" w:sz="4" w:space="0" w:color="auto"/>
              <w:bottom w:val="single" w:sz="4" w:space="0" w:color="auto"/>
              <w:right w:val="single" w:sz="4" w:space="0" w:color="auto"/>
            </w:tcBorders>
            <w:hideMark/>
          </w:tcPr>
          <w:p w14:paraId="611BFFE0" w14:textId="77777777" w:rsidR="003378C9" w:rsidRPr="004611CF" w:rsidRDefault="003378C9" w:rsidP="00997E64">
            <w:pPr>
              <w:spacing w:after="0" w:line="240" w:lineRule="auto"/>
            </w:pPr>
            <w:r w:rsidRPr="004611CF">
              <w:t>N/A</w:t>
            </w:r>
          </w:p>
        </w:tc>
      </w:tr>
      <w:tr w:rsidR="003378C9" w:rsidRPr="004611CF" w14:paraId="2A818D50"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0A3783FA" w14:textId="77777777" w:rsidR="003378C9" w:rsidRPr="004611CF" w:rsidRDefault="003378C9" w:rsidP="00997E64">
            <w:pPr>
              <w:spacing w:after="0" w:line="240" w:lineRule="auto"/>
            </w:pPr>
            <w:r w:rsidRPr="004611CF">
              <w:t>Predecessor</w:t>
            </w:r>
          </w:p>
        </w:tc>
        <w:tc>
          <w:tcPr>
            <w:tcW w:w="5954" w:type="dxa"/>
            <w:tcBorders>
              <w:top w:val="single" w:sz="4" w:space="0" w:color="auto"/>
              <w:left w:val="single" w:sz="4" w:space="0" w:color="auto"/>
              <w:bottom w:val="single" w:sz="4" w:space="0" w:color="auto"/>
              <w:right w:val="single" w:sz="4" w:space="0" w:color="auto"/>
            </w:tcBorders>
            <w:hideMark/>
          </w:tcPr>
          <w:p w14:paraId="0ECEB1A4" w14:textId="77777777" w:rsidR="003378C9" w:rsidRPr="004611CF" w:rsidRDefault="003378C9" w:rsidP="00997E64">
            <w:pPr>
              <w:spacing w:after="0" w:line="240" w:lineRule="auto"/>
            </w:pPr>
            <w:r w:rsidRPr="004611CF">
              <w:t>Namespace: https://databrussels.be/id/streetname</w:t>
            </w:r>
            <w:r w:rsidRPr="004611CF">
              <w:br/>
            </w:r>
            <w:proofErr w:type="spellStart"/>
            <w:r w:rsidRPr="004611CF">
              <w:t>ObjectIdentifier</w:t>
            </w:r>
            <w:proofErr w:type="spellEnd"/>
            <w:r w:rsidRPr="004611CF">
              <w:t>: 7964</w:t>
            </w:r>
            <w:r w:rsidRPr="004611CF">
              <w:br/>
            </w:r>
            <w:proofErr w:type="spellStart"/>
            <w:r w:rsidRPr="004611CF">
              <w:t>VersionIdentifier</w:t>
            </w:r>
            <w:proofErr w:type="spellEnd"/>
            <w:r w:rsidRPr="004611CF">
              <w:t>: 2</w:t>
            </w:r>
          </w:p>
        </w:tc>
      </w:tr>
      <w:tr w:rsidR="003378C9" w:rsidRPr="004611CF" w14:paraId="6D15DD9F"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4716FA66" w14:textId="77777777" w:rsidR="003378C9" w:rsidRPr="004611CF" w:rsidRDefault="003378C9" w:rsidP="00997E64">
            <w:pPr>
              <w:spacing w:after="0" w:line="240" w:lineRule="auto"/>
            </w:pPr>
            <w:r w:rsidRPr="004611CF">
              <w:t>Successor</w:t>
            </w:r>
          </w:p>
        </w:tc>
        <w:tc>
          <w:tcPr>
            <w:tcW w:w="5954" w:type="dxa"/>
            <w:tcBorders>
              <w:top w:val="single" w:sz="4" w:space="0" w:color="auto"/>
              <w:left w:val="single" w:sz="4" w:space="0" w:color="auto"/>
              <w:bottom w:val="single" w:sz="4" w:space="0" w:color="auto"/>
              <w:right w:val="single" w:sz="4" w:space="0" w:color="auto"/>
            </w:tcBorders>
            <w:hideMark/>
          </w:tcPr>
          <w:p w14:paraId="5790E7B5" w14:textId="77777777" w:rsidR="003378C9" w:rsidRPr="004611CF" w:rsidRDefault="003378C9" w:rsidP="00997E64">
            <w:pPr>
              <w:spacing w:after="0" w:line="240" w:lineRule="auto"/>
            </w:pPr>
            <w:r w:rsidRPr="004611CF">
              <w:t>N/A</w:t>
            </w:r>
          </w:p>
        </w:tc>
      </w:tr>
    </w:tbl>
    <w:p w14:paraId="7AE418EA" w14:textId="77777777" w:rsidR="003378C9" w:rsidRPr="004611CF" w:rsidRDefault="003378C9" w:rsidP="003378C9">
      <w:pPr>
        <w:rPr>
          <w:sz w:val="22"/>
          <w:szCs w:val="22"/>
        </w:rPr>
      </w:pPr>
    </w:p>
    <w:p w14:paraId="1B9CC877" w14:textId="77777777" w:rsidR="003378C9" w:rsidRPr="004611CF" w:rsidRDefault="003378C9" w:rsidP="003378C9"/>
    <w:p w14:paraId="68C32FA8" w14:textId="77777777" w:rsidR="003378C9" w:rsidRPr="004611CF" w:rsidRDefault="003378C9" w:rsidP="003378C9">
      <w:pPr>
        <w:pStyle w:val="Heading4"/>
      </w:pPr>
      <w:r w:rsidRPr="004611CF">
        <w:lastRenderedPageBreak/>
        <w:t>Example 13 (2/3) - [ADD] Street name</w:t>
      </w:r>
    </w:p>
    <w:tbl>
      <w:tblPr>
        <w:tblStyle w:val="TableGrid"/>
        <w:tblW w:w="0" w:type="auto"/>
        <w:tblLook w:val="04A0" w:firstRow="1" w:lastRow="0" w:firstColumn="1" w:lastColumn="0" w:noHBand="0" w:noVBand="1"/>
      </w:tblPr>
      <w:tblGrid>
        <w:gridCol w:w="2263"/>
        <w:gridCol w:w="5954"/>
      </w:tblGrid>
      <w:tr w:rsidR="003378C9" w:rsidRPr="004611CF" w14:paraId="530D344C" w14:textId="77777777" w:rsidTr="00997E64">
        <w:trPr>
          <w:trHeight w:val="319"/>
        </w:trPr>
        <w:tc>
          <w:tcPr>
            <w:tcW w:w="2263" w:type="dxa"/>
            <w:tcBorders>
              <w:top w:val="single" w:sz="4" w:space="0" w:color="auto"/>
              <w:left w:val="single" w:sz="4" w:space="0" w:color="auto"/>
              <w:bottom w:val="single" w:sz="4" w:space="0" w:color="auto"/>
              <w:right w:val="single" w:sz="4" w:space="0" w:color="auto"/>
            </w:tcBorders>
            <w:hideMark/>
          </w:tcPr>
          <w:p w14:paraId="2308233D" w14:textId="77777777" w:rsidR="003378C9" w:rsidRPr="004611CF" w:rsidRDefault="003378C9" w:rsidP="00997E64">
            <w:pPr>
              <w:spacing w:after="0" w:line="240" w:lineRule="auto"/>
            </w:pPr>
            <w:r w:rsidRPr="004611CF">
              <w:t>Namespace</w:t>
            </w:r>
          </w:p>
        </w:tc>
        <w:tc>
          <w:tcPr>
            <w:tcW w:w="5954" w:type="dxa"/>
            <w:tcBorders>
              <w:top w:val="single" w:sz="4" w:space="0" w:color="auto"/>
              <w:left w:val="single" w:sz="4" w:space="0" w:color="auto"/>
              <w:bottom w:val="single" w:sz="4" w:space="0" w:color="auto"/>
              <w:right w:val="single" w:sz="4" w:space="0" w:color="auto"/>
            </w:tcBorders>
            <w:hideMark/>
          </w:tcPr>
          <w:p w14:paraId="0A3CA185" w14:textId="77777777" w:rsidR="003378C9" w:rsidRPr="004611CF" w:rsidRDefault="003378C9" w:rsidP="00997E64">
            <w:pPr>
              <w:spacing w:after="0" w:line="240" w:lineRule="auto"/>
            </w:pPr>
            <w:r w:rsidRPr="004611CF">
              <w:t>https://databrussels.be/id/streetname</w:t>
            </w:r>
          </w:p>
        </w:tc>
      </w:tr>
      <w:tr w:rsidR="003378C9" w:rsidRPr="004611CF" w14:paraId="4D5C57C2"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3C9C1E4D" w14:textId="77777777" w:rsidR="003378C9" w:rsidRPr="004611CF" w:rsidRDefault="003378C9" w:rsidP="00997E64">
            <w:pPr>
              <w:spacing w:after="0" w:line="240" w:lineRule="auto"/>
            </w:pPr>
            <w:r w:rsidRPr="004611CF">
              <w:t>Object identifier</w:t>
            </w:r>
          </w:p>
        </w:tc>
        <w:tc>
          <w:tcPr>
            <w:tcW w:w="5954" w:type="dxa"/>
            <w:tcBorders>
              <w:top w:val="single" w:sz="4" w:space="0" w:color="auto"/>
              <w:left w:val="single" w:sz="4" w:space="0" w:color="auto"/>
              <w:bottom w:val="single" w:sz="4" w:space="0" w:color="auto"/>
              <w:right w:val="single" w:sz="4" w:space="0" w:color="auto"/>
            </w:tcBorders>
            <w:hideMark/>
          </w:tcPr>
          <w:p w14:paraId="4C434FE1" w14:textId="77777777" w:rsidR="003378C9" w:rsidRPr="004611CF" w:rsidRDefault="003378C9" w:rsidP="00997E64">
            <w:pPr>
              <w:spacing w:after="0" w:line="240" w:lineRule="auto"/>
            </w:pPr>
            <w:r w:rsidRPr="004611CF">
              <w:t>64465</w:t>
            </w:r>
          </w:p>
        </w:tc>
      </w:tr>
      <w:tr w:rsidR="003378C9" w:rsidRPr="004611CF" w14:paraId="30DA6666"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6A9F9254" w14:textId="77777777" w:rsidR="003378C9" w:rsidRPr="004611CF" w:rsidRDefault="003378C9" w:rsidP="00997E64">
            <w:pPr>
              <w:spacing w:after="0" w:line="240" w:lineRule="auto"/>
            </w:pPr>
            <w:r w:rsidRPr="004611CF">
              <w:t>Version Identifier</w:t>
            </w:r>
          </w:p>
        </w:tc>
        <w:tc>
          <w:tcPr>
            <w:tcW w:w="5954" w:type="dxa"/>
            <w:tcBorders>
              <w:top w:val="single" w:sz="4" w:space="0" w:color="auto"/>
              <w:left w:val="single" w:sz="4" w:space="0" w:color="auto"/>
              <w:bottom w:val="single" w:sz="4" w:space="0" w:color="auto"/>
              <w:right w:val="single" w:sz="4" w:space="0" w:color="auto"/>
            </w:tcBorders>
            <w:hideMark/>
          </w:tcPr>
          <w:p w14:paraId="06BD8D17" w14:textId="77777777" w:rsidR="003378C9" w:rsidRPr="004611CF" w:rsidRDefault="003378C9" w:rsidP="00997E64">
            <w:pPr>
              <w:spacing w:after="0" w:line="240" w:lineRule="auto"/>
            </w:pPr>
            <w:r w:rsidRPr="004611CF">
              <w:t>1</w:t>
            </w:r>
          </w:p>
        </w:tc>
      </w:tr>
      <w:tr w:rsidR="003378C9" w:rsidRPr="004611CF" w14:paraId="5732223D"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459735FD" w14:textId="77777777" w:rsidR="003378C9" w:rsidRPr="004611CF" w:rsidRDefault="003378C9" w:rsidP="00997E64">
            <w:pPr>
              <w:spacing w:after="0" w:line="240" w:lineRule="auto"/>
            </w:pPr>
            <w:r w:rsidRPr="004611CF">
              <w:t xml:space="preserve">Spelling </w:t>
            </w:r>
            <w:proofErr w:type="spellStart"/>
            <w:r w:rsidRPr="004611CF">
              <w:t>nl</w:t>
            </w:r>
            <w:proofErr w:type="spellEnd"/>
          </w:p>
        </w:tc>
        <w:tc>
          <w:tcPr>
            <w:tcW w:w="5954" w:type="dxa"/>
            <w:tcBorders>
              <w:top w:val="single" w:sz="4" w:space="0" w:color="auto"/>
              <w:left w:val="single" w:sz="4" w:space="0" w:color="auto"/>
              <w:bottom w:val="single" w:sz="4" w:space="0" w:color="auto"/>
              <w:right w:val="single" w:sz="4" w:space="0" w:color="auto"/>
            </w:tcBorders>
            <w:hideMark/>
          </w:tcPr>
          <w:p w14:paraId="54FF0A11" w14:textId="77777777" w:rsidR="003378C9" w:rsidRPr="004611CF" w:rsidRDefault="003378C9" w:rsidP="00997E64">
            <w:pPr>
              <w:spacing w:after="0" w:line="240" w:lineRule="auto"/>
            </w:pPr>
            <w:r w:rsidRPr="004611CF">
              <w:t xml:space="preserve">Split (C) </w:t>
            </w:r>
            <w:proofErr w:type="spellStart"/>
            <w:r w:rsidRPr="004611CF">
              <w:t>straat</w:t>
            </w:r>
            <w:proofErr w:type="spellEnd"/>
          </w:p>
        </w:tc>
      </w:tr>
      <w:tr w:rsidR="003378C9" w:rsidRPr="004611CF" w14:paraId="6E0C2AA5"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395865DD" w14:textId="77777777" w:rsidR="003378C9" w:rsidRPr="004611CF" w:rsidRDefault="003378C9" w:rsidP="00997E64">
            <w:pPr>
              <w:spacing w:after="0" w:line="240" w:lineRule="auto"/>
            </w:pPr>
            <w:r w:rsidRPr="004611CF">
              <w:t>Assigned by municipality</w:t>
            </w:r>
          </w:p>
        </w:tc>
        <w:tc>
          <w:tcPr>
            <w:tcW w:w="5954" w:type="dxa"/>
            <w:tcBorders>
              <w:top w:val="single" w:sz="4" w:space="0" w:color="auto"/>
              <w:left w:val="single" w:sz="4" w:space="0" w:color="auto"/>
              <w:bottom w:val="single" w:sz="4" w:space="0" w:color="auto"/>
              <w:right w:val="single" w:sz="4" w:space="0" w:color="auto"/>
            </w:tcBorders>
            <w:hideMark/>
          </w:tcPr>
          <w:p w14:paraId="0F4891C0" w14:textId="77777777" w:rsidR="003378C9" w:rsidRPr="004611CF" w:rsidRDefault="003378C9" w:rsidP="00997E64">
            <w:pPr>
              <w:spacing w:after="0" w:line="240" w:lineRule="auto"/>
            </w:pPr>
            <w:r w:rsidRPr="004611CF">
              <w:t>Namespace: https://databrussels.be/id/municipality</w:t>
            </w:r>
            <w:r w:rsidRPr="004611CF">
              <w:br/>
            </w:r>
            <w:proofErr w:type="spellStart"/>
            <w:r w:rsidRPr="004611CF">
              <w:t>ObjectIdentifier</w:t>
            </w:r>
            <w:proofErr w:type="spellEnd"/>
            <w:r w:rsidRPr="004611CF">
              <w:t>: 21013</w:t>
            </w:r>
            <w:r w:rsidRPr="004611CF">
              <w:br/>
            </w:r>
            <w:proofErr w:type="spellStart"/>
            <w:r w:rsidRPr="004611CF">
              <w:t>VersionIdentifier</w:t>
            </w:r>
            <w:proofErr w:type="spellEnd"/>
            <w:r w:rsidRPr="004611CF">
              <w:t>: 1</w:t>
            </w:r>
          </w:p>
        </w:tc>
      </w:tr>
      <w:tr w:rsidR="003378C9" w:rsidRPr="004611CF" w14:paraId="76AEA690"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63CCE91C" w14:textId="77777777" w:rsidR="003378C9" w:rsidRPr="004611CF" w:rsidRDefault="003378C9" w:rsidP="00997E64">
            <w:pPr>
              <w:spacing w:after="0" w:line="240" w:lineRule="auto"/>
            </w:pPr>
            <w:r w:rsidRPr="004611CF">
              <w:t>Status</w:t>
            </w:r>
          </w:p>
        </w:tc>
        <w:tc>
          <w:tcPr>
            <w:tcW w:w="5954" w:type="dxa"/>
            <w:tcBorders>
              <w:top w:val="single" w:sz="4" w:space="0" w:color="auto"/>
              <w:left w:val="single" w:sz="4" w:space="0" w:color="auto"/>
              <w:bottom w:val="single" w:sz="4" w:space="0" w:color="auto"/>
              <w:right w:val="single" w:sz="4" w:space="0" w:color="auto"/>
            </w:tcBorders>
            <w:hideMark/>
          </w:tcPr>
          <w:p w14:paraId="4717CA09" w14:textId="77777777" w:rsidR="003378C9" w:rsidRPr="004611CF" w:rsidRDefault="003378C9" w:rsidP="00997E64">
            <w:pPr>
              <w:spacing w:after="0" w:line="240" w:lineRule="auto"/>
            </w:pPr>
            <w:r w:rsidRPr="004611CF">
              <w:t>Current</w:t>
            </w:r>
          </w:p>
        </w:tc>
      </w:tr>
      <w:tr w:rsidR="003378C9" w:rsidRPr="004611CF" w14:paraId="429FE443"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2538E6B6" w14:textId="77777777" w:rsidR="003378C9" w:rsidRPr="004611CF" w:rsidRDefault="003378C9" w:rsidP="00997E64">
            <w:pPr>
              <w:spacing w:after="0" w:line="240" w:lineRule="auto"/>
            </w:pPr>
            <w:proofErr w:type="spellStart"/>
            <w:r w:rsidRPr="004611CF">
              <w:t>validFrom</w:t>
            </w:r>
            <w:proofErr w:type="spellEnd"/>
          </w:p>
        </w:tc>
        <w:tc>
          <w:tcPr>
            <w:tcW w:w="5954" w:type="dxa"/>
            <w:tcBorders>
              <w:top w:val="single" w:sz="4" w:space="0" w:color="auto"/>
              <w:left w:val="single" w:sz="4" w:space="0" w:color="auto"/>
              <w:bottom w:val="single" w:sz="4" w:space="0" w:color="auto"/>
              <w:right w:val="single" w:sz="4" w:space="0" w:color="auto"/>
            </w:tcBorders>
            <w:hideMark/>
          </w:tcPr>
          <w:p w14:paraId="12F7AC76" w14:textId="77777777" w:rsidR="003378C9" w:rsidRPr="004611CF" w:rsidRDefault="003378C9" w:rsidP="00997E64">
            <w:pPr>
              <w:spacing w:after="0" w:line="240" w:lineRule="auto"/>
            </w:pPr>
            <w:r w:rsidRPr="004611CF">
              <w:t>2023-03-02T15:30:07</w:t>
            </w:r>
          </w:p>
        </w:tc>
      </w:tr>
      <w:tr w:rsidR="003378C9" w:rsidRPr="004611CF" w14:paraId="70161356"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0B04BD6D" w14:textId="77777777" w:rsidR="003378C9" w:rsidRPr="004611CF" w:rsidRDefault="003378C9" w:rsidP="00997E64">
            <w:pPr>
              <w:spacing w:after="0" w:line="240" w:lineRule="auto"/>
            </w:pPr>
            <w:proofErr w:type="spellStart"/>
            <w:r w:rsidRPr="004611CF">
              <w:t>validTo</w:t>
            </w:r>
            <w:proofErr w:type="spellEnd"/>
          </w:p>
        </w:tc>
        <w:tc>
          <w:tcPr>
            <w:tcW w:w="5954" w:type="dxa"/>
            <w:tcBorders>
              <w:top w:val="single" w:sz="4" w:space="0" w:color="auto"/>
              <w:left w:val="single" w:sz="4" w:space="0" w:color="auto"/>
              <w:bottom w:val="single" w:sz="4" w:space="0" w:color="auto"/>
              <w:right w:val="single" w:sz="4" w:space="0" w:color="auto"/>
            </w:tcBorders>
            <w:hideMark/>
          </w:tcPr>
          <w:p w14:paraId="4FE3C554" w14:textId="77777777" w:rsidR="003378C9" w:rsidRPr="004611CF" w:rsidRDefault="003378C9" w:rsidP="00997E64">
            <w:pPr>
              <w:spacing w:after="0" w:line="240" w:lineRule="auto"/>
            </w:pPr>
            <w:r w:rsidRPr="004611CF">
              <w:t>N/A</w:t>
            </w:r>
          </w:p>
        </w:tc>
      </w:tr>
      <w:tr w:rsidR="003378C9" w:rsidRPr="004611CF" w14:paraId="313C4AC9"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19F0B2B2" w14:textId="77777777" w:rsidR="003378C9" w:rsidRPr="004611CF" w:rsidRDefault="003378C9" w:rsidP="00997E64">
            <w:pPr>
              <w:spacing w:after="0" w:line="240" w:lineRule="auto"/>
            </w:pPr>
            <w:r w:rsidRPr="004611CF">
              <w:t>Predecessor</w:t>
            </w:r>
          </w:p>
        </w:tc>
        <w:tc>
          <w:tcPr>
            <w:tcW w:w="5954" w:type="dxa"/>
            <w:tcBorders>
              <w:top w:val="single" w:sz="4" w:space="0" w:color="auto"/>
              <w:left w:val="single" w:sz="4" w:space="0" w:color="auto"/>
              <w:bottom w:val="single" w:sz="4" w:space="0" w:color="auto"/>
              <w:right w:val="single" w:sz="4" w:space="0" w:color="auto"/>
            </w:tcBorders>
            <w:hideMark/>
          </w:tcPr>
          <w:p w14:paraId="4204123B" w14:textId="77777777" w:rsidR="003378C9" w:rsidRPr="004611CF" w:rsidRDefault="003378C9" w:rsidP="00997E64">
            <w:pPr>
              <w:spacing w:after="0" w:line="240" w:lineRule="auto"/>
            </w:pPr>
            <w:r w:rsidRPr="004611CF">
              <w:t>Namespace: https://databrussels.be/id/streetname</w:t>
            </w:r>
            <w:r w:rsidRPr="004611CF">
              <w:br/>
            </w:r>
            <w:proofErr w:type="spellStart"/>
            <w:r w:rsidRPr="004611CF">
              <w:t>ObjectIdentifier</w:t>
            </w:r>
            <w:proofErr w:type="spellEnd"/>
            <w:r w:rsidRPr="004611CF">
              <w:t>: 7964</w:t>
            </w:r>
            <w:r w:rsidRPr="004611CF">
              <w:br/>
            </w:r>
            <w:proofErr w:type="spellStart"/>
            <w:r w:rsidRPr="004611CF">
              <w:t>VersionIdentifier</w:t>
            </w:r>
            <w:proofErr w:type="spellEnd"/>
            <w:r w:rsidRPr="004611CF">
              <w:t>: 2</w:t>
            </w:r>
          </w:p>
        </w:tc>
      </w:tr>
      <w:tr w:rsidR="003378C9" w:rsidRPr="004611CF" w14:paraId="280FEDF1"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710DC354" w14:textId="77777777" w:rsidR="003378C9" w:rsidRPr="004611CF" w:rsidRDefault="003378C9" w:rsidP="00997E64">
            <w:pPr>
              <w:spacing w:after="0" w:line="240" w:lineRule="auto"/>
            </w:pPr>
            <w:r w:rsidRPr="004611CF">
              <w:t>Successor</w:t>
            </w:r>
          </w:p>
        </w:tc>
        <w:tc>
          <w:tcPr>
            <w:tcW w:w="5954" w:type="dxa"/>
            <w:tcBorders>
              <w:top w:val="single" w:sz="4" w:space="0" w:color="auto"/>
              <w:left w:val="single" w:sz="4" w:space="0" w:color="auto"/>
              <w:bottom w:val="single" w:sz="4" w:space="0" w:color="auto"/>
              <w:right w:val="single" w:sz="4" w:space="0" w:color="auto"/>
            </w:tcBorders>
            <w:hideMark/>
          </w:tcPr>
          <w:p w14:paraId="380B6434" w14:textId="77777777" w:rsidR="003378C9" w:rsidRPr="004611CF" w:rsidRDefault="003378C9" w:rsidP="00997E64">
            <w:pPr>
              <w:spacing w:after="0" w:line="240" w:lineRule="auto"/>
            </w:pPr>
            <w:r w:rsidRPr="004611CF">
              <w:t>N/A</w:t>
            </w:r>
          </w:p>
        </w:tc>
      </w:tr>
    </w:tbl>
    <w:p w14:paraId="0403120F" w14:textId="77777777" w:rsidR="003378C9" w:rsidRPr="004611CF" w:rsidRDefault="003378C9" w:rsidP="003378C9"/>
    <w:p w14:paraId="04D8773C" w14:textId="77777777" w:rsidR="003378C9" w:rsidRPr="004611CF" w:rsidRDefault="003378C9" w:rsidP="003378C9">
      <w:pPr>
        <w:pStyle w:val="Heading4"/>
      </w:pPr>
      <w:r w:rsidRPr="004611CF">
        <w:t>Example 13 (3/3) - [UPDATE] Street name</w:t>
      </w:r>
    </w:p>
    <w:tbl>
      <w:tblPr>
        <w:tblStyle w:val="TableGrid"/>
        <w:tblW w:w="0" w:type="auto"/>
        <w:tblLook w:val="04A0" w:firstRow="1" w:lastRow="0" w:firstColumn="1" w:lastColumn="0" w:noHBand="0" w:noVBand="1"/>
      </w:tblPr>
      <w:tblGrid>
        <w:gridCol w:w="2263"/>
        <w:gridCol w:w="5954"/>
      </w:tblGrid>
      <w:tr w:rsidR="003378C9" w:rsidRPr="004611CF" w14:paraId="28B004E5" w14:textId="77777777" w:rsidTr="00997E64">
        <w:trPr>
          <w:trHeight w:val="319"/>
        </w:trPr>
        <w:tc>
          <w:tcPr>
            <w:tcW w:w="2263" w:type="dxa"/>
            <w:tcBorders>
              <w:top w:val="single" w:sz="4" w:space="0" w:color="auto"/>
              <w:left w:val="single" w:sz="4" w:space="0" w:color="auto"/>
              <w:bottom w:val="single" w:sz="4" w:space="0" w:color="auto"/>
              <w:right w:val="single" w:sz="4" w:space="0" w:color="auto"/>
            </w:tcBorders>
            <w:hideMark/>
          </w:tcPr>
          <w:p w14:paraId="7F62EB98" w14:textId="77777777" w:rsidR="003378C9" w:rsidRPr="004611CF" w:rsidRDefault="003378C9" w:rsidP="00997E64">
            <w:pPr>
              <w:spacing w:after="0" w:line="240" w:lineRule="auto"/>
            </w:pPr>
            <w:r w:rsidRPr="004611CF">
              <w:t>Namespace</w:t>
            </w:r>
          </w:p>
        </w:tc>
        <w:tc>
          <w:tcPr>
            <w:tcW w:w="5954" w:type="dxa"/>
            <w:tcBorders>
              <w:top w:val="single" w:sz="4" w:space="0" w:color="auto"/>
              <w:left w:val="single" w:sz="4" w:space="0" w:color="auto"/>
              <w:bottom w:val="single" w:sz="4" w:space="0" w:color="auto"/>
              <w:right w:val="single" w:sz="4" w:space="0" w:color="auto"/>
            </w:tcBorders>
            <w:hideMark/>
          </w:tcPr>
          <w:p w14:paraId="10F52C45" w14:textId="77777777" w:rsidR="003378C9" w:rsidRPr="004611CF" w:rsidRDefault="003378C9" w:rsidP="00997E64">
            <w:pPr>
              <w:spacing w:after="0" w:line="240" w:lineRule="auto"/>
            </w:pPr>
            <w:r w:rsidRPr="004611CF">
              <w:t>https://databrussels.be/id/streetname</w:t>
            </w:r>
          </w:p>
        </w:tc>
      </w:tr>
      <w:tr w:rsidR="003378C9" w:rsidRPr="004611CF" w14:paraId="46BC0FDB"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03B89704" w14:textId="77777777" w:rsidR="003378C9" w:rsidRPr="004611CF" w:rsidRDefault="003378C9" w:rsidP="00997E64">
            <w:pPr>
              <w:spacing w:after="0" w:line="240" w:lineRule="auto"/>
            </w:pPr>
            <w:r w:rsidRPr="004611CF">
              <w:t>Object identifier</w:t>
            </w:r>
          </w:p>
        </w:tc>
        <w:tc>
          <w:tcPr>
            <w:tcW w:w="5954" w:type="dxa"/>
            <w:tcBorders>
              <w:top w:val="single" w:sz="4" w:space="0" w:color="auto"/>
              <w:left w:val="single" w:sz="4" w:space="0" w:color="auto"/>
              <w:bottom w:val="single" w:sz="4" w:space="0" w:color="auto"/>
              <w:right w:val="single" w:sz="4" w:space="0" w:color="auto"/>
            </w:tcBorders>
            <w:hideMark/>
          </w:tcPr>
          <w:p w14:paraId="5B86356A" w14:textId="77777777" w:rsidR="003378C9" w:rsidRPr="004611CF" w:rsidRDefault="003378C9" w:rsidP="00997E64">
            <w:pPr>
              <w:spacing w:after="0" w:line="240" w:lineRule="auto"/>
            </w:pPr>
            <w:r w:rsidRPr="004611CF">
              <w:t>7964</w:t>
            </w:r>
          </w:p>
        </w:tc>
      </w:tr>
      <w:tr w:rsidR="003378C9" w:rsidRPr="004611CF" w14:paraId="40C3186C"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37B91110" w14:textId="77777777" w:rsidR="003378C9" w:rsidRPr="004611CF" w:rsidRDefault="003378C9" w:rsidP="00997E64">
            <w:pPr>
              <w:spacing w:after="0" w:line="240" w:lineRule="auto"/>
            </w:pPr>
            <w:r w:rsidRPr="004611CF">
              <w:t>Version Identifier</w:t>
            </w:r>
          </w:p>
        </w:tc>
        <w:tc>
          <w:tcPr>
            <w:tcW w:w="5954" w:type="dxa"/>
            <w:tcBorders>
              <w:top w:val="single" w:sz="4" w:space="0" w:color="auto"/>
              <w:left w:val="single" w:sz="4" w:space="0" w:color="auto"/>
              <w:bottom w:val="single" w:sz="4" w:space="0" w:color="auto"/>
              <w:right w:val="single" w:sz="4" w:space="0" w:color="auto"/>
            </w:tcBorders>
            <w:hideMark/>
          </w:tcPr>
          <w:p w14:paraId="51D057BF" w14:textId="77777777" w:rsidR="003378C9" w:rsidRPr="004611CF" w:rsidRDefault="003378C9" w:rsidP="00997E64">
            <w:pPr>
              <w:spacing w:after="0" w:line="240" w:lineRule="auto"/>
            </w:pPr>
            <w:r w:rsidRPr="004611CF">
              <w:t>2</w:t>
            </w:r>
          </w:p>
        </w:tc>
      </w:tr>
      <w:tr w:rsidR="003378C9" w:rsidRPr="004611CF" w14:paraId="1E497C17"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178CBF81" w14:textId="77777777" w:rsidR="003378C9" w:rsidRPr="004611CF" w:rsidRDefault="003378C9" w:rsidP="00997E64">
            <w:pPr>
              <w:spacing w:after="0" w:line="240" w:lineRule="auto"/>
            </w:pPr>
            <w:r w:rsidRPr="004611CF">
              <w:t xml:space="preserve">Spelling </w:t>
            </w:r>
            <w:proofErr w:type="spellStart"/>
            <w:r w:rsidRPr="004611CF">
              <w:t>nl</w:t>
            </w:r>
            <w:proofErr w:type="spellEnd"/>
          </w:p>
        </w:tc>
        <w:tc>
          <w:tcPr>
            <w:tcW w:w="5954" w:type="dxa"/>
            <w:tcBorders>
              <w:top w:val="single" w:sz="4" w:space="0" w:color="auto"/>
              <w:left w:val="single" w:sz="4" w:space="0" w:color="auto"/>
              <w:bottom w:val="single" w:sz="4" w:space="0" w:color="auto"/>
              <w:right w:val="single" w:sz="4" w:space="0" w:color="auto"/>
            </w:tcBorders>
            <w:hideMark/>
          </w:tcPr>
          <w:p w14:paraId="0D9B6A4B" w14:textId="77777777" w:rsidR="003378C9" w:rsidRPr="004611CF" w:rsidRDefault="003378C9" w:rsidP="00997E64">
            <w:pPr>
              <w:spacing w:after="0" w:line="240" w:lineRule="auto"/>
            </w:pPr>
            <w:proofErr w:type="spellStart"/>
            <w:r w:rsidRPr="004611CF">
              <w:t>Tiende</w:t>
            </w:r>
            <w:proofErr w:type="spellEnd"/>
            <w:r w:rsidRPr="004611CF">
              <w:t xml:space="preserve"> </w:t>
            </w:r>
            <w:proofErr w:type="spellStart"/>
            <w:r w:rsidRPr="004611CF">
              <w:t>Teststraat</w:t>
            </w:r>
            <w:proofErr w:type="spellEnd"/>
          </w:p>
        </w:tc>
      </w:tr>
      <w:tr w:rsidR="003378C9" w:rsidRPr="004611CF" w14:paraId="25FB2A90"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042A44B8" w14:textId="77777777" w:rsidR="003378C9" w:rsidRPr="004611CF" w:rsidRDefault="003378C9" w:rsidP="00997E64">
            <w:pPr>
              <w:spacing w:after="0" w:line="240" w:lineRule="auto"/>
            </w:pPr>
            <w:r w:rsidRPr="004611CF">
              <w:t xml:space="preserve">Spelling </w:t>
            </w:r>
            <w:proofErr w:type="spellStart"/>
            <w:r w:rsidRPr="004611CF">
              <w:t>fr</w:t>
            </w:r>
            <w:proofErr w:type="spellEnd"/>
          </w:p>
        </w:tc>
        <w:tc>
          <w:tcPr>
            <w:tcW w:w="5954" w:type="dxa"/>
            <w:tcBorders>
              <w:top w:val="single" w:sz="4" w:space="0" w:color="auto"/>
              <w:left w:val="single" w:sz="4" w:space="0" w:color="auto"/>
              <w:bottom w:val="single" w:sz="4" w:space="0" w:color="auto"/>
              <w:right w:val="single" w:sz="4" w:space="0" w:color="auto"/>
            </w:tcBorders>
            <w:hideMark/>
          </w:tcPr>
          <w:p w14:paraId="649AE975" w14:textId="77777777" w:rsidR="003378C9" w:rsidRPr="004611CF" w:rsidRDefault="003378C9" w:rsidP="00997E64">
            <w:pPr>
              <w:spacing w:after="0" w:line="240" w:lineRule="auto"/>
            </w:pPr>
            <w:proofErr w:type="spellStart"/>
            <w:r w:rsidRPr="004611CF">
              <w:t>Dixième</w:t>
            </w:r>
            <w:proofErr w:type="spellEnd"/>
            <w:r w:rsidRPr="004611CF">
              <w:t xml:space="preserve"> Rue du Test</w:t>
            </w:r>
          </w:p>
        </w:tc>
      </w:tr>
      <w:tr w:rsidR="003378C9" w:rsidRPr="004611CF" w14:paraId="6D745F9E"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2F9C8FDC" w14:textId="77777777" w:rsidR="003378C9" w:rsidRPr="004611CF" w:rsidRDefault="003378C9" w:rsidP="00997E64">
            <w:pPr>
              <w:spacing w:after="0" w:line="240" w:lineRule="auto"/>
            </w:pPr>
            <w:r w:rsidRPr="004611CF">
              <w:t>Assigned by municipality</w:t>
            </w:r>
          </w:p>
        </w:tc>
        <w:tc>
          <w:tcPr>
            <w:tcW w:w="5954" w:type="dxa"/>
            <w:tcBorders>
              <w:top w:val="single" w:sz="4" w:space="0" w:color="auto"/>
              <w:left w:val="single" w:sz="4" w:space="0" w:color="auto"/>
              <w:bottom w:val="single" w:sz="4" w:space="0" w:color="auto"/>
              <w:right w:val="single" w:sz="4" w:space="0" w:color="auto"/>
            </w:tcBorders>
            <w:hideMark/>
          </w:tcPr>
          <w:p w14:paraId="2447B195" w14:textId="77777777" w:rsidR="003378C9" w:rsidRPr="004611CF" w:rsidRDefault="003378C9" w:rsidP="00997E64">
            <w:pPr>
              <w:spacing w:after="0" w:line="240" w:lineRule="auto"/>
            </w:pPr>
            <w:r w:rsidRPr="004611CF">
              <w:t>Namespace: https://databrussels.be/id/municipality</w:t>
            </w:r>
            <w:r w:rsidRPr="004611CF">
              <w:br/>
            </w:r>
            <w:proofErr w:type="spellStart"/>
            <w:r w:rsidRPr="004611CF">
              <w:t>ObjectIdentifier</w:t>
            </w:r>
            <w:proofErr w:type="spellEnd"/>
            <w:r w:rsidRPr="004611CF">
              <w:t>: 21013</w:t>
            </w:r>
            <w:r w:rsidRPr="004611CF">
              <w:br/>
            </w:r>
            <w:proofErr w:type="spellStart"/>
            <w:r w:rsidRPr="004611CF">
              <w:t>VersionIdentifier</w:t>
            </w:r>
            <w:proofErr w:type="spellEnd"/>
            <w:r w:rsidRPr="004611CF">
              <w:t>: 1</w:t>
            </w:r>
          </w:p>
        </w:tc>
      </w:tr>
      <w:tr w:rsidR="003378C9" w:rsidRPr="004611CF" w14:paraId="4021E84E"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24851CF9" w14:textId="77777777" w:rsidR="003378C9" w:rsidRPr="004611CF" w:rsidRDefault="003378C9" w:rsidP="00997E64">
            <w:pPr>
              <w:spacing w:after="0" w:line="240" w:lineRule="auto"/>
            </w:pPr>
            <w:r w:rsidRPr="004611CF">
              <w:t>Status</w:t>
            </w:r>
          </w:p>
        </w:tc>
        <w:tc>
          <w:tcPr>
            <w:tcW w:w="5954" w:type="dxa"/>
            <w:tcBorders>
              <w:top w:val="single" w:sz="4" w:space="0" w:color="auto"/>
              <w:left w:val="single" w:sz="4" w:space="0" w:color="auto"/>
              <w:bottom w:val="single" w:sz="4" w:space="0" w:color="auto"/>
              <w:right w:val="single" w:sz="4" w:space="0" w:color="auto"/>
            </w:tcBorders>
            <w:hideMark/>
          </w:tcPr>
          <w:p w14:paraId="21B53794" w14:textId="77777777" w:rsidR="003378C9" w:rsidRPr="004611CF" w:rsidRDefault="003378C9" w:rsidP="00997E64">
            <w:pPr>
              <w:spacing w:after="0" w:line="240" w:lineRule="auto"/>
            </w:pPr>
            <w:r w:rsidRPr="004611CF">
              <w:t>Current</w:t>
            </w:r>
          </w:p>
        </w:tc>
      </w:tr>
      <w:tr w:rsidR="003378C9" w:rsidRPr="004611CF" w14:paraId="0CFF699C"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6FD9D35F" w14:textId="77777777" w:rsidR="003378C9" w:rsidRPr="004611CF" w:rsidRDefault="003378C9" w:rsidP="00997E64">
            <w:pPr>
              <w:spacing w:after="0" w:line="240" w:lineRule="auto"/>
            </w:pPr>
            <w:proofErr w:type="spellStart"/>
            <w:r w:rsidRPr="004611CF">
              <w:t>validFrom</w:t>
            </w:r>
            <w:proofErr w:type="spellEnd"/>
          </w:p>
        </w:tc>
        <w:tc>
          <w:tcPr>
            <w:tcW w:w="5954" w:type="dxa"/>
            <w:tcBorders>
              <w:top w:val="single" w:sz="4" w:space="0" w:color="auto"/>
              <w:left w:val="single" w:sz="4" w:space="0" w:color="auto"/>
              <w:bottom w:val="single" w:sz="4" w:space="0" w:color="auto"/>
              <w:right w:val="single" w:sz="4" w:space="0" w:color="auto"/>
            </w:tcBorders>
            <w:hideMark/>
          </w:tcPr>
          <w:p w14:paraId="128ED7F4" w14:textId="77777777" w:rsidR="003378C9" w:rsidRPr="004611CF" w:rsidRDefault="003378C9" w:rsidP="00997E64">
            <w:pPr>
              <w:spacing w:after="0" w:line="240" w:lineRule="auto"/>
            </w:pPr>
            <w:r w:rsidRPr="004611CF">
              <w:t>2023-02-22T15:30:07</w:t>
            </w:r>
          </w:p>
        </w:tc>
      </w:tr>
      <w:tr w:rsidR="003378C9" w:rsidRPr="004611CF" w14:paraId="34EF6393"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3D834177" w14:textId="77777777" w:rsidR="003378C9" w:rsidRPr="004611CF" w:rsidRDefault="003378C9" w:rsidP="00997E64">
            <w:pPr>
              <w:spacing w:after="0" w:line="240" w:lineRule="auto"/>
            </w:pPr>
            <w:proofErr w:type="spellStart"/>
            <w:r w:rsidRPr="004611CF">
              <w:t>validTo</w:t>
            </w:r>
            <w:proofErr w:type="spellEnd"/>
          </w:p>
        </w:tc>
        <w:tc>
          <w:tcPr>
            <w:tcW w:w="5954" w:type="dxa"/>
            <w:tcBorders>
              <w:top w:val="single" w:sz="4" w:space="0" w:color="auto"/>
              <w:left w:val="single" w:sz="4" w:space="0" w:color="auto"/>
              <w:bottom w:val="single" w:sz="4" w:space="0" w:color="auto"/>
              <w:right w:val="single" w:sz="4" w:space="0" w:color="auto"/>
            </w:tcBorders>
            <w:hideMark/>
          </w:tcPr>
          <w:p w14:paraId="6F734A1E" w14:textId="77777777" w:rsidR="003378C9" w:rsidRPr="004611CF" w:rsidRDefault="003378C9" w:rsidP="00997E64">
            <w:pPr>
              <w:spacing w:after="0" w:line="240" w:lineRule="auto"/>
            </w:pPr>
            <w:r w:rsidRPr="004611CF">
              <w:t>2023-03-02T15:30:07</w:t>
            </w:r>
          </w:p>
        </w:tc>
      </w:tr>
      <w:tr w:rsidR="003378C9" w:rsidRPr="004611CF" w14:paraId="0FFAC7CD"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5ECBCFD9" w14:textId="77777777" w:rsidR="003378C9" w:rsidRPr="004611CF" w:rsidRDefault="003378C9" w:rsidP="00997E64">
            <w:pPr>
              <w:spacing w:after="0" w:line="240" w:lineRule="auto"/>
            </w:pPr>
            <w:r w:rsidRPr="004611CF">
              <w:t>Predecessor</w:t>
            </w:r>
          </w:p>
        </w:tc>
        <w:tc>
          <w:tcPr>
            <w:tcW w:w="5954" w:type="dxa"/>
            <w:tcBorders>
              <w:top w:val="single" w:sz="4" w:space="0" w:color="auto"/>
              <w:left w:val="single" w:sz="4" w:space="0" w:color="auto"/>
              <w:bottom w:val="single" w:sz="4" w:space="0" w:color="auto"/>
              <w:right w:val="single" w:sz="4" w:space="0" w:color="auto"/>
            </w:tcBorders>
            <w:hideMark/>
          </w:tcPr>
          <w:p w14:paraId="4BF1A2AE" w14:textId="77777777" w:rsidR="003378C9" w:rsidRPr="004611CF" w:rsidRDefault="003378C9" w:rsidP="00997E64">
            <w:pPr>
              <w:spacing w:after="0" w:line="240" w:lineRule="auto"/>
            </w:pPr>
            <w:r w:rsidRPr="004611CF">
              <w:t>N/A</w:t>
            </w:r>
          </w:p>
        </w:tc>
      </w:tr>
      <w:tr w:rsidR="003378C9" w:rsidRPr="004611CF" w14:paraId="5E4768E1"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22CFCE1A" w14:textId="77777777" w:rsidR="003378C9" w:rsidRPr="004611CF" w:rsidRDefault="003378C9" w:rsidP="00997E64">
            <w:pPr>
              <w:spacing w:after="0" w:line="240" w:lineRule="auto"/>
            </w:pPr>
            <w:r w:rsidRPr="004611CF">
              <w:lastRenderedPageBreak/>
              <w:t>Successor</w:t>
            </w:r>
          </w:p>
        </w:tc>
        <w:tc>
          <w:tcPr>
            <w:tcW w:w="5954" w:type="dxa"/>
            <w:tcBorders>
              <w:top w:val="single" w:sz="4" w:space="0" w:color="auto"/>
              <w:left w:val="single" w:sz="4" w:space="0" w:color="auto"/>
              <w:bottom w:val="single" w:sz="4" w:space="0" w:color="auto"/>
              <w:right w:val="single" w:sz="4" w:space="0" w:color="auto"/>
            </w:tcBorders>
            <w:hideMark/>
          </w:tcPr>
          <w:p w14:paraId="192291FD" w14:textId="77777777" w:rsidR="003378C9" w:rsidRPr="004611CF" w:rsidRDefault="003378C9" w:rsidP="00997E64">
            <w:pPr>
              <w:spacing w:after="0" w:line="240" w:lineRule="auto"/>
            </w:pPr>
            <w:r w:rsidRPr="004611CF">
              <w:t>Namespace: https://databrussels.be/id/streetname</w:t>
            </w:r>
            <w:r w:rsidRPr="004611CF">
              <w:br/>
            </w:r>
            <w:proofErr w:type="spellStart"/>
            <w:r w:rsidRPr="004611CF">
              <w:t>ObjectIdentifier</w:t>
            </w:r>
            <w:proofErr w:type="spellEnd"/>
            <w:r w:rsidRPr="004611CF">
              <w:t>: 64465</w:t>
            </w:r>
            <w:r w:rsidRPr="004611CF">
              <w:br/>
            </w:r>
            <w:proofErr w:type="spellStart"/>
            <w:r w:rsidRPr="004611CF">
              <w:t>VersionIdentifier</w:t>
            </w:r>
            <w:proofErr w:type="spellEnd"/>
            <w:r w:rsidRPr="004611CF">
              <w:t>: 1</w:t>
            </w:r>
          </w:p>
        </w:tc>
      </w:tr>
      <w:tr w:rsidR="003378C9" w:rsidRPr="004611CF" w14:paraId="119B8A10"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748F7500" w14:textId="77777777" w:rsidR="003378C9" w:rsidRPr="004611CF" w:rsidRDefault="003378C9" w:rsidP="00997E64">
            <w:pPr>
              <w:spacing w:after="0" w:line="240" w:lineRule="auto"/>
            </w:pPr>
            <w:r w:rsidRPr="004611CF">
              <w:t>Successor</w:t>
            </w:r>
          </w:p>
        </w:tc>
        <w:tc>
          <w:tcPr>
            <w:tcW w:w="5954" w:type="dxa"/>
            <w:tcBorders>
              <w:top w:val="single" w:sz="4" w:space="0" w:color="auto"/>
              <w:left w:val="single" w:sz="4" w:space="0" w:color="auto"/>
              <w:bottom w:val="single" w:sz="4" w:space="0" w:color="auto"/>
              <w:right w:val="single" w:sz="4" w:space="0" w:color="auto"/>
            </w:tcBorders>
            <w:hideMark/>
          </w:tcPr>
          <w:p w14:paraId="3E88651B" w14:textId="77777777" w:rsidR="003378C9" w:rsidRPr="004611CF" w:rsidRDefault="003378C9" w:rsidP="00997E64">
            <w:pPr>
              <w:spacing w:after="0" w:line="240" w:lineRule="auto"/>
            </w:pPr>
            <w:r w:rsidRPr="004611CF">
              <w:t>Namespace: https://databrussels.be/id/streetname</w:t>
            </w:r>
            <w:r w:rsidRPr="004611CF">
              <w:br/>
            </w:r>
            <w:proofErr w:type="spellStart"/>
            <w:r w:rsidRPr="004611CF">
              <w:t>ObjectIdentifier</w:t>
            </w:r>
            <w:proofErr w:type="spellEnd"/>
            <w:r w:rsidRPr="004611CF">
              <w:t>: 64464</w:t>
            </w:r>
            <w:r w:rsidRPr="004611CF">
              <w:br/>
            </w:r>
            <w:proofErr w:type="spellStart"/>
            <w:r w:rsidRPr="004611CF">
              <w:t>VersionIdentifier</w:t>
            </w:r>
            <w:proofErr w:type="spellEnd"/>
            <w:r w:rsidRPr="004611CF">
              <w:t>: 1</w:t>
            </w:r>
          </w:p>
        </w:tc>
      </w:tr>
    </w:tbl>
    <w:p w14:paraId="170C45B5" w14:textId="77777777" w:rsidR="003378C9" w:rsidRPr="004611CF" w:rsidRDefault="003378C9" w:rsidP="003378C9">
      <w:pPr>
        <w:rPr>
          <w:sz w:val="22"/>
          <w:szCs w:val="22"/>
        </w:rPr>
      </w:pPr>
    </w:p>
    <w:p w14:paraId="4CDAE594" w14:textId="77777777" w:rsidR="003378C9" w:rsidRPr="004611CF" w:rsidRDefault="003378C9" w:rsidP="003378C9"/>
    <w:p w14:paraId="1F7EC640" w14:textId="77777777" w:rsidR="00924E87" w:rsidRPr="004611CF" w:rsidRDefault="00924E87" w:rsidP="00924E87">
      <w:pPr>
        <w:pStyle w:val="Heading3"/>
      </w:pPr>
      <w:bookmarkStart w:id="18" w:name="_Toc137824085"/>
      <w:bookmarkStart w:id="19" w:name="_Toc184897104"/>
      <w:r>
        <w:t>Scenario: Partial Street names merge, both street names keep existing (A+B=A). [s23]</w:t>
      </w:r>
      <w:bookmarkEnd w:id="18"/>
      <w:bookmarkEnd w:id="19"/>
    </w:p>
    <w:p w14:paraId="5D8836B4" w14:textId="4E9C0F56" w:rsidR="00924E87" w:rsidRPr="006D0F50" w:rsidRDefault="00924E87" w:rsidP="00924E87">
      <w:pPr>
        <w:pStyle w:val="Heading4"/>
        <w:rPr>
          <w:sz w:val="22"/>
          <w:szCs w:val="28"/>
        </w:rPr>
      </w:pPr>
      <w:r w:rsidRPr="006D0F50">
        <w:rPr>
          <w:sz w:val="22"/>
          <w:szCs w:val="28"/>
        </w:rPr>
        <w:t xml:space="preserve">[Mutation </w:t>
      </w:r>
      <w:r w:rsidR="00BC266C">
        <w:rPr>
          <w:sz w:val="22"/>
          <w:szCs w:val="28"/>
        </w:rPr>
        <w:t xml:space="preserve">file: </w:t>
      </w:r>
      <w:r w:rsidR="00BC266C" w:rsidRPr="00BC266C">
        <w:rPr>
          <w:sz w:val="22"/>
          <w:szCs w:val="28"/>
        </w:rPr>
        <w:t>BeStAddress_MBelgium20230303.zip</w:t>
      </w:r>
      <w:r w:rsidRPr="006D0F50">
        <w:rPr>
          <w:sz w:val="22"/>
          <w:szCs w:val="28"/>
        </w:rPr>
        <w:t xml:space="preserve">] </w:t>
      </w:r>
      <w:r w:rsidRPr="006D0F50">
        <w:rPr>
          <w:sz w:val="22"/>
          <w:szCs w:val="28"/>
        </w:rPr>
        <w:br/>
        <w:t>Example file: Brussels_M_20230303_L72</w:t>
      </w:r>
    </w:p>
    <w:p w14:paraId="7829C03A" w14:textId="73A92CEC" w:rsidR="003378C9" w:rsidRPr="004611CF" w:rsidRDefault="003378C9" w:rsidP="003378C9">
      <w:r w:rsidRPr="004611CF">
        <w:t xml:space="preserve">In this example </w:t>
      </w:r>
      <w:r w:rsidRPr="004611CF">
        <w:rPr>
          <w:b/>
          <w:bCs/>
        </w:rPr>
        <w:t>street name</w:t>
      </w:r>
      <w:r w:rsidRPr="004611CF">
        <w:t xml:space="preserve"> (C) is being reused from previous file and will be partially merged it into street name (B) from previous example (B+C=B). </w:t>
      </w:r>
      <w:r w:rsidR="00212289">
        <w:br/>
      </w:r>
    </w:p>
    <w:p w14:paraId="4DF0BE91" w14:textId="3145B17E" w:rsidR="00B80FC7" w:rsidRPr="004611CF" w:rsidRDefault="00B80FC7" w:rsidP="00B80FC7">
      <w:pPr>
        <w:framePr w:vSpace="301" w:wrap="around" w:vAnchor="text" w:hAnchor="text" w:y="1"/>
        <w:pBdr>
          <w:top w:val="single" w:sz="24" w:space="10" w:color="B6E7DD" w:themeColor="accent5"/>
          <w:left w:val="single" w:sz="24" w:space="10" w:color="B6E7DD" w:themeColor="accent5"/>
          <w:bottom w:val="single" w:sz="24" w:space="10" w:color="B6E7DD" w:themeColor="accent5"/>
          <w:right w:val="single" w:sz="24" w:space="10" w:color="B6E7DD" w:themeColor="accent5"/>
        </w:pBdr>
      </w:pPr>
      <w:r w:rsidRPr="004611CF">
        <w:rPr>
          <w:rStyle w:val="Strong"/>
        </w:rPr>
        <w:t>Note:</w:t>
      </w:r>
      <w:r w:rsidRPr="004611CF">
        <w:t xml:space="preserve"> in this example both street names (B and C) don’t have any addresses linked to them, if they did, all involved addresses would have been updated too.</w:t>
      </w:r>
    </w:p>
    <w:p w14:paraId="150B84A9" w14:textId="7DB6EC33" w:rsidR="003378C9" w:rsidRPr="004611CF" w:rsidRDefault="00212289" w:rsidP="003378C9">
      <w:pPr>
        <w:pStyle w:val="Heading4"/>
      </w:pPr>
      <w:r>
        <w:t>E</w:t>
      </w:r>
      <w:r w:rsidR="003378C9" w:rsidRPr="004611CF">
        <w:t>xample 14 (1/2) - [UPDATE] Street name</w:t>
      </w:r>
    </w:p>
    <w:tbl>
      <w:tblPr>
        <w:tblStyle w:val="TableGrid"/>
        <w:tblW w:w="0" w:type="auto"/>
        <w:tblLook w:val="04A0" w:firstRow="1" w:lastRow="0" w:firstColumn="1" w:lastColumn="0" w:noHBand="0" w:noVBand="1"/>
      </w:tblPr>
      <w:tblGrid>
        <w:gridCol w:w="2263"/>
        <w:gridCol w:w="5954"/>
      </w:tblGrid>
      <w:tr w:rsidR="003378C9" w:rsidRPr="004611CF" w14:paraId="00CC4E50" w14:textId="77777777" w:rsidTr="00997E64">
        <w:trPr>
          <w:trHeight w:val="319"/>
        </w:trPr>
        <w:tc>
          <w:tcPr>
            <w:tcW w:w="2263" w:type="dxa"/>
            <w:tcBorders>
              <w:top w:val="single" w:sz="4" w:space="0" w:color="auto"/>
              <w:left w:val="single" w:sz="4" w:space="0" w:color="auto"/>
              <w:bottom w:val="single" w:sz="4" w:space="0" w:color="auto"/>
              <w:right w:val="single" w:sz="4" w:space="0" w:color="auto"/>
            </w:tcBorders>
            <w:hideMark/>
          </w:tcPr>
          <w:p w14:paraId="75ED07C1" w14:textId="77777777" w:rsidR="003378C9" w:rsidRPr="004611CF" w:rsidRDefault="003378C9" w:rsidP="00997E64">
            <w:pPr>
              <w:spacing w:after="0" w:line="240" w:lineRule="auto"/>
            </w:pPr>
            <w:r w:rsidRPr="004611CF">
              <w:t>Namespace</w:t>
            </w:r>
          </w:p>
        </w:tc>
        <w:tc>
          <w:tcPr>
            <w:tcW w:w="5954" w:type="dxa"/>
            <w:tcBorders>
              <w:top w:val="single" w:sz="4" w:space="0" w:color="auto"/>
              <w:left w:val="single" w:sz="4" w:space="0" w:color="auto"/>
              <w:bottom w:val="single" w:sz="4" w:space="0" w:color="auto"/>
              <w:right w:val="single" w:sz="4" w:space="0" w:color="auto"/>
            </w:tcBorders>
            <w:hideMark/>
          </w:tcPr>
          <w:p w14:paraId="214F7871" w14:textId="77777777" w:rsidR="003378C9" w:rsidRPr="004611CF" w:rsidRDefault="003378C9" w:rsidP="00997E64">
            <w:pPr>
              <w:spacing w:after="0" w:line="240" w:lineRule="auto"/>
            </w:pPr>
            <w:r w:rsidRPr="004611CF">
              <w:t>https://databrussels.be/id/streetname</w:t>
            </w:r>
          </w:p>
        </w:tc>
      </w:tr>
      <w:tr w:rsidR="003378C9" w:rsidRPr="004611CF" w14:paraId="5FDB993B"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38E4FC93" w14:textId="77777777" w:rsidR="003378C9" w:rsidRPr="004611CF" w:rsidRDefault="003378C9" w:rsidP="00997E64">
            <w:pPr>
              <w:spacing w:after="0" w:line="240" w:lineRule="auto"/>
            </w:pPr>
            <w:r w:rsidRPr="004611CF">
              <w:t>Object identifier</w:t>
            </w:r>
          </w:p>
        </w:tc>
        <w:tc>
          <w:tcPr>
            <w:tcW w:w="5954" w:type="dxa"/>
            <w:tcBorders>
              <w:top w:val="single" w:sz="4" w:space="0" w:color="auto"/>
              <w:left w:val="single" w:sz="4" w:space="0" w:color="auto"/>
              <w:bottom w:val="single" w:sz="4" w:space="0" w:color="auto"/>
              <w:right w:val="single" w:sz="4" w:space="0" w:color="auto"/>
            </w:tcBorders>
            <w:hideMark/>
          </w:tcPr>
          <w:p w14:paraId="43BA5F02" w14:textId="77777777" w:rsidR="003378C9" w:rsidRPr="004611CF" w:rsidRDefault="003378C9" w:rsidP="00997E64">
            <w:pPr>
              <w:spacing w:after="0" w:line="240" w:lineRule="auto"/>
            </w:pPr>
            <w:r w:rsidRPr="004611CF">
              <w:t>64465</w:t>
            </w:r>
          </w:p>
        </w:tc>
      </w:tr>
      <w:tr w:rsidR="003378C9" w:rsidRPr="004611CF" w14:paraId="1177873B"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06924D8B" w14:textId="77777777" w:rsidR="003378C9" w:rsidRPr="004611CF" w:rsidRDefault="003378C9" w:rsidP="00997E64">
            <w:pPr>
              <w:spacing w:after="0" w:line="240" w:lineRule="auto"/>
            </w:pPr>
            <w:r w:rsidRPr="004611CF">
              <w:t>Version Identifier</w:t>
            </w:r>
          </w:p>
        </w:tc>
        <w:tc>
          <w:tcPr>
            <w:tcW w:w="5954" w:type="dxa"/>
            <w:tcBorders>
              <w:top w:val="single" w:sz="4" w:space="0" w:color="auto"/>
              <w:left w:val="single" w:sz="4" w:space="0" w:color="auto"/>
              <w:bottom w:val="single" w:sz="4" w:space="0" w:color="auto"/>
              <w:right w:val="single" w:sz="4" w:space="0" w:color="auto"/>
            </w:tcBorders>
            <w:hideMark/>
          </w:tcPr>
          <w:p w14:paraId="35B5908F" w14:textId="77777777" w:rsidR="003378C9" w:rsidRPr="004611CF" w:rsidRDefault="003378C9" w:rsidP="00997E64">
            <w:pPr>
              <w:spacing w:after="0" w:line="240" w:lineRule="auto"/>
            </w:pPr>
            <w:r w:rsidRPr="004611CF">
              <w:t>1</w:t>
            </w:r>
          </w:p>
        </w:tc>
      </w:tr>
      <w:tr w:rsidR="003378C9" w:rsidRPr="004611CF" w14:paraId="56B5C5BC"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318BAEA3" w14:textId="77777777" w:rsidR="003378C9" w:rsidRPr="004611CF" w:rsidRDefault="003378C9" w:rsidP="00997E64">
            <w:pPr>
              <w:spacing w:after="0" w:line="240" w:lineRule="auto"/>
            </w:pPr>
            <w:r w:rsidRPr="004611CF">
              <w:t xml:space="preserve">Spelling </w:t>
            </w:r>
            <w:proofErr w:type="spellStart"/>
            <w:r w:rsidRPr="004611CF">
              <w:t>nl</w:t>
            </w:r>
            <w:proofErr w:type="spellEnd"/>
          </w:p>
        </w:tc>
        <w:tc>
          <w:tcPr>
            <w:tcW w:w="5954" w:type="dxa"/>
            <w:tcBorders>
              <w:top w:val="single" w:sz="4" w:space="0" w:color="auto"/>
              <w:left w:val="single" w:sz="4" w:space="0" w:color="auto"/>
              <w:bottom w:val="single" w:sz="4" w:space="0" w:color="auto"/>
              <w:right w:val="single" w:sz="4" w:space="0" w:color="auto"/>
            </w:tcBorders>
            <w:hideMark/>
          </w:tcPr>
          <w:p w14:paraId="56B772A3" w14:textId="77777777" w:rsidR="003378C9" w:rsidRPr="004611CF" w:rsidRDefault="003378C9" w:rsidP="00997E64">
            <w:pPr>
              <w:spacing w:after="0" w:line="240" w:lineRule="auto"/>
            </w:pPr>
            <w:r w:rsidRPr="004611CF">
              <w:t xml:space="preserve">Split (C) </w:t>
            </w:r>
            <w:proofErr w:type="spellStart"/>
            <w:r w:rsidRPr="004611CF">
              <w:t>straat</w:t>
            </w:r>
            <w:proofErr w:type="spellEnd"/>
          </w:p>
        </w:tc>
      </w:tr>
      <w:tr w:rsidR="003378C9" w:rsidRPr="004611CF" w14:paraId="1EDD18D7"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166F9411" w14:textId="77777777" w:rsidR="003378C9" w:rsidRPr="004611CF" w:rsidRDefault="003378C9" w:rsidP="00997E64">
            <w:pPr>
              <w:spacing w:after="0" w:line="240" w:lineRule="auto"/>
            </w:pPr>
            <w:r w:rsidRPr="004611CF">
              <w:t>Assigned by municipality</w:t>
            </w:r>
          </w:p>
        </w:tc>
        <w:tc>
          <w:tcPr>
            <w:tcW w:w="5954" w:type="dxa"/>
            <w:tcBorders>
              <w:top w:val="single" w:sz="4" w:space="0" w:color="auto"/>
              <w:left w:val="single" w:sz="4" w:space="0" w:color="auto"/>
              <w:bottom w:val="single" w:sz="4" w:space="0" w:color="auto"/>
              <w:right w:val="single" w:sz="4" w:space="0" w:color="auto"/>
            </w:tcBorders>
            <w:hideMark/>
          </w:tcPr>
          <w:p w14:paraId="519010B0" w14:textId="77777777" w:rsidR="003378C9" w:rsidRPr="004611CF" w:rsidRDefault="003378C9" w:rsidP="00997E64">
            <w:pPr>
              <w:spacing w:after="0" w:line="240" w:lineRule="auto"/>
            </w:pPr>
            <w:r w:rsidRPr="004611CF">
              <w:t>Namespace: https://databrussels.be/id/municipality</w:t>
            </w:r>
            <w:r w:rsidRPr="004611CF">
              <w:br/>
            </w:r>
            <w:proofErr w:type="spellStart"/>
            <w:r w:rsidRPr="004611CF">
              <w:t>ObjectIdentifier</w:t>
            </w:r>
            <w:proofErr w:type="spellEnd"/>
            <w:r w:rsidRPr="004611CF">
              <w:t>: 21013</w:t>
            </w:r>
            <w:r w:rsidRPr="004611CF">
              <w:br/>
            </w:r>
            <w:proofErr w:type="spellStart"/>
            <w:r w:rsidRPr="004611CF">
              <w:t>VersionIdentifier</w:t>
            </w:r>
            <w:proofErr w:type="spellEnd"/>
            <w:r w:rsidRPr="004611CF">
              <w:t>: 1</w:t>
            </w:r>
          </w:p>
        </w:tc>
      </w:tr>
      <w:tr w:rsidR="003378C9" w:rsidRPr="004611CF" w14:paraId="1A11DD3F"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230EAEF9" w14:textId="77777777" w:rsidR="003378C9" w:rsidRPr="004611CF" w:rsidRDefault="003378C9" w:rsidP="00997E64">
            <w:pPr>
              <w:spacing w:after="0" w:line="240" w:lineRule="auto"/>
            </w:pPr>
            <w:r w:rsidRPr="004611CF">
              <w:t>Status</w:t>
            </w:r>
          </w:p>
        </w:tc>
        <w:tc>
          <w:tcPr>
            <w:tcW w:w="5954" w:type="dxa"/>
            <w:tcBorders>
              <w:top w:val="single" w:sz="4" w:space="0" w:color="auto"/>
              <w:left w:val="single" w:sz="4" w:space="0" w:color="auto"/>
              <w:bottom w:val="single" w:sz="4" w:space="0" w:color="auto"/>
              <w:right w:val="single" w:sz="4" w:space="0" w:color="auto"/>
            </w:tcBorders>
            <w:hideMark/>
          </w:tcPr>
          <w:p w14:paraId="055B4926" w14:textId="77777777" w:rsidR="003378C9" w:rsidRPr="004611CF" w:rsidRDefault="003378C9" w:rsidP="00997E64">
            <w:pPr>
              <w:spacing w:after="0" w:line="240" w:lineRule="auto"/>
            </w:pPr>
            <w:r w:rsidRPr="004611CF">
              <w:t>Current</w:t>
            </w:r>
          </w:p>
        </w:tc>
      </w:tr>
      <w:tr w:rsidR="003378C9" w:rsidRPr="004611CF" w14:paraId="13088BBA"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3A617455" w14:textId="77777777" w:rsidR="003378C9" w:rsidRPr="004611CF" w:rsidRDefault="003378C9" w:rsidP="00997E64">
            <w:pPr>
              <w:spacing w:after="0" w:line="240" w:lineRule="auto"/>
            </w:pPr>
            <w:proofErr w:type="spellStart"/>
            <w:r w:rsidRPr="004611CF">
              <w:t>validFrom</w:t>
            </w:r>
            <w:proofErr w:type="spellEnd"/>
          </w:p>
        </w:tc>
        <w:tc>
          <w:tcPr>
            <w:tcW w:w="5954" w:type="dxa"/>
            <w:tcBorders>
              <w:top w:val="single" w:sz="4" w:space="0" w:color="auto"/>
              <w:left w:val="single" w:sz="4" w:space="0" w:color="auto"/>
              <w:bottom w:val="single" w:sz="4" w:space="0" w:color="auto"/>
              <w:right w:val="single" w:sz="4" w:space="0" w:color="auto"/>
            </w:tcBorders>
            <w:hideMark/>
          </w:tcPr>
          <w:p w14:paraId="47B8AE6E" w14:textId="77777777" w:rsidR="003378C9" w:rsidRPr="004611CF" w:rsidRDefault="003378C9" w:rsidP="00997E64">
            <w:pPr>
              <w:spacing w:after="0" w:line="240" w:lineRule="auto"/>
            </w:pPr>
            <w:r w:rsidRPr="004611CF">
              <w:t>2023-03-02T15:30:07</w:t>
            </w:r>
          </w:p>
        </w:tc>
      </w:tr>
      <w:tr w:rsidR="003378C9" w:rsidRPr="004611CF" w14:paraId="353ACE67"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49E52946" w14:textId="77777777" w:rsidR="003378C9" w:rsidRPr="004611CF" w:rsidRDefault="003378C9" w:rsidP="00997E64">
            <w:pPr>
              <w:spacing w:after="0" w:line="240" w:lineRule="auto"/>
            </w:pPr>
            <w:proofErr w:type="spellStart"/>
            <w:r w:rsidRPr="004611CF">
              <w:t>validTo</w:t>
            </w:r>
            <w:proofErr w:type="spellEnd"/>
          </w:p>
        </w:tc>
        <w:tc>
          <w:tcPr>
            <w:tcW w:w="5954" w:type="dxa"/>
            <w:tcBorders>
              <w:top w:val="single" w:sz="4" w:space="0" w:color="auto"/>
              <w:left w:val="single" w:sz="4" w:space="0" w:color="auto"/>
              <w:bottom w:val="single" w:sz="4" w:space="0" w:color="auto"/>
              <w:right w:val="single" w:sz="4" w:space="0" w:color="auto"/>
            </w:tcBorders>
            <w:hideMark/>
          </w:tcPr>
          <w:p w14:paraId="776D3FF0" w14:textId="77777777" w:rsidR="003378C9" w:rsidRPr="004611CF" w:rsidRDefault="003378C9" w:rsidP="00997E64">
            <w:pPr>
              <w:spacing w:after="0" w:line="240" w:lineRule="auto"/>
            </w:pPr>
            <w:r w:rsidRPr="004611CF">
              <w:t>N/A</w:t>
            </w:r>
          </w:p>
        </w:tc>
      </w:tr>
      <w:tr w:rsidR="003378C9" w:rsidRPr="004611CF" w14:paraId="69F1E900"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2C0D14C5" w14:textId="77777777" w:rsidR="003378C9" w:rsidRPr="004611CF" w:rsidRDefault="003378C9" w:rsidP="00997E64">
            <w:pPr>
              <w:spacing w:after="0" w:line="240" w:lineRule="auto"/>
            </w:pPr>
            <w:r w:rsidRPr="004611CF">
              <w:lastRenderedPageBreak/>
              <w:t>Predecessor</w:t>
            </w:r>
          </w:p>
        </w:tc>
        <w:tc>
          <w:tcPr>
            <w:tcW w:w="5954" w:type="dxa"/>
            <w:tcBorders>
              <w:top w:val="single" w:sz="4" w:space="0" w:color="auto"/>
              <w:left w:val="single" w:sz="4" w:space="0" w:color="auto"/>
              <w:bottom w:val="single" w:sz="4" w:space="0" w:color="auto"/>
              <w:right w:val="single" w:sz="4" w:space="0" w:color="auto"/>
            </w:tcBorders>
            <w:hideMark/>
          </w:tcPr>
          <w:p w14:paraId="0CE28AC2" w14:textId="77777777" w:rsidR="003378C9" w:rsidRPr="004611CF" w:rsidRDefault="003378C9" w:rsidP="00997E64">
            <w:pPr>
              <w:spacing w:after="0" w:line="240" w:lineRule="auto"/>
            </w:pPr>
            <w:r w:rsidRPr="004611CF">
              <w:t>Namespace: https://databrussels.be/id/streetname</w:t>
            </w:r>
            <w:r w:rsidRPr="004611CF">
              <w:br/>
            </w:r>
            <w:proofErr w:type="spellStart"/>
            <w:r w:rsidRPr="004611CF">
              <w:t>ObjectIdentifier</w:t>
            </w:r>
            <w:proofErr w:type="spellEnd"/>
            <w:r w:rsidRPr="004611CF">
              <w:t>: 64464</w:t>
            </w:r>
            <w:r w:rsidRPr="004611CF">
              <w:br/>
            </w:r>
            <w:proofErr w:type="spellStart"/>
            <w:r w:rsidRPr="004611CF">
              <w:t>VersionIdentifier</w:t>
            </w:r>
            <w:proofErr w:type="spellEnd"/>
            <w:r w:rsidRPr="004611CF">
              <w:t>: 1</w:t>
            </w:r>
          </w:p>
        </w:tc>
      </w:tr>
      <w:tr w:rsidR="003378C9" w:rsidRPr="004611CF" w14:paraId="3165C635"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00848B82" w14:textId="77777777" w:rsidR="003378C9" w:rsidRPr="004611CF" w:rsidRDefault="003378C9" w:rsidP="00997E64">
            <w:pPr>
              <w:spacing w:after="0" w:line="240" w:lineRule="auto"/>
            </w:pPr>
            <w:r w:rsidRPr="004611CF">
              <w:t>Successor</w:t>
            </w:r>
          </w:p>
        </w:tc>
        <w:tc>
          <w:tcPr>
            <w:tcW w:w="5954" w:type="dxa"/>
            <w:tcBorders>
              <w:top w:val="single" w:sz="4" w:space="0" w:color="auto"/>
              <w:left w:val="single" w:sz="4" w:space="0" w:color="auto"/>
              <w:bottom w:val="single" w:sz="4" w:space="0" w:color="auto"/>
              <w:right w:val="single" w:sz="4" w:space="0" w:color="auto"/>
            </w:tcBorders>
            <w:hideMark/>
          </w:tcPr>
          <w:p w14:paraId="77E899EB" w14:textId="77777777" w:rsidR="003378C9" w:rsidRPr="004611CF" w:rsidRDefault="003378C9" w:rsidP="00997E64">
            <w:pPr>
              <w:spacing w:after="0" w:line="240" w:lineRule="auto"/>
            </w:pPr>
            <w:r w:rsidRPr="004611CF">
              <w:t>N/A</w:t>
            </w:r>
          </w:p>
        </w:tc>
      </w:tr>
    </w:tbl>
    <w:p w14:paraId="2871AB9C" w14:textId="77777777" w:rsidR="003378C9" w:rsidRPr="004611CF" w:rsidRDefault="003378C9" w:rsidP="003378C9">
      <w:pPr>
        <w:rPr>
          <w:sz w:val="22"/>
          <w:szCs w:val="22"/>
        </w:rPr>
      </w:pPr>
    </w:p>
    <w:p w14:paraId="2BD136AC" w14:textId="77777777" w:rsidR="003378C9" w:rsidRPr="004611CF" w:rsidRDefault="003378C9" w:rsidP="003378C9">
      <w:pPr>
        <w:pStyle w:val="Heading4"/>
      </w:pPr>
      <w:r w:rsidRPr="004611CF">
        <w:t>Example 14 (2/2) - [UPDATE] Street name</w:t>
      </w:r>
    </w:p>
    <w:tbl>
      <w:tblPr>
        <w:tblStyle w:val="TableGrid"/>
        <w:tblW w:w="0" w:type="auto"/>
        <w:tblLook w:val="04A0" w:firstRow="1" w:lastRow="0" w:firstColumn="1" w:lastColumn="0" w:noHBand="0" w:noVBand="1"/>
      </w:tblPr>
      <w:tblGrid>
        <w:gridCol w:w="2263"/>
        <w:gridCol w:w="5954"/>
      </w:tblGrid>
      <w:tr w:rsidR="003378C9" w:rsidRPr="004611CF" w14:paraId="2C8DA4E0" w14:textId="77777777" w:rsidTr="00997E64">
        <w:trPr>
          <w:trHeight w:val="319"/>
        </w:trPr>
        <w:tc>
          <w:tcPr>
            <w:tcW w:w="2263" w:type="dxa"/>
            <w:tcBorders>
              <w:top w:val="single" w:sz="4" w:space="0" w:color="auto"/>
              <w:left w:val="single" w:sz="4" w:space="0" w:color="auto"/>
              <w:bottom w:val="single" w:sz="4" w:space="0" w:color="auto"/>
              <w:right w:val="single" w:sz="4" w:space="0" w:color="auto"/>
            </w:tcBorders>
            <w:hideMark/>
          </w:tcPr>
          <w:p w14:paraId="142B2467" w14:textId="77777777" w:rsidR="003378C9" w:rsidRPr="004611CF" w:rsidRDefault="003378C9" w:rsidP="00997E64">
            <w:pPr>
              <w:spacing w:after="0" w:line="240" w:lineRule="auto"/>
            </w:pPr>
            <w:r w:rsidRPr="004611CF">
              <w:t>Namespace</w:t>
            </w:r>
          </w:p>
        </w:tc>
        <w:tc>
          <w:tcPr>
            <w:tcW w:w="5954" w:type="dxa"/>
            <w:tcBorders>
              <w:top w:val="single" w:sz="4" w:space="0" w:color="auto"/>
              <w:left w:val="single" w:sz="4" w:space="0" w:color="auto"/>
              <w:bottom w:val="single" w:sz="4" w:space="0" w:color="auto"/>
              <w:right w:val="single" w:sz="4" w:space="0" w:color="auto"/>
            </w:tcBorders>
            <w:hideMark/>
          </w:tcPr>
          <w:p w14:paraId="56203492" w14:textId="77777777" w:rsidR="003378C9" w:rsidRPr="004611CF" w:rsidRDefault="003378C9" w:rsidP="00997E64">
            <w:pPr>
              <w:spacing w:after="0" w:line="240" w:lineRule="auto"/>
            </w:pPr>
            <w:r w:rsidRPr="004611CF">
              <w:t>https://databrussels.be/id/streetname</w:t>
            </w:r>
          </w:p>
        </w:tc>
      </w:tr>
      <w:tr w:rsidR="003378C9" w:rsidRPr="004611CF" w14:paraId="605D2E37"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50FAE510" w14:textId="77777777" w:rsidR="003378C9" w:rsidRPr="004611CF" w:rsidRDefault="003378C9" w:rsidP="00997E64">
            <w:pPr>
              <w:spacing w:after="0" w:line="240" w:lineRule="auto"/>
            </w:pPr>
            <w:r w:rsidRPr="004611CF">
              <w:t>Object identifier</w:t>
            </w:r>
          </w:p>
        </w:tc>
        <w:tc>
          <w:tcPr>
            <w:tcW w:w="5954" w:type="dxa"/>
            <w:tcBorders>
              <w:top w:val="single" w:sz="4" w:space="0" w:color="auto"/>
              <w:left w:val="single" w:sz="4" w:space="0" w:color="auto"/>
              <w:bottom w:val="single" w:sz="4" w:space="0" w:color="auto"/>
              <w:right w:val="single" w:sz="4" w:space="0" w:color="auto"/>
            </w:tcBorders>
            <w:hideMark/>
          </w:tcPr>
          <w:p w14:paraId="44327FC9" w14:textId="77777777" w:rsidR="003378C9" w:rsidRPr="004611CF" w:rsidRDefault="003378C9" w:rsidP="00997E64">
            <w:pPr>
              <w:spacing w:after="0" w:line="240" w:lineRule="auto"/>
            </w:pPr>
            <w:r w:rsidRPr="004611CF">
              <w:t>64464</w:t>
            </w:r>
          </w:p>
        </w:tc>
      </w:tr>
      <w:tr w:rsidR="003378C9" w:rsidRPr="004611CF" w14:paraId="641F68B9"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71C2D8E8" w14:textId="77777777" w:rsidR="003378C9" w:rsidRPr="004611CF" w:rsidRDefault="003378C9" w:rsidP="00997E64">
            <w:pPr>
              <w:spacing w:after="0" w:line="240" w:lineRule="auto"/>
            </w:pPr>
            <w:r w:rsidRPr="004611CF">
              <w:t>Version Identifier</w:t>
            </w:r>
          </w:p>
        </w:tc>
        <w:tc>
          <w:tcPr>
            <w:tcW w:w="5954" w:type="dxa"/>
            <w:tcBorders>
              <w:top w:val="single" w:sz="4" w:space="0" w:color="auto"/>
              <w:left w:val="single" w:sz="4" w:space="0" w:color="auto"/>
              <w:bottom w:val="single" w:sz="4" w:space="0" w:color="auto"/>
              <w:right w:val="single" w:sz="4" w:space="0" w:color="auto"/>
            </w:tcBorders>
            <w:hideMark/>
          </w:tcPr>
          <w:p w14:paraId="5B082FD2" w14:textId="77777777" w:rsidR="003378C9" w:rsidRPr="004611CF" w:rsidRDefault="003378C9" w:rsidP="00997E64">
            <w:pPr>
              <w:spacing w:after="0" w:line="240" w:lineRule="auto"/>
            </w:pPr>
            <w:r w:rsidRPr="004611CF">
              <w:t>1</w:t>
            </w:r>
          </w:p>
        </w:tc>
      </w:tr>
      <w:tr w:rsidR="003378C9" w:rsidRPr="004611CF" w14:paraId="564E06FA"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24016E74" w14:textId="77777777" w:rsidR="003378C9" w:rsidRPr="004611CF" w:rsidRDefault="003378C9" w:rsidP="00997E64">
            <w:pPr>
              <w:spacing w:after="0" w:line="240" w:lineRule="auto"/>
            </w:pPr>
            <w:r w:rsidRPr="004611CF">
              <w:t xml:space="preserve">Spelling </w:t>
            </w:r>
            <w:proofErr w:type="spellStart"/>
            <w:r w:rsidRPr="004611CF">
              <w:t>nl</w:t>
            </w:r>
            <w:proofErr w:type="spellEnd"/>
          </w:p>
        </w:tc>
        <w:tc>
          <w:tcPr>
            <w:tcW w:w="5954" w:type="dxa"/>
            <w:tcBorders>
              <w:top w:val="single" w:sz="4" w:space="0" w:color="auto"/>
              <w:left w:val="single" w:sz="4" w:space="0" w:color="auto"/>
              <w:bottom w:val="single" w:sz="4" w:space="0" w:color="auto"/>
              <w:right w:val="single" w:sz="4" w:space="0" w:color="auto"/>
            </w:tcBorders>
            <w:hideMark/>
          </w:tcPr>
          <w:p w14:paraId="65F72B89" w14:textId="77777777" w:rsidR="003378C9" w:rsidRPr="004611CF" w:rsidRDefault="003378C9" w:rsidP="00997E64">
            <w:pPr>
              <w:spacing w:after="0" w:line="240" w:lineRule="auto"/>
            </w:pPr>
            <w:r w:rsidRPr="004611CF">
              <w:t xml:space="preserve">Split (B) </w:t>
            </w:r>
            <w:proofErr w:type="spellStart"/>
            <w:r w:rsidRPr="004611CF">
              <w:t>straat</w:t>
            </w:r>
            <w:proofErr w:type="spellEnd"/>
          </w:p>
        </w:tc>
      </w:tr>
      <w:tr w:rsidR="003378C9" w:rsidRPr="004611CF" w14:paraId="5F17BFE1"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0A6E875B" w14:textId="77777777" w:rsidR="003378C9" w:rsidRPr="004611CF" w:rsidRDefault="003378C9" w:rsidP="00997E64">
            <w:pPr>
              <w:spacing w:after="0" w:line="240" w:lineRule="auto"/>
            </w:pPr>
            <w:r w:rsidRPr="004611CF">
              <w:t>Assigned by municipality</w:t>
            </w:r>
          </w:p>
        </w:tc>
        <w:tc>
          <w:tcPr>
            <w:tcW w:w="5954" w:type="dxa"/>
            <w:tcBorders>
              <w:top w:val="single" w:sz="4" w:space="0" w:color="auto"/>
              <w:left w:val="single" w:sz="4" w:space="0" w:color="auto"/>
              <w:bottom w:val="single" w:sz="4" w:space="0" w:color="auto"/>
              <w:right w:val="single" w:sz="4" w:space="0" w:color="auto"/>
            </w:tcBorders>
            <w:hideMark/>
          </w:tcPr>
          <w:p w14:paraId="4D4B5C10" w14:textId="77777777" w:rsidR="003378C9" w:rsidRPr="004611CF" w:rsidRDefault="003378C9" w:rsidP="00997E64">
            <w:pPr>
              <w:spacing w:after="0" w:line="240" w:lineRule="auto"/>
            </w:pPr>
            <w:r w:rsidRPr="004611CF">
              <w:t>Namespace: https://databrussels.be/id/municipality</w:t>
            </w:r>
            <w:r w:rsidRPr="004611CF">
              <w:br/>
            </w:r>
            <w:proofErr w:type="spellStart"/>
            <w:r w:rsidRPr="004611CF">
              <w:t>ObjectIdentifier</w:t>
            </w:r>
            <w:proofErr w:type="spellEnd"/>
            <w:r w:rsidRPr="004611CF">
              <w:t>: 21013</w:t>
            </w:r>
            <w:r w:rsidRPr="004611CF">
              <w:br/>
            </w:r>
            <w:proofErr w:type="spellStart"/>
            <w:r w:rsidRPr="004611CF">
              <w:t>VersionIdentifier</w:t>
            </w:r>
            <w:proofErr w:type="spellEnd"/>
            <w:r w:rsidRPr="004611CF">
              <w:t>: 1</w:t>
            </w:r>
          </w:p>
        </w:tc>
      </w:tr>
      <w:tr w:rsidR="003378C9" w:rsidRPr="004611CF" w14:paraId="78DFA49B"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2D29146C" w14:textId="77777777" w:rsidR="003378C9" w:rsidRPr="004611CF" w:rsidRDefault="003378C9" w:rsidP="00997E64">
            <w:pPr>
              <w:spacing w:after="0" w:line="240" w:lineRule="auto"/>
            </w:pPr>
            <w:r w:rsidRPr="004611CF">
              <w:t>Status</w:t>
            </w:r>
          </w:p>
        </w:tc>
        <w:tc>
          <w:tcPr>
            <w:tcW w:w="5954" w:type="dxa"/>
            <w:tcBorders>
              <w:top w:val="single" w:sz="4" w:space="0" w:color="auto"/>
              <w:left w:val="single" w:sz="4" w:space="0" w:color="auto"/>
              <w:bottom w:val="single" w:sz="4" w:space="0" w:color="auto"/>
              <w:right w:val="single" w:sz="4" w:space="0" w:color="auto"/>
            </w:tcBorders>
            <w:hideMark/>
          </w:tcPr>
          <w:p w14:paraId="1C014C7A" w14:textId="77777777" w:rsidR="003378C9" w:rsidRPr="004611CF" w:rsidRDefault="003378C9" w:rsidP="00997E64">
            <w:pPr>
              <w:spacing w:after="0" w:line="240" w:lineRule="auto"/>
            </w:pPr>
            <w:r w:rsidRPr="004611CF">
              <w:t>Current</w:t>
            </w:r>
          </w:p>
        </w:tc>
      </w:tr>
      <w:tr w:rsidR="003378C9" w:rsidRPr="004611CF" w14:paraId="42430521"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36BAC8AB" w14:textId="77777777" w:rsidR="003378C9" w:rsidRPr="004611CF" w:rsidRDefault="003378C9" w:rsidP="00997E64">
            <w:pPr>
              <w:spacing w:after="0" w:line="240" w:lineRule="auto"/>
            </w:pPr>
            <w:proofErr w:type="spellStart"/>
            <w:r w:rsidRPr="004611CF">
              <w:t>validFrom</w:t>
            </w:r>
            <w:proofErr w:type="spellEnd"/>
          </w:p>
        </w:tc>
        <w:tc>
          <w:tcPr>
            <w:tcW w:w="5954" w:type="dxa"/>
            <w:tcBorders>
              <w:top w:val="single" w:sz="4" w:space="0" w:color="auto"/>
              <w:left w:val="single" w:sz="4" w:space="0" w:color="auto"/>
              <w:bottom w:val="single" w:sz="4" w:space="0" w:color="auto"/>
              <w:right w:val="single" w:sz="4" w:space="0" w:color="auto"/>
            </w:tcBorders>
            <w:hideMark/>
          </w:tcPr>
          <w:p w14:paraId="36B1136D" w14:textId="77777777" w:rsidR="003378C9" w:rsidRPr="004611CF" w:rsidRDefault="003378C9" w:rsidP="00997E64">
            <w:pPr>
              <w:spacing w:after="0" w:line="240" w:lineRule="auto"/>
            </w:pPr>
            <w:r w:rsidRPr="004611CF">
              <w:t>2023-03-02T15:30:07</w:t>
            </w:r>
          </w:p>
        </w:tc>
      </w:tr>
      <w:tr w:rsidR="003378C9" w:rsidRPr="004611CF" w14:paraId="4F77CCF3"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2028963C" w14:textId="77777777" w:rsidR="003378C9" w:rsidRPr="004611CF" w:rsidRDefault="003378C9" w:rsidP="00997E64">
            <w:pPr>
              <w:spacing w:after="0" w:line="240" w:lineRule="auto"/>
            </w:pPr>
            <w:proofErr w:type="spellStart"/>
            <w:r w:rsidRPr="004611CF">
              <w:t>validTo</w:t>
            </w:r>
            <w:proofErr w:type="spellEnd"/>
          </w:p>
        </w:tc>
        <w:tc>
          <w:tcPr>
            <w:tcW w:w="5954" w:type="dxa"/>
            <w:tcBorders>
              <w:top w:val="single" w:sz="4" w:space="0" w:color="auto"/>
              <w:left w:val="single" w:sz="4" w:space="0" w:color="auto"/>
              <w:bottom w:val="single" w:sz="4" w:space="0" w:color="auto"/>
              <w:right w:val="single" w:sz="4" w:space="0" w:color="auto"/>
            </w:tcBorders>
            <w:hideMark/>
          </w:tcPr>
          <w:p w14:paraId="50184E11" w14:textId="77777777" w:rsidR="003378C9" w:rsidRPr="004611CF" w:rsidRDefault="003378C9" w:rsidP="00997E64">
            <w:pPr>
              <w:spacing w:after="0" w:line="240" w:lineRule="auto"/>
            </w:pPr>
            <w:r w:rsidRPr="004611CF">
              <w:t>N/A</w:t>
            </w:r>
          </w:p>
        </w:tc>
      </w:tr>
      <w:tr w:rsidR="003378C9" w:rsidRPr="004611CF" w14:paraId="7F11D580"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41FE59E6" w14:textId="77777777" w:rsidR="003378C9" w:rsidRPr="004611CF" w:rsidRDefault="003378C9" w:rsidP="00997E64">
            <w:pPr>
              <w:spacing w:after="0" w:line="240" w:lineRule="auto"/>
            </w:pPr>
            <w:r w:rsidRPr="004611CF">
              <w:t>Predecessor</w:t>
            </w:r>
          </w:p>
        </w:tc>
        <w:tc>
          <w:tcPr>
            <w:tcW w:w="5954" w:type="dxa"/>
            <w:tcBorders>
              <w:top w:val="single" w:sz="4" w:space="0" w:color="auto"/>
              <w:left w:val="single" w:sz="4" w:space="0" w:color="auto"/>
              <w:bottom w:val="single" w:sz="4" w:space="0" w:color="auto"/>
              <w:right w:val="single" w:sz="4" w:space="0" w:color="auto"/>
            </w:tcBorders>
            <w:hideMark/>
          </w:tcPr>
          <w:p w14:paraId="55CB9B4E" w14:textId="77777777" w:rsidR="003378C9" w:rsidRPr="004611CF" w:rsidRDefault="003378C9" w:rsidP="00997E64">
            <w:pPr>
              <w:spacing w:after="0" w:line="240" w:lineRule="auto"/>
            </w:pPr>
            <w:r w:rsidRPr="004611CF">
              <w:t>Namespace: https://databrussels.be/id/streetname</w:t>
            </w:r>
            <w:r w:rsidRPr="004611CF">
              <w:br/>
            </w:r>
            <w:proofErr w:type="spellStart"/>
            <w:r w:rsidRPr="004611CF">
              <w:t>ObjectIdentifier</w:t>
            </w:r>
            <w:proofErr w:type="spellEnd"/>
            <w:r w:rsidRPr="004611CF">
              <w:t>: 64465</w:t>
            </w:r>
            <w:r w:rsidRPr="004611CF">
              <w:br/>
            </w:r>
            <w:proofErr w:type="spellStart"/>
            <w:r w:rsidRPr="004611CF">
              <w:t>VersionIdentifier</w:t>
            </w:r>
            <w:proofErr w:type="spellEnd"/>
            <w:r w:rsidRPr="004611CF">
              <w:t>: 1</w:t>
            </w:r>
          </w:p>
        </w:tc>
      </w:tr>
      <w:tr w:rsidR="003378C9" w:rsidRPr="004611CF" w14:paraId="3DB0276A"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6A388B5B" w14:textId="77777777" w:rsidR="003378C9" w:rsidRPr="004611CF" w:rsidRDefault="003378C9" w:rsidP="00997E64">
            <w:pPr>
              <w:spacing w:after="0" w:line="240" w:lineRule="auto"/>
            </w:pPr>
            <w:r w:rsidRPr="004611CF">
              <w:t>Successor</w:t>
            </w:r>
          </w:p>
        </w:tc>
        <w:tc>
          <w:tcPr>
            <w:tcW w:w="5954" w:type="dxa"/>
            <w:tcBorders>
              <w:top w:val="single" w:sz="4" w:space="0" w:color="auto"/>
              <w:left w:val="single" w:sz="4" w:space="0" w:color="auto"/>
              <w:bottom w:val="single" w:sz="4" w:space="0" w:color="auto"/>
              <w:right w:val="single" w:sz="4" w:space="0" w:color="auto"/>
            </w:tcBorders>
            <w:hideMark/>
          </w:tcPr>
          <w:p w14:paraId="164705A4" w14:textId="77777777" w:rsidR="003378C9" w:rsidRPr="004611CF" w:rsidRDefault="003378C9" w:rsidP="00997E64">
            <w:pPr>
              <w:spacing w:after="0" w:line="240" w:lineRule="auto"/>
            </w:pPr>
            <w:r w:rsidRPr="004611CF">
              <w:t>N/A</w:t>
            </w:r>
          </w:p>
        </w:tc>
      </w:tr>
    </w:tbl>
    <w:p w14:paraId="29E4E83F" w14:textId="77777777" w:rsidR="003378C9" w:rsidRPr="004611CF" w:rsidRDefault="003378C9" w:rsidP="003378C9">
      <w:pPr>
        <w:rPr>
          <w:sz w:val="22"/>
          <w:szCs w:val="22"/>
        </w:rPr>
      </w:pPr>
    </w:p>
    <w:p w14:paraId="4DAE9174" w14:textId="491A1956" w:rsidR="003378C9" w:rsidRPr="004611CF" w:rsidRDefault="003378C9" w:rsidP="003378C9"/>
    <w:p w14:paraId="094ADCE0" w14:textId="127E2C82" w:rsidR="00B80FC7" w:rsidRPr="004611CF" w:rsidRDefault="00B80FC7" w:rsidP="003378C9"/>
    <w:p w14:paraId="0D7E2324" w14:textId="77777777" w:rsidR="00B80FC7" w:rsidRPr="004611CF" w:rsidRDefault="00B80FC7" w:rsidP="003378C9"/>
    <w:p w14:paraId="1B5EE4DE" w14:textId="77777777" w:rsidR="00924E87" w:rsidRDefault="00924E87" w:rsidP="00924E87">
      <w:pPr>
        <w:pStyle w:val="Heading3"/>
      </w:pPr>
      <w:bookmarkStart w:id="20" w:name="_Toc137824086"/>
      <w:bookmarkStart w:id="21" w:name="_Toc184897105"/>
      <w:r>
        <w:lastRenderedPageBreak/>
        <w:t>Scenario: Complete Street names merge, both street names expire (A+B=C). [s24]</w:t>
      </w:r>
      <w:bookmarkEnd w:id="20"/>
      <w:bookmarkEnd w:id="21"/>
    </w:p>
    <w:p w14:paraId="227ECF33" w14:textId="22B0CB16" w:rsidR="00924E87" w:rsidRPr="00732310" w:rsidRDefault="00924E87" w:rsidP="00924E87">
      <w:pPr>
        <w:pStyle w:val="Heading4"/>
        <w:rPr>
          <w:sz w:val="22"/>
          <w:szCs w:val="28"/>
        </w:rPr>
      </w:pPr>
      <w:r w:rsidRPr="00732310">
        <w:rPr>
          <w:sz w:val="22"/>
          <w:szCs w:val="28"/>
        </w:rPr>
        <w:t xml:space="preserve">[Mutation </w:t>
      </w:r>
      <w:r w:rsidR="00BC266C">
        <w:rPr>
          <w:sz w:val="22"/>
          <w:szCs w:val="28"/>
        </w:rPr>
        <w:t>file: BeStAddress_MBelgium20230304.zip</w:t>
      </w:r>
      <w:r w:rsidRPr="00732310">
        <w:rPr>
          <w:sz w:val="22"/>
          <w:szCs w:val="28"/>
        </w:rPr>
        <w:t xml:space="preserve">] </w:t>
      </w:r>
      <w:r w:rsidRPr="00732310">
        <w:rPr>
          <w:sz w:val="22"/>
          <w:szCs w:val="28"/>
        </w:rPr>
        <w:br/>
        <w:t>Example file: Brussels_M_20230304_L72</w:t>
      </w:r>
    </w:p>
    <w:p w14:paraId="1BA8CCCE" w14:textId="3ECDA1DE" w:rsidR="00B80FC7" w:rsidRPr="004611CF" w:rsidRDefault="003378C9" w:rsidP="003378C9">
      <w:r w:rsidRPr="004611CF">
        <w:t xml:space="preserve">Street names (B and C) from previous examples are reused and merged into 1 new </w:t>
      </w:r>
      <w:r w:rsidRPr="004611CF">
        <w:rPr>
          <w:b/>
          <w:bCs/>
        </w:rPr>
        <w:t>street name</w:t>
      </w:r>
      <w:r w:rsidRPr="004611CF">
        <w:t xml:space="preserve"> (B+C=D) Both Street names (B and C) expire upon merging.</w:t>
      </w:r>
      <w:r w:rsidR="00212289">
        <w:br/>
      </w:r>
    </w:p>
    <w:p w14:paraId="120AE193" w14:textId="61DB03EC" w:rsidR="00B80FC7" w:rsidRPr="004611CF" w:rsidRDefault="00B80FC7" w:rsidP="00B80FC7">
      <w:pPr>
        <w:framePr w:vSpace="301" w:wrap="around" w:vAnchor="text" w:hAnchor="text" w:y="1"/>
        <w:pBdr>
          <w:top w:val="single" w:sz="24" w:space="10" w:color="B6E7DD" w:themeColor="accent5"/>
          <w:left w:val="single" w:sz="24" w:space="10" w:color="B6E7DD" w:themeColor="accent5"/>
          <w:bottom w:val="single" w:sz="24" w:space="10" w:color="B6E7DD" w:themeColor="accent5"/>
          <w:right w:val="single" w:sz="24" w:space="10" w:color="B6E7DD" w:themeColor="accent5"/>
        </w:pBdr>
      </w:pPr>
      <w:r w:rsidRPr="004611CF">
        <w:rPr>
          <w:rStyle w:val="Strong"/>
        </w:rPr>
        <w:t>Note:</w:t>
      </w:r>
      <w:r w:rsidRPr="004611CF">
        <w:t xml:space="preserve"> In this example both street names don’t have any addresses linked to them, otherwise all addresses would have needed to be updated to reference the new address id.</w:t>
      </w:r>
    </w:p>
    <w:p w14:paraId="215ED1AA" w14:textId="77777777" w:rsidR="003378C9" w:rsidRPr="004611CF" w:rsidRDefault="003378C9" w:rsidP="003378C9">
      <w:pPr>
        <w:pStyle w:val="Heading4"/>
      </w:pPr>
      <w:r w:rsidRPr="004611CF">
        <w:t>Example 15 (1/3) - [ADD] Street name</w:t>
      </w:r>
    </w:p>
    <w:tbl>
      <w:tblPr>
        <w:tblStyle w:val="TableGrid"/>
        <w:tblW w:w="0" w:type="auto"/>
        <w:tblLook w:val="04A0" w:firstRow="1" w:lastRow="0" w:firstColumn="1" w:lastColumn="0" w:noHBand="0" w:noVBand="1"/>
      </w:tblPr>
      <w:tblGrid>
        <w:gridCol w:w="2263"/>
        <w:gridCol w:w="5954"/>
      </w:tblGrid>
      <w:tr w:rsidR="003378C9" w:rsidRPr="004611CF" w14:paraId="624E63FC" w14:textId="77777777" w:rsidTr="00997E64">
        <w:trPr>
          <w:trHeight w:val="319"/>
        </w:trPr>
        <w:tc>
          <w:tcPr>
            <w:tcW w:w="2263" w:type="dxa"/>
            <w:tcBorders>
              <w:top w:val="single" w:sz="4" w:space="0" w:color="auto"/>
              <w:left w:val="single" w:sz="4" w:space="0" w:color="auto"/>
              <w:bottom w:val="single" w:sz="4" w:space="0" w:color="auto"/>
              <w:right w:val="single" w:sz="4" w:space="0" w:color="auto"/>
            </w:tcBorders>
            <w:hideMark/>
          </w:tcPr>
          <w:p w14:paraId="4D9E23D3" w14:textId="77777777" w:rsidR="003378C9" w:rsidRPr="004611CF" w:rsidRDefault="003378C9" w:rsidP="00997E64">
            <w:pPr>
              <w:spacing w:after="0" w:line="240" w:lineRule="auto"/>
            </w:pPr>
            <w:r w:rsidRPr="004611CF">
              <w:t>Namespace</w:t>
            </w:r>
          </w:p>
        </w:tc>
        <w:tc>
          <w:tcPr>
            <w:tcW w:w="5954" w:type="dxa"/>
            <w:tcBorders>
              <w:top w:val="single" w:sz="4" w:space="0" w:color="auto"/>
              <w:left w:val="single" w:sz="4" w:space="0" w:color="auto"/>
              <w:bottom w:val="single" w:sz="4" w:space="0" w:color="auto"/>
              <w:right w:val="single" w:sz="4" w:space="0" w:color="auto"/>
            </w:tcBorders>
            <w:hideMark/>
          </w:tcPr>
          <w:p w14:paraId="46D130EA" w14:textId="77777777" w:rsidR="003378C9" w:rsidRPr="004611CF" w:rsidRDefault="003378C9" w:rsidP="00997E64">
            <w:pPr>
              <w:spacing w:after="0" w:line="240" w:lineRule="auto"/>
            </w:pPr>
            <w:r w:rsidRPr="004611CF">
              <w:t>https://databrussels.be/id/streetname</w:t>
            </w:r>
          </w:p>
        </w:tc>
      </w:tr>
      <w:tr w:rsidR="003378C9" w:rsidRPr="004611CF" w14:paraId="17E7C2A7"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745EB8B9" w14:textId="77777777" w:rsidR="003378C9" w:rsidRPr="004611CF" w:rsidRDefault="003378C9" w:rsidP="00997E64">
            <w:pPr>
              <w:spacing w:after="0" w:line="240" w:lineRule="auto"/>
            </w:pPr>
            <w:r w:rsidRPr="004611CF">
              <w:t>Object identifier</w:t>
            </w:r>
          </w:p>
        </w:tc>
        <w:tc>
          <w:tcPr>
            <w:tcW w:w="5954" w:type="dxa"/>
            <w:tcBorders>
              <w:top w:val="single" w:sz="4" w:space="0" w:color="auto"/>
              <w:left w:val="single" w:sz="4" w:space="0" w:color="auto"/>
              <w:bottom w:val="single" w:sz="4" w:space="0" w:color="auto"/>
              <w:right w:val="single" w:sz="4" w:space="0" w:color="auto"/>
            </w:tcBorders>
            <w:hideMark/>
          </w:tcPr>
          <w:p w14:paraId="70E18CE9" w14:textId="77777777" w:rsidR="003378C9" w:rsidRPr="004611CF" w:rsidRDefault="003378C9" w:rsidP="00997E64">
            <w:pPr>
              <w:spacing w:after="0" w:line="240" w:lineRule="auto"/>
            </w:pPr>
            <w:r w:rsidRPr="004611CF">
              <w:t>23432</w:t>
            </w:r>
          </w:p>
        </w:tc>
      </w:tr>
      <w:tr w:rsidR="003378C9" w:rsidRPr="004611CF" w14:paraId="277D8460"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31234BD3" w14:textId="77777777" w:rsidR="003378C9" w:rsidRPr="004611CF" w:rsidRDefault="003378C9" w:rsidP="00997E64">
            <w:pPr>
              <w:spacing w:after="0" w:line="240" w:lineRule="auto"/>
            </w:pPr>
            <w:r w:rsidRPr="004611CF">
              <w:t>Version Identifier</w:t>
            </w:r>
          </w:p>
        </w:tc>
        <w:tc>
          <w:tcPr>
            <w:tcW w:w="5954" w:type="dxa"/>
            <w:tcBorders>
              <w:top w:val="single" w:sz="4" w:space="0" w:color="auto"/>
              <w:left w:val="single" w:sz="4" w:space="0" w:color="auto"/>
              <w:bottom w:val="single" w:sz="4" w:space="0" w:color="auto"/>
              <w:right w:val="single" w:sz="4" w:space="0" w:color="auto"/>
            </w:tcBorders>
            <w:hideMark/>
          </w:tcPr>
          <w:p w14:paraId="3220983F" w14:textId="77777777" w:rsidR="003378C9" w:rsidRPr="004611CF" w:rsidRDefault="003378C9" w:rsidP="00997E64">
            <w:pPr>
              <w:spacing w:after="0" w:line="240" w:lineRule="auto"/>
            </w:pPr>
            <w:r w:rsidRPr="004611CF">
              <w:t>1</w:t>
            </w:r>
          </w:p>
        </w:tc>
      </w:tr>
      <w:tr w:rsidR="003378C9" w:rsidRPr="00A558FD" w14:paraId="699EFDB1"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154C2866" w14:textId="77777777" w:rsidR="003378C9" w:rsidRPr="004611CF" w:rsidRDefault="003378C9" w:rsidP="00997E64">
            <w:pPr>
              <w:spacing w:after="0" w:line="240" w:lineRule="auto"/>
            </w:pPr>
            <w:r w:rsidRPr="004611CF">
              <w:t xml:space="preserve">Spelling </w:t>
            </w:r>
            <w:proofErr w:type="spellStart"/>
            <w:r w:rsidRPr="004611CF">
              <w:t>nl</w:t>
            </w:r>
            <w:proofErr w:type="spellEnd"/>
          </w:p>
        </w:tc>
        <w:tc>
          <w:tcPr>
            <w:tcW w:w="5954" w:type="dxa"/>
            <w:tcBorders>
              <w:top w:val="single" w:sz="4" w:space="0" w:color="auto"/>
              <w:left w:val="single" w:sz="4" w:space="0" w:color="auto"/>
              <w:bottom w:val="single" w:sz="4" w:space="0" w:color="auto"/>
              <w:right w:val="single" w:sz="4" w:space="0" w:color="auto"/>
            </w:tcBorders>
            <w:hideMark/>
          </w:tcPr>
          <w:p w14:paraId="25B69C82" w14:textId="77777777" w:rsidR="003378C9" w:rsidRPr="00890FC2" w:rsidRDefault="003378C9" w:rsidP="00997E64">
            <w:pPr>
              <w:spacing w:after="0" w:line="240" w:lineRule="auto"/>
              <w:rPr>
                <w:lang w:val="nl-BE"/>
              </w:rPr>
            </w:pPr>
            <w:proofErr w:type="spellStart"/>
            <w:r w:rsidRPr="00890FC2">
              <w:rPr>
                <w:lang w:val="nl-BE"/>
              </w:rPr>
              <w:t>Merge</w:t>
            </w:r>
            <w:proofErr w:type="spellEnd"/>
            <w:r w:rsidRPr="00890FC2">
              <w:rPr>
                <w:lang w:val="nl-BE"/>
              </w:rPr>
              <w:t xml:space="preserve"> (B en C) straat</w:t>
            </w:r>
          </w:p>
        </w:tc>
      </w:tr>
      <w:tr w:rsidR="003378C9" w:rsidRPr="004611CF" w14:paraId="37B66FCF"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137760AC" w14:textId="77777777" w:rsidR="003378C9" w:rsidRPr="004611CF" w:rsidRDefault="003378C9" w:rsidP="00997E64">
            <w:pPr>
              <w:spacing w:after="0" w:line="240" w:lineRule="auto"/>
            </w:pPr>
            <w:r w:rsidRPr="004611CF">
              <w:t>Assigned by municipality</w:t>
            </w:r>
          </w:p>
        </w:tc>
        <w:tc>
          <w:tcPr>
            <w:tcW w:w="5954" w:type="dxa"/>
            <w:tcBorders>
              <w:top w:val="single" w:sz="4" w:space="0" w:color="auto"/>
              <w:left w:val="single" w:sz="4" w:space="0" w:color="auto"/>
              <w:bottom w:val="single" w:sz="4" w:space="0" w:color="auto"/>
              <w:right w:val="single" w:sz="4" w:space="0" w:color="auto"/>
            </w:tcBorders>
            <w:hideMark/>
          </w:tcPr>
          <w:p w14:paraId="65C45324" w14:textId="77777777" w:rsidR="003378C9" w:rsidRPr="004611CF" w:rsidRDefault="003378C9" w:rsidP="00997E64">
            <w:pPr>
              <w:spacing w:after="0" w:line="240" w:lineRule="auto"/>
            </w:pPr>
            <w:r w:rsidRPr="004611CF">
              <w:t>Namespace: https://databrussels.be/id/municipality</w:t>
            </w:r>
            <w:r w:rsidRPr="004611CF">
              <w:br/>
            </w:r>
            <w:proofErr w:type="spellStart"/>
            <w:r w:rsidRPr="004611CF">
              <w:t>ObjectIdentifier</w:t>
            </w:r>
            <w:proofErr w:type="spellEnd"/>
            <w:r w:rsidRPr="004611CF">
              <w:t>: 21013</w:t>
            </w:r>
            <w:r w:rsidRPr="004611CF">
              <w:br/>
            </w:r>
            <w:proofErr w:type="spellStart"/>
            <w:r w:rsidRPr="004611CF">
              <w:t>VersionIdentifier</w:t>
            </w:r>
            <w:proofErr w:type="spellEnd"/>
            <w:r w:rsidRPr="004611CF">
              <w:t>: 1</w:t>
            </w:r>
          </w:p>
        </w:tc>
      </w:tr>
      <w:tr w:rsidR="003378C9" w:rsidRPr="004611CF" w14:paraId="24672C08"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6CEC28F8" w14:textId="77777777" w:rsidR="003378C9" w:rsidRPr="004611CF" w:rsidRDefault="003378C9" w:rsidP="00997E64">
            <w:pPr>
              <w:spacing w:after="0" w:line="240" w:lineRule="auto"/>
            </w:pPr>
            <w:r w:rsidRPr="004611CF">
              <w:t>Status</w:t>
            </w:r>
          </w:p>
        </w:tc>
        <w:tc>
          <w:tcPr>
            <w:tcW w:w="5954" w:type="dxa"/>
            <w:tcBorders>
              <w:top w:val="single" w:sz="4" w:space="0" w:color="auto"/>
              <w:left w:val="single" w:sz="4" w:space="0" w:color="auto"/>
              <w:bottom w:val="single" w:sz="4" w:space="0" w:color="auto"/>
              <w:right w:val="single" w:sz="4" w:space="0" w:color="auto"/>
            </w:tcBorders>
            <w:hideMark/>
          </w:tcPr>
          <w:p w14:paraId="3AECAAF4" w14:textId="77777777" w:rsidR="003378C9" w:rsidRPr="004611CF" w:rsidRDefault="003378C9" w:rsidP="00997E64">
            <w:pPr>
              <w:spacing w:after="0" w:line="240" w:lineRule="auto"/>
            </w:pPr>
            <w:r w:rsidRPr="004611CF">
              <w:t>Current</w:t>
            </w:r>
          </w:p>
        </w:tc>
      </w:tr>
      <w:tr w:rsidR="003378C9" w:rsidRPr="004611CF" w14:paraId="008850CA"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2510FD22" w14:textId="77777777" w:rsidR="003378C9" w:rsidRPr="004611CF" w:rsidRDefault="003378C9" w:rsidP="00997E64">
            <w:pPr>
              <w:spacing w:after="0" w:line="240" w:lineRule="auto"/>
            </w:pPr>
            <w:proofErr w:type="spellStart"/>
            <w:r w:rsidRPr="004611CF">
              <w:t>validFrom</w:t>
            </w:r>
            <w:proofErr w:type="spellEnd"/>
          </w:p>
        </w:tc>
        <w:tc>
          <w:tcPr>
            <w:tcW w:w="5954" w:type="dxa"/>
            <w:tcBorders>
              <w:top w:val="single" w:sz="4" w:space="0" w:color="auto"/>
              <w:left w:val="single" w:sz="4" w:space="0" w:color="auto"/>
              <w:bottom w:val="single" w:sz="4" w:space="0" w:color="auto"/>
              <w:right w:val="single" w:sz="4" w:space="0" w:color="auto"/>
            </w:tcBorders>
            <w:hideMark/>
          </w:tcPr>
          <w:p w14:paraId="17CBCD1B" w14:textId="77777777" w:rsidR="003378C9" w:rsidRPr="004611CF" w:rsidRDefault="003378C9" w:rsidP="00997E64">
            <w:pPr>
              <w:spacing w:after="0" w:line="240" w:lineRule="auto"/>
            </w:pPr>
            <w:r w:rsidRPr="004611CF">
              <w:t>2023-03-04T15:30:07</w:t>
            </w:r>
          </w:p>
        </w:tc>
      </w:tr>
      <w:tr w:rsidR="003378C9" w:rsidRPr="004611CF" w14:paraId="4B74DAD5"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08900FE8" w14:textId="77777777" w:rsidR="003378C9" w:rsidRPr="004611CF" w:rsidRDefault="003378C9" w:rsidP="00997E64">
            <w:pPr>
              <w:spacing w:after="0" w:line="240" w:lineRule="auto"/>
            </w:pPr>
            <w:proofErr w:type="spellStart"/>
            <w:r w:rsidRPr="004611CF">
              <w:t>validTo</w:t>
            </w:r>
            <w:proofErr w:type="spellEnd"/>
          </w:p>
        </w:tc>
        <w:tc>
          <w:tcPr>
            <w:tcW w:w="5954" w:type="dxa"/>
            <w:tcBorders>
              <w:top w:val="single" w:sz="4" w:space="0" w:color="auto"/>
              <w:left w:val="single" w:sz="4" w:space="0" w:color="auto"/>
              <w:bottom w:val="single" w:sz="4" w:space="0" w:color="auto"/>
              <w:right w:val="single" w:sz="4" w:space="0" w:color="auto"/>
            </w:tcBorders>
            <w:hideMark/>
          </w:tcPr>
          <w:p w14:paraId="19BEE571" w14:textId="77777777" w:rsidR="003378C9" w:rsidRPr="004611CF" w:rsidRDefault="003378C9" w:rsidP="00997E64">
            <w:pPr>
              <w:spacing w:after="0" w:line="240" w:lineRule="auto"/>
            </w:pPr>
            <w:r w:rsidRPr="004611CF">
              <w:t>N/A</w:t>
            </w:r>
          </w:p>
        </w:tc>
      </w:tr>
      <w:tr w:rsidR="003378C9" w:rsidRPr="004611CF" w14:paraId="428AF112"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5CFBF71B" w14:textId="77777777" w:rsidR="003378C9" w:rsidRPr="004611CF" w:rsidRDefault="003378C9" w:rsidP="00997E64">
            <w:pPr>
              <w:spacing w:after="0" w:line="240" w:lineRule="auto"/>
            </w:pPr>
            <w:r w:rsidRPr="004611CF">
              <w:t>Predecessor</w:t>
            </w:r>
          </w:p>
        </w:tc>
        <w:tc>
          <w:tcPr>
            <w:tcW w:w="5954" w:type="dxa"/>
            <w:tcBorders>
              <w:top w:val="single" w:sz="4" w:space="0" w:color="auto"/>
              <w:left w:val="single" w:sz="4" w:space="0" w:color="auto"/>
              <w:bottom w:val="single" w:sz="4" w:space="0" w:color="auto"/>
              <w:right w:val="single" w:sz="4" w:space="0" w:color="auto"/>
            </w:tcBorders>
            <w:hideMark/>
          </w:tcPr>
          <w:p w14:paraId="4943A12C" w14:textId="77777777" w:rsidR="003378C9" w:rsidRPr="004611CF" w:rsidRDefault="003378C9" w:rsidP="00997E64">
            <w:pPr>
              <w:spacing w:after="0" w:line="240" w:lineRule="auto"/>
            </w:pPr>
            <w:r w:rsidRPr="004611CF">
              <w:t>Namespace: https://databrussels.be/id/streetname</w:t>
            </w:r>
            <w:r w:rsidRPr="004611CF">
              <w:br/>
            </w:r>
            <w:proofErr w:type="spellStart"/>
            <w:r w:rsidRPr="004611CF">
              <w:t>ObjectIdentifier</w:t>
            </w:r>
            <w:proofErr w:type="spellEnd"/>
            <w:r w:rsidRPr="004611CF">
              <w:t>: 64464</w:t>
            </w:r>
            <w:r w:rsidRPr="004611CF">
              <w:br/>
            </w:r>
            <w:proofErr w:type="spellStart"/>
            <w:r w:rsidRPr="004611CF">
              <w:t>VersionIdentifier</w:t>
            </w:r>
            <w:proofErr w:type="spellEnd"/>
            <w:r w:rsidRPr="004611CF">
              <w:t>: 1</w:t>
            </w:r>
          </w:p>
        </w:tc>
      </w:tr>
      <w:tr w:rsidR="003378C9" w:rsidRPr="004611CF" w14:paraId="4C5323CE"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674F2271" w14:textId="77777777" w:rsidR="003378C9" w:rsidRPr="004611CF" w:rsidRDefault="003378C9" w:rsidP="00997E64">
            <w:pPr>
              <w:spacing w:after="0" w:line="240" w:lineRule="auto"/>
            </w:pPr>
            <w:r w:rsidRPr="004611CF">
              <w:t>Predecessor</w:t>
            </w:r>
          </w:p>
        </w:tc>
        <w:tc>
          <w:tcPr>
            <w:tcW w:w="5954" w:type="dxa"/>
            <w:tcBorders>
              <w:top w:val="single" w:sz="4" w:space="0" w:color="auto"/>
              <w:left w:val="single" w:sz="4" w:space="0" w:color="auto"/>
              <w:bottom w:val="single" w:sz="4" w:space="0" w:color="auto"/>
              <w:right w:val="single" w:sz="4" w:space="0" w:color="auto"/>
            </w:tcBorders>
            <w:hideMark/>
          </w:tcPr>
          <w:p w14:paraId="61E94043" w14:textId="77777777" w:rsidR="003378C9" w:rsidRPr="004611CF" w:rsidRDefault="003378C9" w:rsidP="00997E64">
            <w:pPr>
              <w:spacing w:after="0" w:line="240" w:lineRule="auto"/>
            </w:pPr>
            <w:r w:rsidRPr="004611CF">
              <w:t>Namespace: https://databrussels.be/id/streetname</w:t>
            </w:r>
            <w:r w:rsidRPr="004611CF">
              <w:br/>
            </w:r>
            <w:proofErr w:type="spellStart"/>
            <w:r w:rsidRPr="004611CF">
              <w:t>ObjectIdentifier</w:t>
            </w:r>
            <w:proofErr w:type="spellEnd"/>
            <w:r w:rsidRPr="004611CF">
              <w:t>: 64465</w:t>
            </w:r>
            <w:r w:rsidRPr="004611CF">
              <w:br/>
            </w:r>
            <w:proofErr w:type="spellStart"/>
            <w:r w:rsidRPr="004611CF">
              <w:t>VersionIdentifier</w:t>
            </w:r>
            <w:proofErr w:type="spellEnd"/>
            <w:r w:rsidRPr="004611CF">
              <w:t>: 1</w:t>
            </w:r>
          </w:p>
        </w:tc>
      </w:tr>
      <w:tr w:rsidR="003378C9" w:rsidRPr="004611CF" w14:paraId="317D4F7C"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2C916B08" w14:textId="77777777" w:rsidR="003378C9" w:rsidRPr="004611CF" w:rsidRDefault="003378C9" w:rsidP="00997E64">
            <w:pPr>
              <w:spacing w:after="0" w:line="240" w:lineRule="auto"/>
            </w:pPr>
            <w:r w:rsidRPr="004611CF">
              <w:t>Successor</w:t>
            </w:r>
          </w:p>
        </w:tc>
        <w:tc>
          <w:tcPr>
            <w:tcW w:w="5954" w:type="dxa"/>
            <w:tcBorders>
              <w:top w:val="single" w:sz="4" w:space="0" w:color="auto"/>
              <w:left w:val="single" w:sz="4" w:space="0" w:color="auto"/>
              <w:bottom w:val="single" w:sz="4" w:space="0" w:color="auto"/>
              <w:right w:val="single" w:sz="4" w:space="0" w:color="auto"/>
            </w:tcBorders>
            <w:hideMark/>
          </w:tcPr>
          <w:p w14:paraId="61C3D989" w14:textId="77777777" w:rsidR="003378C9" w:rsidRPr="004611CF" w:rsidRDefault="003378C9" w:rsidP="00997E64">
            <w:pPr>
              <w:spacing w:after="0" w:line="240" w:lineRule="auto"/>
            </w:pPr>
            <w:r w:rsidRPr="004611CF">
              <w:t>N/A</w:t>
            </w:r>
          </w:p>
        </w:tc>
      </w:tr>
    </w:tbl>
    <w:p w14:paraId="2F5F2569" w14:textId="77777777" w:rsidR="003378C9" w:rsidRPr="004611CF" w:rsidRDefault="003378C9" w:rsidP="003378C9">
      <w:pPr>
        <w:rPr>
          <w:sz w:val="22"/>
          <w:szCs w:val="22"/>
        </w:rPr>
      </w:pPr>
    </w:p>
    <w:p w14:paraId="39D52FF7" w14:textId="77777777" w:rsidR="003378C9" w:rsidRPr="004611CF" w:rsidRDefault="003378C9" w:rsidP="003378C9">
      <w:pPr>
        <w:pStyle w:val="Heading4"/>
      </w:pPr>
      <w:r w:rsidRPr="004611CF">
        <w:lastRenderedPageBreak/>
        <w:t>Example 15 (2/3) - [UPDATE] Street name</w:t>
      </w:r>
    </w:p>
    <w:tbl>
      <w:tblPr>
        <w:tblStyle w:val="TableGrid"/>
        <w:tblW w:w="0" w:type="auto"/>
        <w:tblLook w:val="04A0" w:firstRow="1" w:lastRow="0" w:firstColumn="1" w:lastColumn="0" w:noHBand="0" w:noVBand="1"/>
      </w:tblPr>
      <w:tblGrid>
        <w:gridCol w:w="2263"/>
        <w:gridCol w:w="5954"/>
      </w:tblGrid>
      <w:tr w:rsidR="003378C9" w:rsidRPr="004611CF" w14:paraId="0B6150C3" w14:textId="77777777" w:rsidTr="00997E64">
        <w:trPr>
          <w:trHeight w:val="319"/>
        </w:trPr>
        <w:tc>
          <w:tcPr>
            <w:tcW w:w="2263" w:type="dxa"/>
            <w:tcBorders>
              <w:top w:val="single" w:sz="4" w:space="0" w:color="auto"/>
              <w:left w:val="single" w:sz="4" w:space="0" w:color="auto"/>
              <w:bottom w:val="single" w:sz="4" w:space="0" w:color="auto"/>
              <w:right w:val="single" w:sz="4" w:space="0" w:color="auto"/>
            </w:tcBorders>
            <w:hideMark/>
          </w:tcPr>
          <w:p w14:paraId="429DF690" w14:textId="77777777" w:rsidR="003378C9" w:rsidRPr="004611CF" w:rsidRDefault="003378C9" w:rsidP="00997E64">
            <w:pPr>
              <w:spacing w:after="0" w:line="240" w:lineRule="auto"/>
            </w:pPr>
            <w:r w:rsidRPr="004611CF">
              <w:t>Namespace</w:t>
            </w:r>
          </w:p>
        </w:tc>
        <w:tc>
          <w:tcPr>
            <w:tcW w:w="5954" w:type="dxa"/>
            <w:tcBorders>
              <w:top w:val="single" w:sz="4" w:space="0" w:color="auto"/>
              <w:left w:val="single" w:sz="4" w:space="0" w:color="auto"/>
              <w:bottom w:val="single" w:sz="4" w:space="0" w:color="auto"/>
              <w:right w:val="single" w:sz="4" w:space="0" w:color="auto"/>
            </w:tcBorders>
            <w:hideMark/>
          </w:tcPr>
          <w:p w14:paraId="4108D85D" w14:textId="77777777" w:rsidR="003378C9" w:rsidRPr="004611CF" w:rsidRDefault="003378C9" w:rsidP="00997E64">
            <w:pPr>
              <w:spacing w:after="0" w:line="240" w:lineRule="auto"/>
            </w:pPr>
            <w:r w:rsidRPr="004611CF">
              <w:t>https://databrussels.be/id/streetname</w:t>
            </w:r>
          </w:p>
        </w:tc>
      </w:tr>
      <w:tr w:rsidR="003378C9" w:rsidRPr="004611CF" w14:paraId="3B6FCCAF"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2F640EAD" w14:textId="77777777" w:rsidR="003378C9" w:rsidRPr="004611CF" w:rsidRDefault="003378C9" w:rsidP="00997E64">
            <w:pPr>
              <w:spacing w:after="0" w:line="240" w:lineRule="auto"/>
            </w:pPr>
            <w:r w:rsidRPr="004611CF">
              <w:t>Object identifier</w:t>
            </w:r>
          </w:p>
        </w:tc>
        <w:tc>
          <w:tcPr>
            <w:tcW w:w="5954" w:type="dxa"/>
            <w:tcBorders>
              <w:top w:val="single" w:sz="4" w:space="0" w:color="auto"/>
              <w:left w:val="single" w:sz="4" w:space="0" w:color="auto"/>
              <w:bottom w:val="single" w:sz="4" w:space="0" w:color="auto"/>
              <w:right w:val="single" w:sz="4" w:space="0" w:color="auto"/>
            </w:tcBorders>
            <w:hideMark/>
          </w:tcPr>
          <w:p w14:paraId="2C93C16A" w14:textId="77777777" w:rsidR="003378C9" w:rsidRPr="004611CF" w:rsidRDefault="003378C9" w:rsidP="00997E64">
            <w:pPr>
              <w:spacing w:after="0" w:line="240" w:lineRule="auto"/>
            </w:pPr>
            <w:r w:rsidRPr="004611CF">
              <w:t>64464</w:t>
            </w:r>
          </w:p>
        </w:tc>
      </w:tr>
      <w:tr w:rsidR="003378C9" w:rsidRPr="004611CF" w14:paraId="04241013"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4B0C32DC" w14:textId="77777777" w:rsidR="003378C9" w:rsidRPr="004611CF" w:rsidRDefault="003378C9" w:rsidP="00997E64">
            <w:pPr>
              <w:spacing w:after="0" w:line="240" w:lineRule="auto"/>
            </w:pPr>
            <w:r w:rsidRPr="004611CF">
              <w:t>Version Identifier</w:t>
            </w:r>
          </w:p>
        </w:tc>
        <w:tc>
          <w:tcPr>
            <w:tcW w:w="5954" w:type="dxa"/>
            <w:tcBorders>
              <w:top w:val="single" w:sz="4" w:space="0" w:color="auto"/>
              <w:left w:val="single" w:sz="4" w:space="0" w:color="auto"/>
              <w:bottom w:val="single" w:sz="4" w:space="0" w:color="auto"/>
              <w:right w:val="single" w:sz="4" w:space="0" w:color="auto"/>
            </w:tcBorders>
            <w:hideMark/>
          </w:tcPr>
          <w:p w14:paraId="2E08013B" w14:textId="77777777" w:rsidR="003378C9" w:rsidRPr="004611CF" w:rsidRDefault="003378C9" w:rsidP="00997E64">
            <w:pPr>
              <w:spacing w:after="0" w:line="240" w:lineRule="auto"/>
            </w:pPr>
            <w:r w:rsidRPr="004611CF">
              <w:t>1</w:t>
            </w:r>
          </w:p>
        </w:tc>
      </w:tr>
      <w:tr w:rsidR="003378C9" w:rsidRPr="004611CF" w14:paraId="70E1B7E8"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768961FF" w14:textId="77777777" w:rsidR="003378C9" w:rsidRPr="004611CF" w:rsidRDefault="003378C9" w:rsidP="00997E64">
            <w:pPr>
              <w:spacing w:after="0" w:line="240" w:lineRule="auto"/>
            </w:pPr>
            <w:r w:rsidRPr="004611CF">
              <w:t xml:space="preserve">Spelling </w:t>
            </w:r>
            <w:proofErr w:type="spellStart"/>
            <w:r w:rsidRPr="004611CF">
              <w:t>nl</w:t>
            </w:r>
            <w:proofErr w:type="spellEnd"/>
          </w:p>
        </w:tc>
        <w:tc>
          <w:tcPr>
            <w:tcW w:w="5954" w:type="dxa"/>
            <w:tcBorders>
              <w:top w:val="single" w:sz="4" w:space="0" w:color="auto"/>
              <w:left w:val="single" w:sz="4" w:space="0" w:color="auto"/>
              <w:bottom w:val="single" w:sz="4" w:space="0" w:color="auto"/>
              <w:right w:val="single" w:sz="4" w:space="0" w:color="auto"/>
            </w:tcBorders>
            <w:hideMark/>
          </w:tcPr>
          <w:p w14:paraId="0F815D37" w14:textId="77777777" w:rsidR="003378C9" w:rsidRPr="004611CF" w:rsidRDefault="003378C9" w:rsidP="00997E64">
            <w:pPr>
              <w:spacing w:after="0" w:line="240" w:lineRule="auto"/>
            </w:pPr>
            <w:r w:rsidRPr="004611CF">
              <w:t xml:space="preserve">Split (B) </w:t>
            </w:r>
            <w:proofErr w:type="spellStart"/>
            <w:r w:rsidRPr="004611CF">
              <w:t>straat</w:t>
            </w:r>
            <w:proofErr w:type="spellEnd"/>
          </w:p>
        </w:tc>
      </w:tr>
      <w:tr w:rsidR="003378C9" w:rsidRPr="004611CF" w14:paraId="1E8DA0FE"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1E593093" w14:textId="77777777" w:rsidR="003378C9" w:rsidRPr="004611CF" w:rsidRDefault="003378C9" w:rsidP="00997E64">
            <w:pPr>
              <w:spacing w:after="0" w:line="240" w:lineRule="auto"/>
            </w:pPr>
            <w:r w:rsidRPr="004611CF">
              <w:t>Assigned by municipality</w:t>
            </w:r>
          </w:p>
        </w:tc>
        <w:tc>
          <w:tcPr>
            <w:tcW w:w="5954" w:type="dxa"/>
            <w:tcBorders>
              <w:top w:val="single" w:sz="4" w:space="0" w:color="auto"/>
              <w:left w:val="single" w:sz="4" w:space="0" w:color="auto"/>
              <w:bottom w:val="single" w:sz="4" w:space="0" w:color="auto"/>
              <w:right w:val="single" w:sz="4" w:space="0" w:color="auto"/>
            </w:tcBorders>
            <w:hideMark/>
          </w:tcPr>
          <w:p w14:paraId="5EA94374" w14:textId="77777777" w:rsidR="003378C9" w:rsidRPr="004611CF" w:rsidRDefault="003378C9" w:rsidP="00997E64">
            <w:pPr>
              <w:spacing w:after="0" w:line="240" w:lineRule="auto"/>
            </w:pPr>
            <w:r w:rsidRPr="004611CF">
              <w:t>Namespace: https://databrussels.be/id/municipality</w:t>
            </w:r>
            <w:r w:rsidRPr="004611CF">
              <w:br/>
            </w:r>
            <w:proofErr w:type="spellStart"/>
            <w:r w:rsidRPr="004611CF">
              <w:t>ObjectIdentifier</w:t>
            </w:r>
            <w:proofErr w:type="spellEnd"/>
            <w:r w:rsidRPr="004611CF">
              <w:t>: 21013</w:t>
            </w:r>
            <w:r w:rsidRPr="004611CF">
              <w:br/>
            </w:r>
            <w:proofErr w:type="spellStart"/>
            <w:r w:rsidRPr="004611CF">
              <w:t>VersionIdentifier</w:t>
            </w:r>
            <w:proofErr w:type="spellEnd"/>
            <w:r w:rsidRPr="004611CF">
              <w:t>: 1</w:t>
            </w:r>
          </w:p>
        </w:tc>
      </w:tr>
      <w:tr w:rsidR="003378C9" w:rsidRPr="004611CF" w14:paraId="5B64C86B"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3A6600AC" w14:textId="77777777" w:rsidR="003378C9" w:rsidRPr="004611CF" w:rsidRDefault="003378C9" w:rsidP="00997E64">
            <w:pPr>
              <w:spacing w:after="0" w:line="240" w:lineRule="auto"/>
            </w:pPr>
            <w:r w:rsidRPr="004611CF">
              <w:t>Status</w:t>
            </w:r>
          </w:p>
        </w:tc>
        <w:tc>
          <w:tcPr>
            <w:tcW w:w="5954" w:type="dxa"/>
            <w:tcBorders>
              <w:top w:val="single" w:sz="4" w:space="0" w:color="auto"/>
              <w:left w:val="single" w:sz="4" w:space="0" w:color="auto"/>
              <w:bottom w:val="single" w:sz="4" w:space="0" w:color="auto"/>
              <w:right w:val="single" w:sz="4" w:space="0" w:color="auto"/>
            </w:tcBorders>
            <w:hideMark/>
          </w:tcPr>
          <w:p w14:paraId="76349C80" w14:textId="77777777" w:rsidR="003378C9" w:rsidRPr="004611CF" w:rsidRDefault="003378C9" w:rsidP="00997E64">
            <w:pPr>
              <w:spacing w:after="0" w:line="240" w:lineRule="auto"/>
            </w:pPr>
            <w:r w:rsidRPr="004611CF">
              <w:t>Current</w:t>
            </w:r>
          </w:p>
        </w:tc>
      </w:tr>
      <w:tr w:rsidR="003378C9" w:rsidRPr="004611CF" w14:paraId="65E81988"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44699CB1" w14:textId="77777777" w:rsidR="003378C9" w:rsidRPr="004611CF" w:rsidRDefault="003378C9" w:rsidP="00997E64">
            <w:pPr>
              <w:spacing w:after="0" w:line="240" w:lineRule="auto"/>
            </w:pPr>
            <w:proofErr w:type="spellStart"/>
            <w:r w:rsidRPr="004611CF">
              <w:t>validFrom</w:t>
            </w:r>
            <w:proofErr w:type="spellEnd"/>
          </w:p>
        </w:tc>
        <w:tc>
          <w:tcPr>
            <w:tcW w:w="5954" w:type="dxa"/>
            <w:tcBorders>
              <w:top w:val="single" w:sz="4" w:space="0" w:color="auto"/>
              <w:left w:val="single" w:sz="4" w:space="0" w:color="auto"/>
              <w:bottom w:val="single" w:sz="4" w:space="0" w:color="auto"/>
              <w:right w:val="single" w:sz="4" w:space="0" w:color="auto"/>
            </w:tcBorders>
            <w:hideMark/>
          </w:tcPr>
          <w:p w14:paraId="22AD1AC1" w14:textId="77777777" w:rsidR="003378C9" w:rsidRPr="004611CF" w:rsidRDefault="003378C9" w:rsidP="00997E64">
            <w:pPr>
              <w:spacing w:after="0" w:line="240" w:lineRule="auto"/>
            </w:pPr>
            <w:r w:rsidRPr="004611CF">
              <w:t>2023-03-02T15:30:07</w:t>
            </w:r>
          </w:p>
        </w:tc>
      </w:tr>
      <w:tr w:rsidR="003378C9" w:rsidRPr="004611CF" w14:paraId="1281C10C"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142851D2" w14:textId="77777777" w:rsidR="003378C9" w:rsidRPr="004611CF" w:rsidRDefault="003378C9" w:rsidP="00997E64">
            <w:pPr>
              <w:spacing w:after="0" w:line="240" w:lineRule="auto"/>
            </w:pPr>
            <w:proofErr w:type="spellStart"/>
            <w:r w:rsidRPr="004611CF">
              <w:t>validTo</w:t>
            </w:r>
            <w:proofErr w:type="spellEnd"/>
          </w:p>
        </w:tc>
        <w:tc>
          <w:tcPr>
            <w:tcW w:w="5954" w:type="dxa"/>
            <w:tcBorders>
              <w:top w:val="single" w:sz="4" w:space="0" w:color="auto"/>
              <w:left w:val="single" w:sz="4" w:space="0" w:color="auto"/>
              <w:bottom w:val="single" w:sz="4" w:space="0" w:color="auto"/>
              <w:right w:val="single" w:sz="4" w:space="0" w:color="auto"/>
            </w:tcBorders>
            <w:hideMark/>
          </w:tcPr>
          <w:p w14:paraId="69D7AFD7" w14:textId="77777777" w:rsidR="003378C9" w:rsidRPr="004611CF" w:rsidRDefault="003378C9" w:rsidP="00997E64">
            <w:pPr>
              <w:spacing w:after="0" w:line="240" w:lineRule="auto"/>
            </w:pPr>
            <w:r w:rsidRPr="004611CF">
              <w:t>2023-03-04T15:30:07</w:t>
            </w:r>
          </w:p>
        </w:tc>
      </w:tr>
      <w:tr w:rsidR="003378C9" w:rsidRPr="004611CF" w14:paraId="1BD2005E"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16D79917" w14:textId="77777777" w:rsidR="003378C9" w:rsidRPr="004611CF" w:rsidRDefault="003378C9" w:rsidP="00997E64">
            <w:pPr>
              <w:spacing w:after="0" w:line="240" w:lineRule="auto"/>
            </w:pPr>
            <w:r w:rsidRPr="004611CF">
              <w:t>Predecessor</w:t>
            </w:r>
          </w:p>
        </w:tc>
        <w:tc>
          <w:tcPr>
            <w:tcW w:w="5954" w:type="dxa"/>
            <w:tcBorders>
              <w:top w:val="single" w:sz="4" w:space="0" w:color="auto"/>
              <w:left w:val="single" w:sz="4" w:space="0" w:color="auto"/>
              <w:bottom w:val="single" w:sz="4" w:space="0" w:color="auto"/>
              <w:right w:val="single" w:sz="4" w:space="0" w:color="auto"/>
            </w:tcBorders>
            <w:hideMark/>
          </w:tcPr>
          <w:p w14:paraId="6818D5E1" w14:textId="77777777" w:rsidR="003378C9" w:rsidRPr="004611CF" w:rsidRDefault="003378C9" w:rsidP="00997E64">
            <w:pPr>
              <w:spacing w:after="0" w:line="240" w:lineRule="auto"/>
            </w:pPr>
            <w:r w:rsidRPr="004611CF">
              <w:t>N/A</w:t>
            </w:r>
          </w:p>
        </w:tc>
      </w:tr>
      <w:tr w:rsidR="003378C9" w:rsidRPr="004611CF" w14:paraId="25A03DCD"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6264D1A4" w14:textId="77777777" w:rsidR="003378C9" w:rsidRPr="004611CF" w:rsidRDefault="003378C9" w:rsidP="00997E64">
            <w:pPr>
              <w:spacing w:after="0" w:line="240" w:lineRule="auto"/>
            </w:pPr>
            <w:r w:rsidRPr="004611CF">
              <w:t>Successor</w:t>
            </w:r>
          </w:p>
        </w:tc>
        <w:tc>
          <w:tcPr>
            <w:tcW w:w="5954" w:type="dxa"/>
            <w:tcBorders>
              <w:top w:val="single" w:sz="4" w:space="0" w:color="auto"/>
              <w:left w:val="single" w:sz="4" w:space="0" w:color="auto"/>
              <w:bottom w:val="single" w:sz="4" w:space="0" w:color="auto"/>
              <w:right w:val="single" w:sz="4" w:space="0" w:color="auto"/>
            </w:tcBorders>
            <w:hideMark/>
          </w:tcPr>
          <w:p w14:paraId="50CB62F5" w14:textId="77777777" w:rsidR="003378C9" w:rsidRPr="004611CF" w:rsidRDefault="003378C9" w:rsidP="00997E64">
            <w:pPr>
              <w:spacing w:after="0" w:line="240" w:lineRule="auto"/>
            </w:pPr>
            <w:r w:rsidRPr="004611CF">
              <w:t>Namespace: https://databrussels.be/id/streetname</w:t>
            </w:r>
            <w:r w:rsidRPr="004611CF">
              <w:br/>
            </w:r>
            <w:proofErr w:type="spellStart"/>
            <w:r w:rsidRPr="004611CF">
              <w:t>ObjectIdentifier</w:t>
            </w:r>
            <w:proofErr w:type="spellEnd"/>
            <w:r w:rsidRPr="004611CF">
              <w:t>: 23432</w:t>
            </w:r>
            <w:r w:rsidRPr="004611CF">
              <w:br/>
            </w:r>
            <w:proofErr w:type="spellStart"/>
            <w:r w:rsidRPr="004611CF">
              <w:t>VersionIdentifier</w:t>
            </w:r>
            <w:proofErr w:type="spellEnd"/>
            <w:r w:rsidRPr="004611CF">
              <w:t>: 1</w:t>
            </w:r>
          </w:p>
        </w:tc>
      </w:tr>
    </w:tbl>
    <w:p w14:paraId="0F6FB16D" w14:textId="77777777" w:rsidR="003378C9" w:rsidRPr="004611CF" w:rsidRDefault="003378C9" w:rsidP="003378C9">
      <w:pPr>
        <w:rPr>
          <w:sz w:val="22"/>
          <w:szCs w:val="22"/>
        </w:rPr>
      </w:pPr>
    </w:p>
    <w:p w14:paraId="4AF64ECE" w14:textId="77777777" w:rsidR="003378C9" w:rsidRPr="004611CF" w:rsidRDefault="003378C9" w:rsidP="003378C9">
      <w:pPr>
        <w:pStyle w:val="Heading4"/>
      </w:pPr>
      <w:r w:rsidRPr="004611CF">
        <w:t>Example 15 (3/3) - [UPDATE] Street name</w:t>
      </w:r>
    </w:p>
    <w:tbl>
      <w:tblPr>
        <w:tblStyle w:val="TableGrid"/>
        <w:tblW w:w="0" w:type="auto"/>
        <w:tblLook w:val="04A0" w:firstRow="1" w:lastRow="0" w:firstColumn="1" w:lastColumn="0" w:noHBand="0" w:noVBand="1"/>
      </w:tblPr>
      <w:tblGrid>
        <w:gridCol w:w="2263"/>
        <w:gridCol w:w="5954"/>
      </w:tblGrid>
      <w:tr w:rsidR="003378C9" w:rsidRPr="004611CF" w14:paraId="55FA5E4D" w14:textId="77777777" w:rsidTr="00997E64">
        <w:trPr>
          <w:trHeight w:val="319"/>
        </w:trPr>
        <w:tc>
          <w:tcPr>
            <w:tcW w:w="2263" w:type="dxa"/>
            <w:tcBorders>
              <w:top w:val="single" w:sz="4" w:space="0" w:color="auto"/>
              <w:left w:val="single" w:sz="4" w:space="0" w:color="auto"/>
              <w:bottom w:val="single" w:sz="4" w:space="0" w:color="auto"/>
              <w:right w:val="single" w:sz="4" w:space="0" w:color="auto"/>
            </w:tcBorders>
            <w:hideMark/>
          </w:tcPr>
          <w:p w14:paraId="663A151E" w14:textId="77777777" w:rsidR="003378C9" w:rsidRPr="004611CF" w:rsidRDefault="003378C9" w:rsidP="00997E64">
            <w:pPr>
              <w:spacing w:after="0" w:line="240" w:lineRule="auto"/>
            </w:pPr>
            <w:r w:rsidRPr="004611CF">
              <w:t>Namespace</w:t>
            </w:r>
          </w:p>
        </w:tc>
        <w:tc>
          <w:tcPr>
            <w:tcW w:w="5954" w:type="dxa"/>
            <w:tcBorders>
              <w:top w:val="single" w:sz="4" w:space="0" w:color="auto"/>
              <w:left w:val="single" w:sz="4" w:space="0" w:color="auto"/>
              <w:bottom w:val="single" w:sz="4" w:space="0" w:color="auto"/>
              <w:right w:val="single" w:sz="4" w:space="0" w:color="auto"/>
            </w:tcBorders>
            <w:hideMark/>
          </w:tcPr>
          <w:p w14:paraId="5D490965" w14:textId="77777777" w:rsidR="003378C9" w:rsidRPr="004611CF" w:rsidRDefault="003378C9" w:rsidP="00997E64">
            <w:pPr>
              <w:spacing w:after="0" w:line="240" w:lineRule="auto"/>
            </w:pPr>
            <w:r w:rsidRPr="004611CF">
              <w:t>https://databrussels.be/id/streetname</w:t>
            </w:r>
          </w:p>
        </w:tc>
      </w:tr>
      <w:tr w:rsidR="003378C9" w:rsidRPr="004611CF" w14:paraId="5CD3111E"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01009E6C" w14:textId="77777777" w:rsidR="003378C9" w:rsidRPr="004611CF" w:rsidRDefault="003378C9" w:rsidP="00997E64">
            <w:pPr>
              <w:spacing w:after="0" w:line="240" w:lineRule="auto"/>
            </w:pPr>
            <w:r w:rsidRPr="004611CF">
              <w:t>Object identifier</w:t>
            </w:r>
          </w:p>
        </w:tc>
        <w:tc>
          <w:tcPr>
            <w:tcW w:w="5954" w:type="dxa"/>
            <w:tcBorders>
              <w:top w:val="single" w:sz="4" w:space="0" w:color="auto"/>
              <w:left w:val="single" w:sz="4" w:space="0" w:color="auto"/>
              <w:bottom w:val="single" w:sz="4" w:space="0" w:color="auto"/>
              <w:right w:val="single" w:sz="4" w:space="0" w:color="auto"/>
            </w:tcBorders>
            <w:hideMark/>
          </w:tcPr>
          <w:p w14:paraId="0FCA3EAC" w14:textId="77777777" w:rsidR="003378C9" w:rsidRPr="004611CF" w:rsidRDefault="003378C9" w:rsidP="00997E64">
            <w:pPr>
              <w:spacing w:after="0" w:line="240" w:lineRule="auto"/>
            </w:pPr>
            <w:r w:rsidRPr="004611CF">
              <w:t>64465</w:t>
            </w:r>
          </w:p>
        </w:tc>
      </w:tr>
      <w:tr w:rsidR="003378C9" w:rsidRPr="004611CF" w14:paraId="108417FE"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28449FED" w14:textId="77777777" w:rsidR="003378C9" w:rsidRPr="004611CF" w:rsidRDefault="003378C9" w:rsidP="00997E64">
            <w:pPr>
              <w:spacing w:after="0" w:line="240" w:lineRule="auto"/>
            </w:pPr>
            <w:r w:rsidRPr="004611CF">
              <w:t>Version Identifier</w:t>
            </w:r>
          </w:p>
        </w:tc>
        <w:tc>
          <w:tcPr>
            <w:tcW w:w="5954" w:type="dxa"/>
            <w:tcBorders>
              <w:top w:val="single" w:sz="4" w:space="0" w:color="auto"/>
              <w:left w:val="single" w:sz="4" w:space="0" w:color="auto"/>
              <w:bottom w:val="single" w:sz="4" w:space="0" w:color="auto"/>
              <w:right w:val="single" w:sz="4" w:space="0" w:color="auto"/>
            </w:tcBorders>
            <w:hideMark/>
          </w:tcPr>
          <w:p w14:paraId="6BB8182B" w14:textId="77777777" w:rsidR="003378C9" w:rsidRPr="004611CF" w:rsidRDefault="003378C9" w:rsidP="00997E64">
            <w:pPr>
              <w:spacing w:after="0" w:line="240" w:lineRule="auto"/>
            </w:pPr>
            <w:r w:rsidRPr="004611CF">
              <w:t>1</w:t>
            </w:r>
          </w:p>
        </w:tc>
      </w:tr>
      <w:tr w:rsidR="003378C9" w:rsidRPr="004611CF" w14:paraId="23ABBE5B"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3699342E" w14:textId="77777777" w:rsidR="003378C9" w:rsidRPr="004611CF" w:rsidRDefault="003378C9" w:rsidP="00997E64">
            <w:pPr>
              <w:spacing w:after="0" w:line="240" w:lineRule="auto"/>
            </w:pPr>
            <w:r w:rsidRPr="004611CF">
              <w:t xml:space="preserve">Spelling </w:t>
            </w:r>
            <w:proofErr w:type="spellStart"/>
            <w:r w:rsidRPr="004611CF">
              <w:t>nl</w:t>
            </w:r>
            <w:proofErr w:type="spellEnd"/>
          </w:p>
        </w:tc>
        <w:tc>
          <w:tcPr>
            <w:tcW w:w="5954" w:type="dxa"/>
            <w:tcBorders>
              <w:top w:val="single" w:sz="4" w:space="0" w:color="auto"/>
              <w:left w:val="single" w:sz="4" w:space="0" w:color="auto"/>
              <w:bottom w:val="single" w:sz="4" w:space="0" w:color="auto"/>
              <w:right w:val="single" w:sz="4" w:space="0" w:color="auto"/>
            </w:tcBorders>
            <w:hideMark/>
          </w:tcPr>
          <w:p w14:paraId="2E739870" w14:textId="77777777" w:rsidR="003378C9" w:rsidRPr="004611CF" w:rsidRDefault="003378C9" w:rsidP="00997E64">
            <w:pPr>
              <w:spacing w:after="0" w:line="240" w:lineRule="auto"/>
            </w:pPr>
            <w:r w:rsidRPr="004611CF">
              <w:t xml:space="preserve">Split (C) </w:t>
            </w:r>
            <w:proofErr w:type="spellStart"/>
            <w:r w:rsidRPr="004611CF">
              <w:t>straat</w:t>
            </w:r>
            <w:proofErr w:type="spellEnd"/>
          </w:p>
        </w:tc>
      </w:tr>
      <w:tr w:rsidR="003378C9" w:rsidRPr="004611CF" w14:paraId="64712BFF"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0EB26F58" w14:textId="77777777" w:rsidR="003378C9" w:rsidRPr="004611CF" w:rsidRDefault="003378C9" w:rsidP="00997E64">
            <w:pPr>
              <w:spacing w:after="0" w:line="240" w:lineRule="auto"/>
            </w:pPr>
            <w:r w:rsidRPr="004611CF">
              <w:t>Assigned by municipality</w:t>
            </w:r>
          </w:p>
        </w:tc>
        <w:tc>
          <w:tcPr>
            <w:tcW w:w="5954" w:type="dxa"/>
            <w:tcBorders>
              <w:top w:val="single" w:sz="4" w:space="0" w:color="auto"/>
              <w:left w:val="single" w:sz="4" w:space="0" w:color="auto"/>
              <w:bottom w:val="single" w:sz="4" w:space="0" w:color="auto"/>
              <w:right w:val="single" w:sz="4" w:space="0" w:color="auto"/>
            </w:tcBorders>
            <w:hideMark/>
          </w:tcPr>
          <w:p w14:paraId="6E6644FA" w14:textId="77777777" w:rsidR="003378C9" w:rsidRPr="004611CF" w:rsidRDefault="003378C9" w:rsidP="00997E64">
            <w:pPr>
              <w:spacing w:after="0" w:line="240" w:lineRule="auto"/>
            </w:pPr>
            <w:r w:rsidRPr="004611CF">
              <w:t>Namespace: https://databrussels.be/id/municipality</w:t>
            </w:r>
            <w:r w:rsidRPr="004611CF">
              <w:br/>
            </w:r>
            <w:proofErr w:type="spellStart"/>
            <w:r w:rsidRPr="004611CF">
              <w:t>ObjectIdentifier</w:t>
            </w:r>
            <w:proofErr w:type="spellEnd"/>
            <w:r w:rsidRPr="004611CF">
              <w:t>: 21013</w:t>
            </w:r>
            <w:r w:rsidRPr="004611CF">
              <w:br/>
            </w:r>
            <w:proofErr w:type="spellStart"/>
            <w:r w:rsidRPr="004611CF">
              <w:t>VersionIdentifier</w:t>
            </w:r>
            <w:proofErr w:type="spellEnd"/>
            <w:r w:rsidRPr="004611CF">
              <w:t>: 1</w:t>
            </w:r>
          </w:p>
        </w:tc>
      </w:tr>
      <w:tr w:rsidR="003378C9" w:rsidRPr="004611CF" w14:paraId="1ED1D55B"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64B1B52B" w14:textId="77777777" w:rsidR="003378C9" w:rsidRPr="004611CF" w:rsidRDefault="003378C9" w:rsidP="00997E64">
            <w:pPr>
              <w:spacing w:after="0" w:line="240" w:lineRule="auto"/>
            </w:pPr>
            <w:r w:rsidRPr="004611CF">
              <w:t>Status</w:t>
            </w:r>
          </w:p>
        </w:tc>
        <w:tc>
          <w:tcPr>
            <w:tcW w:w="5954" w:type="dxa"/>
            <w:tcBorders>
              <w:top w:val="single" w:sz="4" w:space="0" w:color="auto"/>
              <w:left w:val="single" w:sz="4" w:space="0" w:color="auto"/>
              <w:bottom w:val="single" w:sz="4" w:space="0" w:color="auto"/>
              <w:right w:val="single" w:sz="4" w:space="0" w:color="auto"/>
            </w:tcBorders>
            <w:hideMark/>
          </w:tcPr>
          <w:p w14:paraId="1080232B" w14:textId="77777777" w:rsidR="003378C9" w:rsidRPr="004611CF" w:rsidRDefault="003378C9" w:rsidP="00997E64">
            <w:pPr>
              <w:spacing w:after="0" w:line="240" w:lineRule="auto"/>
            </w:pPr>
            <w:r w:rsidRPr="004611CF">
              <w:t>Current</w:t>
            </w:r>
          </w:p>
        </w:tc>
      </w:tr>
      <w:tr w:rsidR="003378C9" w:rsidRPr="004611CF" w14:paraId="5000DDEA"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72F2C864" w14:textId="77777777" w:rsidR="003378C9" w:rsidRPr="004611CF" w:rsidRDefault="003378C9" w:rsidP="00997E64">
            <w:pPr>
              <w:spacing w:after="0" w:line="240" w:lineRule="auto"/>
            </w:pPr>
            <w:proofErr w:type="spellStart"/>
            <w:r w:rsidRPr="004611CF">
              <w:t>validFrom</w:t>
            </w:r>
            <w:proofErr w:type="spellEnd"/>
          </w:p>
        </w:tc>
        <w:tc>
          <w:tcPr>
            <w:tcW w:w="5954" w:type="dxa"/>
            <w:tcBorders>
              <w:top w:val="single" w:sz="4" w:space="0" w:color="auto"/>
              <w:left w:val="single" w:sz="4" w:space="0" w:color="auto"/>
              <w:bottom w:val="single" w:sz="4" w:space="0" w:color="auto"/>
              <w:right w:val="single" w:sz="4" w:space="0" w:color="auto"/>
            </w:tcBorders>
            <w:hideMark/>
          </w:tcPr>
          <w:p w14:paraId="66FE9757" w14:textId="77777777" w:rsidR="003378C9" w:rsidRPr="004611CF" w:rsidRDefault="003378C9" w:rsidP="00997E64">
            <w:pPr>
              <w:spacing w:after="0" w:line="240" w:lineRule="auto"/>
            </w:pPr>
            <w:r w:rsidRPr="004611CF">
              <w:t>2023-03-02T15:30:07</w:t>
            </w:r>
          </w:p>
        </w:tc>
      </w:tr>
      <w:tr w:rsidR="003378C9" w:rsidRPr="004611CF" w14:paraId="342398FD"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4C4E36C5" w14:textId="77777777" w:rsidR="003378C9" w:rsidRPr="004611CF" w:rsidRDefault="003378C9" w:rsidP="00997E64">
            <w:pPr>
              <w:spacing w:after="0" w:line="240" w:lineRule="auto"/>
            </w:pPr>
            <w:proofErr w:type="spellStart"/>
            <w:r w:rsidRPr="004611CF">
              <w:t>validTo</w:t>
            </w:r>
            <w:proofErr w:type="spellEnd"/>
          </w:p>
        </w:tc>
        <w:tc>
          <w:tcPr>
            <w:tcW w:w="5954" w:type="dxa"/>
            <w:tcBorders>
              <w:top w:val="single" w:sz="4" w:space="0" w:color="auto"/>
              <w:left w:val="single" w:sz="4" w:space="0" w:color="auto"/>
              <w:bottom w:val="single" w:sz="4" w:space="0" w:color="auto"/>
              <w:right w:val="single" w:sz="4" w:space="0" w:color="auto"/>
            </w:tcBorders>
            <w:hideMark/>
          </w:tcPr>
          <w:p w14:paraId="6F97F875" w14:textId="77777777" w:rsidR="003378C9" w:rsidRPr="004611CF" w:rsidRDefault="003378C9" w:rsidP="00997E64">
            <w:pPr>
              <w:spacing w:after="0" w:line="240" w:lineRule="auto"/>
            </w:pPr>
            <w:r w:rsidRPr="004611CF">
              <w:t>2023-03-04T15:30:07</w:t>
            </w:r>
          </w:p>
        </w:tc>
      </w:tr>
      <w:tr w:rsidR="003378C9" w:rsidRPr="004611CF" w14:paraId="4DE78240"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54B0FEBF" w14:textId="77777777" w:rsidR="003378C9" w:rsidRPr="004611CF" w:rsidRDefault="003378C9" w:rsidP="00997E64">
            <w:pPr>
              <w:spacing w:after="0" w:line="240" w:lineRule="auto"/>
            </w:pPr>
            <w:r w:rsidRPr="004611CF">
              <w:t>Predecessor</w:t>
            </w:r>
          </w:p>
        </w:tc>
        <w:tc>
          <w:tcPr>
            <w:tcW w:w="5954" w:type="dxa"/>
            <w:tcBorders>
              <w:top w:val="single" w:sz="4" w:space="0" w:color="auto"/>
              <w:left w:val="single" w:sz="4" w:space="0" w:color="auto"/>
              <w:bottom w:val="single" w:sz="4" w:space="0" w:color="auto"/>
              <w:right w:val="single" w:sz="4" w:space="0" w:color="auto"/>
            </w:tcBorders>
            <w:hideMark/>
          </w:tcPr>
          <w:p w14:paraId="2529C140" w14:textId="77777777" w:rsidR="003378C9" w:rsidRPr="004611CF" w:rsidRDefault="003378C9" w:rsidP="00997E64">
            <w:pPr>
              <w:spacing w:after="0" w:line="240" w:lineRule="auto"/>
            </w:pPr>
            <w:r w:rsidRPr="004611CF">
              <w:t>N/A</w:t>
            </w:r>
          </w:p>
        </w:tc>
      </w:tr>
      <w:tr w:rsidR="003378C9" w:rsidRPr="004611CF" w14:paraId="6A907A03" w14:textId="77777777" w:rsidTr="00997E64">
        <w:tc>
          <w:tcPr>
            <w:tcW w:w="2263" w:type="dxa"/>
            <w:tcBorders>
              <w:top w:val="single" w:sz="4" w:space="0" w:color="auto"/>
              <w:left w:val="single" w:sz="4" w:space="0" w:color="auto"/>
              <w:bottom w:val="single" w:sz="4" w:space="0" w:color="auto"/>
              <w:right w:val="single" w:sz="4" w:space="0" w:color="auto"/>
            </w:tcBorders>
            <w:hideMark/>
          </w:tcPr>
          <w:p w14:paraId="457CAE76" w14:textId="77777777" w:rsidR="003378C9" w:rsidRPr="004611CF" w:rsidRDefault="003378C9" w:rsidP="00997E64">
            <w:pPr>
              <w:spacing w:after="0" w:line="240" w:lineRule="auto"/>
            </w:pPr>
            <w:r w:rsidRPr="004611CF">
              <w:lastRenderedPageBreak/>
              <w:t>Successor</w:t>
            </w:r>
          </w:p>
        </w:tc>
        <w:tc>
          <w:tcPr>
            <w:tcW w:w="5954" w:type="dxa"/>
            <w:tcBorders>
              <w:top w:val="single" w:sz="4" w:space="0" w:color="auto"/>
              <w:left w:val="single" w:sz="4" w:space="0" w:color="auto"/>
              <w:bottom w:val="single" w:sz="4" w:space="0" w:color="auto"/>
              <w:right w:val="single" w:sz="4" w:space="0" w:color="auto"/>
            </w:tcBorders>
            <w:hideMark/>
          </w:tcPr>
          <w:p w14:paraId="5B3DBD35" w14:textId="77777777" w:rsidR="003378C9" w:rsidRPr="004611CF" w:rsidRDefault="003378C9" w:rsidP="00997E64">
            <w:pPr>
              <w:spacing w:after="0" w:line="240" w:lineRule="auto"/>
            </w:pPr>
            <w:r w:rsidRPr="004611CF">
              <w:t>Namespace: https://databrussels.be/id/streetname</w:t>
            </w:r>
            <w:r w:rsidRPr="004611CF">
              <w:br/>
            </w:r>
            <w:proofErr w:type="spellStart"/>
            <w:r w:rsidRPr="004611CF">
              <w:t>ObjectIdentifier</w:t>
            </w:r>
            <w:proofErr w:type="spellEnd"/>
            <w:r w:rsidRPr="004611CF">
              <w:t>: 23432</w:t>
            </w:r>
            <w:r w:rsidRPr="004611CF">
              <w:br/>
            </w:r>
            <w:proofErr w:type="spellStart"/>
            <w:r w:rsidRPr="004611CF">
              <w:t>VersionIdentifier</w:t>
            </w:r>
            <w:proofErr w:type="spellEnd"/>
            <w:r w:rsidRPr="004611CF">
              <w:t>: 1</w:t>
            </w:r>
          </w:p>
        </w:tc>
      </w:tr>
    </w:tbl>
    <w:p w14:paraId="43A5A42D" w14:textId="77777777" w:rsidR="003378C9" w:rsidRPr="004611CF" w:rsidRDefault="003378C9" w:rsidP="003378C9"/>
    <w:p w14:paraId="4E7496EB" w14:textId="770B682A" w:rsidR="0027461E" w:rsidRPr="004611CF" w:rsidRDefault="0027461E">
      <w:pPr>
        <w:suppressAutoHyphens w:val="0"/>
        <w:spacing w:after="0" w:line="240" w:lineRule="auto"/>
      </w:pPr>
    </w:p>
    <w:p w14:paraId="20D988E4" w14:textId="77777777" w:rsidR="00C943E8" w:rsidRPr="004611CF" w:rsidRDefault="00C943E8" w:rsidP="00C943E8"/>
    <w:p w14:paraId="32AFAB0F" w14:textId="41F32942" w:rsidR="00C943E8" w:rsidRPr="004611CF" w:rsidRDefault="0027461E" w:rsidP="0027461E">
      <w:pPr>
        <w:pStyle w:val="Heading2"/>
      </w:pPr>
      <w:bookmarkStart w:id="22" w:name="_Toc184897106"/>
      <w:r w:rsidRPr="004611CF">
        <w:t>Examples Wallonia</w:t>
      </w:r>
      <w:bookmarkEnd w:id="22"/>
    </w:p>
    <w:p w14:paraId="44D19A0B" w14:textId="25A0D264" w:rsidR="00924E87" w:rsidRPr="00141F92" w:rsidRDefault="00924E87" w:rsidP="00924E87">
      <w:pPr>
        <w:pStyle w:val="Heading3"/>
      </w:pPr>
      <w:bookmarkStart w:id="23" w:name="_Toc184897107"/>
      <w:r>
        <w:t>Scenario: Creating a new municipality, postal info and part of municipality. [s3-4-5]</w:t>
      </w:r>
      <w:bookmarkEnd w:id="23"/>
    </w:p>
    <w:p w14:paraId="522244A5" w14:textId="0012336D" w:rsidR="00924E87" w:rsidRPr="00924E87" w:rsidRDefault="00924E87" w:rsidP="00924E87">
      <w:pPr>
        <w:pStyle w:val="Heading4"/>
        <w:rPr>
          <w:sz w:val="22"/>
          <w:szCs w:val="28"/>
        </w:rPr>
      </w:pPr>
      <w:r w:rsidRPr="00924E87">
        <w:rPr>
          <w:sz w:val="22"/>
          <w:szCs w:val="28"/>
        </w:rPr>
        <w:t>[</w:t>
      </w:r>
      <w:r w:rsidR="00BC266C">
        <w:rPr>
          <w:sz w:val="22"/>
          <w:szCs w:val="28"/>
        </w:rPr>
        <w:t>Mutation file: BeStAddress_MBelgium20221123.zip</w:t>
      </w:r>
      <w:r w:rsidRPr="00924E87">
        <w:rPr>
          <w:sz w:val="22"/>
          <w:szCs w:val="28"/>
        </w:rPr>
        <w:t xml:space="preserve">] </w:t>
      </w:r>
      <w:r w:rsidRPr="00924E87">
        <w:rPr>
          <w:sz w:val="22"/>
          <w:szCs w:val="28"/>
        </w:rPr>
        <w:br/>
        <w:t xml:space="preserve">Example file: Wallonia_M_20221123_L72 </w:t>
      </w:r>
    </w:p>
    <w:p w14:paraId="375C6A7E" w14:textId="03D1F605" w:rsidR="00EC5995" w:rsidRPr="004611CF" w:rsidRDefault="00EC5995" w:rsidP="00EC5995">
      <w:r w:rsidRPr="004611CF">
        <w:t xml:space="preserve">The same examples for Brussels also apply to Wallonia with the exception that Wallonia has one additional element ‘Part </w:t>
      </w:r>
      <w:proofErr w:type="gramStart"/>
      <w:r w:rsidRPr="004611CF">
        <w:t>Of</w:t>
      </w:r>
      <w:proofErr w:type="gramEnd"/>
      <w:r w:rsidRPr="004611CF">
        <w:t xml:space="preserve"> Municipality’ that no other region has.  The same example scenarios are repeated here starting off with creating 2 new records a </w:t>
      </w:r>
      <w:r w:rsidRPr="004611CF">
        <w:rPr>
          <w:b/>
          <w:bCs/>
        </w:rPr>
        <w:t>municipality</w:t>
      </w:r>
      <w:r w:rsidRPr="004611CF">
        <w:t xml:space="preserve"> </w:t>
      </w:r>
      <w:r w:rsidR="00924E87" w:rsidRPr="00924E87">
        <w:rPr>
          <w:b/>
          <w:bCs/>
        </w:rPr>
        <w:t>(s4)</w:t>
      </w:r>
      <w:r w:rsidR="00924E87">
        <w:t xml:space="preserve"> </w:t>
      </w:r>
      <w:r w:rsidRPr="004611CF">
        <w:t xml:space="preserve">record, a </w:t>
      </w:r>
      <w:r w:rsidRPr="004611CF">
        <w:rPr>
          <w:b/>
          <w:bCs/>
        </w:rPr>
        <w:t>postal Info</w:t>
      </w:r>
      <w:r w:rsidR="00924E87">
        <w:rPr>
          <w:b/>
          <w:bCs/>
        </w:rPr>
        <w:t xml:space="preserve"> (s3)</w:t>
      </w:r>
      <w:r w:rsidRPr="004611CF">
        <w:t xml:space="preserve"> and for </w:t>
      </w:r>
      <w:r w:rsidR="00961C5F" w:rsidRPr="004611CF">
        <w:t>Wallonia</w:t>
      </w:r>
      <w:r w:rsidRPr="004611CF">
        <w:t xml:space="preserve"> the optional </w:t>
      </w:r>
      <w:r w:rsidRPr="004611CF">
        <w:rPr>
          <w:rStyle w:val="Strong"/>
        </w:rPr>
        <w:t>part of municipality</w:t>
      </w:r>
      <w:r w:rsidR="00924E87">
        <w:rPr>
          <w:rStyle w:val="Strong"/>
        </w:rPr>
        <w:t xml:space="preserve"> (s5)</w:t>
      </w:r>
      <w:r w:rsidRPr="004611CF">
        <w:rPr>
          <w:rStyle w:val="Strong"/>
        </w:rPr>
        <w:t>.</w:t>
      </w:r>
    </w:p>
    <w:p w14:paraId="6F6E269B" w14:textId="77777777" w:rsidR="00EC5995" w:rsidRPr="004611CF" w:rsidRDefault="00EC5995" w:rsidP="00EC5995">
      <w:pPr>
        <w:pStyle w:val="Heading4"/>
      </w:pPr>
      <w:r w:rsidRPr="004611CF">
        <w:t>Example 1 - [ADD] Municipality</w:t>
      </w:r>
    </w:p>
    <w:tbl>
      <w:tblPr>
        <w:tblStyle w:val="TableGrid"/>
        <w:tblW w:w="0" w:type="auto"/>
        <w:tblLook w:val="04A0" w:firstRow="1" w:lastRow="0" w:firstColumn="1" w:lastColumn="0" w:noHBand="0" w:noVBand="1"/>
      </w:tblPr>
      <w:tblGrid>
        <w:gridCol w:w="2263"/>
        <w:gridCol w:w="5812"/>
      </w:tblGrid>
      <w:tr w:rsidR="00EC5995" w:rsidRPr="004611CF" w14:paraId="535CC95D" w14:textId="77777777" w:rsidTr="00997E64">
        <w:trPr>
          <w:trHeight w:val="319"/>
        </w:trPr>
        <w:tc>
          <w:tcPr>
            <w:tcW w:w="2263" w:type="dxa"/>
          </w:tcPr>
          <w:p w14:paraId="6FCC0968" w14:textId="77777777" w:rsidR="00EC5995" w:rsidRPr="004611CF" w:rsidRDefault="00EC5995" w:rsidP="00997E64">
            <w:r w:rsidRPr="004611CF">
              <w:t>Namespace</w:t>
            </w:r>
          </w:p>
        </w:tc>
        <w:tc>
          <w:tcPr>
            <w:tcW w:w="5812" w:type="dxa"/>
          </w:tcPr>
          <w:p w14:paraId="0191D9CA" w14:textId="77777777" w:rsidR="00EC5995" w:rsidRPr="004611CF" w:rsidRDefault="00EC5995" w:rsidP="00997E64">
            <w:r w:rsidRPr="004611CF">
              <w:t>https://geodata.wallonie.be/id/municipality</w:t>
            </w:r>
          </w:p>
        </w:tc>
      </w:tr>
      <w:tr w:rsidR="00EC5995" w:rsidRPr="004611CF" w14:paraId="2FFA20F2" w14:textId="77777777" w:rsidTr="00997E64">
        <w:tc>
          <w:tcPr>
            <w:tcW w:w="2263" w:type="dxa"/>
          </w:tcPr>
          <w:p w14:paraId="29A5CA5B" w14:textId="77777777" w:rsidR="00EC5995" w:rsidRPr="004611CF" w:rsidRDefault="00EC5995" w:rsidP="00997E64">
            <w:r w:rsidRPr="004611CF">
              <w:t>Object identifier</w:t>
            </w:r>
          </w:p>
        </w:tc>
        <w:tc>
          <w:tcPr>
            <w:tcW w:w="5812" w:type="dxa"/>
          </w:tcPr>
          <w:p w14:paraId="5850D4A2" w14:textId="77777777" w:rsidR="00EC5995" w:rsidRPr="004611CF" w:rsidRDefault="00EC5995" w:rsidP="00997E64">
            <w:r w:rsidRPr="004611CF">
              <w:t>21013</w:t>
            </w:r>
          </w:p>
        </w:tc>
      </w:tr>
      <w:tr w:rsidR="00EC5995" w:rsidRPr="004611CF" w14:paraId="17B590EC" w14:textId="77777777" w:rsidTr="00997E64">
        <w:tc>
          <w:tcPr>
            <w:tcW w:w="2263" w:type="dxa"/>
          </w:tcPr>
          <w:p w14:paraId="29CEB271" w14:textId="77777777" w:rsidR="00EC5995" w:rsidRPr="004611CF" w:rsidRDefault="00EC5995" w:rsidP="00997E64">
            <w:r w:rsidRPr="004611CF">
              <w:t>Version Identifier</w:t>
            </w:r>
          </w:p>
        </w:tc>
        <w:tc>
          <w:tcPr>
            <w:tcW w:w="5812" w:type="dxa"/>
          </w:tcPr>
          <w:p w14:paraId="79A05A4F" w14:textId="77777777" w:rsidR="00EC5995" w:rsidRPr="004611CF" w:rsidRDefault="00EC5995" w:rsidP="00997E64">
            <w:r w:rsidRPr="004611CF">
              <w:t>1</w:t>
            </w:r>
          </w:p>
        </w:tc>
      </w:tr>
      <w:tr w:rsidR="00EC5995" w:rsidRPr="004611CF" w14:paraId="0784B998" w14:textId="77777777" w:rsidTr="00997E64">
        <w:tc>
          <w:tcPr>
            <w:tcW w:w="2263" w:type="dxa"/>
          </w:tcPr>
          <w:p w14:paraId="2B8569E7" w14:textId="77777777" w:rsidR="00EC5995" w:rsidRPr="004611CF" w:rsidRDefault="00EC5995" w:rsidP="00997E64">
            <w:r w:rsidRPr="004611CF">
              <w:t xml:space="preserve">Spelling </w:t>
            </w:r>
            <w:proofErr w:type="spellStart"/>
            <w:r w:rsidRPr="004611CF">
              <w:t>fr</w:t>
            </w:r>
            <w:proofErr w:type="spellEnd"/>
          </w:p>
        </w:tc>
        <w:tc>
          <w:tcPr>
            <w:tcW w:w="5812" w:type="dxa"/>
          </w:tcPr>
          <w:p w14:paraId="383C974A" w14:textId="77777777" w:rsidR="00EC5995" w:rsidRPr="004611CF" w:rsidRDefault="00EC5995" w:rsidP="00997E64">
            <w:r w:rsidRPr="004611CF">
              <w:t>Liège (A)</w:t>
            </w:r>
          </w:p>
        </w:tc>
      </w:tr>
      <w:tr w:rsidR="00EC5995" w:rsidRPr="004611CF" w14:paraId="3244ED25" w14:textId="77777777" w:rsidTr="00997E64">
        <w:tc>
          <w:tcPr>
            <w:tcW w:w="2263" w:type="dxa"/>
          </w:tcPr>
          <w:p w14:paraId="09D0A92E" w14:textId="77777777" w:rsidR="00EC5995" w:rsidRPr="004611CF" w:rsidRDefault="00EC5995" w:rsidP="00997E64">
            <w:r w:rsidRPr="004611CF">
              <w:t xml:space="preserve">Spelling </w:t>
            </w:r>
            <w:proofErr w:type="spellStart"/>
            <w:r w:rsidRPr="004611CF">
              <w:t>nl</w:t>
            </w:r>
            <w:proofErr w:type="spellEnd"/>
          </w:p>
        </w:tc>
        <w:tc>
          <w:tcPr>
            <w:tcW w:w="5812" w:type="dxa"/>
          </w:tcPr>
          <w:p w14:paraId="24F6FC97" w14:textId="77777777" w:rsidR="00EC5995" w:rsidRPr="004611CF" w:rsidRDefault="00EC5995" w:rsidP="00997E64">
            <w:r w:rsidRPr="004611CF">
              <w:t>Luik (A)</w:t>
            </w:r>
          </w:p>
        </w:tc>
      </w:tr>
      <w:tr w:rsidR="00EC5995" w:rsidRPr="004611CF" w14:paraId="36D097EF" w14:textId="77777777" w:rsidTr="00997E64">
        <w:tc>
          <w:tcPr>
            <w:tcW w:w="2263" w:type="dxa"/>
          </w:tcPr>
          <w:p w14:paraId="194A7870" w14:textId="77777777" w:rsidR="00EC5995" w:rsidRPr="004611CF" w:rsidRDefault="00EC5995" w:rsidP="00997E64">
            <w:r w:rsidRPr="004611CF">
              <w:t>Status</w:t>
            </w:r>
          </w:p>
        </w:tc>
        <w:tc>
          <w:tcPr>
            <w:tcW w:w="5812" w:type="dxa"/>
          </w:tcPr>
          <w:p w14:paraId="58FB2BEA" w14:textId="77777777" w:rsidR="00EC5995" w:rsidRPr="004611CF" w:rsidRDefault="00EC5995" w:rsidP="00997E64">
            <w:r w:rsidRPr="004611CF">
              <w:t>Current</w:t>
            </w:r>
          </w:p>
        </w:tc>
      </w:tr>
      <w:tr w:rsidR="00EC5995" w:rsidRPr="004611CF" w14:paraId="09D75B09" w14:textId="77777777" w:rsidTr="00997E64">
        <w:tc>
          <w:tcPr>
            <w:tcW w:w="2263" w:type="dxa"/>
          </w:tcPr>
          <w:p w14:paraId="7B618330" w14:textId="77777777" w:rsidR="00EC5995" w:rsidRPr="004611CF" w:rsidRDefault="00EC5995" w:rsidP="00997E64">
            <w:proofErr w:type="spellStart"/>
            <w:r w:rsidRPr="004611CF">
              <w:t>validFrom</w:t>
            </w:r>
            <w:proofErr w:type="spellEnd"/>
          </w:p>
        </w:tc>
        <w:tc>
          <w:tcPr>
            <w:tcW w:w="5812" w:type="dxa"/>
          </w:tcPr>
          <w:p w14:paraId="66F2C0B2" w14:textId="77777777" w:rsidR="00EC5995" w:rsidRPr="004611CF" w:rsidRDefault="00EC5995" w:rsidP="00997E64">
            <w:r w:rsidRPr="004611CF">
              <w:t>2022-11-23T10:32:58</w:t>
            </w:r>
          </w:p>
        </w:tc>
      </w:tr>
      <w:tr w:rsidR="00EC5995" w:rsidRPr="004611CF" w14:paraId="66773BAD" w14:textId="77777777" w:rsidTr="00997E64">
        <w:tc>
          <w:tcPr>
            <w:tcW w:w="2263" w:type="dxa"/>
          </w:tcPr>
          <w:p w14:paraId="25CC311A" w14:textId="77777777" w:rsidR="00EC5995" w:rsidRPr="004611CF" w:rsidRDefault="00EC5995" w:rsidP="00997E64">
            <w:proofErr w:type="spellStart"/>
            <w:r w:rsidRPr="004611CF">
              <w:t>validTo</w:t>
            </w:r>
            <w:proofErr w:type="spellEnd"/>
          </w:p>
        </w:tc>
        <w:tc>
          <w:tcPr>
            <w:tcW w:w="5812" w:type="dxa"/>
          </w:tcPr>
          <w:p w14:paraId="25847B34" w14:textId="77777777" w:rsidR="00EC5995" w:rsidRPr="004611CF" w:rsidRDefault="00EC5995" w:rsidP="00997E64">
            <w:r w:rsidRPr="004611CF">
              <w:t>N/A</w:t>
            </w:r>
          </w:p>
        </w:tc>
      </w:tr>
      <w:tr w:rsidR="00EC5995" w:rsidRPr="004611CF" w14:paraId="345C652A" w14:textId="77777777" w:rsidTr="00997E64">
        <w:tc>
          <w:tcPr>
            <w:tcW w:w="2263" w:type="dxa"/>
          </w:tcPr>
          <w:p w14:paraId="0739481F" w14:textId="77777777" w:rsidR="00EC5995" w:rsidRPr="004611CF" w:rsidRDefault="00EC5995" w:rsidP="00997E64">
            <w:r w:rsidRPr="004611CF">
              <w:t>Predecessor</w:t>
            </w:r>
          </w:p>
        </w:tc>
        <w:tc>
          <w:tcPr>
            <w:tcW w:w="5812" w:type="dxa"/>
          </w:tcPr>
          <w:p w14:paraId="3B9092CC" w14:textId="77777777" w:rsidR="00EC5995" w:rsidRPr="004611CF" w:rsidRDefault="00EC5995" w:rsidP="00997E64">
            <w:r w:rsidRPr="004611CF">
              <w:t>N/A</w:t>
            </w:r>
          </w:p>
        </w:tc>
      </w:tr>
      <w:tr w:rsidR="00EC5995" w:rsidRPr="004611CF" w14:paraId="50A433ED" w14:textId="77777777" w:rsidTr="00997E64">
        <w:tc>
          <w:tcPr>
            <w:tcW w:w="2263" w:type="dxa"/>
          </w:tcPr>
          <w:p w14:paraId="57A1D9EB" w14:textId="77777777" w:rsidR="00EC5995" w:rsidRPr="004611CF" w:rsidRDefault="00EC5995" w:rsidP="00997E64">
            <w:r w:rsidRPr="004611CF">
              <w:t>Successor</w:t>
            </w:r>
          </w:p>
        </w:tc>
        <w:tc>
          <w:tcPr>
            <w:tcW w:w="5812" w:type="dxa"/>
          </w:tcPr>
          <w:p w14:paraId="7731E828" w14:textId="77777777" w:rsidR="00EC5995" w:rsidRPr="004611CF" w:rsidRDefault="00EC5995" w:rsidP="00997E64">
            <w:r w:rsidRPr="004611CF">
              <w:t>N/A</w:t>
            </w:r>
          </w:p>
        </w:tc>
      </w:tr>
    </w:tbl>
    <w:p w14:paraId="4668EC6E" w14:textId="70B77ABE" w:rsidR="00EC5995" w:rsidRPr="004611CF" w:rsidRDefault="00EC5995" w:rsidP="00EC5995"/>
    <w:p w14:paraId="35C9F812" w14:textId="2DB034C1" w:rsidR="00EC5995" w:rsidRPr="004611CF" w:rsidRDefault="00EC5995" w:rsidP="00EC5995">
      <w:pPr>
        <w:pStyle w:val="Heading4"/>
      </w:pPr>
      <w:r w:rsidRPr="004611CF">
        <w:lastRenderedPageBreak/>
        <w:t xml:space="preserve">Example </w:t>
      </w:r>
      <w:r w:rsidR="00803932">
        <w:t>2</w:t>
      </w:r>
      <w:r w:rsidRPr="004611CF">
        <w:t xml:space="preserve"> - [ADD] Part Of Municipality</w:t>
      </w:r>
    </w:p>
    <w:tbl>
      <w:tblPr>
        <w:tblStyle w:val="TableGrid"/>
        <w:tblW w:w="0" w:type="auto"/>
        <w:tblLook w:val="04A0" w:firstRow="1" w:lastRow="0" w:firstColumn="1" w:lastColumn="0" w:noHBand="0" w:noVBand="1"/>
      </w:tblPr>
      <w:tblGrid>
        <w:gridCol w:w="2263"/>
        <w:gridCol w:w="5812"/>
      </w:tblGrid>
      <w:tr w:rsidR="00EC5995" w:rsidRPr="004611CF" w14:paraId="72219286" w14:textId="77777777" w:rsidTr="00997E64">
        <w:trPr>
          <w:trHeight w:val="319"/>
        </w:trPr>
        <w:tc>
          <w:tcPr>
            <w:tcW w:w="2263" w:type="dxa"/>
          </w:tcPr>
          <w:p w14:paraId="203E9399" w14:textId="77777777" w:rsidR="00EC5995" w:rsidRPr="004611CF" w:rsidRDefault="00EC5995" w:rsidP="00997E64">
            <w:r w:rsidRPr="004611CF">
              <w:t>Namespace</w:t>
            </w:r>
          </w:p>
        </w:tc>
        <w:tc>
          <w:tcPr>
            <w:tcW w:w="5812" w:type="dxa"/>
          </w:tcPr>
          <w:p w14:paraId="1BB10BE2" w14:textId="77777777" w:rsidR="00EC5995" w:rsidRPr="004611CF" w:rsidRDefault="00EC5995" w:rsidP="00997E64">
            <w:r w:rsidRPr="004611CF">
              <w:t>https://geodata.wallonie.be/id/PartOfMunicipality</w:t>
            </w:r>
          </w:p>
        </w:tc>
      </w:tr>
      <w:tr w:rsidR="00EC5995" w:rsidRPr="004611CF" w14:paraId="3984D3C3" w14:textId="77777777" w:rsidTr="00997E64">
        <w:tc>
          <w:tcPr>
            <w:tcW w:w="2263" w:type="dxa"/>
          </w:tcPr>
          <w:p w14:paraId="0CFF0C14" w14:textId="77777777" w:rsidR="00EC5995" w:rsidRPr="004611CF" w:rsidRDefault="00EC5995" w:rsidP="00997E64">
            <w:r w:rsidRPr="004611CF">
              <w:t>Object identifier</w:t>
            </w:r>
          </w:p>
        </w:tc>
        <w:tc>
          <w:tcPr>
            <w:tcW w:w="5812" w:type="dxa"/>
          </w:tcPr>
          <w:p w14:paraId="2F7F163C" w14:textId="77777777" w:rsidR="00EC5995" w:rsidRPr="004611CF" w:rsidRDefault="00EC5995" w:rsidP="00997E64">
            <w:r w:rsidRPr="004611CF">
              <w:t>21014</w:t>
            </w:r>
          </w:p>
        </w:tc>
      </w:tr>
      <w:tr w:rsidR="00EC5995" w:rsidRPr="004611CF" w14:paraId="2391EAB7" w14:textId="77777777" w:rsidTr="00997E64">
        <w:tc>
          <w:tcPr>
            <w:tcW w:w="2263" w:type="dxa"/>
          </w:tcPr>
          <w:p w14:paraId="37BCC31F" w14:textId="77777777" w:rsidR="00EC5995" w:rsidRPr="004611CF" w:rsidRDefault="00EC5995" w:rsidP="00997E64">
            <w:r w:rsidRPr="004611CF">
              <w:t>Version Identifier</w:t>
            </w:r>
          </w:p>
        </w:tc>
        <w:tc>
          <w:tcPr>
            <w:tcW w:w="5812" w:type="dxa"/>
          </w:tcPr>
          <w:p w14:paraId="5F964996" w14:textId="77777777" w:rsidR="00EC5995" w:rsidRPr="004611CF" w:rsidRDefault="00EC5995" w:rsidP="00997E64">
            <w:r w:rsidRPr="004611CF">
              <w:t>1</w:t>
            </w:r>
          </w:p>
        </w:tc>
      </w:tr>
      <w:tr w:rsidR="00EC5995" w:rsidRPr="004611CF" w14:paraId="1408914E" w14:textId="77777777" w:rsidTr="00997E64">
        <w:tc>
          <w:tcPr>
            <w:tcW w:w="2263" w:type="dxa"/>
          </w:tcPr>
          <w:p w14:paraId="2FE6458C" w14:textId="77777777" w:rsidR="00EC5995" w:rsidRPr="004611CF" w:rsidRDefault="00EC5995" w:rsidP="00997E64">
            <w:r w:rsidRPr="004611CF">
              <w:t xml:space="preserve">Spelling </w:t>
            </w:r>
            <w:proofErr w:type="spellStart"/>
            <w:r w:rsidRPr="004611CF">
              <w:t>fr</w:t>
            </w:r>
            <w:proofErr w:type="spellEnd"/>
          </w:p>
        </w:tc>
        <w:tc>
          <w:tcPr>
            <w:tcW w:w="5812" w:type="dxa"/>
          </w:tcPr>
          <w:p w14:paraId="3006E83F" w14:textId="77777777" w:rsidR="00EC5995" w:rsidRPr="004611CF" w:rsidRDefault="00EC5995" w:rsidP="00997E64">
            <w:proofErr w:type="spellStart"/>
            <w:r w:rsidRPr="004611CF">
              <w:t>Avroy</w:t>
            </w:r>
            <w:proofErr w:type="spellEnd"/>
            <w:r w:rsidRPr="004611CF">
              <w:t xml:space="preserve"> (A)</w:t>
            </w:r>
          </w:p>
        </w:tc>
      </w:tr>
      <w:tr w:rsidR="00EC5995" w:rsidRPr="004611CF" w14:paraId="559D7561" w14:textId="77777777" w:rsidTr="00997E64">
        <w:tc>
          <w:tcPr>
            <w:tcW w:w="2263" w:type="dxa"/>
          </w:tcPr>
          <w:p w14:paraId="27BB1DB3" w14:textId="77777777" w:rsidR="00EC5995" w:rsidRPr="004611CF" w:rsidRDefault="00EC5995" w:rsidP="00997E64">
            <w:r w:rsidRPr="004611CF">
              <w:t>Status</w:t>
            </w:r>
          </w:p>
        </w:tc>
        <w:tc>
          <w:tcPr>
            <w:tcW w:w="5812" w:type="dxa"/>
          </w:tcPr>
          <w:p w14:paraId="506F36FD" w14:textId="77777777" w:rsidR="00EC5995" w:rsidRPr="004611CF" w:rsidRDefault="00EC5995" w:rsidP="00997E64">
            <w:r w:rsidRPr="004611CF">
              <w:t>Current</w:t>
            </w:r>
          </w:p>
        </w:tc>
      </w:tr>
      <w:tr w:rsidR="00EC5995" w:rsidRPr="004611CF" w14:paraId="67F83979" w14:textId="77777777" w:rsidTr="00997E64">
        <w:tc>
          <w:tcPr>
            <w:tcW w:w="2263" w:type="dxa"/>
          </w:tcPr>
          <w:p w14:paraId="14ACF28B" w14:textId="77777777" w:rsidR="00EC5995" w:rsidRPr="004611CF" w:rsidRDefault="00EC5995" w:rsidP="00997E64">
            <w:proofErr w:type="spellStart"/>
            <w:r w:rsidRPr="004611CF">
              <w:t>validFrom</w:t>
            </w:r>
            <w:proofErr w:type="spellEnd"/>
          </w:p>
        </w:tc>
        <w:tc>
          <w:tcPr>
            <w:tcW w:w="5812" w:type="dxa"/>
          </w:tcPr>
          <w:p w14:paraId="49E16BFA" w14:textId="77777777" w:rsidR="00EC5995" w:rsidRPr="004611CF" w:rsidRDefault="00EC5995" w:rsidP="00997E64">
            <w:r w:rsidRPr="004611CF">
              <w:t>2022-11-23T10:32:58</w:t>
            </w:r>
          </w:p>
        </w:tc>
      </w:tr>
      <w:tr w:rsidR="00EC5995" w:rsidRPr="004611CF" w14:paraId="279A3C77" w14:textId="77777777" w:rsidTr="00997E64">
        <w:tc>
          <w:tcPr>
            <w:tcW w:w="2263" w:type="dxa"/>
          </w:tcPr>
          <w:p w14:paraId="38C1C720" w14:textId="77777777" w:rsidR="00EC5995" w:rsidRPr="004611CF" w:rsidRDefault="00EC5995" w:rsidP="00997E64">
            <w:proofErr w:type="spellStart"/>
            <w:r w:rsidRPr="004611CF">
              <w:t>validTo</w:t>
            </w:r>
            <w:proofErr w:type="spellEnd"/>
          </w:p>
        </w:tc>
        <w:tc>
          <w:tcPr>
            <w:tcW w:w="5812" w:type="dxa"/>
          </w:tcPr>
          <w:p w14:paraId="7D00ED3D" w14:textId="77777777" w:rsidR="00EC5995" w:rsidRPr="004611CF" w:rsidRDefault="00EC5995" w:rsidP="00997E64">
            <w:r w:rsidRPr="004611CF">
              <w:t>N/A</w:t>
            </w:r>
          </w:p>
        </w:tc>
      </w:tr>
      <w:tr w:rsidR="00EC5995" w:rsidRPr="004611CF" w14:paraId="527ABDE0" w14:textId="77777777" w:rsidTr="00997E64">
        <w:tc>
          <w:tcPr>
            <w:tcW w:w="2263" w:type="dxa"/>
          </w:tcPr>
          <w:p w14:paraId="630E6C15" w14:textId="77777777" w:rsidR="00EC5995" w:rsidRPr="004611CF" w:rsidRDefault="00EC5995" w:rsidP="00997E64">
            <w:r w:rsidRPr="004611CF">
              <w:t>Predecessor</w:t>
            </w:r>
          </w:p>
        </w:tc>
        <w:tc>
          <w:tcPr>
            <w:tcW w:w="5812" w:type="dxa"/>
          </w:tcPr>
          <w:p w14:paraId="3B554D14" w14:textId="77777777" w:rsidR="00EC5995" w:rsidRPr="004611CF" w:rsidRDefault="00EC5995" w:rsidP="00997E64">
            <w:r w:rsidRPr="004611CF">
              <w:t>N/A</w:t>
            </w:r>
          </w:p>
        </w:tc>
      </w:tr>
      <w:tr w:rsidR="00EC5995" w:rsidRPr="004611CF" w14:paraId="5C7CD761" w14:textId="77777777" w:rsidTr="00997E64">
        <w:tc>
          <w:tcPr>
            <w:tcW w:w="2263" w:type="dxa"/>
          </w:tcPr>
          <w:p w14:paraId="49D30A66" w14:textId="77777777" w:rsidR="00EC5995" w:rsidRPr="004611CF" w:rsidRDefault="00EC5995" w:rsidP="00997E64">
            <w:r w:rsidRPr="004611CF">
              <w:t>Successor</w:t>
            </w:r>
          </w:p>
        </w:tc>
        <w:tc>
          <w:tcPr>
            <w:tcW w:w="5812" w:type="dxa"/>
          </w:tcPr>
          <w:p w14:paraId="4042C498" w14:textId="77777777" w:rsidR="00EC5995" w:rsidRPr="004611CF" w:rsidRDefault="00EC5995" w:rsidP="00997E64">
            <w:r w:rsidRPr="004611CF">
              <w:t>N/A</w:t>
            </w:r>
          </w:p>
        </w:tc>
      </w:tr>
    </w:tbl>
    <w:p w14:paraId="3C5F8E1D" w14:textId="77777777" w:rsidR="00EC5995" w:rsidRDefault="00EC5995" w:rsidP="00EC5995"/>
    <w:p w14:paraId="103BFC61" w14:textId="77777777" w:rsidR="00803932" w:rsidRPr="004611CF" w:rsidRDefault="00803932" w:rsidP="00803932">
      <w:pPr>
        <w:pStyle w:val="Heading4"/>
      </w:pPr>
      <w:r w:rsidRPr="004611CF">
        <w:t xml:space="preserve">Example </w:t>
      </w:r>
      <w:r>
        <w:t>3</w:t>
      </w:r>
      <w:r w:rsidRPr="004611CF">
        <w:t xml:space="preserve"> - [ADD] Postal info</w:t>
      </w:r>
    </w:p>
    <w:tbl>
      <w:tblPr>
        <w:tblStyle w:val="TableGrid"/>
        <w:tblW w:w="0" w:type="auto"/>
        <w:tblLook w:val="04A0" w:firstRow="1" w:lastRow="0" w:firstColumn="1" w:lastColumn="0" w:noHBand="0" w:noVBand="1"/>
      </w:tblPr>
      <w:tblGrid>
        <w:gridCol w:w="2263"/>
        <w:gridCol w:w="5812"/>
      </w:tblGrid>
      <w:tr w:rsidR="00803932" w:rsidRPr="004611CF" w14:paraId="1A89F502" w14:textId="77777777" w:rsidTr="00FE3B90">
        <w:trPr>
          <w:trHeight w:val="319"/>
        </w:trPr>
        <w:tc>
          <w:tcPr>
            <w:tcW w:w="2263" w:type="dxa"/>
          </w:tcPr>
          <w:p w14:paraId="684DE064" w14:textId="77777777" w:rsidR="00803932" w:rsidRPr="004611CF" w:rsidRDefault="00803932" w:rsidP="00FE3B90">
            <w:r w:rsidRPr="004611CF">
              <w:t>Namespace</w:t>
            </w:r>
          </w:p>
        </w:tc>
        <w:tc>
          <w:tcPr>
            <w:tcW w:w="5812" w:type="dxa"/>
          </w:tcPr>
          <w:p w14:paraId="0EA63D4A" w14:textId="77777777" w:rsidR="00803932" w:rsidRPr="004611CF" w:rsidRDefault="00803932" w:rsidP="00FE3B90">
            <w:r w:rsidRPr="004611CF">
              <w:t>https://geodata.wallonie.be/id/postalinfo</w:t>
            </w:r>
          </w:p>
        </w:tc>
      </w:tr>
      <w:tr w:rsidR="00803932" w:rsidRPr="004611CF" w14:paraId="4E61C0DB" w14:textId="77777777" w:rsidTr="00FE3B90">
        <w:tc>
          <w:tcPr>
            <w:tcW w:w="2263" w:type="dxa"/>
          </w:tcPr>
          <w:p w14:paraId="39891F40" w14:textId="77777777" w:rsidR="00803932" w:rsidRPr="004611CF" w:rsidRDefault="00803932" w:rsidP="00FE3B90">
            <w:r w:rsidRPr="004611CF">
              <w:t>Object identifier</w:t>
            </w:r>
          </w:p>
        </w:tc>
        <w:tc>
          <w:tcPr>
            <w:tcW w:w="5812" w:type="dxa"/>
          </w:tcPr>
          <w:p w14:paraId="5C80A5B4" w14:textId="77777777" w:rsidR="00803932" w:rsidRPr="004611CF" w:rsidRDefault="00803932" w:rsidP="00FE3B90">
            <w:r w:rsidRPr="004611CF">
              <w:t>2000</w:t>
            </w:r>
          </w:p>
        </w:tc>
      </w:tr>
      <w:tr w:rsidR="00803932" w:rsidRPr="004611CF" w14:paraId="2B9B0FA1" w14:textId="77777777" w:rsidTr="00FE3B90">
        <w:tc>
          <w:tcPr>
            <w:tcW w:w="2263" w:type="dxa"/>
          </w:tcPr>
          <w:p w14:paraId="173082EE" w14:textId="77777777" w:rsidR="00803932" w:rsidRPr="004611CF" w:rsidRDefault="00803932" w:rsidP="00FE3B90">
            <w:r w:rsidRPr="004611CF">
              <w:t>Version Identifier</w:t>
            </w:r>
          </w:p>
        </w:tc>
        <w:tc>
          <w:tcPr>
            <w:tcW w:w="5812" w:type="dxa"/>
          </w:tcPr>
          <w:p w14:paraId="3B1B911E" w14:textId="77777777" w:rsidR="00803932" w:rsidRPr="004611CF" w:rsidRDefault="00803932" w:rsidP="00FE3B90">
            <w:r w:rsidRPr="004611CF">
              <w:t>1</w:t>
            </w:r>
          </w:p>
        </w:tc>
      </w:tr>
      <w:tr w:rsidR="00803932" w:rsidRPr="004611CF" w14:paraId="16D05B22" w14:textId="77777777" w:rsidTr="00FE3B90">
        <w:tc>
          <w:tcPr>
            <w:tcW w:w="2263" w:type="dxa"/>
          </w:tcPr>
          <w:p w14:paraId="76B36442" w14:textId="77777777" w:rsidR="00803932" w:rsidRPr="004611CF" w:rsidRDefault="00803932" w:rsidP="00FE3B90">
            <w:r w:rsidRPr="004611CF">
              <w:t xml:space="preserve">Spelling </w:t>
            </w:r>
            <w:proofErr w:type="spellStart"/>
            <w:r w:rsidRPr="004611CF">
              <w:t>fr</w:t>
            </w:r>
            <w:proofErr w:type="spellEnd"/>
          </w:p>
        </w:tc>
        <w:tc>
          <w:tcPr>
            <w:tcW w:w="5812" w:type="dxa"/>
          </w:tcPr>
          <w:p w14:paraId="5B1A30D6" w14:textId="77777777" w:rsidR="00803932" w:rsidRPr="004611CF" w:rsidRDefault="00803932" w:rsidP="00FE3B90">
            <w:r w:rsidRPr="004611CF">
              <w:t>Liège (A)</w:t>
            </w:r>
          </w:p>
        </w:tc>
      </w:tr>
      <w:tr w:rsidR="00803932" w:rsidRPr="004611CF" w14:paraId="73D08C4A" w14:textId="77777777" w:rsidTr="00FE3B90">
        <w:tc>
          <w:tcPr>
            <w:tcW w:w="2263" w:type="dxa"/>
          </w:tcPr>
          <w:p w14:paraId="5244F593" w14:textId="77777777" w:rsidR="00803932" w:rsidRPr="004611CF" w:rsidRDefault="00803932" w:rsidP="00FE3B90">
            <w:r w:rsidRPr="004611CF">
              <w:t xml:space="preserve">Spelling </w:t>
            </w:r>
            <w:proofErr w:type="spellStart"/>
            <w:r w:rsidRPr="004611CF">
              <w:t>nl</w:t>
            </w:r>
            <w:proofErr w:type="spellEnd"/>
          </w:p>
        </w:tc>
        <w:tc>
          <w:tcPr>
            <w:tcW w:w="5812" w:type="dxa"/>
          </w:tcPr>
          <w:p w14:paraId="3A8DFA85" w14:textId="77777777" w:rsidR="00803932" w:rsidRPr="004611CF" w:rsidRDefault="00803932" w:rsidP="00FE3B90">
            <w:r w:rsidRPr="004611CF">
              <w:t>Luik (A)</w:t>
            </w:r>
          </w:p>
        </w:tc>
      </w:tr>
      <w:tr w:rsidR="00803932" w:rsidRPr="004611CF" w14:paraId="1E8468BE" w14:textId="77777777" w:rsidTr="00FE3B90">
        <w:tc>
          <w:tcPr>
            <w:tcW w:w="2263" w:type="dxa"/>
          </w:tcPr>
          <w:p w14:paraId="22A2FA21" w14:textId="77777777" w:rsidR="00803932" w:rsidRPr="004611CF" w:rsidRDefault="00803932" w:rsidP="00FE3B90">
            <w:r w:rsidRPr="004611CF">
              <w:t>Status</w:t>
            </w:r>
          </w:p>
        </w:tc>
        <w:tc>
          <w:tcPr>
            <w:tcW w:w="5812" w:type="dxa"/>
          </w:tcPr>
          <w:p w14:paraId="61629895" w14:textId="77777777" w:rsidR="00803932" w:rsidRPr="004611CF" w:rsidRDefault="00803932" w:rsidP="00FE3B90">
            <w:r w:rsidRPr="004611CF">
              <w:t>Current</w:t>
            </w:r>
          </w:p>
        </w:tc>
      </w:tr>
      <w:tr w:rsidR="00803932" w:rsidRPr="004611CF" w14:paraId="03DC90F3" w14:textId="77777777" w:rsidTr="00FE3B90">
        <w:tc>
          <w:tcPr>
            <w:tcW w:w="2263" w:type="dxa"/>
          </w:tcPr>
          <w:p w14:paraId="58B307FB" w14:textId="77777777" w:rsidR="00803932" w:rsidRPr="004611CF" w:rsidRDefault="00803932" w:rsidP="00FE3B90">
            <w:proofErr w:type="spellStart"/>
            <w:r w:rsidRPr="004611CF">
              <w:t>validFrom</w:t>
            </w:r>
            <w:proofErr w:type="spellEnd"/>
          </w:p>
        </w:tc>
        <w:tc>
          <w:tcPr>
            <w:tcW w:w="5812" w:type="dxa"/>
          </w:tcPr>
          <w:p w14:paraId="6746028C" w14:textId="77777777" w:rsidR="00803932" w:rsidRPr="004611CF" w:rsidRDefault="00803932" w:rsidP="00FE3B90">
            <w:r w:rsidRPr="004611CF">
              <w:t>2022-11-23T10:32:58</w:t>
            </w:r>
          </w:p>
        </w:tc>
      </w:tr>
      <w:tr w:rsidR="00803932" w:rsidRPr="004611CF" w14:paraId="1D72432F" w14:textId="77777777" w:rsidTr="00FE3B90">
        <w:tc>
          <w:tcPr>
            <w:tcW w:w="2263" w:type="dxa"/>
          </w:tcPr>
          <w:p w14:paraId="3FB176D2" w14:textId="77777777" w:rsidR="00803932" w:rsidRPr="004611CF" w:rsidRDefault="00803932" w:rsidP="00FE3B90">
            <w:proofErr w:type="spellStart"/>
            <w:r w:rsidRPr="004611CF">
              <w:t>validTo</w:t>
            </w:r>
            <w:proofErr w:type="spellEnd"/>
          </w:p>
        </w:tc>
        <w:tc>
          <w:tcPr>
            <w:tcW w:w="5812" w:type="dxa"/>
          </w:tcPr>
          <w:p w14:paraId="16282724" w14:textId="77777777" w:rsidR="00803932" w:rsidRPr="004611CF" w:rsidRDefault="00803932" w:rsidP="00FE3B90">
            <w:r w:rsidRPr="004611CF">
              <w:t>N/A</w:t>
            </w:r>
          </w:p>
        </w:tc>
      </w:tr>
      <w:tr w:rsidR="00803932" w:rsidRPr="004611CF" w14:paraId="73BBEC5B" w14:textId="77777777" w:rsidTr="00FE3B90">
        <w:tc>
          <w:tcPr>
            <w:tcW w:w="2263" w:type="dxa"/>
          </w:tcPr>
          <w:p w14:paraId="438810E8" w14:textId="77777777" w:rsidR="00803932" w:rsidRPr="004611CF" w:rsidRDefault="00803932" w:rsidP="00FE3B90">
            <w:r w:rsidRPr="004611CF">
              <w:t>Predecessor</w:t>
            </w:r>
          </w:p>
        </w:tc>
        <w:tc>
          <w:tcPr>
            <w:tcW w:w="5812" w:type="dxa"/>
          </w:tcPr>
          <w:p w14:paraId="55FD5BE9" w14:textId="77777777" w:rsidR="00803932" w:rsidRPr="004611CF" w:rsidRDefault="00803932" w:rsidP="00FE3B90">
            <w:r w:rsidRPr="004611CF">
              <w:t>N/A</w:t>
            </w:r>
          </w:p>
        </w:tc>
      </w:tr>
      <w:tr w:rsidR="00803932" w:rsidRPr="004611CF" w14:paraId="3C430015" w14:textId="77777777" w:rsidTr="00FE3B90">
        <w:tc>
          <w:tcPr>
            <w:tcW w:w="2263" w:type="dxa"/>
          </w:tcPr>
          <w:p w14:paraId="0B6762C9" w14:textId="77777777" w:rsidR="00803932" w:rsidRPr="004611CF" w:rsidRDefault="00803932" w:rsidP="00FE3B90">
            <w:r w:rsidRPr="004611CF">
              <w:t>Successor</w:t>
            </w:r>
          </w:p>
        </w:tc>
        <w:tc>
          <w:tcPr>
            <w:tcW w:w="5812" w:type="dxa"/>
          </w:tcPr>
          <w:p w14:paraId="18457916" w14:textId="77777777" w:rsidR="00803932" w:rsidRPr="004611CF" w:rsidRDefault="00803932" w:rsidP="00FE3B90">
            <w:r w:rsidRPr="004611CF">
              <w:t>N/A</w:t>
            </w:r>
          </w:p>
        </w:tc>
      </w:tr>
    </w:tbl>
    <w:p w14:paraId="7166FD38" w14:textId="77777777" w:rsidR="00803932" w:rsidRPr="004611CF" w:rsidRDefault="00803932" w:rsidP="00803932"/>
    <w:p w14:paraId="21C61AE3" w14:textId="77777777" w:rsidR="00803932" w:rsidRPr="004611CF" w:rsidRDefault="00803932" w:rsidP="00EC5995"/>
    <w:p w14:paraId="38DBBB43" w14:textId="77777777" w:rsidR="00EC5995" w:rsidRPr="004611CF" w:rsidRDefault="00EC5995" w:rsidP="00EC5995"/>
    <w:p w14:paraId="15126D43" w14:textId="122AD865" w:rsidR="00924E87" w:rsidRDefault="00924E87" w:rsidP="00EC5995">
      <w:pPr>
        <w:pStyle w:val="Heading3"/>
      </w:pPr>
      <w:bookmarkStart w:id="24" w:name="_Toc184897108"/>
      <w:r>
        <w:lastRenderedPageBreak/>
        <w:t>Scenario: Creating a new street name and new address. [s1-2]</w:t>
      </w:r>
      <w:bookmarkEnd w:id="24"/>
    </w:p>
    <w:p w14:paraId="60ABD32D" w14:textId="4F7873DA" w:rsidR="00EC5995" w:rsidRPr="00924E87" w:rsidRDefault="00EC5995" w:rsidP="00924E87">
      <w:pPr>
        <w:pStyle w:val="Heading4"/>
        <w:rPr>
          <w:sz w:val="22"/>
          <w:szCs w:val="28"/>
        </w:rPr>
      </w:pPr>
      <w:r w:rsidRPr="00924E87">
        <w:rPr>
          <w:sz w:val="22"/>
          <w:szCs w:val="28"/>
        </w:rPr>
        <w:t>[</w:t>
      </w:r>
      <w:r w:rsidR="00BC266C">
        <w:rPr>
          <w:sz w:val="22"/>
          <w:szCs w:val="28"/>
        </w:rPr>
        <w:t>Mutation file: BeStAddress_MBelgium20221208.zip</w:t>
      </w:r>
      <w:r w:rsidRPr="00924E87">
        <w:rPr>
          <w:sz w:val="22"/>
          <w:szCs w:val="28"/>
        </w:rPr>
        <w:t xml:space="preserve">] </w:t>
      </w:r>
      <w:r w:rsidRPr="00924E87">
        <w:rPr>
          <w:sz w:val="22"/>
          <w:szCs w:val="28"/>
        </w:rPr>
        <w:br/>
        <w:t>Example file: Wallonia_M_20221208_L72</w:t>
      </w:r>
    </w:p>
    <w:p w14:paraId="3AD15D62" w14:textId="75130BFA" w:rsidR="00EC5995" w:rsidRPr="004611CF" w:rsidRDefault="00EC5995" w:rsidP="00EC5995">
      <w:r w:rsidRPr="004611CF">
        <w:t xml:space="preserve">In this next mutation file, a </w:t>
      </w:r>
      <w:r w:rsidRPr="00924E87">
        <w:rPr>
          <w:b/>
          <w:bCs/>
        </w:rPr>
        <w:t>new</w:t>
      </w:r>
      <w:r w:rsidRPr="004611CF">
        <w:t xml:space="preserve"> </w:t>
      </w:r>
      <w:r w:rsidRPr="004611CF">
        <w:rPr>
          <w:b/>
          <w:bCs/>
        </w:rPr>
        <w:t>street name</w:t>
      </w:r>
      <w:r w:rsidR="00924E87">
        <w:rPr>
          <w:b/>
          <w:bCs/>
        </w:rPr>
        <w:t xml:space="preserve"> (s2)</w:t>
      </w:r>
      <w:r w:rsidRPr="004611CF">
        <w:t xml:space="preserve"> that references the municipality added previously in the first file, and a </w:t>
      </w:r>
      <w:r w:rsidRPr="00924E87">
        <w:rPr>
          <w:b/>
          <w:bCs/>
        </w:rPr>
        <w:t>new</w:t>
      </w:r>
      <w:r w:rsidRPr="004611CF">
        <w:t xml:space="preserve"> </w:t>
      </w:r>
      <w:r w:rsidRPr="004611CF">
        <w:rPr>
          <w:b/>
          <w:bCs/>
        </w:rPr>
        <w:t>address</w:t>
      </w:r>
      <w:r w:rsidR="00924E87">
        <w:rPr>
          <w:b/>
          <w:bCs/>
        </w:rPr>
        <w:t xml:space="preserve"> (s1)</w:t>
      </w:r>
      <w:r w:rsidRPr="004611CF">
        <w:t xml:space="preserve"> that references every record previously added including the new street name.</w:t>
      </w:r>
    </w:p>
    <w:p w14:paraId="0CF851FF" w14:textId="77777777" w:rsidR="00EC5995" w:rsidRPr="004611CF" w:rsidRDefault="00EC5995" w:rsidP="00EC5995">
      <w:pPr>
        <w:pStyle w:val="Heading4"/>
      </w:pPr>
      <w:r w:rsidRPr="004611CF">
        <w:t>Example 4 - [ADD] Street name</w:t>
      </w:r>
    </w:p>
    <w:tbl>
      <w:tblPr>
        <w:tblStyle w:val="TableGrid"/>
        <w:tblW w:w="0" w:type="auto"/>
        <w:tblLook w:val="04A0" w:firstRow="1" w:lastRow="0" w:firstColumn="1" w:lastColumn="0" w:noHBand="0" w:noVBand="1"/>
      </w:tblPr>
      <w:tblGrid>
        <w:gridCol w:w="2263"/>
        <w:gridCol w:w="5954"/>
      </w:tblGrid>
      <w:tr w:rsidR="00EC5995" w:rsidRPr="004611CF" w14:paraId="42C83E97" w14:textId="77777777" w:rsidTr="00997E64">
        <w:trPr>
          <w:trHeight w:val="319"/>
        </w:trPr>
        <w:tc>
          <w:tcPr>
            <w:tcW w:w="2263" w:type="dxa"/>
          </w:tcPr>
          <w:p w14:paraId="2D6E4B80" w14:textId="77777777" w:rsidR="00EC5995" w:rsidRPr="004611CF" w:rsidRDefault="00EC5995" w:rsidP="00997E64">
            <w:r w:rsidRPr="004611CF">
              <w:t>Namespace</w:t>
            </w:r>
          </w:p>
        </w:tc>
        <w:tc>
          <w:tcPr>
            <w:tcW w:w="5954" w:type="dxa"/>
          </w:tcPr>
          <w:p w14:paraId="7B533940" w14:textId="77777777" w:rsidR="00EC5995" w:rsidRPr="004611CF" w:rsidRDefault="00EC5995" w:rsidP="00997E64">
            <w:r w:rsidRPr="004611CF">
              <w:t>https://geodata.wallonie.be/id/streetname</w:t>
            </w:r>
          </w:p>
        </w:tc>
      </w:tr>
      <w:tr w:rsidR="00EC5995" w:rsidRPr="004611CF" w14:paraId="0DD43824" w14:textId="77777777" w:rsidTr="00997E64">
        <w:tc>
          <w:tcPr>
            <w:tcW w:w="2263" w:type="dxa"/>
          </w:tcPr>
          <w:p w14:paraId="171607E4" w14:textId="77777777" w:rsidR="00EC5995" w:rsidRPr="004611CF" w:rsidRDefault="00EC5995" w:rsidP="00997E64">
            <w:r w:rsidRPr="004611CF">
              <w:t>Object identifier</w:t>
            </w:r>
          </w:p>
        </w:tc>
        <w:tc>
          <w:tcPr>
            <w:tcW w:w="5954" w:type="dxa"/>
          </w:tcPr>
          <w:p w14:paraId="433971EC" w14:textId="77777777" w:rsidR="00EC5995" w:rsidRPr="004611CF" w:rsidRDefault="00EC5995" w:rsidP="00997E64">
            <w:r w:rsidRPr="004611CF">
              <w:t>7964</w:t>
            </w:r>
          </w:p>
        </w:tc>
      </w:tr>
      <w:tr w:rsidR="00EC5995" w:rsidRPr="004611CF" w14:paraId="369268D0" w14:textId="77777777" w:rsidTr="00997E64">
        <w:tc>
          <w:tcPr>
            <w:tcW w:w="2263" w:type="dxa"/>
          </w:tcPr>
          <w:p w14:paraId="217A628B" w14:textId="77777777" w:rsidR="00EC5995" w:rsidRPr="004611CF" w:rsidRDefault="00EC5995" w:rsidP="00997E64">
            <w:r w:rsidRPr="004611CF">
              <w:t>Version Identifier</w:t>
            </w:r>
          </w:p>
        </w:tc>
        <w:tc>
          <w:tcPr>
            <w:tcW w:w="5954" w:type="dxa"/>
          </w:tcPr>
          <w:p w14:paraId="6F234170" w14:textId="77777777" w:rsidR="00EC5995" w:rsidRPr="004611CF" w:rsidRDefault="00EC5995" w:rsidP="00997E64">
            <w:r w:rsidRPr="004611CF">
              <w:t>1</w:t>
            </w:r>
          </w:p>
        </w:tc>
      </w:tr>
      <w:tr w:rsidR="00EC5995" w:rsidRPr="004611CF" w14:paraId="4EBC64BE" w14:textId="77777777" w:rsidTr="00997E64">
        <w:tc>
          <w:tcPr>
            <w:tcW w:w="2263" w:type="dxa"/>
          </w:tcPr>
          <w:p w14:paraId="29CBC89C" w14:textId="77777777" w:rsidR="00EC5995" w:rsidRPr="004611CF" w:rsidRDefault="00EC5995" w:rsidP="00997E64">
            <w:r w:rsidRPr="004611CF">
              <w:t xml:space="preserve">Spelling </w:t>
            </w:r>
            <w:proofErr w:type="spellStart"/>
            <w:r w:rsidRPr="004611CF">
              <w:t>fr</w:t>
            </w:r>
            <w:proofErr w:type="spellEnd"/>
          </w:p>
        </w:tc>
        <w:tc>
          <w:tcPr>
            <w:tcW w:w="5954" w:type="dxa"/>
          </w:tcPr>
          <w:p w14:paraId="09DBC25F" w14:textId="77777777" w:rsidR="00EC5995" w:rsidRPr="004611CF" w:rsidRDefault="00EC5995" w:rsidP="00997E64">
            <w:proofErr w:type="spellStart"/>
            <w:r w:rsidRPr="004611CF">
              <w:t>Dixième</w:t>
            </w:r>
            <w:proofErr w:type="spellEnd"/>
            <w:r w:rsidRPr="004611CF">
              <w:t xml:space="preserve"> Rue du Test</w:t>
            </w:r>
          </w:p>
        </w:tc>
      </w:tr>
      <w:tr w:rsidR="00EC5995" w:rsidRPr="004611CF" w14:paraId="63520759" w14:textId="77777777" w:rsidTr="00997E64">
        <w:tc>
          <w:tcPr>
            <w:tcW w:w="2263" w:type="dxa"/>
          </w:tcPr>
          <w:p w14:paraId="2C71A9A3" w14:textId="77777777" w:rsidR="00EC5995" w:rsidRPr="004611CF" w:rsidRDefault="00EC5995" w:rsidP="00997E64">
            <w:r w:rsidRPr="004611CF">
              <w:t>Assigned by municipality</w:t>
            </w:r>
          </w:p>
        </w:tc>
        <w:tc>
          <w:tcPr>
            <w:tcW w:w="5954" w:type="dxa"/>
          </w:tcPr>
          <w:p w14:paraId="1F85992D" w14:textId="77777777" w:rsidR="00EC5995" w:rsidRPr="004611CF" w:rsidRDefault="00EC5995" w:rsidP="00997E64">
            <w:r w:rsidRPr="004611CF">
              <w:t>Namespace: https://geodata.wallonie.be/id/municipality</w:t>
            </w:r>
            <w:r w:rsidRPr="004611CF">
              <w:br/>
            </w:r>
            <w:proofErr w:type="spellStart"/>
            <w:r w:rsidRPr="004611CF">
              <w:t>ObjectIdentifier</w:t>
            </w:r>
            <w:proofErr w:type="spellEnd"/>
            <w:r w:rsidRPr="004611CF">
              <w:t>: 21013</w:t>
            </w:r>
            <w:r w:rsidRPr="004611CF">
              <w:br/>
            </w:r>
            <w:proofErr w:type="spellStart"/>
            <w:r w:rsidRPr="004611CF">
              <w:t>VersionIdentifier</w:t>
            </w:r>
            <w:proofErr w:type="spellEnd"/>
            <w:r w:rsidRPr="004611CF">
              <w:t>: 1</w:t>
            </w:r>
          </w:p>
        </w:tc>
      </w:tr>
      <w:tr w:rsidR="00EC5995" w:rsidRPr="004611CF" w14:paraId="771B6723" w14:textId="77777777" w:rsidTr="00997E64">
        <w:tc>
          <w:tcPr>
            <w:tcW w:w="2263" w:type="dxa"/>
          </w:tcPr>
          <w:p w14:paraId="5CF0BD6B" w14:textId="77777777" w:rsidR="00EC5995" w:rsidRPr="004611CF" w:rsidRDefault="00EC5995" w:rsidP="00997E64">
            <w:r w:rsidRPr="004611CF">
              <w:t>Status</w:t>
            </w:r>
          </w:p>
        </w:tc>
        <w:tc>
          <w:tcPr>
            <w:tcW w:w="5954" w:type="dxa"/>
          </w:tcPr>
          <w:p w14:paraId="1A9F94C7" w14:textId="77777777" w:rsidR="00EC5995" w:rsidRPr="004611CF" w:rsidRDefault="00EC5995" w:rsidP="00997E64">
            <w:r w:rsidRPr="004611CF">
              <w:t>Current</w:t>
            </w:r>
          </w:p>
        </w:tc>
      </w:tr>
      <w:tr w:rsidR="00EC5995" w:rsidRPr="004611CF" w14:paraId="119723C0" w14:textId="77777777" w:rsidTr="00997E64">
        <w:tc>
          <w:tcPr>
            <w:tcW w:w="2263" w:type="dxa"/>
          </w:tcPr>
          <w:p w14:paraId="7150A98A" w14:textId="77777777" w:rsidR="00EC5995" w:rsidRPr="004611CF" w:rsidRDefault="00EC5995" w:rsidP="00997E64">
            <w:proofErr w:type="spellStart"/>
            <w:r w:rsidRPr="004611CF">
              <w:t>validFrom</w:t>
            </w:r>
            <w:proofErr w:type="spellEnd"/>
          </w:p>
        </w:tc>
        <w:tc>
          <w:tcPr>
            <w:tcW w:w="5954" w:type="dxa"/>
          </w:tcPr>
          <w:p w14:paraId="3E850ED7" w14:textId="77777777" w:rsidR="00EC5995" w:rsidRPr="004611CF" w:rsidRDefault="00EC5995" w:rsidP="00997E64">
            <w:r w:rsidRPr="004611CF">
              <w:t>2022-12-08T15:30:07</w:t>
            </w:r>
          </w:p>
        </w:tc>
      </w:tr>
      <w:tr w:rsidR="00EC5995" w:rsidRPr="004611CF" w14:paraId="511A880C" w14:textId="77777777" w:rsidTr="00997E64">
        <w:tc>
          <w:tcPr>
            <w:tcW w:w="2263" w:type="dxa"/>
          </w:tcPr>
          <w:p w14:paraId="6E4347D3" w14:textId="77777777" w:rsidR="00EC5995" w:rsidRPr="004611CF" w:rsidRDefault="00EC5995" w:rsidP="00997E64">
            <w:proofErr w:type="spellStart"/>
            <w:r w:rsidRPr="004611CF">
              <w:t>validTo</w:t>
            </w:r>
            <w:proofErr w:type="spellEnd"/>
          </w:p>
        </w:tc>
        <w:tc>
          <w:tcPr>
            <w:tcW w:w="5954" w:type="dxa"/>
          </w:tcPr>
          <w:p w14:paraId="26276A02" w14:textId="77777777" w:rsidR="00EC5995" w:rsidRPr="004611CF" w:rsidRDefault="00EC5995" w:rsidP="00997E64">
            <w:r w:rsidRPr="004611CF">
              <w:t>N/A</w:t>
            </w:r>
          </w:p>
        </w:tc>
      </w:tr>
      <w:tr w:rsidR="00EC5995" w:rsidRPr="004611CF" w14:paraId="6386D66F" w14:textId="77777777" w:rsidTr="00997E64">
        <w:tc>
          <w:tcPr>
            <w:tcW w:w="2263" w:type="dxa"/>
          </w:tcPr>
          <w:p w14:paraId="01E20C7B" w14:textId="77777777" w:rsidR="00EC5995" w:rsidRPr="004611CF" w:rsidRDefault="00EC5995" w:rsidP="00997E64">
            <w:r w:rsidRPr="004611CF">
              <w:t>Predecessor</w:t>
            </w:r>
          </w:p>
        </w:tc>
        <w:tc>
          <w:tcPr>
            <w:tcW w:w="5954" w:type="dxa"/>
          </w:tcPr>
          <w:p w14:paraId="58056F2C" w14:textId="77777777" w:rsidR="00EC5995" w:rsidRPr="004611CF" w:rsidRDefault="00EC5995" w:rsidP="00997E64">
            <w:r w:rsidRPr="004611CF">
              <w:t>N/A</w:t>
            </w:r>
          </w:p>
        </w:tc>
      </w:tr>
      <w:tr w:rsidR="00EC5995" w:rsidRPr="004611CF" w14:paraId="74FB87CD" w14:textId="77777777" w:rsidTr="00997E64">
        <w:tc>
          <w:tcPr>
            <w:tcW w:w="2263" w:type="dxa"/>
          </w:tcPr>
          <w:p w14:paraId="46DD3CEF" w14:textId="77777777" w:rsidR="00EC5995" w:rsidRPr="004611CF" w:rsidRDefault="00EC5995" w:rsidP="00997E64">
            <w:r w:rsidRPr="004611CF">
              <w:t>Successor</w:t>
            </w:r>
          </w:p>
        </w:tc>
        <w:tc>
          <w:tcPr>
            <w:tcW w:w="5954" w:type="dxa"/>
          </w:tcPr>
          <w:p w14:paraId="30778A25" w14:textId="77777777" w:rsidR="00EC5995" w:rsidRPr="004611CF" w:rsidRDefault="00EC5995" w:rsidP="00997E64">
            <w:r w:rsidRPr="004611CF">
              <w:t>N/A</w:t>
            </w:r>
          </w:p>
        </w:tc>
      </w:tr>
    </w:tbl>
    <w:p w14:paraId="7095C5EC" w14:textId="1D581ADB" w:rsidR="00EC5995" w:rsidRPr="004611CF" w:rsidRDefault="00EC5995" w:rsidP="00EC5995"/>
    <w:p w14:paraId="580AFE4D" w14:textId="77777777" w:rsidR="00EC5995" w:rsidRPr="004611CF" w:rsidRDefault="00EC5995">
      <w:pPr>
        <w:suppressAutoHyphens w:val="0"/>
        <w:spacing w:after="0" w:line="240" w:lineRule="auto"/>
      </w:pPr>
      <w:r w:rsidRPr="004611CF">
        <w:br w:type="page"/>
      </w:r>
    </w:p>
    <w:p w14:paraId="1187AF2D" w14:textId="77777777" w:rsidR="00EC5995" w:rsidRPr="004611CF" w:rsidRDefault="00EC5995" w:rsidP="00EC5995"/>
    <w:p w14:paraId="3CD6D1B7" w14:textId="77777777" w:rsidR="00EC5995" w:rsidRPr="004611CF" w:rsidRDefault="00EC5995" w:rsidP="00EC5995">
      <w:pPr>
        <w:pStyle w:val="Heading4"/>
      </w:pPr>
      <w:r w:rsidRPr="004611CF">
        <w:t>Example 5 - [ADD] Address</w:t>
      </w:r>
    </w:p>
    <w:tbl>
      <w:tblPr>
        <w:tblStyle w:val="TableGrid"/>
        <w:tblW w:w="0" w:type="auto"/>
        <w:tblLook w:val="04A0" w:firstRow="1" w:lastRow="0" w:firstColumn="1" w:lastColumn="0" w:noHBand="0" w:noVBand="1"/>
      </w:tblPr>
      <w:tblGrid>
        <w:gridCol w:w="2263"/>
        <w:gridCol w:w="5954"/>
      </w:tblGrid>
      <w:tr w:rsidR="00EC5995" w:rsidRPr="004611CF" w14:paraId="08DFA11A" w14:textId="77777777" w:rsidTr="00997E64">
        <w:trPr>
          <w:trHeight w:val="319"/>
        </w:trPr>
        <w:tc>
          <w:tcPr>
            <w:tcW w:w="2263" w:type="dxa"/>
          </w:tcPr>
          <w:p w14:paraId="18383160" w14:textId="77777777" w:rsidR="00EC5995" w:rsidRPr="004611CF" w:rsidRDefault="00EC5995" w:rsidP="00997E64">
            <w:r w:rsidRPr="004611CF">
              <w:t>Namespace</w:t>
            </w:r>
          </w:p>
        </w:tc>
        <w:tc>
          <w:tcPr>
            <w:tcW w:w="5954" w:type="dxa"/>
          </w:tcPr>
          <w:p w14:paraId="3ECAE5D3" w14:textId="77777777" w:rsidR="00EC5995" w:rsidRPr="004611CF" w:rsidRDefault="00EC5995" w:rsidP="00997E64">
            <w:r w:rsidRPr="004611CF">
              <w:t>https://geodata.wallonie.be/id/address</w:t>
            </w:r>
          </w:p>
        </w:tc>
      </w:tr>
      <w:tr w:rsidR="00EC5995" w:rsidRPr="004611CF" w14:paraId="686CE459" w14:textId="77777777" w:rsidTr="00997E64">
        <w:tc>
          <w:tcPr>
            <w:tcW w:w="2263" w:type="dxa"/>
          </w:tcPr>
          <w:p w14:paraId="063426EF" w14:textId="77777777" w:rsidR="00EC5995" w:rsidRPr="004611CF" w:rsidRDefault="00EC5995" w:rsidP="00997E64">
            <w:r w:rsidRPr="004611CF">
              <w:t>Object identifier</w:t>
            </w:r>
          </w:p>
        </w:tc>
        <w:tc>
          <w:tcPr>
            <w:tcW w:w="5954" w:type="dxa"/>
          </w:tcPr>
          <w:p w14:paraId="19C6530D" w14:textId="77777777" w:rsidR="00EC5995" w:rsidRPr="004611CF" w:rsidRDefault="00EC5995" w:rsidP="00997E64">
            <w:r w:rsidRPr="004611CF">
              <w:t>982863</w:t>
            </w:r>
          </w:p>
        </w:tc>
      </w:tr>
      <w:tr w:rsidR="00EC5995" w:rsidRPr="004611CF" w14:paraId="60C2E440" w14:textId="77777777" w:rsidTr="00997E64">
        <w:tc>
          <w:tcPr>
            <w:tcW w:w="2263" w:type="dxa"/>
          </w:tcPr>
          <w:p w14:paraId="3481273D" w14:textId="77777777" w:rsidR="00EC5995" w:rsidRPr="004611CF" w:rsidRDefault="00EC5995" w:rsidP="00997E64">
            <w:r w:rsidRPr="004611CF">
              <w:t>Version Identifier</w:t>
            </w:r>
          </w:p>
        </w:tc>
        <w:tc>
          <w:tcPr>
            <w:tcW w:w="5954" w:type="dxa"/>
          </w:tcPr>
          <w:p w14:paraId="59CB2121" w14:textId="77777777" w:rsidR="00EC5995" w:rsidRPr="004611CF" w:rsidRDefault="00EC5995" w:rsidP="00997E64">
            <w:r w:rsidRPr="004611CF">
              <w:t>1</w:t>
            </w:r>
          </w:p>
        </w:tc>
      </w:tr>
      <w:tr w:rsidR="00EC5995" w:rsidRPr="004611CF" w14:paraId="14B771F5" w14:textId="77777777" w:rsidTr="00997E64">
        <w:tc>
          <w:tcPr>
            <w:tcW w:w="2263" w:type="dxa"/>
          </w:tcPr>
          <w:p w14:paraId="2FBB4F5B" w14:textId="77777777" w:rsidR="00EC5995" w:rsidRPr="004611CF" w:rsidRDefault="00EC5995" w:rsidP="00997E64">
            <w:r w:rsidRPr="004611CF">
              <w:t xml:space="preserve">Has </w:t>
            </w:r>
            <w:proofErr w:type="spellStart"/>
            <w:r w:rsidRPr="004611CF">
              <w:t>StreetName</w:t>
            </w:r>
            <w:proofErr w:type="spellEnd"/>
          </w:p>
        </w:tc>
        <w:tc>
          <w:tcPr>
            <w:tcW w:w="5954" w:type="dxa"/>
          </w:tcPr>
          <w:p w14:paraId="3FE0234F" w14:textId="77777777" w:rsidR="00EC5995" w:rsidRPr="004611CF" w:rsidRDefault="00EC5995" w:rsidP="00997E64">
            <w:r w:rsidRPr="004611CF">
              <w:t>Namespace: https://geodata.wallonie.be/id/streetname</w:t>
            </w:r>
            <w:r w:rsidRPr="004611CF">
              <w:br/>
            </w:r>
            <w:proofErr w:type="spellStart"/>
            <w:r w:rsidRPr="004611CF">
              <w:t>ObjectIdentifier</w:t>
            </w:r>
            <w:proofErr w:type="spellEnd"/>
            <w:r w:rsidRPr="004611CF">
              <w:t>: 7964</w:t>
            </w:r>
            <w:r w:rsidRPr="004611CF">
              <w:br/>
            </w:r>
            <w:proofErr w:type="spellStart"/>
            <w:r w:rsidRPr="004611CF">
              <w:t>VersionIdentifier</w:t>
            </w:r>
            <w:proofErr w:type="spellEnd"/>
            <w:r w:rsidRPr="004611CF">
              <w:t>: 1</w:t>
            </w:r>
          </w:p>
        </w:tc>
      </w:tr>
      <w:tr w:rsidR="00EC5995" w:rsidRPr="004611CF" w14:paraId="1FD39D7B" w14:textId="77777777" w:rsidTr="00997E64">
        <w:tc>
          <w:tcPr>
            <w:tcW w:w="2263" w:type="dxa"/>
          </w:tcPr>
          <w:p w14:paraId="5C9B78D4" w14:textId="77777777" w:rsidR="00EC5995" w:rsidRPr="004611CF" w:rsidRDefault="00EC5995" w:rsidP="00997E64">
            <w:r w:rsidRPr="004611CF">
              <w:t>Has Municipality</w:t>
            </w:r>
          </w:p>
        </w:tc>
        <w:tc>
          <w:tcPr>
            <w:tcW w:w="5954" w:type="dxa"/>
          </w:tcPr>
          <w:p w14:paraId="53773907" w14:textId="77777777" w:rsidR="00EC5995" w:rsidRPr="004611CF" w:rsidRDefault="00EC5995" w:rsidP="00997E64">
            <w:r w:rsidRPr="004611CF">
              <w:t>Namespace: https://geodata.wallonie.be/id/municipality</w:t>
            </w:r>
            <w:r w:rsidRPr="004611CF">
              <w:br/>
            </w:r>
            <w:proofErr w:type="spellStart"/>
            <w:r w:rsidRPr="004611CF">
              <w:t>ObjectIdentifier</w:t>
            </w:r>
            <w:proofErr w:type="spellEnd"/>
            <w:r w:rsidRPr="004611CF">
              <w:t>: 21013</w:t>
            </w:r>
            <w:r w:rsidRPr="004611CF">
              <w:br/>
            </w:r>
            <w:proofErr w:type="spellStart"/>
            <w:r w:rsidRPr="004611CF">
              <w:t>VersionIdentifier</w:t>
            </w:r>
            <w:proofErr w:type="spellEnd"/>
            <w:r w:rsidRPr="004611CF">
              <w:t>: 1</w:t>
            </w:r>
          </w:p>
        </w:tc>
      </w:tr>
      <w:tr w:rsidR="00EC5995" w:rsidRPr="004611CF" w14:paraId="4CD29A31" w14:textId="77777777" w:rsidTr="00997E64">
        <w:tc>
          <w:tcPr>
            <w:tcW w:w="2263" w:type="dxa"/>
          </w:tcPr>
          <w:p w14:paraId="144D4CA8" w14:textId="77777777" w:rsidR="00EC5995" w:rsidRPr="004611CF" w:rsidRDefault="00EC5995" w:rsidP="00997E64">
            <w:r w:rsidRPr="004611CF">
              <w:t xml:space="preserve">Has </w:t>
            </w:r>
            <w:proofErr w:type="spellStart"/>
            <w:r w:rsidRPr="004611CF">
              <w:t>PostalInfo</w:t>
            </w:r>
            <w:proofErr w:type="spellEnd"/>
          </w:p>
        </w:tc>
        <w:tc>
          <w:tcPr>
            <w:tcW w:w="5954" w:type="dxa"/>
          </w:tcPr>
          <w:p w14:paraId="74827BC1" w14:textId="77777777" w:rsidR="00EC5995" w:rsidRPr="004611CF" w:rsidRDefault="00EC5995" w:rsidP="00997E64">
            <w:r w:rsidRPr="004611CF">
              <w:t>Namespace: https://geodata.wallonie.be/id/postalinfo</w:t>
            </w:r>
            <w:r w:rsidRPr="004611CF">
              <w:br/>
            </w:r>
            <w:proofErr w:type="spellStart"/>
            <w:r w:rsidRPr="004611CF">
              <w:t>ObjectIdentifier</w:t>
            </w:r>
            <w:proofErr w:type="spellEnd"/>
            <w:r w:rsidRPr="004611CF">
              <w:t>: 2000</w:t>
            </w:r>
            <w:r w:rsidRPr="004611CF">
              <w:br/>
            </w:r>
            <w:proofErr w:type="spellStart"/>
            <w:r w:rsidRPr="004611CF">
              <w:t>VersionIdentifier</w:t>
            </w:r>
            <w:proofErr w:type="spellEnd"/>
            <w:r w:rsidRPr="004611CF">
              <w:t>: 1</w:t>
            </w:r>
          </w:p>
        </w:tc>
      </w:tr>
      <w:tr w:rsidR="00EC5995" w:rsidRPr="004611CF" w14:paraId="7DEBD923" w14:textId="77777777" w:rsidTr="00997E64">
        <w:tc>
          <w:tcPr>
            <w:tcW w:w="2263" w:type="dxa"/>
          </w:tcPr>
          <w:p w14:paraId="4672260A" w14:textId="77777777" w:rsidR="00EC5995" w:rsidRPr="004611CF" w:rsidRDefault="00EC5995" w:rsidP="00997E64">
            <w:r w:rsidRPr="004611CF">
              <w:t xml:space="preserve">Has Part </w:t>
            </w:r>
            <w:proofErr w:type="gramStart"/>
            <w:r w:rsidRPr="004611CF">
              <w:t>Of</w:t>
            </w:r>
            <w:proofErr w:type="gramEnd"/>
            <w:r w:rsidRPr="004611CF">
              <w:t xml:space="preserve"> Municipality</w:t>
            </w:r>
          </w:p>
        </w:tc>
        <w:tc>
          <w:tcPr>
            <w:tcW w:w="5954" w:type="dxa"/>
          </w:tcPr>
          <w:p w14:paraId="242A181D" w14:textId="77777777" w:rsidR="00EC5995" w:rsidRPr="004611CF" w:rsidRDefault="00EC5995" w:rsidP="00997E64">
            <w:r w:rsidRPr="004611CF">
              <w:t>Namespace: https://geodata.wallonie.be/id/PartOfMunicipality</w:t>
            </w:r>
            <w:r w:rsidRPr="004611CF">
              <w:br/>
            </w:r>
            <w:proofErr w:type="spellStart"/>
            <w:r w:rsidRPr="004611CF">
              <w:t>ObjectIdentifier</w:t>
            </w:r>
            <w:proofErr w:type="spellEnd"/>
            <w:r w:rsidRPr="004611CF">
              <w:t>: 21014</w:t>
            </w:r>
            <w:r w:rsidRPr="004611CF">
              <w:br/>
            </w:r>
            <w:proofErr w:type="spellStart"/>
            <w:r w:rsidRPr="004611CF">
              <w:t>VersionIdentifier</w:t>
            </w:r>
            <w:proofErr w:type="spellEnd"/>
            <w:r w:rsidRPr="004611CF">
              <w:t>: 1</w:t>
            </w:r>
          </w:p>
        </w:tc>
      </w:tr>
      <w:tr w:rsidR="00EC5995" w:rsidRPr="004611CF" w14:paraId="5173C0D7" w14:textId="77777777" w:rsidTr="00997E64">
        <w:tc>
          <w:tcPr>
            <w:tcW w:w="2263" w:type="dxa"/>
          </w:tcPr>
          <w:p w14:paraId="5BF6144A" w14:textId="77777777" w:rsidR="00EC5995" w:rsidRPr="004611CF" w:rsidRDefault="00EC5995" w:rsidP="00997E64">
            <w:r w:rsidRPr="004611CF">
              <w:t>Status</w:t>
            </w:r>
          </w:p>
        </w:tc>
        <w:tc>
          <w:tcPr>
            <w:tcW w:w="5954" w:type="dxa"/>
          </w:tcPr>
          <w:p w14:paraId="0A754F66" w14:textId="77777777" w:rsidR="00EC5995" w:rsidRPr="004611CF" w:rsidRDefault="00EC5995" w:rsidP="00997E64">
            <w:r w:rsidRPr="004611CF">
              <w:t>Current</w:t>
            </w:r>
          </w:p>
        </w:tc>
      </w:tr>
      <w:tr w:rsidR="00EC5995" w:rsidRPr="004611CF" w14:paraId="55864818" w14:textId="77777777" w:rsidTr="00997E64">
        <w:tc>
          <w:tcPr>
            <w:tcW w:w="2263" w:type="dxa"/>
          </w:tcPr>
          <w:p w14:paraId="60B9C834" w14:textId="77777777" w:rsidR="00EC5995" w:rsidRPr="004611CF" w:rsidRDefault="00EC5995" w:rsidP="00997E64">
            <w:proofErr w:type="spellStart"/>
            <w:r w:rsidRPr="004611CF">
              <w:t>validFrom</w:t>
            </w:r>
            <w:proofErr w:type="spellEnd"/>
          </w:p>
        </w:tc>
        <w:tc>
          <w:tcPr>
            <w:tcW w:w="5954" w:type="dxa"/>
          </w:tcPr>
          <w:p w14:paraId="52425366" w14:textId="77777777" w:rsidR="00EC5995" w:rsidRPr="004611CF" w:rsidRDefault="00EC5995" w:rsidP="00997E64">
            <w:r w:rsidRPr="004611CF">
              <w:t>2022-12-08T14:50:36</w:t>
            </w:r>
          </w:p>
        </w:tc>
      </w:tr>
      <w:tr w:rsidR="00EC5995" w:rsidRPr="004611CF" w14:paraId="401F1035" w14:textId="77777777" w:rsidTr="00997E64">
        <w:tc>
          <w:tcPr>
            <w:tcW w:w="2263" w:type="dxa"/>
          </w:tcPr>
          <w:p w14:paraId="1B88AAF8" w14:textId="77777777" w:rsidR="00EC5995" w:rsidRPr="004611CF" w:rsidRDefault="00EC5995" w:rsidP="00997E64">
            <w:proofErr w:type="spellStart"/>
            <w:r w:rsidRPr="004611CF">
              <w:t>validTo</w:t>
            </w:r>
            <w:proofErr w:type="spellEnd"/>
          </w:p>
        </w:tc>
        <w:tc>
          <w:tcPr>
            <w:tcW w:w="5954" w:type="dxa"/>
          </w:tcPr>
          <w:p w14:paraId="6513B54C" w14:textId="77777777" w:rsidR="00EC5995" w:rsidRPr="004611CF" w:rsidRDefault="00EC5995" w:rsidP="00997E64">
            <w:r w:rsidRPr="004611CF">
              <w:t>N/A</w:t>
            </w:r>
          </w:p>
        </w:tc>
      </w:tr>
      <w:tr w:rsidR="00EC5995" w:rsidRPr="004611CF" w14:paraId="78014BE7" w14:textId="77777777" w:rsidTr="00997E64">
        <w:tc>
          <w:tcPr>
            <w:tcW w:w="2263" w:type="dxa"/>
          </w:tcPr>
          <w:p w14:paraId="02BD94CE" w14:textId="77777777" w:rsidR="00EC5995" w:rsidRPr="004611CF" w:rsidRDefault="00EC5995" w:rsidP="00997E64">
            <w:r w:rsidRPr="004611CF">
              <w:t>Predecessor</w:t>
            </w:r>
          </w:p>
        </w:tc>
        <w:tc>
          <w:tcPr>
            <w:tcW w:w="5954" w:type="dxa"/>
          </w:tcPr>
          <w:p w14:paraId="3E024441" w14:textId="77777777" w:rsidR="00EC5995" w:rsidRPr="004611CF" w:rsidRDefault="00EC5995" w:rsidP="00997E64">
            <w:r w:rsidRPr="004611CF">
              <w:t>N/A</w:t>
            </w:r>
          </w:p>
        </w:tc>
      </w:tr>
      <w:tr w:rsidR="00EC5995" w:rsidRPr="004611CF" w14:paraId="24001263" w14:textId="77777777" w:rsidTr="00997E64">
        <w:tc>
          <w:tcPr>
            <w:tcW w:w="2263" w:type="dxa"/>
          </w:tcPr>
          <w:p w14:paraId="64C9C90A" w14:textId="77777777" w:rsidR="00EC5995" w:rsidRPr="004611CF" w:rsidRDefault="00EC5995" w:rsidP="00997E64">
            <w:r w:rsidRPr="004611CF">
              <w:t>Successor</w:t>
            </w:r>
          </w:p>
        </w:tc>
        <w:tc>
          <w:tcPr>
            <w:tcW w:w="5954" w:type="dxa"/>
          </w:tcPr>
          <w:p w14:paraId="2C3262AB" w14:textId="77777777" w:rsidR="00EC5995" w:rsidRPr="004611CF" w:rsidRDefault="00EC5995" w:rsidP="00997E64">
            <w:r w:rsidRPr="004611CF">
              <w:t>N/A</w:t>
            </w:r>
          </w:p>
        </w:tc>
      </w:tr>
    </w:tbl>
    <w:p w14:paraId="31CE38C2" w14:textId="77777777" w:rsidR="00EC5995" w:rsidRPr="004611CF" w:rsidRDefault="00EC5995" w:rsidP="00EC5995"/>
    <w:p w14:paraId="4F642751" w14:textId="77777777" w:rsidR="00EC5995" w:rsidRPr="004611CF" w:rsidRDefault="00EC5995" w:rsidP="00EC5995"/>
    <w:p w14:paraId="50453B25" w14:textId="77777777" w:rsidR="00EC5995" w:rsidRPr="004611CF" w:rsidRDefault="00EC5995" w:rsidP="00EC5995">
      <w:r w:rsidRPr="004611CF">
        <w:br w:type="page"/>
      </w:r>
    </w:p>
    <w:p w14:paraId="79A8D218" w14:textId="77777777" w:rsidR="00924E87" w:rsidRDefault="00924E87" w:rsidP="00924E87">
      <w:pPr>
        <w:pStyle w:val="Heading3"/>
      </w:pPr>
      <w:bookmarkStart w:id="25" w:name="_Toc184897109"/>
      <w:r>
        <w:lastRenderedPageBreak/>
        <w:t>Scenario: Address attribute changed. [s6]</w:t>
      </w:r>
      <w:bookmarkEnd w:id="25"/>
    </w:p>
    <w:p w14:paraId="0AFAE9CA" w14:textId="5A6A56FA" w:rsidR="00EC5995" w:rsidRPr="00924E87" w:rsidRDefault="00EC5995" w:rsidP="00924E87">
      <w:pPr>
        <w:pStyle w:val="Heading4"/>
        <w:rPr>
          <w:sz w:val="22"/>
          <w:szCs w:val="28"/>
        </w:rPr>
      </w:pPr>
      <w:r w:rsidRPr="00924E87">
        <w:rPr>
          <w:sz w:val="22"/>
          <w:szCs w:val="28"/>
        </w:rPr>
        <w:t>[</w:t>
      </w:r>
      <w:r w:rsidR="00BC266C">
        <w:rPr>
          <w:sz w:val="22"/>
          <w:szCs w:val="28"/>
        </w:rPr>
        <w:t>Mutation file: BeStAddress_MBelgium20230202.zip</w:t>
      </w:r>
      <w:r w:rsidRPr="00924E87">
        <w:rPr>
          <w:sz w:val="22"/>
          <w:szCs w:val="28"/>
        </w:rPr>
        <w:t xml:space="preserve">] </w:t>
      </w:r>
      <w:r w:rsidRPr="00924E87">
        <w:rPr>
          <w:sz w:val="22"/>
          <w:szCs w:val="28"/>
        </w:rPr>
        <w:br/>
        <w:t>Example file: Wallonia_M_20230202_L72</w:t>
      </w:r>
    </w:p>
    <w:p w14:paraId="56E79AB6" w14:textId="77777777" w:rsidR="00EC5995" w:rsidRPr="004611CF" w:rsidRDefault="00EC5995" w:rsidP="00EC5995">
      <w:r w:rsidRPr="004611CF">
        <w:t xml:space="preserve">In this example file you are shown how an attribute of an </w:t>
      </w:r>
      <w:r w:rsidRPr="004611CF">
        <w:rPr>
          <w:b/>
          <w:bCs/>
        </w:rPr>
        <w:t>address</w:t>
      </w:r>
      <w:r w:rsidRPr="004611CF">
        <w:t xml:space="preserve"> that was previously created is changed.  The attribute change in the mutation file is the house number value.</w:t>
      </w:r>
    </w:p>
    <w:p w14:paraId="0E271807" w14:textId="77777777" w:rsidR="00EC5995" w:rsidRPr="004611CF" w:rsidRDefault="00EC5995" w:rsidP="00EC5995">
      <w:pPr>
        <w:pStyle w:val="Heading4"/>
      </w:pPr>
      <w:r w:rsidRPr="004611CF">
        <w:t>Example 6 (1/2) - [ADD] Address</w:t>
      </w:r>
    </w:p>
    <w:tbl>
      <w:tblPr>
        <w:tblStyle w:val="TableGrid"/>
        <w:tblW w:w="0" w:type="auto"/>
        <w:tblLook w:val="04A0" w:firstRow="1" w:lastRow="0" w:firstColumn="1" w:lastColumn="0" w:noHBand="0" w:noVBand="1"/>
      </w:tblPr>
      <w:tblGrid>
        <w:gridCol w:w="2263"/>
        <w:gridCol w:w="5954"/>
      </w:tblGrid>
      <w:tr w:rsidR="00EC5995" w:rsidRPr="004611CF" w14:paraId="770C5DCE" w14:textId="77777777" w:rsidTr="00997E64">
        <w:trPr>
          <w:trHeight w:val="319"/>
        </w:trPr>
        <w:tc>
          <w:tcPr>
            <w:tcW w:w="2263" w:type="dxa"/>
          </w:tcPr>
          <w:p w14:paraId="0CD18B34" w14:textId="77777777" w:rsidR="00EC5995" w:rsidRPr="004611CF" w:rsidRDefault="00EC5995" w:rsidP="00997E64">
            <w:r w:rsidRPr="004611CF">
              <w:t>Namespace</w:t>
            </w:r>
          </w:p>
        </w:tc>
        <w:tc>
          <w:tcPr>
            <w:tcW w:w="5954" w:type="dxa"/>
          </w:tcPr>
          <w:p w14:paraId="5DD60861" w14:textId="77777777" w:rsidR="00EC5995" w:rsidRPr="004611CF" w:rsidRDefault="00EC5995" w:rsidP="00997E64">
            <w:r w:rsidRPr="004611CF">
              <w:t>https://geodata.wallonie.be/id/address</w:t>
            </w:r>
          </w:p>
        </w:tc>
      </w:tr>
      <w:tr w:rsidR="00EC5995" w:rsidRPr="004611CF" w14:paraId="4E14A5AF" w14:textId="77777777" w:rsidTr="00997E64">
        <w:tc>
          <w:tcPr>
            <w:tcW w:w="2263" w:type="dxa"/>
          </w:tcPr>
          <w:p w14:paraId="3077AF9B" w14:textId="77777777" w:rsidR="00EC5995" w:rsidRPr="004611CF" w:rsidRDefault="00EC5995" w:rsidP="00997E64">
            <w:r w:rsidRPr="004611CF">
              <w:t>Object identifier</w:t>
            </w:r>
          </w:p>
        </w:tc>
        <w:tc>
          <w:tcPr>
            <w:tcW w:w="5954" w:type="dxa"/>
          </w:tcPr>
          <w:p w14:paraId="7A98AC3D" w14:textId="77777777" w:rsidR="00EC5995" w:rsidRPr="004611CF" w:rsidRDefault="00EC5995" w:rsidP="00997E64">
            <w:r w:rsidRPr="004611CF">
              <w:t>982863</w:t>
            </w:r>
          </w:p>
        </w:tc>
      </w:tr>
      <w:tr w:rsidR="00EC5995" w:rsidRPr="004611CF" w14:paraId="493B1798" w14:textId="77777777" w:rsidTr="00997E64">
        <w:tc>
          <w:tcPr>
            <w:tcW w:w="2263" w:type="dxa"/>
          </w:tcPr>
          <w:p w14:paraId="0924F86E" w14:textId="77777777" w:rsidR="00EC5995" w:rsidRPr="004611CF" w:rsidRDefault="00EC5995" w:rsidP="00997E64">
            <w:r w:rsidRPr="004611CF">
              <w:t>Version Identifier</w:t>
            </w:r>
          </w:p>
        </w:tc>
        <w:tc>
          <w:tcPr>
            <w:tcW w:w="5954" w:type="dxa"/>
          </w:tcPr>
          <w:p w14:paraId="6A5B3CDF" w14:textId="77777777" w:rsidR="00EC5995" w:rsidRPr="004611CF" w:rsidRDefault="00EC5995" w:rsidP="00997E64">
            <w:r w:rsidRPr="004611CF">
              <w:t>2</w:t>
            </w:r>
          </w:p>
        </w:tc>
      </w:tr>
      <w:tr w:rsidR="00EC5995" w:rsidRPr="004611CF" w14:paraId="2E01122F" w14:textId="77777777" w:rsidTr="00997E64">
        <w:tc>
          <w:tcPr>
            <w:tcW w:w="2263" w:type="dxa"/>
          </w:tcPr>
          <w:p w14:paraId="7B050139" w14:textId="77777777" w:rsidR="00EC5995" w:rsidRPr="004611CF" w:rsidRDefault="00EC5995" w:rsidP="00997E64">
            <w:r w:rsidRPr="004611CF">
              <w:t xml:space="preserve">Has </w:t>
            </w:r>
            <w:proofErr w:type="spellStart"/>
            <w:r w:rsidRPr="004611CF">
              <w:t>StreetName</w:t>
            </w:r>
            <w:proofErr w:type="spellEnd"/>
          </w:p>
        </w:tc>
        <w:tc>
          <w:tcPr>
            <w:tcW w:w="5954" w:type="dxa"/>
          </w:tcPr>
          <w:p w14:paraId="0A0CF434" w14:textId="77777777" w:rsidR="00EC5995" w:rsidRPr="004611CF" w:rsidRDefault="00EC5995" w:rsidP="00997E64">
            <w:r w:rsidRPr="004611CF">
              <w:t>Namespace: https://geodata.wallonie.be/id/streetname</w:t>
            </w:r>
            <w:r w:rsidRPr="004611CF">
              <w:br/>
            </w:r>
            <w:proofErr w:type="spellStart"/>
            <w:r w:rsidRPr="004611CF">
              <w:t>ObjectIdentifier</w:t>
            </w:r>
            <w:proofErr w:type="spellEnd"/>
            <w:r w:rsidRPr="004611CF">
              <w:t>: 7964</w:t>
            </w:r>
            <w:r w:rsidRPr="004611CF">
              <w:br/>
            </w:r>
            <w:proofErr w:type="spellStart"/>
            <w:r w:rsidRPr="004611CF">
              <w:t>VersionIdentifier</w:t>
            </w:r>
            <w:proofErr w:type="spellEnd"/>
            <w:r w:rsidRPr="004611CF">
              <w:t>: 1</w:t>
            </w:r>
          </w:p>
        </w:tc>
      </w:tr>
      <w:tr w:rsidR="00EC5995" w:rsidRPr="004611CF" w14:paraId="1222ABB7" w14:textId="77777777" w:rsidTr="00997E64">
        <w:tc>
          <w:tcPr>
            <w:tcW w:w="2263" w:type="dxa"/>
          </w:tcPr>
          <w:p w14:paraId="7A235DC0" w14:textId="77777777" w:rsidR="00EC5995" w:rsidRPr="004611CF" w:rsidRDefault="00EC5995" w:rsidP="00997E64">
            <w:r w:rsidRPr="004611CF">
              <w:t>Has Municipality</w:t>
            </w:r>
          </w:p>
        </w:tc>
        <w:tc>
          <w:tcPr>
            <w:tcW w:w="5954" w:type="dxa"/>
          </w:tcPr>
          <w:p w14:paraId="39D0964C" w14:textId="77777777" w:rsidR="00EC5995" w:rsidRPr="004611CF" w:rsidRDefault="00EC5995" w:rsidP="00997E64">
            <w:r w:rsidRPr="004611CF">
              <w:t>Namespace: https://geodata.wallonie.be/id/municipality</w:t>
            </w:r>
            <w:r w:rsidRPr="004611CF">
              <w:br/>
            </w:r>
            <w:proofErr w:type="spellStart"/>
            <w:r w:rsidRPr="004611CF">
              <w:t>ObjectIdentifier</w:t>
            </w:r>
            <w:proofErr w:type="spellEnd"/>
            <w:r w:rsidRPr="004611CF">
              <w:t>: 21013</w:t>
            </w:r>
            <w:r w:rsidRPr="004611CF">
              <w:br/>
            </w:r>
            <w:proofErr w:type="spellStart"/>
            <w:r w:rsidRPr="004611CF">
              <w:t>VersionIdentifier</w:t>
            </w:r>
            <w:proofErr w:type="spellEnd"/>
            <w:r w:rsidRPr="004611CF">
              <w:t>: 1</w:t>
            </w:r>
          </w:p>
        </w:tc>
      </w:tr>
      <w:tr w:rsidR="00EC5995" w:rsidRPr="004611CF" w14:paraId="027BF245" w14:textId="77777777" w:rsidTr="00997E64">
        <w:tc>
          <w:tcPr>
            <w:tcW w:w="2263" w:type="dxa"/>
          </w:tcPr>
          <w:p w14:paraId="5722579B" w14:textId="77777777" w:rsidR="00EC5995" w:rsidRPr="004611CF" w:rsidRDefault="00EC5995" w:rsidP="00997E64">
            <w:r w:rsidRPr="004611CF">
              <w:t xml:space="preserve">Has </w:t>
            </w:r>
            <w:proofErr w:type="spellStart"/>
            <w:r w:rsidRPr="004611CF">
              <w:t>PostalInfo</w:t>
            </w:r>
            <w:proofErr w:type="spellEnd"/>
          </w:p>
        </w:tc>
        <w:tc>
          <w:tcPr>
            <w:tcW w:w="5954" w:type="dxa"/>
          </w:tcPr>
          <w:p w14:paraId="5B87C420" w14:textId="77777777" w:rsidR="00EC5995" w:rsidRPr="004611CF" w:rsidRDefault="00EC5995" w:rsidP="00997E64">
            <w:r w:rsidRPr="004611CF">
              <w:t>Namespace: https://geodata.wallonie.be/id/postalinfo</w:t>
            </w:r>
            <w:r w:rsidRPr="004611CF">
              <w:br/>
            </w:r>
            <w:proofErr w:type="spellStart"/>
            <w:r w:rsidRPr="004611CF">
              <w:t>ObjectIdentifier</w:t>
            </w:r>
            <w:proofErr w:type="spellEnd"/>
            <w:r w:rsidRPr="004611CF">
              <w:t>: 2000</w:t>
            </w:r>
            <w:r w:rsidRPr="004611CF">
              <w:br/>
            </w:r>
            <w:proofErr w:type="spellStart"/>
            <w:r w:rsidRPr="004611CF">
              <w:t>VersionIdentifier</w:t>
            </w:r>
            <w:proofErr w:type="spellEnd"/>
            <w:r w:rsidRPr="004611CF">
              <w:t>: 1</w:t>
            </w:r>
          </w:p>
        </w:tc>
      </w:tr>
      <w:tr w:rsidR="00EC5995" w:rsidRPr="004611CF" w14:paraId="393E3D0B" w14:textId="77777777" w:rsidTr="00997E64">
        <w:tc>
          <w:tcPr>
            <w:tcW w:w="2263" w:type="dxa"/>
          </w:tcPr>
          <w:p w14:paraId="6809F118" w14:textId="77777777" w:rsidR="00EC5995" w:rsidRPr="004611CF" w:rsidRDefault="00EC5995" w:rsidP="00997E64">
            <w:r w:rsidRPr="004611CF">
              <w:t xml:space="preserve">Has Part </w:t>
            </w:r>
            <w:proofErr w:type="gramStart"/>
            <w:r w:rsidRPr="004611CF">
              <w:t>Of</w:t>
            </w:r>
            <w:proofErr w:type="gramEnd"/>
            <w:r w:rsidRPr="004611CF">
              <w:t xml:space="preserve"> Municipality</w:t>
            </w:r>
          </w:p>
        </w:tc>
        <w:tc>
          <w:tcPr>
            <w:tcW w:w="5954" w:type="dxa"/>
          </w:tcPr>
          <w:p w14:paraId="6073101E" w14:textId="77777777" w:rsidR="00EC5995" w:rsidRPr="004611CF" w:rsidRDefault="00EC5995" w:rsidP="00997E64">
            <w:r w:rsidRPr="004611CF">
              <w:t>Namespace: https://geodata.wallonie.be/id/PartOfMunicipality</w:t>
            </w:r>
            <w:r w:rsidRPr="004611CF">
              <w:br/>
            </w:r>
            <w:proofErr w:type="spellStart"/>
            <w:r w:rsidRPr="004611CF">
              <w:t>ObjectIdentifier</w:t>
            </w:r>
            <w:proofErr w:type="spellEnd"/>
            <w:r w:rsidRPr="004611CF">
              <w:t>: 21014</w:t>
            </w:r>
            <w:r w:rsidRPr="004611CF">
              <w:br/>
            </w:r>
            <w:proofErr w:type="spellStart"/>
            <w:r w:rsidRPr="004611CF">
              <w:t>VersionIdentifier</w:t>
            </w:r>
            <w:proofErr w:type="spellEnd"/>
            <w:r w:rsidRPr="004611CF">
              <w:t>: 1</w:t>
            </w:r>
          </w:p>
        </w:tc>
      </w:tr>
      <w:tr w:rsidR="00EC5995" w:rsidRPr="004611CF" w14:paraId="71C7963D" w14:textId="77777777" w:rsidTr="00997E64">
        <w:tc>
          <w:tcPr>
            <w:tcW w:w="2263" w:type="dxa"/>
          </w:tcPr>
          <w:p w14:paraId="23B8A949" w14:textId="77777777" w:rsidR="00EC5995" w:rsidRPr="004611CF" w:rsidRDefault="00EC5995" w:rsidP="00997E64">
            <w:r w:rsidRPr="004611CF">
              <w:t>Status</w:t>
            </w:r>
          </w:p>
        </w:tc>
        <w:tc>
          <w:tcPr>
            <w:tcW w:w="5954" w:type="dxa"/>
          </w:tcPr>
          <w:p w14:paraId="7E432AA2" w14:textId="77777777" w:rsidR="00EC5995" w:rsidRPr="004611CF" w:rsidRDefault="00EC5995" w:rsidP="00997E64">
            <w:r w:rsidRPr="004611CF">
              <w:t>Current</w:t>
            </w:r>
          </w:p>
        </w:tc>
      </w:tr>
      <w:tr w:rsidR="00EC5995" w:rsidRPr="004611CF" w14:paraId="43704652" w14:textId="77777777" w:rsidTr="00997E64">
        <w:tc>
          <w:tcPr>
            <w:tcW w:w="2263" w:type="dxa"/>
          </w:tcPr>
          <w:p w14:paraId="10DB9913" w14:textId="77777777" w:rsidR="00EC5995" w:rsidRPr="004611CF" w:rsidRDefault="00EC5995" w:rsidP="00997E64">
            <w:proofErr w:type="spellStart"/>
            <w:r w:rsidRPr="004611CF">
              <w:t>validFrom</w:t>
            </w:r>
            <w:proofErr w:type="spellEnd"/>
          </w:p>
        </w:tc>
        <w:tc>
          <w:tcPr>
            <w:tcW w:w="5954" w:type="dxa"/>
          </w:tcPr>
          <w:p w14:paraId="538C2B91" w14:textId="77777777" w:rsidR="00EC5995" w:rsidRPr="004611CF" w:rsidRDefault="00EC5995" w:rsidP="00997E64">
            <w:r w:rsidRPr="004611CF">
              <w:t>2023-02-02T14:50:36</w:t>
            </w:r>
          </w:p>
        </w:tc>
      </w:tr>
      <w:tr w:rsidR="00EC5995" w:rsidRPr="004611CF" w14:paraId="313C0013" w14:textId="77777777" w:rsidTr="00997E64">
        <w:tc>
          <w:tcPr>
            <w:tcW w:w="2263" w:type="dxa"/>
          </w:tcPr>
          <w:p w14:paraId="4546A02A" w14:textId="77777777" w:rsidR="00EC5995" w:rsidRPr="004611CF" w:rsidRDefault="00EC5995" w:rsidP="00997E64">
            <w:proofErr w:type="spellStart"/>
            <w:r w:rsidRPr="004611CF">
              <w:t>validTo</w:t>
            </w:r>
            <w:proofErr w:type="spellEnd"/>
          </w:p>
        </w:tc>
        <w:tc>
          <w:tcPr>
            <w:tcW w:w="5954" w:type="dxa"/>
          </w:tcPr>
          <w:p w14:paraId="417B4612" w14:textId="77777777" w:rsidR="00EC5995" w:rsidRPr="004611CF" w:rsidRDefault="00EC5995" w:rsidP="00997E64">
            <w:r w:rsidRPr="004611CF">
              <w:t>N/A</w:t>
            </w:r>
          </w:p>
        </w:tc>
      </w:tr>
      <w:tr w:rsidR="00EC5995" w:rsidRPr="004611CF" w14:paraId="0C8FB6E9" w14:textId="77777777" w:rsidTr="00997E64">
        <w:tc>
          <w:tcPr>
            <w:tcW w:w="2263" w:type="dxa"/>
          </w:tcPr>
          <w:p w14:paraId="65DBA314" w14:textId="77777777" w:rsidR="00EC5995" w:rsidRPr="004611CF" w:rsidRDefault="00EC5995" w:rsidP="00997E64">
            <w:r w:rsidRPr="004611CF">
              <w:t>Predecessor</w:t>
            </w:r>
          </w:p>
        </w:tc>
        <w:tc>
          <w:tcPr>
            <w:tcW w:w="5954" w:type="dxa"/>
          </w:tcPr>
          <w:p w14:paraId="360C2FBA" w14:textId="77777777" w:rsidR="00EC5995" w:rsidRPr="004611CF" w:rsidRDefault="00EC5995" w:rsidP="00997E64">
            <w:r w:rsidRPr="004611CF">
              <w:t>Namespace: https://geodata.wallonie.be/id/municipality</w:t>
            </w:r>
            <w:r w:rsidRPr="004611CF">
              <w:br/>
            </w:r>
            <w:proofErr w:type="spellStart"/>
            <w:r w:rsidRPr="004611CF">
              <w:t>ObjectIdentifier</w:t>
            </w:r>
            <w:proofErr w:type="spellEnd"/>
            <w:r w:rsidRPr="004611CF">
              <w:t>: 982863</w:t>
            </w:r>
            <w:r w:rsidRPr="004611CF">
              <w:br/>
            </w:r>
            <w:proofErr w:type="spellStart"/>
            <w:r w:rsidRPr="004611CF">
              <w:t>VersionIdentifier</w:t>
            </w:r>
            <w:proofErr w:type="spellEnd"/>
            <w:r w:rsidRPr="004611CF">
              <w:t>: 1</w:t>
            </w:r>
          </w:p>
        </w:tc>
      </w:tr>
      <w:tr w:rsidR="00EC5995" w:rsidRPr="004611CF" w14:paraId="20AB5776" w14:textId="77777777" w:rsidTr="00997E64">
        <w:tc>
          <w:tcPr>
            <w:tcW w:w="2263" w:type="dxa"/>
          </w:tcPr>
          <w:p w14:paraId="0068AEF0" w14:textId="77777777" w:rsidR="00EC5995" w:rsidRPr="004611CF" w:rsidRDefault="00EC5995" w:rsidP="00997E64">
            <w:r w:rsidRPr="004611CF">
              <w:t>Successor</w:t>
            </w:r>
          </w:p>
        </w:tc>
        <w:tc>
          <w:tcPr>
            <w:tcW w:w="5954" w:type="dxa"/>
          </w:tcPr>
          <w:p w14:paraId="4B0BD9B2" w14:textId="77777777" w:rsidR="00EC5995" w:rsidRPr="004611CF" w:rsidRDefault="00EC5995" w:rsidP="00997E64">
            <w:r w:rsidRPr="004611CF">
              <w:t>N/A</w:t>
            </w:r>
          </w:p>
        </w:tc>
      </w:tr>
    </w:tbl>
    <w:p w14:paraId="68470AE7" w14:textId="77777777" w:rsidR="00EC5995" w:rsidRPr="004611CF" w:rsidRDefault="00EC5995" w:rsidP="00EC5995"/>
    <w:p w14:paraId="087A333C" w14:textId="77777777" w:rsidR="00EC5995" w:rsidRPr="004611CF" w:rsidRDefault="00EC5995" w:rsidP="00EC5995">
      <w:pPr>
        <w:pStyle w:val="Heading4"/>
      </w:pPr>
      <w:r w:rsidRPr="004611CF">
        <w:lastRenderedPageBreak/>
        <w:t>Example 6 (2/2) - [UPDATE] Address</w:t>
      </w:r>
    </w:p>
    <w:tbl>
      <w:tblPr>
        <w:tblStyle w:val="TableGrid"/>
        <w:tblW w:w="0" w:type="auto"/>
        <w:tblLook w:val="04A0" w:firstRow="1" w:lastRow="0" w:firstColumn="1" w:lastColumn="0" w:noHBand="0" w:noVBand="1"/>
      </w:tblPr>
      <w:tblGrid>
        <w:gridCol w:w="2263"/>
        <w:gridCol w:w="5954"/>
      </w:tblGrid>
      <w:tr w:rsidR="00EC5995" w:rsidRPr="004611CF" w14:paraId="18EFD155" w14:textId="77777777" w:rsidTr="00997E64">
        <w:trPr>
          <w:trHeight w:val="319"/>
        </w:trPr>
        <w:tc>
          <w:tcPr>
            <w:tcW w:w="2263" w:type="dxa"/>
          </w:tcPr>
          <w:p w14:paraId="530C4D2D" w14:textId="77777777" w:rsidR="00EC5995" w:rsidRPr="004611CF" w:rsidRDefault="00EC5995" w:rsidP="00997E64">
            <w:r w:rsidRPr="004611CF">
              <w:t>Namespace</w:t>
            </w:r>
          </w:p>
        </w:tc>
        <w:tc>
          <w:tcPr>
            <w:tcW w:w="5954" w:type="dxa"/>
          </w:tcPr>
          <w:p w14:paraId="19F9A306" w14:textId="77777777" w:rsidR="00EC5995" w:rsidRPr="004611CF" w:rsidRDefault="00EC5995" w:rsidP="00997E64">
            <w:r w:rsidRPr="004611CF">
              <w:t>https://geodata.wallonie.be/id/address</w:t>
            </w:r>
          </w:p>
        </w:tc>
      </w:tr>
      <w:tr w:rsidR="00EC5995" w:rsidRPr="004611CF" w14:paraId="260660B5" w14:textId="77777777" w:rsidTr="00997E64">
        <w:tc>
          <w:tcPr>
            <w:tcW w:w="2263" w:type="dxa"/>
          </w:tcPr>
          <w:p w14:paraId="433E6D8A" w14:textId="77777777" w:rsidR="00EC5995" w:rsidRPr="004611CF" w:rsidRDefault="00EC5995" w:rsidP="00997E64">
            <w:r w:rsidRPr="004611CF">
              <w:t>Object identifier</w:t>
            </w:r>
          </w:p>
        </w:tc>
        <w:tc>
          <w:tcPr>
            <w:tcW w:w="5954" w:type="dxa"/>
          </w:tcPr>
          <w:p w14:paraId="4CFD21CC" w14:textId="77777777" w:rsidR="00EC5995" w:rsidRPr="004611CF" w:rsidRDefault="00EC5995" w:rsidP="00997E64">
            <w:r w:rsidRPr="004611CF">
              <w:t>982863</w:t>
            </w:r>
          </w:p>
        </w:tc>
      </w:tr>
      <w:tr w:rsidR="00EC5995" w:rsidRPr="004611CF" w14:paraId="0FC9AA0C" w14:textId="77777777" w:rsidTr="00997E64">
        <w:tc>
          <w:tcPr>
            <w:tcW w:w="2263" w:type="dxa"/>
          </w:tcPr>
          <w:p w14:paraId="5DB8D22C" w14:textId="77777777" w:rsidR="00EC5995" w:rsidRPr="004611CF" w:rsidRDefault="00EC5995" w:rsidP="00997E64">
            <w:r w:rsidRPr="004611CF">
              <w:t>Version Identifier</w:t>
            </w:r>
          </w:p>
        </w:tc>
        <w:tc>
          <w:tcPr>
            <w:tcW w:w="5954" w:type="dxa"/>
          </w:tcPr>
          <w:p w14:paraId="1663DAB2" w14:textId="77777777" w:rsidR="00EC5995" w:rsidRPr="004611CF" w:rsidRDefault="00EC5995" w:rsidP="00997E64">
            <w:r w:rsidRPr="004611CF">
              <w:t>1</w:t>
            </w:r>
          </w:p>
        </w:tc>
      </w:tr>
      <w:tr w:rsidR="00EC5995" w:rsidRPr="004611CF" w14:paraId="5F0D26FC" w14:textId="77777777" w:rsidTr="00997E64">
        <w:tc>
          <w:tcPr>
            <w:tcW w:w="2263" w:type="dxa"/>
          </w:tcPr>
          <w:p w14:paraId="468D377F" w14:textId="77777777" w:rsidR="00EC5995" w:rsidRPr="004611CF" w:rsidRDefault="00EC5995" w:rsidP="00997E64">
            <w:r w:rsidRPr="004611CF">
              <w:t xml:space="preserve">Has </w:t>
            </w:r>
            <w:proofErr w:type="spellStart"/>
            <w:r w:rsidRPr="004611CF">
              <w:t>StreetName</w:t>
            </w:r>
            <w:proofErr w:type="spellEnd"/>
          </w:p>
        </w:tc>
        <w:tc>
          <w:tcPr>
            <w:tcW w:w="5954" w:type="dxa"/>
          </w:tcPr>
          <w:p w14:paraId="3296D243" w14:textId="77777777" w:rsidR="00EC5995" w:rsidRPr="004611CF" w:rsidRDefault="00EC5995" w:rsidP="00997E64">
            <w:r w:rsidRPr="004611CF">
              <w:t>Namespace: https://geodata.wallonie.be/id/streetname</w:t>
            </w:r>
            <w:r w:rsidRPr="004611CF">
              <w:br/>
            </w:r>
            <w:proofErr w:type="spellStart"/>
            <w:r w:rsidRPr="004611CF">
              <w:t>ObjectIdentifier</w:t>
            </w:r>
            <w:proofErr w:type="spellEnd"/>
            <w:r w:rsidRPr="004611CF">
              <w:t>: 7964</w:t>
            </w:r>
            <w:r w:rsidRPr="004611CF">
              <w:br/>
            </w:r>
            <w:proofErr w:type="spellStart"/>
            <w:r w:rsidRPr="004611CF">
              <w:t>VersionIdentifier</w:t>
            </w:r>
            <w:proofErr w:type="spellEnd"/>
            <w:r w:rsidRPr="004611CF">
              <w:t>: 1</w:t>
            </w:r>
          </w:p>
        </w:tc>
      </w:tr>
      <w:tr w:rsidR="00EC5995" w:rsidRPr="004611CF" w14:paraId="78CEFF08" w14:textId="77777777" w:rsidTr="00997E64">
        <w:tc>
          <w:tcPr>
            <w:tcW w:w="2263" w:type="dxa"/>
          </w:tcPr>
          <w:p w14:paraId="169D78CD" w14:textId="77777777" w:rsidR="00EC5995" w:rsidRPr="004611CF" w:rsidRDefault="00EC5995" w:rsidP="00997E64">
            <w:r w:rsidRPr="004611CF">
              <w:t>Has Municipality</w:t>
            </w:r>
          </w:p>
        </w:tc>
        <w:tc>
          <w:tcPr>
            <w:tcW w:w="5954" w:type="dxa"/>
          </w:tcPr>
          <w:p w14:paraId="32300F7D" w14:textId="77777777" w:rsidR="00EC5995" w:rsidRPr="004611CF" w:rsidRDefault="00EC5995" w:rsidP="00997E64">
            <w:r w:rsidRPr="004611CF">
              <w:t>Namespace: https://geodata.wallonie.be/id/municipality</w:t>
            </w:r>
            <w:r w:rsidRPr="004611CF">
              <w:br/>
            </w:r>
            <w:proofErr w:type="spellStart"/>
            <w:r w:rsidRPr="004611CF">
              <w:t>ObjectIdentifier</w:t>
            </w:r>
            <w:proofErr w:type="spellEnd"/>
            <w:r w:rsidRPr="004611CF">
              <w:t>: 21013</w:t>
            </w:r>
            <w:r w:rsidRPr="004611CF">
              <w:br/>
            </w:r>
            <w:proofErr w:type="spellStart"/>
            <w:r w:rsidRPr="004611CF">
              <w:t>VersionIdentifier</w:t>
            </w:r>
            <w:proofErr w:type="spellEnd"/>
            <w:r w:rsidRPr="004611CF">
              <w:t>: 1</w:t>
            </w:r>
          </w:p>
        </w:tc>
      </w:tr>
      <w:tr w:rsidR="00EC5995" w:rsidRPr="004611CF" w14:paraId="27C2BBC8" w14:textId="77777777" w:rsidTr="00997E64">
        <w:tc>
          <w:tcPr>
            <w:tcW w:w="2263" w:type="dxa"/>
          </w:tcPr>
          <w:p w14:paraId="381AC0D4" w14:textId="77777777" w:rsidR="00EC5995" w:rsidRPr="004611CF" w:rsidRDefault="00EC5995" w:rsidP="00997E64">
            <w:r w:rsidRPr="004611CF">
              <w:t xml:space="preserve">Has </w:t>
            </w:r>
            <w:proofErr w:type="spellStart"/>
            <w:r w:rsidRPr="004611CF">
              <w:t>PostalInfo</w:t>
            </w:r>
            <w:proofErr w:type="spellEnd"/>
          </w:p>
        </w:tc>
        <w:tc>
          <w:tcPr>
            <w:tcW w:w="5954" w:type="dxa"/>
          </w:tcPr>
          <w:p w14:paraId="756466A5" w14:textId="77777777" w:rsidR="00EC5995" w:rsidRPr="004611CF" w:rsidRDefault="00EC5995" w:rsidP="00997E64">
            <w:r w:rsidRPr="004611CF">
              <w:t>Namespace: https://geodata.wallonie.be/id/postalinfo</w:t>
            </w:r>
            <w:r w:rsidRPr="004611CF">
              <w:br/>
            </w:r>
            <w:proofErr w:type="spellStart"/>
            <w:r w:rsidRPr="004611CF">
              <w:t>ObjectIdentifier</w:t>
            </w:r>
            <w:proofErr w:type="spellEnd"/>
            <w:r w:rsidRPr="004611CF">
              <w:t>: 2000</w:t>
            </w:r>
            <w:r w:rsidRPr="004611CF">
              <w:br/>
            </w:r>
            <w:proofErr w:type="spellStart"/>
            <w:r w:rsidRPr="004611CF">
              <w:t>VersionIdentifier</w:t>
            </w:r>
            <w:proofErr w:type="spellEnd"/>
            <w:r w:rsidRPr="004611CF">
              <w:t>: 1</w:t>
            </w:r>
          </w:p>
        </w:tc>
      </w:tr>
      <w:tr w:rsidR="00EC5995" w:rsidRPr="004611CF" w14:paraId="38342ECC" w14:textId="77777777" w:rsidTr="00997E64">
        <w:tc>
          <w:tcPr>
            <w:tcW w:w="2263" w:type="dxa"/>
          </w:tcPr>
          <w:p w14:paraId="74AABA99" w14:textId="77777777" w:rsidR="00EC5995" w:rsidRPr="004611CF" w:rsidRDefault="00EC5995" w:rsidP="00997E64">
            <w:r w:rsidRPr="004611CF">
              <w:t xml:space="preserve">Has Part </w:t>
            </w:r>
            <w:proofErr w:type="gramStart"/>
            <w:r w:rsidRPr="004611CF">
              <w:t>Of</w:t>
            </w:r>
            <w:proofErr w:type="gramEnd"/>
            <w:r w:rsidRPr="004611CF">
              <w:t xml:space="preserve"> Municipality</w:t>
            </w:r>
          </w:p>
        </w:tc>
        <w:tc>
          <w:tcPr>
            <w:tcW w:w="5954" w:type="dxa"/>
          </w:tcPr>
          <w:p w14:paraId="54C582B5" w14:textId="77777777" w:rsidR="00EC5995" w:rsidRPr="004611CF" w:rsidRDefault="00EC5995" w:rsidP="00997E64">
            <w:r w:rsidRPr="004611CF">
              <w:t>Namespace: https://geodata.wallonie.be/id/PartOfMunicipality</w:t>
            </w:r>
            <w:r w:rsidRPr="004611CF">
              <w:br/>
            </w:r>
            <w:proofErr w:type="spellStart"/>
            <w:r w:rsidRPr="004611CF">
              <w:t>ObjectIdentifier</w:t>
            </w:r>
            <w:proofErr w:type="spellEnd"/>
            <w:r w:rsidRPr="004611CF">
              <w:t>: 21014</w:t>
            </w:r>
            <w:r w:rsidRPr="004611CF">
              <w:br/>
            </w:r>
            <w:proofErr w:type="spellStart"/>
            <w:r w:rsidRPr="004611CF">
              <w:t>VersionIdentifier</w:t>
            </w:r>
            <w:proofErr w:type="spellEnd"/>
            <w:r w:rsidRPr="004611CF">
              <w:t>: 1</w:t>
            </w:r>
          </w:p>
        </w:tc>
      </w:tr>
      <w:tr w:rsidR="00EC5995" w:rsidRPr="004611CF" w14:paraId="0AB4F098" w14:textId="77777777" w:rsidTr="00997E64">
        <w:tc>
          <w:tcPr>
            <w:tcW w:w="2263" w:type="dxa"/>
          </w:tcPr>
          <w:p w14:paraId="44F4282B" w14:textId="77777777" w:rsidR="00EC5995" w:rsidRPr="004611CF" w:rsidRDefault="00EC5995" w:rsidP="00997E64">
            <w:r w:rsidRPr="004611CF">
              <w:t>Status</w:t>
            </w:r>
          </w:p>
        </w:tc>
        <w:tc>
          <w:tcPr>
            <w:tcW w:w="5954" w:type="dxa"/>
          </w:tcPr>
          <w:p w14:paraId="65B5CE37" w14:textId="77777777" w:rsidR="00EC5995" w:rsidRPr="004611CF" w:rsidRDefault="00EC5995" w:rsidP="00997E64">
            <w:r w:rsidRPr="004611CF">
              <w:t>Current</w:t>
            </w:r>
          </w:p>
        </w:tc>
      </w:tr>
      <w:tr w:rsidR="00EC5995" w:rsidRPr="004611CF" w14:paraId="3B9F8834" w14:textId="77777777" w:rsidTr="00997E64">
        <w:tc>
          <w:tcPr>
            <w:tcW w:w="2263" w:type="dxa"/>
          </w:tcPr>
          <w:p w14:paraId="5A7EBE2D" w14:textId="77777777" w:rsidR="00EC5995" w:rsidRPr="004611CF" w:rsidRDefault="00EC5995" w:rsidP="00997E64">
            <w:proofErr w:type="spellStart"/>
            <w:r w:rsidRPr="004611CF">
              <w:t>validFrom</w:t>
            </w:r>
            <w:proofErr w:type="spellEnd"/>
          </w:p>
        </w:tc>
        <w:tc>
          <w:tcPr>
            <w:tcW w:w="5954" w:type="dxa"/>
          </w:tcPr>
          <w:p w14:paraId="4B529EB6" w14:textId="77777777" w:rsidR="00EC5995" w:rsidRPr="004611CF" w:rsidRDefault="00EC5995" w:rsidP="00997E64">
            <w:r w:rsidRPr="004611CF">
              <w:t>2022-12-08T14:50:36</w:t>
            </w:r>
          </w:p>
        </w:tc>
      </w:tr>
      <w:tr w:rsidR="00EC5995" w:rsidRPr="004611CF" w14:paraId="68D2A78B" w14:textId="77777777" w:rsidTr="00997E64">
        <w:tc>
          <w:tcPr>
            <w:tcW w:w="2263" w:type="dxa"/>
          </w:tcPr>
          <w:p w14:paraId="723915CB" w14:textId="77777777" w:rsidR="00EC5995" w:rsidRPr="004611CF" w:rsidRDefault="00EC5995" w:rsidP="00997E64">
            <w:proofErr w:type="spellStart"/>
            <w:r w:rsidRPr="004611CF">
              <w:t>validTo</w:t>
            </w:r>
            <w:proofErr w:type="spellEnd"/>
          </w:p>
        </w:tc>
        <w:tc>
          <w:tcPr>
            <w:tcW w:w="5954" w:type="dxa"/>
          </w:tcPr>
          <w:p w14:paraId="130603F6" w14:textId="77777777" w:rsidR="00EC5995" w:rsidRPr="004611CF" w:rsidRDefault="00EC5995" w:rsidP="00997E64">
            <w:r w:rsidRPr="004611CF">
              <w:t>2023-02-02T21:00:54</w:t>
            </w:r>
          </w:p>
        </w:tc>
      </w:tr>
      <w:tr w:rsidR="00EC5995" w:rsidRPr="004611CF" w14:paraId="5F420215" w14:textId="77777777" w:rsidTr="00997E64">
        <w:tc>
          <w:tcPr>
            <w:tcW w:w="2263" w:type="dxa"/>
          </w:tcPr>
          <w:p w14:paraId="74725BA8" w14:textId="77777777" w:rsidR="00EC5995" w:rsidRPr="004611CF" w:rsidRDefault="00EC5995" w:rsidP="00997E64">
            <w:r w:rsidRPr="004611CF">
              <w:t>Predecessor</w:t>
            </w:r>
          </w:p>
        </w:tc>
        <w:tc>
          <w:tcPr>
            <w:tcW w:w="5954" w:type="dxa"/>
          </w:tcPr>
          <w:p w14:paraId="623325E7" w14:textId="77777777" w:rsidR="00EC5995" w:rsidRPr="004611CF" w:rsidRDefault="00EC5995" w:rsidP="00997E64">
            <w:r w:rsidRPr="004611CF">
              <w:t>N/A</w:t>
            </w:r>
          </w:p>
        </w:tc>
      </w:tr>
      <w:tr w:rsidR="00EC5995" w:rsidRPr="004611CF" w14:paraId="7AF63BEC" w14:textId="77777777" w:rsidTr="00997E64">
        <w:tc>
          <w:tcPr>
            <w:tcW w:w="2263" w:type="dxa"/>
          </w:tcPr>
          <w:p w14:paraId="0256C071" w14:textId="77777777" w:rsidR="00EC5995" w:rsidRPr="004611CF" w:rsidRDefault="00EC5995" w:rsidP="00997E64">
            <w:r w:rsidRPr="004611CF">
              <w:t>Successor</w:t>
            </w:r>
          </w:p>
        </w:tc>
        <w:tc>
          <w:tcPr>
            <w:tcW w:w="5954" w:type="dxa"/>
          </w:tcPr>
          <w:p w14:paraId="5521563D" w14:textId="77777777" w:rsidR="00EC5995" w:rsidRPr="004611CF" w:rsidRDefault="00EC5995" w:rsidP="00997E64">
            <w:r w:rsidRPr="004611CF">
              <w:t>Namespace: https://geodata.wallonie.be/id/municipality</w:t>
            </w:r>
            <w:r w:rsidRPr="004611CF">
              <w:br/>
            </w:r>
            <w:proofErr w:type="spellStart"/>
            <w:r w:rsidRPr="004611CF">
              <w:t>ObjectIdentifier</w:t>
            </w:r>
            <w:proofErr w:type="spellEnd"/>
            <w:r w:rsidRPr="004611CF">
              <w:t>: 982863</w:t>
            </w:r>
            <w:r w:rsidRPr="004611CF">
              <w:br/>
            </w:r>
            <w:proofErr w:type="spellStart"/>
            <w:r w:rsidRPr="004611CF">
              <w:t>VersionIdentifier</w:t>
            </w:r>
            <w:proofErr w:type="spellEnd"/>
            <w:r w:rsidRPr="004611CF">
              <w:t>: 2</w:t>
            </w:r>
          </w:p>
        </w:tc>
      </w:tr>
    </w:tbl>
    <w:p w14:paraId="5365D4CE" w14:textId="5C677E5F" w:rsidR="00EC5995" w:rsidRPr="004611CF" w:rsidRDefault="00EC5995" w:rsidP="00EC5995"/>
    <w:p w14:paraId="0967DCCE" w14:textId="77777777" w:rsidR="00EC5995" w:rsidRPr="004611CF" w:rsidRDefault="00EC5995">
      <w:pPr>
        <w:suppressAutoHyphens w:val="0"/>
        <w:spacing w:after="0" w:line="240" w:lineRule="auto"/>
      </w:pPr>
      <w:r w:rsidRPr="004611CF">
        <w:br w:type="page"/>
      </w:r>
    </w:p>
    <w:p w14:paraId="4B281982" w14:textId="77777777" w:rsidR="00EC5995" w:rsidRPr="004611CF" w:rsidRDefault="00EC5995" w:rsidP="00EC5995"/>
    <w:p w14:paraId="03B9349A" w14:textId="71EDBC19" w:rsidR="00924E87" w:rsidRDefault="00924E87" w:rsidP="00EC5995">
      <w:pPr>
        <w:pStyle w:val="Heading3"/>
      </w:pPr>
      <w:bookmarkStart w:id="26" w:name="_Toc184897110"/>
      <w:r>
        <w:t>Scenario: street name add spelling + language. [s15]</w:t>
      </w:r>
      <w:bookmarkEnd w:id="26"/>
    </w:p>
    <w:p w14:paraId="04A1B749" w14:textId="1F0EE6A3" w:rsidR="00EC5995" w:rsidRPr="00924E87" w:rsidRDefault="00EC5995" w:rsidP="00924E87">
      <w:pPr>
        <w:pStyle w:val="Heading4"/>
        <w:rPr>
          <w:sz w:val="22"/>
          <w:szCs w:val="28"/>
        </w:rPr>
      </w:pPr>
      <w:r w:rsidRPr="00924E87">
        <w:rPr>
          <w:sz w:val="22"/>
          <w:szCs w:val="28"/>
        </w:rPr>
        <w:t>[</w:t>
      </w:r>
      <w:r w:rsidR="00BC266C">
        <w:rPr>
          <w:sz w:val="22"/>
          <w:szCs w:val="28"/>
        </w:rPr>
        <w:t>Mutation file: BeStAddress_MBelgium20230222.zip</w:t>
      </w:r>
      <w:r w:rsidRPr="00924E87">
        <w:rPr>
          <w:sz w:val="22"/>
          <w:szCs w:val="28"/>
        </w:rPr>
        <w:t xml:space="preserve">] </w:t>
      </w:r>
      <w:r w:rsidRPr="00924E87">
        <w:rPr>
          <w:sz w:val="22"/>
          <w:szCs w:val="28"/>
        </w:rPr>
        <w:br/>
        <w:t>Example file: Wallonia_M_20230222_L72</w:t>
      </w:r>
    </w:p>
    <w:p w14:paraId="4B0113D5" w14:textId="77777777" w:rsidR="00EC5995" w:rsidRPr="004611CF" w:rsidRDefault="00EC5995" w:rsidP="00EC5995">
      <w:r w:rsidRPr="004611CF">
        <w:t xml:space="preserve">In this example a </w:t>
      </w:r>
      <w:r w:rsidRPr="004611CF">
        <w:rPr>
          <w:b/>
          <w:bCs/>
        </w:rPr>
        <w:t>street name</w:t>
      </w:r>
      <w:r w:rsidRPr="004611CF">
        <w:t xml:space="preserve"> is getting an additional language, when a street name gets a new id, all addresses that reference the old street name must be updated to reference the new street name id. In this example there is only one </w:t>
      </w:r>
      <w:r w:rsidRPr="004611CF">
        <w:rPr>
          <w:b/>
          <w:bCs/>
        </w:rPr>
        <w:t>address</w:t>
      </w:r>
      <w:r w:rsidRPr="004611CF">
        <w:t xml:space="preserve"> record referencing the street name.</w:t>
      </w:r>
    </w:p>
    <w:p w14:paraId="0362A195" w14:textId="77777777" w:rsidR="00EC5995" w:rsidRPr="004611CF" w:rsidRDefault="00EC5995" w:rsidP="00EC5995">
      <w:pPr>
        <w:pStyle w:val="Heading4"/>
      </w:pPr>
      <w:r w:rsidRPr="004611CF">
        <w:t>Example 7 (1/2) - [ADD] Street name</w:t>
      </w:r>
    </w:p>
    <w:tbl>
      <w:tblPr>
        <w:tblStyle w:val="TableGrid"/>
        <w:tblW w:w="0" w:type="auto"/>
        <w:tblLook w:val="04A0" w:firstRow="1" w:lastRow="0" w:firstColumn="1" w:lastColumn="0" w:noHBand="0" w:noVBand="1"/>
      </w:tblPr>
      <w:tblGrid>
        <w:gridCol w:w="2263"/>
        <w:gridCol w:w="5954"/>
      </w:tblGrid>
      <w:tr w:rsidR="00EC5995" w:rsidRPr="004611CF" w14:paraId="3B79DBFA" w14:textId="77777777" w:rsidTr="00997E64">
        <w:trPr>
          <w:trHeight w:val="319"/>
        </w:trPr>
        <w:tc>
          <w:tcPr>
            <w:tcW w:w="2263" w:type="dxa"/>
          </w:tcPr>
          <w:p w14:paraId="79DD8460" w14:textId="77777777" w:rsidR="00EC5995" w:rsidRPr="004611CF" w:rsidRDefault="00EC5995" w:rsidP="00997E64">
            <w:r w:rsidRPr="004611CF">
              <w:t>Namespace</w:t>
            </w:r>
          </w:p>
        </w:tc>
        <w:tc>
          <w:tcPr>
            <w:tcW w:w="5954" w:type="dxa"/>
          </w:tcPr>
          <w:p w14:paraId="422C605E" w14:textId="77777777" w:rsidR="00EC5995" w:rsidRPr="004611CF" w:rsidRDefault="00EC5995" w:rsidP="00997E64">
            <w:r w:rsidRPr="004611CF">
              <w:t>https://geodata.wallonie.be/id/streetname</w:t>
            </w:r>
          </w:p>
        </w:tc>
      </w:tr>
      <w:tr w:rsidR="00EC5995" w:rsidRPr="004611CF" w14:paraId="034513FD" w14:textId="77777777" w:rsidTr="00997E64">
        <w:tc>
          <w:tcPr>
            <w:tcW w:w="2263" w:type="dxa"/>
          </w:tcPr>
          <w:p w14:paraId="4CF8D9E4" w14:textId="77777777" w:rsidR="00EC5995" w:rsidRPr="004611CF" w:rsidRDefault="00EC5995" w:rsidP="00997E64">
            <w:r w:rsidRPr="004611CF">
              <w:t>Object identifier</w:t>
            </w:r>
          </w:p>
        </w:tc>
        <w:tc>
          <w:tcPr>
            <w:tcW w:w="5954" w:type="dxa"/>
          </w:tcPr>
          <w:p w14:paraId="01CBD207" w14:textId="77777777" w:rsidR="00EC5995" w:rsidRPr="004611CF" w:rsidRDefault="00EC5995" w:rsidP="00997E64">
            <w:r w:rsidRPr="004611CF">
              <w:t>7964</w:t>
            </w:r>
          </w:p>
        </w:tc>
      </w:tr>
      <w:tr w:rsidR="00EC5995" w:rsidRPr="004611CF" w14:paraId="0E914AFB" w14:textId="77777777" w:rsidTr="00997E64">
        <w:tc>
          <w:tcPr>
            <w:tcW w:w="2263" w:type="dxa"/>
          </w:tcPr>
          <w:p w14:paraId="0C1C824B" w14:textId="77777777" w:rsidR="00EC5995" w:rsidRPr="004611CF" w:rsidRDefault="00EC5995" w:rsidP="00997E64">
            <w:r w:rsidRPr="004611CF">
              <w:t>Version Identifier</w:t>
            </w:r>
          </w:p>
        </w:tc>
        <w:tc>
          <w:tcPr>
            <w:tcW w:w="5954" w:type="dxa"/>
          </w:tcPr>
          <w:p w14:paraId="3CBF3642" w14:textId="77777777" w:rsidR="00EC5995" w:rsidRPr="004611CF" w:rsidRDefault="00EC5995" w:rsidP="00997E64">
            <w:r w:rsidRPr="004611CF">
              <w:t>2</w:t>
            </w:r>
          </w:p>
        </w:tc>
      </w:tr>
      <w:tr w:rsidR="00EC5995" w:rsidRPr="004611CF" w14:paraId="47314AB6" w14:textId="77777777" w:rsidTr="00997E64">
        <w:tc>
          <w:tcPr>
            <w:tcW w:w="2263" w:type="dxa"/>
          </w:tcPr>
          <w:p w14:paraId="76F627A4" w14:textId="77777777" w:rsidR="00EC5995" w:rsidRPr="004611CF" w:rsidRDefault="00EC5995" w:rsidP="00997E64">
            <w:r w:rsidRPr="004611CF">
              <w:t xml:space="preserve">Spelling </w:t>
            </w:r>
            <w:proofErr w:type="spellStart"/>
            <w:r w:rsidRPr="004611CF">
              <w:t>nl</w:t>
            </w:r>
            <w:proofErr w:type="spellEnd"/>
          </w:p>
        </w:tc>
        <w:tc>
          <w:tcPr>
            <w:tcW w:w="5954" w:type="dxa"/>
          </w:tcPr>
          <w:p w14:paraId="5C5BC213" w14:textId="77777777" w:rsidR="00EC5995" w:rsidRPr="004611CF" w:rsidRDefault="00EC5995" w:rsidP="00997E64">
            <w:proofErr w:type="spellStart"/>
            <w:r w:rsidRPr="004611CF">
              <w:t>Tiende</w:t>
            </w:r>
            <w:proofErr w:type="spellEnd"/>
            <w:r w:rsidRPr="004611CF">
              <w:t xml:space="preserve"> </w:t>
            </w:r>
            <w:proofErr w:type="spellStart"/>
            <w:r w:rsidRPr="004611CF">
              <w:t>Teststraat</w:t>
            </w:r>
            <w:proofErr w:type="spellEnd"/>
          </w:p>
        </w:tc>
      </w:tr>
      <w:tr w:rsidR="00EC5995" w:rsidRPr="004611CF" w14:paraId="14EEDC6C" w14:textId="77777777" w:rsidTr="00997E64">
        <w:tc>
          <w:tcPr>
            <w:tcW w:w="2263" w:type="dxa"/>
          </w:tcPr>
          <w:p w14:paraId="490C12F7" w14:textId="77777777" w:rsidR="00EC5995" w:rsidRPr="004611CF" w:rsidRDefault="00EC5995" w:rsidP="00997E64">
            <w:r w:rsidRPr="004611CF">
              <w:t xml:space="preserve">Spelling </w:t>
            </w:r>
            <w:proofErr w:type="spellStart"/>
            <w:r w:rsidRPr="004611CF">
              <w:t>fr</w:t>
            </w:r>
            <w:proofErr w:type="spellEnd"/>
          </w:p>
        </w:tc>
        <w:tc>
          <w:tcPr>
            <w:tcW w:w="5954" w:type="dxa"/>
          </w:tcPr>
          <w:p w14:paraId="6F406851" w14:textId="77777777" w:rsidR="00EC5995" w:rsidRPr="004611CF" w:rsidRDefault="00EC5995" w:rsidP="00997E64">
            <w:proofErr w:type="spellStart"/>
            <w:r w:rsidRPr="004611CF">
              <w:t>Dixième</w:t>
            </w:r>
            <w:proofErr w:type="spellEnd"/>
            <w:r w:rsidRPr="004611CF">
              <w:t xml:space="preserve"> Rue du Test</w:t>
            </w:r>
          </w:p>
        </w:tc>
      </w:tr>
      <w:tr w:rsidR="00EC5995" w:rsidRPr="004611CF" w14:paraId="0B1D0496" w14:textId="77777777" w:rsidTr="00997E64">
        <w:tc>
          <w:tcPr>
            <w:tcW w:w="2263" w:type="dxa"/>
          </w:tcPr>
          <w:p w14:paraId="2A8ACB6A" w14:textId="77777777" w:rsidR="00EC5995" w:rsidRPr="004611CF" w:rsidRDefault="00EC5995" w:rsidP="00997E64">
            <w:r w:rsidRPr="004611CF">
              <w:t>Assigned by municipality</w:t>
            </w:r>
          </w:p>
        </w:tc>
        <w:tc>
          <w:tcPr>
            <w:tcW w:w="5954" w:type="dxa"/>
          </w:tcPr>
          <w:p w14:paraId="29AA737B" w14:textId="77777777" w:rsidR="00EC5995" w:rsidRPr="004611CF" w:rsidRDefault="00EC5995" w:rsidP="00997E64">
            <w:r w:rsidRPr="004611CF">
              <w:t>Namespace: https://geodata.wallonie.be/id/municipality</w:t>
            </w:r>
            <w:r w:rsidRPr="004611CF">
              <w:br/>
            </w:r>
            <w:proofErr w:type="spellStart"/>
            <w:r w:rsidRPr="004611CF">
              <w:t>ObjectIdentifier</w:t>
            </w:r>
            <w:proofErr w:type="spellEnd"/>
            <w:r w:rsidRPr="004611CF">
              <w:t>: 21013</w:t>
            </w:r>
            <w:r w:rsidRPr="004611CF">
              <w:br/>
            </w:r>
            <w:proofErr w:type="spellStart"/>
            <w:r w:rsidRPr="004611CF">
              <w:t>VersionIdentifier</w:t>
            </w:r>
            <w:proofErr w:type="spellEnd"/>
            <w:r w:rsidRPr="004611CF">
              <w:t>: 1</w:t>
            </w:r>
          </w:p>
        </w:tc>
      </w:tr>
      <w:tr w:rsidR="00EC5995" w:rsidRPr="004611CF" w14:paraId="73CB7BAF" w14:textId="77777777" w:rsidTr="00997E64">
        <w:tc>
          <w:tcPr>
            <w:tcW w:w="2263" w:type="dxa"/>
          </w:tcPr>
          <w:p w14:paraId="7345AC3B" w14:textId="77777777" w:rsidR="00EC5995" w:rsidRPr="004611CF" w:rsidRDefault="00EC5995" w:rsidP="00997E64">
            <w:r w:rsidRPr="004611CF">
              <w:t>Status</w:t>
            </w:r>
          </w:p>
        </w:tc>
        <w:tc>
          <w:tcPr>
            <w:tcW w:w="5954" w:type="dxa"/>
          </w:tcPr>
          <w:p w14:paraId="52ED470C" w14:textId="77777777" w:rsidR="00EC5995" w:rsidRPr="004611CF" w:rsidRDefault="00EC5995" w:rsidP="00997E64">
            <w:r w:rsidRPr="004611CF">
              <w:t>Current</w:t>
            </w:r>
          </w:p>
        </w:tc>
      </w:tr>
      <w:tr w:rsidR="00EC5995" w:rsidRPr="004611CF" w14:paraId="0860E5BB" w14:textId="77777777" w:rsidTr="00997E64">
        <w:tc>
          <w:tcPr>
            <w:tcW w:w="2263" w:type="dxa"/>
          </w:tcPr>
          <w:p w14:paraId="6054F118" w14:textId="77777777" w:rsidR="00EC5995" w:rsidRPr="004611CF" w:rsidRDefault="00EC5995" w:rsidP="00997E64">
            <w:proofErr w:type="spellStart"/>
            <w:r w:rsidRPr="004611CF">
              <w:t>validFrom</w:t>
            </w:r>
            <w:proofErr w:type="spellEnd"/>
          </w:p>
        </w:tc>
        <w:tc>
          <w:tcPr>
            <w:tcW w:w="5954" w:type="dxa"/>
          </w:tcPr>
          <w:p w14:paraId="35B1FDC3" w14:textId="77777777" w:rsidR="00EC5995" w:rsidRPr="004611CF" w:rsidRDefault="00EC5995" w:rsidP="00997E64">
            <w:r w:rsidRPr="004611CF">
              <w:t>2022-12-08T15:30:07</w:t>
            </w:r>
          </w:p>
        </w:tc>
      </w:tr>
      <w:tr w:rsidR="00EC5995" w:rsidRPr="004611CF" w14:paraId="16C44A97" w14:textId="77777777" w:rsidTr="00997E64">
        <w:tc>
          <w:tcPr>
            <w:tcW w:w="2263" w:type="dxa"/>
          </w:tcPr>
          <w:p w14:paraId="0859D9C7" w14:textId="77777777" w:rsidR="00EC5995" w:rsidRPr="004611CF" w:rsidRDefault="00EC5995" w:rsidP="00997E64">
            <w:proofErr w:type="spellStart"/>
            <w:r w:rsidRPr="004611CF">
              <w:t>validTo</w:t>
            </w:r>
            <w:proofErr w:type="spellEnd"/>
          </w:p>
        </w:tc>
        <w:tc>
          <w:tcPr>
            <w:tcW w:w="5954" w:type="dxa"/>
          </w:tcPr>
          <w:p w14:paraId="7A046C86" w14:textId="77777777" w:rsidR="00EC5995" w:rsidRPr="004611CF" w:rsidRDefault="00EC5995" w:rsidP="00997E64">
            <w:r w:rsidRPr="004611CF">
              <w:t>N/A</w:t>
            </w:r>
          </w:p>
        </w:tc>
      </w:tr>
      <w:tr w:rsidR="00EC5995" w:rsidRPr="004611CF" w14:paraId="42B578DF" w14:textId="77777777" w:rsidTr="00997E64">
        <w:tc>
          <w:tcPr>
            <w:tcW w:w="2263" w:type="dxa"/>
          </w:tcPr>
          <w:p w14:paraId="036E4AB7" w14:textId="77777777" w:rsidR="00EC5995" w:rsidRPr="004611CF" w:rsidRDefault="00EC5995" w:rsidP="00997E64">
            <w:r w:rsidRPr="004611CF">
              <w:t>Predecessor</w:t>
            </w:r>
          </w:p>
        </w:tc>
        <w:tc>
          <w:tcPr>
            <w:tcW w:w="5954" w:type="dxa"/>
          </w:tcPr>
          <w:p w14:paraId="39350960" w14:textId="77777777" w:rsidR="00EC5995" w:rsidRPr="004611CF" w:rsidRDefault="00EC5995" w:rsidP="00997E64">
            <w:r w:rsidRPr="004611CF">
              <w:t>Namespace: https://geodata.wallonie.be/id/streetname</w:t>
            </w:r>
            <w:r w:rsidRPr="004611CF">
              <w:br/>
            </w:r>
            <w:proofErr w:type="spellStart"/>
            <w:r w:rsidRPr="004611CF">
              <w:t>ObjectIdentifier</w:t>
            </w:r>
            <w:proofErr w:type="spellEnd"/>
            <w:r w:rsidRPr="004611CF">
              <w:t>: 7964</w:t>
            </w:r>
            <w:r w:rsidRPr="004611CF">
              <w:br/>
            </w:r>
            <w:proofErr w:type="spellStart"/>
            <w:r w:rsidRPr="004611CF">
              <w:t>VersionIdentifier</w:t>
            </w:r>
            <w:proofErr w:type="spellEnd"/>
            <w:r w:rsidRPr="004611CF">
              <w:t>: 1</w:t>
            </w:r>
          </w:p>
        </w:tc>
      </w:tr>
      <w:tr w:rsidR="00EC5995" w:rsidRPr="004611CF" w14:paraId="69B7C43F" w14:textId="77777777" w:rsidTr="00997E64">
        <w:tc>
          <w:tcPr>
            <w:tcW w:w="2263" w:type="dxa"/>
          </w:tcPr>
          <w:p w14:paraId="46EAEA6A" w14:textId="77777777" w:rsidR="00EC5995" w:rsidRPr="004611CF" w:rsidRDefault="00EC5995" w:rsidP="00997E64">
            <w:r w:rsidRPr="004611CF">
              <w:t>Successor</w:t>
            </w:r>
          </w:p>
        </w:tc>
        <w:tc>
          <w:tcPr>
            <w:tcW w:w="5954" w:type="dxa"/>
          </w:tcPr>
          <w:p w14:paraId="3D2FB176" w14:textId="77777777" w:rsidR="00EC5995" w:rsidRPr="004611CF" w:rsidRDefault="00EC5995" w:rsidP="00997E64">
            <w:r w:rsidRPr="004611CF">
              <w:t>N/A</w:t>
            </w:r>
          </w:p>
        </w:tc>
      </w:tr>
    </w:tbl>
    <w:p w14:paraId="49F0908F" w14:textId="075EE93C" w:rsidR="00EC5995" w:rsidRPr="004611CF" w:rsidRDefault="00EC5995" w:rsidP="00EC5995">
      <w:pPr>
        <w:rPr>
          <w:b/>
          <w:bCs/>
        </w:rPr>
      </w:pPr>
    </w:p>
    <w:p w14:paraId="5F265A78" w14:textId="77777777" w:rsidR="00EC5995" w:rsidRPr="004611CF" w:rsidRDefault="00EC5995">
      <w:pPr>
        <w:suppressAutoHyphens w:val="0"/>
        <w:spacing w:after="0" w:line="240" w:lineRule="auto"/>
        <w:rPr>
          <w:b/>
          <w:bCs/>
        </w:rPr>
      </w:pPr>
      <w:r w:rsidRPr="004611CF">
        <w:rPr>
          <w:b/>
          <w:bCs/>
        </w:rPr>
        <w:br w:type="page"/>
      </w:r>
    </w:p>
    <w:p w14:paraId="1EBE58BC" w14:textId="77777777" w:rsidR="00EC5995" w:rsidRPr="004611CF" w:rsidRDefault="00EC5995" w:rsidP="00EC5995">
      <w:pPr>
        <w:rPr>
          <w:b/>
          <w:bCs/>
        </w:rPr>
      </w:pPr>
    </w:p>
    <w:p w14:paraId="2CE69877" w14:textId="77777777" w:rsidR="00EC5995" w:rsidRPr="004611CF" w:rsidRDefault="00EC5995" w:rsidP="00EC5995">
      <w:pPr>
        <w:pStyle w:val="Heading4"/>
      </w:pPr>
      <w:r w:rsidRPr="004611CF">
        <w:t>Example 8 (1/2) - [ADD] Address</w:t>
      </w:r>
    </w:p>
    <w:tbl>
      <w:tblPr>
        <w:tblStyle w:val="TableGrid"/>
        <w:tblW w:w="0" w:type="auto"/>
        <w:tblLook w:val="04A0" w:firstRow="1" w:lastRow="0" w:firstColumn="1" w:lastColumn="0" w:noHBand="0" w:noVBand="1"/>
      </w:tblPr>
      <w:tblGrid>
        <w:gridCol w:w="2263"/>
        <w:gridCol w:w="5954"/>
      </w:tblGrid>
      <w:tr w:rsidR="00EC5995" w:rsidRPr="004611CF" w14:paraId="0E70D460" w14:textId="77777777" w:rsidTr="00997E64">
        <w:trPr>
          <w:trHeight w:val="319"/>
        </w:trPr>
        <w:tc>
          <w:tcPr>
            <w:tcW w:w="2263" w:type="dxa"/>
          </w:tcPr>
          <w:p w14:paraId="2573D0E5" w14:textId="77777777" w:rsidR="00EC5995" w:rsidRPr="004611CF" w:rsidRDefault="00EC5995" w:rsidP="00997E64">
            <w:r w:rsidRPr="004611CF">
              <w:t>Namespace</w:t>
            </w:r>
          </w:p>
        </w:tc>
        <w:tc>
          <w:tcPr>
            <w:tcW w:w="5954" w:type="dxa"/>
          </w:tcPr>
          <w:p w14:paraId="6721957D" w14:textId="77777777" w:rsidR="00EC5995" w:rsidRPr="004611CF" w:rsidRDefault="00EC5995" w:rsidP="00997E64">
            <w:r w:rsidRPr="004611CF">
              <w:t>https://geodata.wallonie.be/id/address</w:t>
            </w:r>
          </w:p>
        </w:tc>
      </w:tr>
      <w:tr w:rsidR="00EC5995" w:rsidRPr="004611CF" w14:paraId="1158BC5E" w14:textId="77777777" w:rsidTr="00997E64">
        <w:tc>
          <w:tcPr>
            <w:tcW w:w="2263" w:type="dxa"/>
          </w:tcPr>
          <w:p w14:paraId="199012EF" w14:textId="77777777" w:rsidR="00EC5995" w:rsidRPr="004611CF" w:rsidRDefault="00EC5995" w:rsidP="00997E64">
            <w:r w:rsidRPr="004611CF">
              <w:t>Object identifier</w:t>
            </w:r>
          </w:p>
        </w:tc>
        <w:tc>
          <w:tcPr>
            <w:tcW w:w="5954" w:type="dxa"/>
          </w:tcPr>
          <w:p w14:paraId="47332D2C" w14:textId="77777777" w:rsidR="00EC5995" w:rsidRPr="004611CF" w:rsidRDefault="00EC5995" w:rsidP="00997E64">
            <w:r w:rsidRPr="004611CF">
              <w:t>982863</w:t>
            </w:r>
          </w:p>
        </w:tc>
      </w:tr>
      <w:tr w:rsidR="00EC5995" w:rsidRPr="004611CF" w14:paraId="1EBE9297" w14:textId="77777777" w:rsidTr="00997E64">
        <w:tc>
          <w:tcPr>
            <w:tcW w:w="2263" w:type="dxa"/>
          </w:tcPr>
          <w:p w14:paraId="143F0B49" w14:textId="77777777" w:rsidR="00EC5995" w:rsidRPr="004611CF" w:rsidRDefault="00EC5995" w:rsidP="00997E64">
            <w:r w:rsidRPr="004611CF">
              <w:t>Version Identifier</w:t>
            </w:r>
          </w:p>
        </w:tc>
        <w:tc>
          <w:tcPr>
            <w:tcW w:w="5954" w:type="dxa"/>
          </w:tcPr>
          <w:p w14:paraId="51A0BEA5" w14:textId="77777777" w:rsidR="00EC5995" w:rsidRPr="004611CF" w:rsidRDefault="00EC5995" w:rsidP="00997E64">
            <w:r w:rsidRPr="004611CF">
              <w:t>3</w:t>
            </w:r>
          </w:p>
        </w:tc>
      </w:tr>
      <w:tr w:rsidR="00EC5995" w:rsidRPr="004611CF" w14:paraId="3B44690B" w14:textId="77777777" w:rsidTr="00997E64">
        <w:tc>
          <w:tcPr>
            <w:tcW w:w="2263" w:type="dxa"/>
          </w:tcPr>
          <w:p w14:paraId="100A6BBF" w14:textId="77777777" w:rsidR="00EC5995" w:rsidRPr="004611CF" w:rsidRDefault="00EC5995" w:rsidP="00997E64">
            <w:r w:rsidRPr="004611CF">
              <w:t xml:space="preserve">Has </w:t>
            </w:r>
            <w:proofErr w:type="spellStart"/>
            <w:r w:rsidRPr="004611CF">
              <w:t>StreetName</w:t>
            </w:r>
            <w:proofErr w:type="spellEnd"/>
          </w:p>
        </w:tc>
        <w:tc>
          <w:tcPr>
            <w:tcW w:w="5954" w:type="dxa"/>
          </w:tcPr>
          <w:p w14:paraId="7AD43D66" w14:textId="23F2C790" w:rsidR="00EC5995" w:rsidRPr="004611CF" w:rsidRDefault="00EC5995" w:rsidP="00997E64">
            <w:r w:rsidRPr="004611CF">
              <w:t>Namespace: https://geodata.wallonie.be/id/streetname</w:t>
            </w:r>
            <w:r w:rsidRPr="004611CF">
              <w:br/>
            </w:r>
            <w:proofErr w:type="spellStart"/>
            <w:r w:rsidRPr="004611CF">
              <w:t>ObjectIdentifier</w:t>
            </w:r>
            <w:proofErr w:type="spellEnd"/>
            <w:r w:rsidRPr="004611CF">
              <w:t>: 7964</w:t>
            </w:r>
            <w:r w:rsidRPr="004611CF">
              <w:br/>
            </w:r>
            <w:proofErr w:type="spellStart"/>
            <w:r w:rsidRPr="004611CF">
              <w:t>VersionIdentifier</w:t>
            </w:r>
            <w:proofErr w:type="spellEnd"/>
            <w:r w:rsidRPr="004611CF">
              <w:t xml:space="preserve">: </w:t>
            </w:r>
            <w:r w:rsidR="00890FC2">
              <w:t>2</w:t>
            </w:r>
          </w:p>
        </w:tc>
      </w:tr>
      <w:tr w:rsidR="00EC5995" w:rsidRPr="004611CF" w14:paraId="26827DF3" w14:textId="77777777" w:rsidTr="00997E64">
        <w:tc>
          <w:tcPr>
            <w:tcW w:w="2263" w:type="dxa"/>
          </w:tcPr>
          <w:p w14:paraId="4A7E8F8E" w14:textId="77777777" w:rsidR="00EC5995" w:rsidRPr="004611CF" w:rsidRDefault="00EC5995" w:rsidP="00997E64">
            <w:r w:rsidRPr="004611CF">
              <w:t>Has Municipality</w:t>
            </w:r>
          </w:p>
        </w:tc>
        <w:tc>
          <w:tcPr>
            <w:tcW w:w="5954" w:type="dxa"/>
          </w:tcPr>
          <w:p w14:paraId="74561C24" w14:textId="77777777" w:rsidR="00EC5995" w:rsidRPr="004611CF" w:rsidRDefault="00EC5995" w:rsidP="00997E64">
            <w:r w:rsidRPr="004611CF">
              <w:t>Namespace: https://geodata.wallonie.be/id/municipality</w:t>
            </w:r>
            <w:r w:rsidRPr="004611CF">
              <w:br/>
            </w:r>
            <w:proofErr w:type="spellStart"/>
            <w:r w:rsidRPr="004611CF">
              <w:t>ObjectIdentifier</w:t>
            </w:r>
            <w:proofErr w:type="spellEnd"/>
            <w:r w:rsidRPr="004611CF">
              <w:t>: 21013</w:t>
            </w:r>
            <w:r w:rsidRPr="004611CF">
              <w:br/>
            </w:r>
            <w:proofErr w:type="spellStart"/>
            <w:r w:rsidRPr="004611CF">
              <w:t>VersionIdentifier</w:t>
            </w:r>
            <w:proofErr w:type="spellEnd"/>
            <w:r w:rsidRPr="004611CF">
              <w:t>: 1</w:t>
            </w:r>
          </w:p>
        </w:tc>
      </w:tr>
      <w:tr w:rsidR="00EC5995" w:rsidRPr="004611CF" w14:paraId="51EFE795" w14:textId="77777777" w:rsidTr="00997E64">
        <w:tc>
          <w:tcPr>
            <w:tcW w:w="2263" w:type="dxa"/>
          </w:tcPr>
          <w:p w14:paraId="7726AA44" w14:textId="77777777" w:rsidR="00EC5995" w:rsidRPr="004611CF" w:rsidRDefault="00EC5995" w:rsidP="00997E64">
            <w:r w:rsidRPr="004611CF">
              <w:t xml:space="preserve">Has </w:t>
            </w:r>
            <w:proofErr w:type="spellStart"/>
            <w:r w:rsidRPr="004611CF">
              <w:t>PostalInfo</w:t>
            </w:r>
            <w:proofErr w:type="spellEnd"/>
          </w:p>
        </w:tc>
        <w:tc>
          <w:tcPr>
            <w:tcW w:w="5954" w:type="dxa"/>
          </w:tcPr>
          <w:p w14:paraId="215EEE7D" w14:textId="77777777" w:rsidR="00EC5995" w:rsidRPr="004611CF" w:rsidRDefault="00EC5995" w:rsidP="00997E64">
            <w:r w:rsidRPr="004611CF">
              <w:t>Namespace: https://geodata.wallonie.be/id/postalinfo</w:t>
            </w:r>
            <w:r w:rsidRPr="004611CF">
              <w:br/>
            </w:r>
            <w:proofErr w:type="spellStart"/>
            <w:r w:rsidRPr="004611CF">
              <w:t>ObjectIdentifier</w:t>
            </w:r>
            <w:proofErr w:type="spellEnd"/>
            <w:r w:rsidRPr="004611CF">
              <w:t>: 2000</w:t>
            </w:r>
            <w:r w:rsidRPr="004611CF">
              <w:br/>
            </w:r>
            <w:proofErr w:type="spellStart"/>
            <w:r w:rsidRPr="004611CF">
              <w:t>VersionIdentifier</w:t>
            </w:r>
            <w:proofErr w:type="spellEnd"/>
            <w:r w:rsidRPr="004611CF">
              <w:t>: 1</w:t>
            </w:r>
          </w:p>
        </w:tc>
      </w:tr>
      <w:tr w:rsidR="00EC5995" w:rsidRPr="004611CF" w14:paraId="1C825369" w14:textId="77777777" w:rsidTr="00997E64">
        <w:tc>
          <w:tcPr>
            <w:tcW w:w="2263" w:type="dxa"/>
          </w:tcPr>
          <w:p w14:paraId="7B94257A" w14:textId="77777777" w:rsidR="00EC5995" w:rsidRPr="004611CF" w:rsidRDefault="00EC5995" w:rsidP="00997E64">
            <w:r w:rsidRPr="004611CF">
              <w:t xml:space="preserve">Has Part </w:t>
            </w:r>
            <w:proofErr w:type="gramStart"/>
            <w:r w:rsidRPr="004611CF">
              <w:t>Of</w:t>
            </w:r>
            <w:proofErr w:type="gramEnd"/>
            <w:r w:rsidRPr="004611CF">
              <w:t xml:space="preserve"> Municipality</w:t>
            </w:r>
          </w:p>
        </w:tc>
        <w:tc>
          <w:tcPr>
            <w:tcW w:w="5954" w:type="dxa"/>
          </w:tcPr>
          <w:p w14:paraId="7D6EBE2A" w14:textId="77777777" w:rsidR="00EC5995" w:rsidRPr="004611CF" w:rsidRDefault="00EC5995" w:rsidP="00997E64">
            <w:r w:rsidRPr="004611CF">
              <w:t>Namespace: https://geodata.wallonie.be/id/PartOfMunicipality</w:t>
            </w:r>
            <w:r w:rsidRPr="004611CF">
              <w:br/>
            </w:r>
            <w:proofErr w:type="spellStart"/>
            <w:r w:rsidRPr="004611CF">
              <w:t>ObjectIdentifier</w:t>
            </w:r>
            <w:proofErr w:type="spellEnd"/>
            <w:r w:rsidRPr="004611CF">
              <w:t>: 21014</w:t>
            </w:r>
            <w:r w:rsidRPr="004611CF">
              <w:br/>
            </w:r>
            <w:proofErr w:type="spellStart"/>
            <w:r w:rsidRPr="004611CF">
              <w:t>VersionIdentifier</w:t>
            </w:r>
            <w:proofErr w:type="spellEnd"/>
            <w:r w:rsidRPr="004611CF">
              <w:t>: 1</w:t>
            </w:r>
          </w:p>
        </w:tc>
      </w:tr>
      <w:tr w:rsidR="00EC5995" w:rsidRPr="004611CF" w14:paraId="24A59212" w14:textId="77777777" w:rsidTr="00997E64">
        <w:tc>
          <w:tcPr>
            <w:tcW w:w="2263" w:type="dxa"/>
          </w:tcPr>
          <w:p w14:paraId="4EC6AA40" w14:textId="77777777" w:rsidR="00EC5995" w:rsidRPr="004611CF" w:rsidRDefault="00EC5995" w:rsidP="00997E64">
            <w:r w:rsidRPr="004611CF">
              <w:t>Status</w:t>
            </w:r>
          </w:p>
        </w:tc>
        <w:tc>
          <w:tcPr>
            <w:tcW w:w="5954" w:type="dxa"/>
          </w:tcPr>
          <w:p w14:paraId="367E418D" w14:textId="77777777" w:rsidR="00EC5995" w:rsidRPr="004611CF" w:rsidRDefault="00EC5995" w:rsidP="00997E64">
            <w:r w:rsidRPr="004611CF">
              <w:t>Current</w:t>
            </w:r>
          </w:p>
        </w:tc>
      </w:tr>
      <w:tr w:rsidR="00EC5995" w:rsidRPr="004611CF" w14:paraId="798CA3C3" w14:textId="77777777" w:rsidTr="00997E64">
        <w:tc>
          <w:tcPr>
            <w:tcW w:w="2263" w:type="dxa"/>
          </w:tcPr>
          <w:p w14:paraId="7EE179D4" w14:textId="77777777" w:rsidR="00EC5995" w:rsidRPr="004611CF" w:rsidRDefault="00EC5995" w:rsidP="00997E64">
            <w:proofErr w:type="spellStart"/>
            <w:r w:rsidRPr="004611CF">
              <w:t>validFrom</w:t>
            </w:r>
            <w:proofErr w:type="spellEnd"/>
          </w:p>
        </w:tc>
        <w:tc>
          <w:tcPr>
            <w:tcW w:w="5954" w:type="dxa"/>
          </w:tcPr>
          <w:p w14:paraId="2B0BAA2F" w14:textId="77777777" w:rsidR="00EC5995" w:rsidRPr="004611CF" w:rsidRDefault="00EC5995" w:rsidP="00997E64">
            <w:r w:rsidRPr="004611CF">
              <w:t>2023-02-02T14:50:36</w:t>
            </w:r>
          </w:p>
        </w:tc>
      </w:tr>
      <w:tr w:rsidR="00EC5995" w:rsidRPr="004611CF" w14:paraId="18AC25A8" w14:textId="77777777" w:rsidTr="00997E64">
        <w:tc>
          <w:tcPr>
            <w:tcW w:w="2263" w:type="dxa"/>
          </w:tcPr>
          <w:p w14:paraId="2373761D" w14:textId="77777777" w:rsidR="00EC5995" w:rsidRPr="004611CF" w:rsidRDefault="00EC5995" w:rsidP="00997E64">
            <w:proofErr w:type="spellStart"/>
            <w:r w:rsidRPr="004611CF">
              <w:t>validTo</w:t>
            </w:r>
            <w:proofErr w:type="spellEnd"/>
          </w:p>
        </w:tc>
        <w:tc>
          <w:tcPr>
            <w:tcW w:w="5954" w:type="dxa"/>
          </w:tcPr>
          <w:p w14:paraId="1F86FD32" w14:textId="77777777" w:rsidR="00EC5995" w:rsidRPr="004611CF" w:rsidRDefault="00EC5995" w:rsidP="00997E64">
            <w:r w:rsidRPr="004611CF">
              <w:t>N/A</w:t>
            </w:r>
          </w:p>
        </w:tc>
      </w:tr>
      <w:tr w:rsidR="00EC5995" w:rsidRPr="004611CF" w14:paraId="5057EE9C" w14:textId="77777777" w:rsidTr="00997E64">
        <w:tc>
          <w:tcPr>
            <w:tcW w:w="2263" w:type="dxa"/>
          </w:tcPr>
          <w:p w14:paraId="1F2D643E" w14:textId="77777777" w:rsidR="00EC5995" w:rsidRPr="004611CF" w:rsidRDefault="00EC5995" w:rsidP="00997E64">
            <w:r w:rsidRPr="004611CF">
              <w:t>Predecessor</w:t>
            </w:r>
          </w:p>
        </w:tc>
        <w:tc>
          <w:tcPr>
            <w:tcW w:w="5954" w:type="dxa"/>
          </w:tcPr>
          <w:p w14:paraId="2B6B5992" w14:textId="77777777" w:rsidR="00EC5995" w:rsidRPr="004611CF" w:rsidRDefault="00EC5995" w:rsidP="00997E64">
            <w:r w:rsidRPr="004611CF">
              <w:t>Namespace: https://geodata.wallonie.be/id/municipality</w:t>
            </w:r>
            <w:r w:rsidRPr="004611CF">
              <w:br/>
            </w:r>
            <w:proofErr w:type="spellStart"/>
            <w:r w:rsidRPr="004611CF">
              <w:t>ObjectIdentifier</w:t>
            </w:r>
            <w:proofErr w:type="spellEnd"/>
            <w:r w:rsidRPr="004611CF">
              <w:t>: 982863</w:t>
            </w:r>
            <w:r w:rsidRPr="004611CF">
              <w:br/>
            </w:r>
            <w:proofErr w:type="spellStart"/>
            <w:r w:rsidRPr="004611CF">
              <w:t>VersionIdentifier</w:t>
            </w:r>
            <w:proofErr w:type="spellEnd"/>
            <w:r w:rsidRPr="004611CF">
              <w:t>: 2</w:t>
            </w:r>
          </w:p>
        </w:tc>
      </w:tr>
      <w:tr w:rsidR="00EC5995" w:rsidRPr="004611CF" w14:paraId="1E6538F8" w14:textId="77777777" w:rsidTr="00997E64">
        <w:tc>
          <w:tcPr>
            <w:tcW w:w="2263" w:type="dxa"/>
          </w:tcPr>
          <w:p w14:paraId="5869B5D4" w14:textId="77777777" w:rsidR="00EC5995" w:rsidRPr="004611CF" w:rsidRDefault="00EC5995" w:rsidP="00997E64">
            <w:r w:rsidRPr="004611CF">
              <w:t>Successor</w:t>
            </w:r>
          </w:p>
        </w:tc>
        <w:tc>
          <w:tcPr>
            <w:tcW w:w="5954" w:type="dxa"/>
          </w:tcPr>
          <w:p w14:paraId="6A717A14" w14:textId="77777777" w:rsidR="00EC5995" w:rsidRPr="004611CF" w:rsidRDefault="00EC5995" w:rsidP="00997E64">
            <w:r w:rsidRPr="004611CF">
              <w:t>N/A</w:t>
            </w:r>
          </w:p>
        </w:tc>
      </w:tr>
    </w:tbl>
    <w:p w14:paraId="2C47448F" w14:textId="33E67440" w:rsidR="00EC5995" w:rsidRPr="004611CF" w:rsidRDefault="00EC5995" w:rsidP="00EC5995"/>
    <w:p w14:paraId="2B0677CB" w14:textId="77777777" w:rsidR="00EC5995" w:rsidRPr="004611CF" w:rsidRDefault="00EC5995">
      <w:pPr>
        <w:suppressAutoHyphens w:val="0"/>
        <w:spacing w:after="0" w:line="240" w:lineRule="auto"/>
      </w:pPr>
      <w:r w:rsidRPr="004611CF">
        <w:br w:type="page"/>
      </w:r>
    </w:p>
    <w:p w14:paraId="253B20A4" w14:textId="77777777" w:rsidR="00EC5995" w:rsidRPr="004611CF" w:rsidRDefault="00EC5995" w:rsidP="00EC5995">
      <w:pPr>
        <w:pStyle w:val="Heading4"/>
      </w:pPr>
      <w:r w:rsidRPr="004611CF">
        <w:lastRenderedPageBreak/>
        <w:t>Example 8 (2/2) - [UPDATE] Address</w:t>
      </w:r>
    </w:p>
    <w:tbl>
      <w:tblPr>
        <w:tblStyle w:val="TableGrid"/>
        <w:tblW w:w="0" w:type="auto"/>
        <w:tblLook w:val="04A0" w:firstRow="1" w:lastRow="0" w:firstColumn="1" w:lastColumn="0" w:noHBand="0" w:noVBand="1"/>
      </w:tblPr>
      <w:tblGrid>
        <w:gridCol w:w="2263"/>
        <w:gridCol w:w="5954"/>
      </w:tblGrid>
      <w:tr w:rsidR="00EC5995" w:rsidRPr="004611CF" w14:paraId="31C00A75" w14:textId="77777777" w:rsidTr="00997E64">
        <w:trPr>
          <w:trHeight w:val="319"/>
        </w:trPr>
        <w:tc>
          <w:tcPr>
            <w:tcW w:w="2263" w:type="dxa"/>
          </w:tcPr>
          <w:p w14:paraId="68600001" w14:textId="77777777" w:rsidR="00EC5995" w:rsidRPr="004611CF" w:rsidRDefault="00EC5995" w:rsidP="00997E64">
            <w:r w:rsidRPr="004611CF">
              <w:t>Namespace</w:t>
            </w:r>
          </w:p>
        </w:tc>
        <w:tc>
          <w:tcPr>
            <w:tcW w:w="5954" w:type="dxa"/>
          </w:tcPr>
          <w:p w14:paraId="45ED0AB1" w14:textId="77777777" w:rsidR="00EC5995" w:rsidRPr="004611CF" w:rsidRDefault="00EC5995" w:rsidP="00997E64">
            <w:r w:rsidRPr="004611CF">
              <w:t>https://geodata.wallonie.be/id/address</w:t>
            </w:r>
          </w:p>
        </w:tc>
      </w:tr>
      <w:tr w:rsidR="00EC5995" w:rsidRPr="004611CF" w14:paraId="325C2CD0" w14:textId="77777777" w:rsidTr="00997E64">
        <w:tc>
          <w:tcPr>
            <w:tcW w:w="2263" w:type="dxa"/>
          </w:tcPr>
          <w:p w14:paraId="2F5E0265" w14:textId="77777777" w:rsidR="00EC5995" w:rsidRPr="004611CF" w:rsidRDefault="00EC5995" w:rsidP="00997E64">
            <w:r w:rsidRPr="004611CF">
              <w:t>Object identifier</w:t>
            </w:r>
          </w:p>
        </w:tc>
        <w:tc>
          <w:tcPr>
            <w:tcW w:w="5954" w:type="dxa"/>
          </w:tcPr>
          <w:p w14:paraId="448EB901" w14:textId="77777777" w:rsidR="00EC5995" w:rsidRPr="004611CF" w:rsidRDefault="00EC5995" w:rsidP="00997E64">
            <w:r w:rsidRPr="004611CF">
              <w:t>982863</w:t>
            </w:r>
          </w:p>
        </w:tc>
      </w:tr>
      <w:tr w:rsidR="00EC5995" w:rsidRPr="004611CF" w14:paraId="3403CEE8" w14:textId="77777777" w:rsidTr="00997E64">
        <w:tc>
          <w:tcPr>
            <w:tcW w:w="2263" w:type="dxa"/>
          </w:tcPr>
          <w:p w14:paraId="152FEC0D" w14:textId="77777777" w:rsidR="00EC5995" w:rsidRPr="004611CF" w:rsidRDefault="00EC5995" w:rsidP="00997E64">
            <w:r w:rsidRPr="004611CF">
              <w:t>Version Identifier</w:t>
            </w:r>
          </w:p>
        </w:tc>
        <w:tc>
          <w:tcPr>
            <w:tcW w:w="5954" w:type="dxa"/>
          </w:tcPr>
          <w:p w14:paraId="6A7F62F2" w14:textId="77777777" w:rsidR="00EC5995" w:rsidRPr="004611CF" w:rsidRDefault="00EC5995" w:rsidP="00997E64">
            <w:r w:rsidRPr="004611CF">
              <w:t>2</w:t>
            </w:r>
          </w:p>
        </w:tc>
      </w:tr>
      <w:tr w:rsidR="00EC5995" w:rsidRPr="004611CF" w14:paraId="3CFE6906" w14:textId="77777777" w:rsidTr="00997E64">
        <w:tc>
          <w:tcPr>
            <w:tcW w:w="2263" w:type="dxa"/>
          </w:tcPr>
          <w:p w14:paraId="112570D4" w14:textId="77777777" w:rsidR="00EC5995" w:rsidRPr="004611CF" w:rsidRDefault="00EC5995" w:rsidP="00997E64">
            <w:r w:rsidRPr="004611CF">
              <w:t xml:space="preserve">Has </w:t>
            </w:r>
            <w:proofErr w:type="spellStart"/>
            <w:r w:rsidRPr="004611CF">
              <w:t>StreetName</w:t>
            </w:r>
            <w:proofErr w:type="spellEnd"/>
          </w:p>
        </w:tc>
        <w:tc>
          <w:tcPr>
            <w:tcW w:w="5954" w:type="dxa"/>
          </w:tcPr>
          <w:p w14:paraId="6466209F" w14:textId="33B84B23" w:rsidR="00EC5995" w:rsidRPr="004611CF" w:rsidRDefault="00EC5995" w:rsidP="00997E64">
            <w:r w:rsidRPr="004611CF">
              <w:t>Namespace: https://geodata.wallonie.be/id/streetname</w:t>
            </w:r>
            <w:r w:rsidRPr="004611CF">
              <w:br/>
            </w:r>
            <w:proofErr w:type="spellStart"/>
            <w:r w:rsidRPr="004611CF">
              <w:t>ObjectIdentifier</w:t>
            </w:r>
            <w:proofErr w:type="spellEnd"/>
            <w:r w:rsidRPr="004611CF">
              <w:t>: 7964</w:t>
            </w:r>
            <w:r w:rsidRPr="004611CF">
              <w:br/>
            </w:r>
            <w:proofErr w:type="spellStart"/>
            <w:r w:rsidRPr="004611CF">
              <w:t>VersionIdentifier</w:t>
            </w:r>
            <w:proofErr w:type="spellEnd"/>
            <w:r w:rsidRPr="004611CF">
              <w:t xml:space="preserve">: </w:t>
            </w:r>
            <w:r w:rsidR="001C6769">
              <w:t>1</w:t>
            </w:r>
          </w:p>
        </w:tc>
      </w:tr>
      <w:tr w:rsidR="00EC5995" w:rsidRPr="004611CF" w14:paraId="18CDB9D3" w14:textId="77777777" w:rsidTr="00997E64">
        <w:tc>
          <w:tcPr>
            <w:tcW w:w="2263" w:type="dxa"/>
          </w:tcPr>
          <w:p w14:paraId="070FEF4A" w14:textId="77777777" w:rsidR="00EC5995" w:rsidRPr="004611CF" w:rsidRDefault="00EC5995" w:rsidP="00997E64">
            <w:r w:rsidRPr="004611CF">
              <w:t>Has Municipality</w:t>
            </w:r>
          </w:p>
        </w:tc>
        <w:tc>
          <w:tcPr>
            <w:tcW w:w="5954" w:type="dxa"/>
          </w:tcPr>
          <w:p w14:paraId="095B90C6" w14:textId="77777777" w:rsidR="00EC5995" w:rsidRPr="004611CF" w:rsidRDefault="00EC5995" w:rsidP="00997E64">
            <w:r w:rsidRPr="004611CF">
              <w:t>Namespace: https://geodata.wallonie.be/id/municipality</w:t>
            </w:r>
            <w:r w:rsidRPr="004611CF">
              <w:br/>
            </w:r>
            <w:proofErr w:type="spellStart"/>
            <w:r w:rsidRPr="004611CF">
              <w:t>ObjectIdentifier</w:t>
            </w:r>
            <w:proofErr w:type="spellEnd"/>
            <w:r w:rsidRPr="004611CF">
              <w:t>: 21013</w:t>
            </w:r>
            <w:r w:rsidRPr="004611CF">
              <w:br/>
            </w:r>
            <w:proofErr w:type="spellStart"/>
            <w:r w:rsidRPr="004611CF">
              <w:t>VersionIdentifier</w:t>
            </w:r>
            <w:proofErr w:type="spellEnd"/>
            <w:r w:rsidRPr="004611CF">
              <w:t>: 1</w:t>
            </w:r>
          </w:p>
        </w:tc>
      </w:tr>
      <w:tr w:rsidR="00EC5995" w:rsidRPr="004611CF" w14:paraId="406274D1" w14:textId="77777777" w:rsidTr="00997E64">
        <w:tc>
          <w:tcPr>
            <w:tcW w:w="2263" w:type="dxa"/>
          </w:tcPr>
          <w:p w14:paraId="275E887B" w14:textId="77777777" w:rsidR="00EC5995" w:rsidRPr="004611CF" w:rsidRDefault="00EC5995" w:rsidP="00997E64">
            <w:r w:rsidRPr="004611CF">
              <w:t xml:space="preserve">Has </w:t>
            </w:r>
            <w:proofErr w:type="spellStart"/>
            <w:r w:rsidRPr="004611CF">
              <w:t>PostalInfo</w:t>
            </w:r>
            <w:proofErr w:type="spellEnd"/>
          </w:p>
        </w:tc>
        <w:tc>
          <w:tcPr>
            <w:tcW w:w="5954" w:type="dxa"/>
          </w:tcPr>
          <w:p w14:paraId="70A68C54" w14:textId="77777777" w:rsidR="00EC5995" w:rsidRPr="004611CF" w:rsidRDefault="00EC5995" w:rsidP="00997E64">
            <w:r w:rsidRPr="004611CF">
              <w:t>Namespace: https://geodata.wallonie.be/id/postalinfo</w:t>
            </w:r>
            <w:r w:rsidRPr="004611CF">
              <w:br/>
            </w:r>
            <w:proofErr w:type="spellStart"/>
            <w:r w:rsidRPr="004611CF">
              <w:t>ObjectIdentifier</w:t>
            </w:r>
            <w:proofErr w:type="spellEnd"/>
            <w:r w:rsidRPr="004611CF">
              <w:t>: 2000</w:t>
            </w:r>
            <w:r w:rsidRPr="004611CF">
              <w:br/>
            </w:r>
            <w:proofErr w:type="spellStart"/>
            <w:r w:rsidRPr="004611CF">
              <w:t>VersionIdentifier</w:t>
            </w:r>
            <w:proofErr w:type="spellEnd"/>
            <w:r w:rsidRPr="004611CF">
              <w:t>: 1</w:t>
            </w:r>
          </w:p>
        </w:tc>
      </w:tr>
      <w:tr w:rsidR="00EC5995" w:rsidRPr="004611CF" w14:paraId="7A0068C2" w14:textId="77777777" w:rsidTr="00997E64">
        <w:tc>
          <w:tcPr>
            <w:tcW w:w="2263" w:type="dxa"/>
          </w:tcPr>
          <w:p w14:paraId="1C284AF9" w14:textId="77777777" w:rsidR="00EC5995" w:rsidRPr="004611CF" w:rsidRDefault="00EC5995" w:rsidP="00997E64">
            <w:r w:rsidRPr="004611CF">
              <w:t xml:space="preserve">Has Part </w:t>
            </w:r>
            <w:proofErr w:type="gramStart"/>
            <w:r w:rsidRPr="004611CF">
              <w:t>Of</w:t>
            </w:r>
            <w:proofErr w:type="gramEnd"/>
            <w:r w:rsidRPr="004611CF">
              <w:t xml:space="preserve"> Municipality</w:t>
            </w:r>
          </w:p>
        </w:tc>
        <w:tc>
          <w:tcPr>
            <w:tcW w:w="5954" w:type="dxa"/>
          </w:tcPr>
          <w:p w14:paraId="50D0EC27" w14:textId="77777777" w:rsidR="00EC5995" w:rsidRPr="004611CF" w:rsidRDefault="00EC5995" w:rsidP="00997E64">
            <w:r w:rsidRPr="004611CF">
              <w:t>Namespace: https://geodata.wallonie.be/id/PartOfMunicipality</w:t>
            </w:r>
            <w:r w:rsidRPr="004611CF">
              <w:br/>
            </w:r>
            <w:proofErr w:type="spellStart"/>
            <w:r w:rsidRPr="004611CF">
              <w:t>ObjectIdentifier</w:t>
            </w:r>
            <w:proofErr w:type="spellEnd"/>
            <w:r w:rsidRPr="004611CF">
              <w:t>: 21014</w:t>
            </w:r>
            <w:r w:rsidRPr="004611CF">
              <w:br/>
            </w:r>
            <w:proofErr w:type="spellStart"/>
            <w:r w:rsidRPr="004611CF">
              <w:t>VersionIdentifier</w:t>
            </w:r>
            <w:proofErr w:type="spellEnd"/>
            <w:r w:rsidRPr="004611CF">
              <w:t>: 1</w:t>
            </w:r>
          </w:p>
        </w:tc>
      </w:tr>
      <w:tr w:rsidR="00EC5995" w:rsidRPr="004611CF" w14:paraId="6AE90385" w14:textId="77777777" w:rsidTr="00997E64">
        <w:tc>
          <w:tcPr>
            <w:tcW w:w="2263" w:type="dxa"/>
          </w:tcPr>
          <w:p w14:paraId="7CBFDD73" w14:textId="77777777" w:rsidR="00EC5995" w:rsidRPr="004611CF" w:rsidRDefault="00EC5995" w:rsidP="00997E64">
            <w:r w:rsidRPr="004611CF">
              <w:t>Status</w:t>
            </w:r>
          </w:p>
        </w:tc>
        <w:tc>
          <w:tcPr>
            <w:tcW w:w="5954" w:type="dxa"/>
          </w:tcPr>
          <w:p w14:paraId="679F7218" w14:textId="77777777" w:rsidR="00EC5995" w:rsidRPr="004611CF" w:rsidRDefault="00EC5995" w:rsidP="00997E64">
            <w:r w:rsidRPr="004611CF">
              <w:t>Current</w:t>
            </w:r>
          </w:p>
        </w:tc>
      </w:tr>
      <w:tr w:rsidR="00EC5995" w:rsidRPr="004611CF" w14:paraId="09EEEB94" w14:textId="77777777" w:rsidTr="00997E64">
        <w:tc>
          <w:tcPr>
            <w:tcW w:w="2263" w:type="dxa"/>
          </w:tcPr>
          <w:p w14:paraId="0838E860" w14:textId="77777777" w:rsidR="00EC5995" w:rsidRPr="004611CF" w:rsidRDefault="00EC5995" w:rsidP="00997E64">
            <w:proofErr w:type="spellStart"/>
            <w:r w:rsidRPr="004611CF">
              <w:t>validFrom</w:t>
            </w:r>
            <w:proofErr w:type="spellEnd"/>
          </w:p>
        </w:tc>
        <w:tc>
          <w:tcPr>
            <w:tcW w:w="5954" w:type="dxa"/>
          </w:tcPr>
          <w:p w14:paraId="0A376373" w14:textId="77777777" w:rsidR="00EC5995" w:rsidRPr="004611CF" w:rsidRDefault="00EC5995" w:rsidP="00997E64">
            <w:r w:rsidRPr="004611CF">
              <w:t>2022-12-08T14:50:36</w:t>
            </w:r>
          </w:p>
        </w:tc>
      </w:tr>
      <w:tr w:rsidR="00EC5995" w:rsidRPr="004611CF" w14:paraId="6977C144" w14:textId="77777777" w:rsidTr="00997E64">
        <w:tc>
          <w:tcPr>
            <w:tcW w:w="2263" w:type="dxa"/>
          </w:tcPr>
          <w:p w14:paraId="2DD0341B" w14:textId="77777777" w:rsidR="00EC5995" w:rsidRPr="004611CF" w:rsidRDefault="00EC5995" w:rsidP="00997E64">
            <w:proofErr w:type="spellStart"/>
            <w:r w:rsidRPr="004611CF">
              <w:t>validTo</w:t>
            </w:r>
            <w:proofErr w:type="spellEnd"/>
          </w:p>
        </w:tc>
        <w:tc>
          <w:tcPr>
            <w:tcW w:w="5954" w:type="dxa"/>
          </w:tcPr>
          <w:p w14:paraId="276BB126" w14:textId="77777777" w:rsidR="00EC5995" w:rsidRPr="004611CF" w:rsidRDefault="00EC5995" w:rsidP="00997E64">
            <w:r w:rsidRPr="004611CF">
              <w:t>2023-02-02T21:00:54</w:t>
            </w:r>
          </w:p>
        </w:tc>
      </w:tr>
      <w:tr w:rsidR="00EC5995" w:rsidRPr="004611CF" w14:paraId="4DC29F8F" w14:textId="77777777" w:rsidTr="00997E64">
        <w:tc>
          <w:tcPr>
            <w:tcW w:w="2263" w:type="dxa"/>
          </w:tcPr>
          <w:p w14:paraId="323E2BF7" w14:textId="77777777" w:rsidR="00EC5995" w:rsidRPr="004611CF" w:rsidRDefault="00EC5995" w:rsidP="00997E64">
            <w:r w:rsidRPr="004611CF">
              <w:t>Predecessor</w:t>
            </w:r>
          </w:p>
        </w:tc>
        <w:tc>
          <w:tcPr>
            <w:tcW w:w="5954" w:type="dxa"/>
          </w:tcPr>
          <w:p w14:paraId="1629698A" w14:textId="77777777" w:rsidR="00EC5995" w:rsidRPr="004611CF" w:rsidRDefault="00EC5995" w:rsidP="00997E64">
            <w:r w:rsidRPr="004611CF">
              <w:t>N/A</w:t>
            </w:r>
          </w:p>
        </w:tc>
      </w:tr>
      <w:tr w:rsidR="00EC5995" w:rsidRPr="004611CF" w14:paraId="60FC102B" w14:textId="77777777" w:rsidTr="00997E64">
        <w:tc>
          <w:tcPr>
            <w:tcW w:w="2263" w:type="dxa"/>
          </w:tcPr>
          <w:p w14:paraId="3E701547" w14:textId="77777777" w:rsidR="00EC5995" w:rsidRPr="004611CF" w:rsidRDefault="00EC5995" w:rsidP="00997E64">
            <w:r w:rsidRPr="004611CF">
              <w:t>Successor</w:t>
            </w:r>
          </w:p>
        </w:tc>
        <w:tc>
          <w:tcPr>
            <w:tcW w:w="5954" w:type="dxa"/>
          </w:tcPr>
          <w:p w14:paraId="6CED26F2" w14:textId="77777777" w:rsidR="00EC5995" w:rsidRPr="004611CF" w:rsidRDefault="00EC5995" w:rsidP="00997E64">
            <w:r w:rsidRPr="004611CF">
              <w:t>Namespace: https://geodata.wallonie.be/id/municipality</w:t>
            </w:r>
            <w:r w:rsidRPr="004611CF">
              <w:br/>
            </w:r>
            <w:proofErr w:type="spellStart"/>
            <w:r w:rsidRPr="004611CF">
              <w:t>ObjectIdentifier</w:t>
            </w:r>
            <w:proofErr w:type="spellEnd"/>
            <w:r w:rsidRPr="004611CF">
              <w:t>: 982863</w:t>
            </w:r>
            <w:r w:rsidRPr="004611CF">
              <w:br/>
            </w:r>
            <w:proofErr w:type="spellStart"/>
            <w:r w:rsidRPr="004611CF">
              <w:t>VersionIdentifier</w:t>
            </w:r>
            <w:proofErr w:type="spellEnd"/>
            <w:r w:rsidRPr="004611CF">
              <w:t>: 3</w:t>
            </w:r>
          </w:p>
        </w:tc>
      </w:tr>
    </w:tbl>
    <w:p w14:paraId="41051E02" w14:textId="08FADD8C" w:rsidR="00EC5995" w:rsidRPr="004611CF" w:rsidRDefault="00EC5995" w:rsidP="00EC5995"/>
    <w:p w14:paraId="1B11F072" w14:textId="77777777" w:rsidR="00EC5995" w:rsidRPr="004611CF" w:rsidRDefault="00EC5995">
      <w:pPr>
        <w:suppressAutoHyphens w:val="0"/>
        <w:spacing w:after="0" w:line="240" w:lineRule="auto"/>
      </w:pPr>
      <w:r w:rsidRPr="004611CF">
        <w:br w:type="page"/>
      </w:r>
    </w:p>
    <w:p w14:paraId="7C5D0B23" w14:textId="77777777" w:rsidR="00EC5995" w:rsidRPr="004611CF" w:rsidRDefault="00EC5995" w:rsidP="00EC5995">
      <w:pPr>
        <w:pStyle w:val="Heading4"/>
      </w:pPr>
      <w:r w:rsidRPr="004611CF">
        <w:lastRenderedPageBreak/>
        <w:t>Example 7 (2/2) - [UPDATE] Street name</w:t>
      </w:r>
    </w:p>
    <w:tbl>
      <w:tblPr>
        <w:tblStyle w:val="TableGrid"/>
        <w:tblW w:w="0" w:type="auto"/>
        <w:tblLook w:val="04A0" w:firstRow="1" w:lastRow="0" w:firstColumn="1" w:lastColumn="0" w:noHBand="0" w:noVBand="1"/>
      </w:tblPr>
      <w:tblGrid>
        <w:gridCol w:w="2263"/>
        <w:gridCol w:w="5954"/>
      </w:tblGrid>
      <w:tr w:rsidR="00EC5995" w:rsidRPr="004611CF" w14:paraId="5EABAE73" w14:textId="77777777" w:rsidTr="00997E64">
        <w:trPr>
          <w:trHeight w:val="319"/>
        </w:trPr>
        <w:tc>
          <w:tcPr>
            <w:tcW w:w="2263" w:type="dxa"/>
          </w:tcPr>
          <w:p w14:paraId="18814ACF" w14:textId="77777777" w:rsidR="00EC5995" w:rsidRPr="004611CF" w:rsidRDefault="00EC5995" w:rsidP="00997E64">
            <w:r w:rsidRPr="004611CF">
              <w:t>Namespace</w:t>
            </w:r>
          </w:p>
        </w:tc>
        <w:tc>
          <w:tcPr>
            <w:tcW w:w="5954" w:type="dxa"/>
          </w:tcPr>
          <w:p w14:paraId="331F9BE0" w14:textId="77777777" w:rsidR="00EC5995" w:rsidRPr="004611CF" w:rsidRDefault="00EC5995" w:rsidP="00997E64">
            <w:r w:rsidRPr="004611CF">
              <w:t>https://geodata.wallonie.be/id/streetname</w:t>
            </w:r>
          </w:p>
        </w:tc>
      </w:tr>
      <w:tr w:rsidR="00EC5995" w:rsidRPr="004611CF" w14:paraId="628AA6D7" w14:textId="77777777" w:rsidTr="00997E64">
        <w:tc>
          <w:tcPr>
            <w:tcW w:w="2263" w:type="dxa"/>
          </w:tcPr>
          <w:p w14:paraId="7B5055F4" w14:textId="77777777" w:rsidR="00EC5995" w:rsidRPr="004611CF" w:rsidRDefault="00EC5995" w:rsidP="00997E64">
            <w:r w:rsidRPr="004611CF">
              <w:t>Object identifier</w:t>
            </w:r>
          </w:p>
        </w:tc>
        <w:tc>
          <w:tcPr>
            <w:tcW w:w="5954" w:type="dxa"/>
          </w:tcPr>
          <w:p w14:paraId="53FE6C39" w14:textId="77777777" w:rsidR="00EC5995" w:rsidRPr="004611CF" w:rsidRDefault="00EC5995" w:rsidP="00997E64">
            <w:r w:rsidRPr="004611CF">
              <w:t>7964</w:t>
            </w:r>
          </w:p>
        </w:tc>
      </w:tr>
      <w:tr w:rsidR="00EC5995" w:rsidRPr="004611CF" w14:paraId="08BE0F72" w14:textId="77777777" w:rsidTr="00997E64">
        <w:tc>
          <w:tcPr>
            <w:tcW w:w="2263" w:type="dxa"/>
          </w:tcPr>
          <w:p w14:paraId="7C2F61AA" w14:textId="77777777" w:rsidR="00EC5995" w:rsidRPr="004611CF" w:rsidRDefault="00EC5995" w:rsidP="00997E64">
            <w:r w:rsidRPr="004611CF">
              <w:t>Version Identifier</w:t>
            </w:r>
          </w:p>
        </w:tc>
        <w:tc>
          <w:tcPr>
            <w:tcW w:w="5954" w:type="dxa"/>
          </w:tcPr>
          <w:p w14:paraId="40C2B59D" w14:textId="77777777" w:rsidR="00EC5995" w:rsidRPr="004611CF" w:rsidRDefault="00EC5995" w:rsidP="00997E64">
            <w:r w:rsidRPr="004611CF">
              <w:t>1</w:t>
            </w:r>
          </w:p>
        </w:tc>
      </w:tr>
      <w:tr w:rsidR="00EC5995" w:rsidRPr="004611CF" w14:paraId="4CA5D32B" w14:textId="77777777" w:rsidTr="00997E64">
        <w:tc>
          <w:tcPr>
            <w:tcW w:w="2263" w:type="dxa"/>
          </w:tcPr>
          <w:p w14:paraId="7E633FDC" w14:textId="77777777" w:rsidR="00EC5995" w:rsidRPr="004611CF" w:rsidRDefault="00EC5995" w:rsidP="00997E64">
            <w:r w:rsidRPr="004611CF">
              <w:t xml:space="preserve">Spelling </w:t>
            </w:r>
            <w:proofErr w:type="spellStart"/>
            <w:r w:rsidRPr="004611CF">
              <w:t>fr</w:t>
            </w:r>
            <w:proofErr w:type="spellEnd"/>
          </w:p>
        </w:tc>
        <w:tc>
          <w:tcPr>
            <w:tcW w:w="5954" w:type="dxa"/>
          </w:tcPr>
          <w:p w14:paraId="4095C4A5" w14:textId="77777777" w:rsidR="00EC5995" w:rsidRPr="004611CF" w:rsidRDefault="00EC5995" w:rsidP="00997E64">
            <w:proofErr w:type="spellStart"/>
            <w:r w:rsidRPr="004611CF">
              <w:t>Dixième</w:t>
            </w:r>
            <w:proofErr w:type="spellEnd"/>
            <w:r w:rsidRPr="004611CF">
              <w:t xml:space="preserve"> Rue du Test</w:t>
            </w:r>
          </w:p>
        </w:tc>
      </w:tr>
      <w:tr w:rsidR="00EC5995" w:rsidRPr="004611CF" w14:paraId="58A60153" w14:textId="77777777" w:rsidTr="00997E64">
        <w:tc>
          <w:tcPr>
            <w:tcW w:w="2263" w:type="dxa"/>
          </w:tcPr>
          <w:p w14:paraId="10A301AC" w14:textId="77777777" w:rsidR="00EC5995" w:rsidRPr="004611CF" w:rsidRDefault="00EC5995" w:rsidP="00997E64">
            <w:r w:rsidRPr="004611CF">
              <w:t>Assigned by municipality</w:t>
            </w:r>
          </w:p>
        </w:tc>
        <w:tc>
          <w:tcPr>
            <w:tcW w:w="5954" w:type="dxa"/>
          </w:tcPr>
          <w:p w14:paraId="5883F049" w14:textId="77777777" w:rsidR="00EC5995" w:rsidRPr="004611CF" w:rsidRDefault="00EC5995" w:rsidP="00997E64">
            <w:r w:rsidRPr="004611CF">
              <w:t>Namespace: https://geodata.wallonie.be/id/municipality</w:t>
            </w:r>
            <w:r w:rsidRPr="004611CF">
              <w:br/>
            </w:r>
            <w:proofErr w:type="spellStart"/>
            <w:r w:rsidRPr="004611CF">
              <w:t>ObjectIdentifier</w:t>
            </w:r>
            <w:proofErr w:type="spellEnd"/>
            <w:r w:rsidRPr="004611CF">
              <w:t>: 21013</w:t>
            </w:r>
            <w:r w:rsidRPr="004611CF">
              <w:br/>
            </w:r>
            <w:proofErr w:type="spellStart"/>
            <w:r w:rsidRPr="004611CF">
              <w:t>VersionIdentifier</w:t>
            </w:r>
            <w:proofErr w:type="spellEnd"/>
            <w:r w:rsidRPr="004611CF">
              <w:t>: 1</w:t>
            </w:r>
          </w:p>
        </w:tc>
      </w:tr>
      <w:tr w:rsidR="00EC5995" w:rsidRPr="004611CF" w14:paraId="19902268" w14:textId="77777777" w:rsidTr="00997E64">
        <w:tc>
          <w:tcPr>
            <w:tcW w:w="2263" w:type="dxa"/>
          </w:tcPr>
          <w:p w14:paraId="738DC110" w14:textId="77777777" w:rsidR="00EC5995" w:rsidRPr="004611CF" w:rsidRDefault="00EC5995" w:rsidP="00997E64">
            <w:r w:rsidRPr="004611CF">
              <w:t>Status</w:t>
            </w:r>
          </w:p>
        </w:tc>
        <w:tc>
          <w:tcPr>
            <w:tcW w:w="5954" w:type="dxa"/>
          </w:tcPr>
          <w:p w14:paraId="203482F1" w14:textId="77777777" w:rsidR="00EC5995" w:rsidRPr="004611CF" w:rsidRDefault="00EC5995" w:rsidP="00997E64">
            <w:r w:rsidRPr="004611CF">
              <w:t>Current</w:t>
            </w:r>
          </w:p>
        </w:tc>
      </w:tr>
      <w:tr w:rsidR="00EC5995" w:rsidRPr="004611CF" w14:paraId="4E61AA00" w14:textId="77777777" w:rsidTr="00997E64">
        <w:tc>
          <w:tcPr>
            <w:tcW w:w="2263" w:type="dxa"/>
          </w:tcPr>
          <w:p w14:paraId="4984B4DD" w14:textId="77777777" w:rsidR="00EC5995" w:rsidRPr="004611CF" w:rsidRDefault="00EC5995" w:rsidP="00997E64">
            <w:proofErr w:type="spellStart"/>
            <w:r w:rsidRPr="004611CF">
              <w:t>validFrom</w:t>
            </w:r>
            <w:proofErr w:type="spellEnd"/>
          </w:p>
        </w:tc>
        <w:tc>
          <w:tcPr>
            <w:tcW w:w="5954" w:type="dxa"/>
          </w:tcPr>
          <w:p w14:paraId="031B6E43" w14:textId="77777777" w:rsidR="00EC5995" w:rsidRPr="004611CF" w:rsidRDefault="00EC5995" w:rsidP="00997E64">
            <w:r w:rsidRPr="004611CF">
              <w:t>2022-12-08T15:30:07</w:t>
            </w:r>
          </w:p>
        </w:tc>
      </w:tr>
      <w:tr w:rsidR="00EC5995" w:rsidRPr="004611CF" w14:paraId="0739746C" w14:textId="77777777" w:rsidTr="00997E64">
        <w:tc>
          <w:tcPr>
            <w:tcW w:w="2263" w:type="dxa"/>
          </w:tcPr>
          <w:p w14:paraId="13C39B8B" w14:textId="77777777" w:rsidR="00EC5995" w:rsidRPr="004611CF" w:rsidRDefault="00EC5995" w:rsidP="00997E64">
            <w:proofErr w:type="spellStart"/>
            <w:r w:rsidRPr="004611CF">
              <w:t>validTo</w:t>
            </w:r>
            <w:proofErr w:type="spellEnd"/>
          </w:p>
        </w:tc>
        <w:tc>
          <w:tcPr>
            <w:tcW w:w="5954" w:type="dxa"/>
          </w:tcPr>
          <w:p w14:paraId="5232F04C" w14:textId="77777777" w:rsidR="00EC5995" w:rsidRPr="004611CF" w:rsidRDefault="00EC5995" w:rsidP="00997E64">
            <w:r w:rsidRPr="004611CF">
              <w:t>N/A</w:t>
            </w:r>
          </w:p>
        </w:tc>
      </w:tr>
      <w:tr w:rsidR="00EC5995" w:rsidRPr="004611CF" w14:paraId="245059B5" w14:textId="77777777" w:rsidTr="00997E64">
        <w:tc>
          <w:tcPr>
            <w:tcW w:w="2263" w:type="dxa"/>
          </w:tcPr>
          <w:p w14:paraId="4233FA6C" w14:textId="77777777" w:rsidR="00EC5995" w:rsidRPr="004611CF" w:rsidRDefault="00EC5995" w:rsidP="00997E64">
            <w:r w:rsidRPr="004611CF">
              <w:t>Predecessor</w:t>
            </w:r>
          </w:p>
        </w:tc>
        <w:tc>
          <w:tcPr>
            <w:tcW w:w="5954" w:type="dxa"/>
          </w:tcPr>
          <w:p w14:paraId="5F1ADAFF" w14:textId="77777777" w:rsidR="00EC5995" w:rsidRPr="004611CF" w:rsidRDefault="00EC5995" w:rsidP="00997E64">
            <w:r w:rsidRPr="004611CF">
              <w:t>N/A</w:t>
            </w:r>
          </w:p>
        </w:tc>
      </w:tr>
      <w:tr w:rsidR="00EC5995" w:rsidRPr="004611CF" w14:paraId="40A4F6D7" w14:textId="77777777" w:rsidTr="00997E64">
        <w:tc>
          <w:tcPr>
            <w:tcW w:w="2263" w:type="dxa"/>
          </w:tcPr>
          <w:p w14:paraId="398E2BE7" w14:textId="77777777" w:rsidR="00EC5995" w:rsidRPr="004611CF" w:rsidRDefault="00EC5995" w:rsidP="00997E64">
            <w:r w:rsidRPr="004611CF">
              <w:t>Successor</w:t>
            </w:r>
          </w:p>
        </w:tc>
        <w:tc>
          <w:tcPr>
            <w:tcW w:w="5954" w:type="dxa"/>
          </w:tcPr>
          <w:p w14:paraId="1E370AC5" w14:textId="77777777" w:rsidR="00EC5995" w:rsidRPr="004611CF" w:rsidRDefault="00EC5995" w:rsidP="00997E64">
            <w:r w:rsidRPr="004611CF">
              <w:t>Namespace: https://geodata.wallonie.be/id/streetname</w:t>
            </w:r>
            <w:r w:rsidRPr="004611CF">
              <w:br/>
            </w:r>
            <w:proofErr w:type="spellStart"/>
            <w:r w:rsidRPr="004611CF">
              <w:t>ObjectIdentifier</w:t>
            </w:r>
            <w:proofErr w:type="spellEnd"/>
            <w:r w:rsidRPr="004611CF">
              <w:t>: 7964</w:t>
            </w:r>
            <w:r w:rsidRPr="004611CF">
              <w:br/>
            </w:r>
            <w:proofErr w:type="spellStart"/>
            <w:r w:rsidRPr="004611CF">
              <w:t>VersionIdentifier</w:t>
            </w:r>
            <w:proofErr w:type="spellEnd"/>
            <w:r w:rsidRPr="004611CF">
              <w:t>: 2</w:t>
            </w:r>
          </w:p>
        </w:tc>
      </w:tr>
    </w:tbl>
    <w:p w14:paraId="40D8371C" w14:textId="3978C124" w:rsidR="00924E87" w:rsidRDefault="00924E87" w:rsidP="00EC5995">
      <w:pPr>
        <w:pStyle w:val="Heading3"/>
      </w:pPr>
    </w:p>
    <w:p w14:paraId="6896468F" w14:textId="77777777" w:rsidR="00924E87" w:rsidRDefault="00924E87">
      <w:pPr>
        <w:suppressAutoHyphens w:val="0"/>
        <w:spacing w:after="0" w:line="240" w:lineRule="auto"/>
        <w:rPr>
          <w:rFonts w:ascii="Montserrat SemiBold" w:eastAsiaTheme="majorEastAsia" w:hAnsi="Montserrat SemiBold" w:cs="Times New Roman (Headings CS)"/>
          <w:b/>
          <w:sz w:val="38"/>
          <w:szCs w:val="32"/>
        </w:rPr>
      </w:pPr>
      <w:r>
        <w:br w:type="page"/>
      </w:r>
    </w:p>
    <w:p w14:paraId="58C93164" w14:textId="6117E8E1" w:rsidR="00EC5995" w:rsidRPr="004611CF" w:rsidRDefault="00924E87" w:rsidP="00EC5995">
      <w:pPr>
        <w:pStyle w:val="Heading3"/>
      </w:pPr>
      <w:bookmarkStart w:id="27" w:name="_Toc184897111"/>
      <w:r>
        <w:lastRenderedPageBreak/>
        <w:t>Scenario: Creating a new municipality, postal info and address. [s1-3-4]</w:t>
      </w:r>
      <w:bookmarkEnd w:id="27"/>
    </w:p>
    <w:p w14:paraId="413C1CF2" w14:textId="5753F65B" w:rsidR="00EC5995" w:rsidRPr="00924E87" w:rsidRDefault="00EC5995" w:rsidP="00924E87">
      <w:pPr>
        <w:pStyle w:val="Heading4"/>
        <w:rPr>
          <w:sz w:val="22"/>
          <w:szCs w:val="28"/>
        </w:rPr>
      </w:pPr>
      <w:r w:rsidRPr="00924E87">
        <w:rPr>
          <w:sz w:val="22"/>
          <w:szCs w:val="28"/>
        </w:rPr>
        <w:t xml:space="preserve">[Mutation </w:t>
      </w:r>
      <w:r w:rsidR="00BC266C">
        <w:rPr>
          <w:sz w:val="22"/>
          <w:szCs w:val="28"/>
        </w:rPr>
        <w:t>file: BeStAddress_MBelgium20230223.zip</w:t>
      </w:r>
      <w:r w:rsidRPr="00924E87">
        <w:rPr>
          <w:sz w:val="22"/>
          <w:szCs w:val="28"/>
        </w:rPr>
        <w:t xml:space="preserve">] </w:t>
      </w:r>
      <w:r w:rsidRPr="00924E87">
        <w:rPr>
          <w:sz w:val="22"/>
          <w:szCs w:val="28"/>
        </w:rPr>
        <w:br/>
        <w:t>Example file: Wallonia_M_20230223_L72</w:t>
      </w:r>
    </w:p>
    <w:p w14:paraId="28228910" w14:textId="0BF12A9E" w:rsidR="00EC5995" w:rsidRPr="004611CF" w:rsidRDefault="00EC5995" w:rsidP="00212289">
      <w:r w:rsidRPr="004611CF">
        <w:t xml:space="preserve">A new </w:t>
      </w:r>
      <w:r w:rsidRPr="004611CF">
        <w:rPr>
          <w:b/>
          <w:bCs/>
        </w:rPr>
        <w:t>municipality</w:t>
      </w:r>
      <w:r w:rsidR="00924E87">
        <w:rPr>
          <w:b/>
          <w:bCs/>
        </w:rPr>
        <w:t xml:space="preserve"> (s4)</w:t>
      </w:r>
      <w:r w:rsidRPr="004611CF">
        <w:t xml:space="preserve">, </w:t>
      </w:r>
      <w:r w:rsidRPr="004611CF">
        <w:rPr>
          <w:b/>
          <w:bCs/>
        </w:rPr>
        <w:t>postal info</w:t>
      </w:r>
      <w:r w:rsidR="00924E87">
        <w:rPr>
          <w:b/>
          <w:bCs/>
        </w:rPr>
        <w:t xml:space="preserve"> (s3)</w:t>
      </w:r>
      <w:r w:rsidRPr="004611CF">
        <w:t xml:space="preserve"> and </w:t>
      </w:r>
      <w:r w:rsidRPr="004611CF">
        <w:rPr>
          <w:b/>
          <w:bCs/>
        </w:rPr>
        <w:t>address</w:t>
      </w:r>
      <w:r w:rsidR="00924E87">
        <w:rPr>
          <w:b/>
          <w:bCs/>
        </w:rPr>
        <w:t xml:space="preserve"> (s1)</w:t>
      </w:r>
      <w:r w:rsidRPr="004611CF">
        <w:t xml:space="preserve"> are created in this file. They will be used for later example scenarios. The new address references the same municipality, street name, postal info as the already existing address from a previous mutation file. </w:t>
      </w:r>
    </w:p>
    <w:p w14:paraId="17F202D9" w14:textId="77777777" w:rsidR="00EC5995" w:rsidRPr="004611CF" w:rsidRDefault="00EC5995" w:rsidP="00EC5995"/>
    <w:p w14:paraId="4504AD93" w14:textId="77777777" w:rsidR="00EC5995" w:rsidRPr="004611CF" w:rsidRDefault="00EC5995" w:rsidP="00EC5995">
      <w:pPr>
        <w:pStyle w:val="Heading4"/>
      </w:pPr>
      <w:r w:rsidRPr="004611CF">
        <w:t>Example 9 - [ADD] Municipality</w:t>
      </w:r>
    </w:p>
    <w:tbl>
      <w:tblPr>
        <w:tblStyle w:val="TableGrid"/>
        <w:tblW w:w="0" w:type="auto"/>
        <w:tblLook w:val="04A0" w:firstRow="1" w:lastRow="0" w:firstColumn="1" w:lastColumn="0" w:noHBand="0" w:noVBand="1"/>
      </w:tblPr>
      <w:tblGrid>
        <w:gridCol w:w="2263"/>
        <w:gridCol w:w="5812"/>
      </w:tblGrid>
      <w:tr w:rsidR="00EC5995" w:rsidRPr="004611CF" w14:paraId="174624C8" w14:textId="77777777" w:rsidTr="00997E64">
        <w:trPr>
          <w:trHeight w:val="319"/>
        </w:trPr>
        <w:tc>
          <w:tcPr>
            <w:tcW w:w="2263" w:type="dxa"/>
          </w:tcPr>
          <w:p w14:paraId="5F83C87A" w14:textId="77777777" w:rsidR="00EC5995" w:rsidRPr="004611CF" w:rsidRDefault="00EC5995" w:rsidP="00997E64">
            <w:r w:rsidRPr="004611CF">
              <w:t>Namespace</w:t>
            </w:r>
          </w:p>
        </w:tc>
        <w:tc>
          <w:tcPr>
            <w:tcW w:w="5812" w:type="dxa"/>
          </w:tcPr>
          <w:p w14:paraId="5DAED59F" w14:textId="77777777" w:rsidR="00EC5995" w:rsidRPr="004611CF" w:rsidRDefault="00EC5995" w:rsidP="00997E64">
            <w:r w:rsidRPr="004611CF">
              <w:t>https://geodata.wallonie.be/id/municipality</w:t>
            </w:r>
          </w:p>
        </w:tc>
      </w:tr>
      <w:tr w:rsidR="00EC5995" w:rsidRPr="004611CF" w14:paraId="171E90B4" w14:textId="77777777" w:rsidTr="00997E64">
        <w:tc>
          <w:tcPr>
            <w:tcW w:w="2263" w:type="dxa"/>
          </w:tcPr>
          <w:p w14:paraId="78FDD555" w14:textId="77777777" w:rsidR="00EC5995" w:rsidRPr="004611CF" w:rsidRDefault="00EC5995" w:rsidP="00997E64">
            <w:r w:rsidRPr="004611CF">
              <w:t>Object identifier</w:t>
            </w:r>
          </w:p>
        </w:tc>
        <w:tc>
          <w:tcPr>
            <w:tcW w:w="5812" w:type="dxa"/>
          </w:tcPr>
          <w:p w14:paraId="3CEE256D" w14:textId="77777777" w:rsidR="00EC5995" w:rsidRPr="004611CF" w:rsidRDefault="00EC5995" w:rsidP="00997E64">
            <w:r w:rsidRPr="004611CF">
              <w:t>53262</w:t>
            </w:r>
          </w:p>
        </w:tc>
      </w:tr>
      <w:tr w:rsidR="00EC5995" w:rsidRPr="004611CF" w14:paraId="7ED41334" w14:textId="77777777" w:rsidTr="00997E64">
        <w:tc>
          <w:tcPr>
            <w:tcW w:w="2263" w:type="dxa"/>
          </w:tcPr>
          <w:p w14:paraId="0AA21585" w14:textId="77777777" w:rsidR="00EC5995" w:rsidRPr="004611CF" w:rsidRDefault="00EC5995" w:rsidP="00997E64">
            <w:r w:rsidRPr="004611CF">
              <w:t>Version Identifier</w:t>
            </w:r>
          </w:p>
        </w:tc>
        <w:tc>
          <w:tcPr>
            <w:tcW w:w="5812" w:type="dxa"/>
          </w:tcPr>
          <w:p w14:paraId="072057C7" w14:textId="77777777" w:rsidR="00EC5995" w:rsidRPr="004611CF" w:rsidRDefault="00EC5995" w:rsidP="00997E64">
            <w:r w:rsidRPr="004611CF">
              <w:t>1</w:t>
            </w:r>
          </w:p>
        </w:tc>
      </w:tr>
      <w:tr w:rsidR="00EC5995" w:rsidRPr="004611CF" w14:paraId="7358F29D" w14:textId="77777777" w:rsidTr="00997E64">
        <w:tc>
          <w:tcPr>
            <w:tcW w:w="2263" w:type="dxa"/>
          </w:tcPr>
          <w:p w14:paraId="28F1AEA6" w14:textId="77777777" w:rsidR="00EC5995" w:rsidRPr="004611CF" w:rsidRDefault="00EC5995" w:rsidP="00997E64">
            <w:r w:rsidRPr="004611CF">
              <w:t xml:space="preserve">Spelling </w:t>
            </w:r>
            <w:proofErr w:type="spellStart"/>
            <w:r w:rsidRPr="004611CF">
              <w:t>fr</w:t>
            </w:r>
            <w:proofErr w:type="spellEnd"/>
          </w:p>
        </w:tc>
        <w:tc>
          <w:tcPr>
            <w:tcW w:w="5812" w:type="dxa"/>
          </w:tcPr>
          <w:p w14:paraId="5AC5DA6A" w14:textId="77777777" w:rsidR="00EC5995" w:rsidRPr="004611CF" w:rsidRDefault="00EC5995" w:rsidP="00997E64">
            <w:proofErr w:type="spellStart"/>
            <w:r w:rsidRPr="004611CF">
              <w:t>Ganshoren</w:t>
            </w:r>
            <w:proofErr w:type="spellEnd"/>
            <w:r w:rsidRPr="004611CF">
              <w:t xml:space="preserve"> I</w:t>
            </w:r>
          </w:p>
        </w:tc>
      </w:tr>
      <w:tr w:rsidR="00EC5995" w:rsidRPr="004611CF" w14:paraId="6C7B26C4" w14:textId="77777777" w:rsidTr="00997E64">
        <w:tc>
          <w:tcPr>
            <w:tcW w:w="2263" w:type="dxa"/>
          </w:tcPr>
          <w:p w14:paraId="366076A2" w14:textId="77777777" w:rsidR="00EC5995" w:rsidRPr="004611CF" w:rsidRDefault="00EC5995" w:rsidP="00997E64">
            <w:r w:rsidRPr="004611CF">
              <w:t xml:space="preserve">Spelling </w:t>
            </w:r>
            <w:proofErr w:type="spellStart"/>
            <w:r w:rsidRPr="004611CF">
              <w:t>nl</w:t>
            </w:r>
            <w:proofErr w:type="spellEnd"/>
          </w:p>
        </w:tc>
        <w:tc>
          <w:tcPr>
            <w:tcW w:w="5812" w:type="dxa"/>
          </w:tcPr>
          <w:p w14:paraId="2DB3F999" w14:textId="77777777" w:rsidR="00EC5995" w:rsidRPr="004611CF" w:rsidRDefault="00EC5995" w:rsidP="00997E64">
            <w:proofErr w:type="spellStart"/>
            <w:r w:rsidRPr="004611CF">
              <w:t>Ganshoren</w:t>
            </w:r>
            <w:proofErr w:type="spellEnd"/>
            <w:r w:rsidRPr="004611CF">
              <w:t xml:space="preserve"> I</w:t>
            </w:r>
          </w:p>
        </w:tc>
      </w:tr>
      <w:tr w:rsidR="00EC5995" w:rsidRPr="004611CF" w14:paraId="5FAA1EFB" w14:textId="77777777" w:rsidTr="00997E64">
        <w:tc>
          <w:tcPr>
            <w:tcW w:w="2263" w:type="dxa"/>
          </w:tcPr>
          <w:p w14:paraId="4B8B1248" w14:textId="77777777" w:rsidR="00EC5995" w:rsidRPr="004611CF" w:rsidRDefault="00EC5995" w:rsidP="00997E64">
            <w:r w:rsidRPr="004611CF">
              <w:t>Status</w:t>
            </w:r>
          </w:p>
        </w:tc>
        <w:tc>
          <w:tcPr>
            <w:tcW w:w="5812" w:type="dxa"/>
          </w:tcPr>
          <w:p w14:paraId="31492F58" w14:textId="77777777" w:rsidR="00EC5995" w:rsidRPr="004611CF" w:rsidRDefault="00EC5995" w:rsidP="00997E64">
            <w:r w:rsidRPr="004611CF">
              <w:t>Current</w:t>
            </w:r>
          </w:p>
        </w:tc>
      </w:tr>
      <w:tr w:rsidR="00EC5995" w:rsidRPr="004611CF" w14:paraId="6D439985" w14:textId="77777777" w:rsidTr="00997E64">
        <w:tc>
          <w:tcPr>
            <w:tcW w:w="2263" w:type="dxa"/>
          </w:tcPr>
          <w:p w14:paraId="1C735F20" w14:textId="77777777" w:rsidR="00EC5995" w:rsidRPr="004611CF" w:rsidRDefault="00EC5995" w:rsidP="00997E64">
            <w:proofErr w:type="spellStart"/>
            <w:r w:rsidRPr="004611CF">
              <w:t>validFrom</w:t>
            </w:r>
            <w:proofErr w:type="spellEnd"/>
          </w:p>
        </w:tc>
        <w:tc>
          <w:tcPr>
            <w:tcW w:w="5812" w:type="dxa"/>
          </w:tcPr>
          <w:p w14:paraId="1114FD3C" w14:textId="77777777" w:rsidR="00EC5995" w:rsidRPr="004611CF" w:rsidRDefault="00EC5995" w:rsidP="00997E64">
            <w:r w:rsidRPr="004611CF">
              <w:t>2023-02-23T10:32:58</w:t>
            </w:r>
          </w:p>
        </w:tc>
      </w:tr>
      <w:tr w:rsidR="00EC5995" w:rsidRPr="004611CF" w14:paraId="17BCCCF1" w14:textId="77777777" w:rsidTr="00997E64">
        <w:tc>
          <w:tcPr>
            <w:tcW w:w="2263" w:type="dxa"/>
          </w:tcPr>
          <w:p w14:paraId="55658265" w14:textId="77777777" w:rsidR="00EC5995" w:rsidRPr="004611CF" w:rsidRDefault="00EC5995" w:rsidP="00997E64">
            <w:proofErr w:type="spellStart"/>
            <w:r w:rsidRPr="004611CF">
              <w:t>validTo</w:t>
            </w:r>
            <w:proofErr w:type="spellEnd"/>
          </w:p>
        </w:tc>
        <w:tc>
          <w:tcPr>
            <w:tcW w:w="5812" w:type="dxa"/>
          </w:tcPr>
          <w:p w14:paraId="324838EE" w14:textId="77777777" w:rsidR="00EC5995" w:rsidRPr="004611CF" w:rsidRDefault="00EC5995" w:rsidP="00997E64">
            <w:r w:rsidRPr="004611CF">
              <w:t>N/A</w:t>
            </w:r>
          </w:p>
        </w:tc>
      </w:tr>
      <w:tr w:rsidR="00EC5995" w:rsidRPr="004611CF" w14:paraId="64547789" w14:textId="77777777" w:rsidTr="00997E64">
        <w:tc>
          <w:tcPr>
            <w:tcW w:w="2263" w:type="dxa"/>
          </w:tcPr>
          <w:p w14:paraId="410F0228" w14:textId="77777777" w:rsidR="00EC5995" w:rsidRPr="004611CF" w:rsidRDefault="00EC5995" w:rsidP="00997E64">
            <w:r w:rsidRPr="004611CF">
              <w:t>Predecessor</w:t>
            </w:r>
          </w:p>
        </w:tc>
        <w:tc>
          <w:tcPr>
            <w:tcW w:w="5812" w:type="dxa"/>
          </w:tcPr>
          <w:p w14:paraId="77D292BE" w14:textId="77777777" w:rsidR="00EC5995" w:rsidRPr="004611CF" w:rsidRDefault="00EC5995" w:rsidP="00997E64">
            <w:r w:rsidRPr="004611CF">
              <w:t>N/A</w:t>
            </w:r>
          </w:p>
        </w:tc>
      </w:tr>
      <w:tr w:rsidR="00EC5995" w:rsidRPr="004611CF" w14:paraId="1EECA5FF" w14:textId="77777777" w:rsidTr="00997E64">
        <w:tc>
          <w:tcPr>
            <w:tcW w:w="2263" w:type="dxa"/>
          </w:tcPr>
          <w:p w14:paraId="177AADFF" w14:textId="77777777" w:rsidR="00EC5995" w:rsidRPr="004611CF" w:rsidRDefault="00EC5995" w:rsidP="00997E64">
            <w:r w:rsidRPr="004611CF">
              <w:t>Successor</w:t>
            </w:r>
          </w:p>
        </w:tc>
        <w:tc>
          <w:tcPr>
            <w:tcW w:w="5812" w:type="dxa"/>
          </w:tcPr>
          <w:p w14:paraId="5871C057" w14:textId="77777777" w:rsidR="00EC5995" w:rsidRPr="004611CF" w:rsidRDefault="00EC5995" w:rsidP="00997E64">
            <w:r w:rsidRPr="004611CF">
              <w:t>N/A</w:t>
            </w:r>
          </w:p>
        </w:tc>
      </w:tr>
    </w:tbl>
    <w:p w14:paraId="77A8D9B0" w14:textId="77777777" w:rsidR="00EC5995" w:rsidRPr="004611CF" w:rsidRDefault="00EC5995" w:rsidP="00EC5995"/>
    <w:p w14:paraId="23B41BAB" w14:textId="77777777" w:rsidR="00EC5995" w:rsidRPr="004611CF" w:rsidRDefault="00EC5995" w:rsidP="00EC5995">
      <w:pPr>
        <w:pStyle w:val="Heading4"/>
      </w:pPr>
      <w:r w:rsidRPr="004611CF">
        <w:t>Example 10 - [ADD] Postal info</w:t>
      </w:r>
    </w:p>
    <w:tbl>
      <w:tblPr>
        <w:tblStyle w:val="TableGrid"/>
        <w:tblW w:w="0" w:type="auto"/>
        <w:tblLook w:val="04A0" w:firstRow="1" w:lastRow="0" w:firstColumn="1" w:lastColumn="0" w:noHBand="0" w:noVBand="1"/>
      </w:tblPr>
      <w:tblGrid>
        <w:gridCol w:w="2263"/>
        <w:gridCol w:w="5812"/>
      </w:tblGrid>
      <w:tr w:rsidR="00EC5995" w:rsidRPr="004611CF" w14:paraId="5BCE4A41" w14:textId="77777777" w:rsidTr="00997E64">
        <w:trPr>
          <w:trHeight w:val="319"/>
        </w:trPr>
        <w:tc>
          <w:tcPr>
            <w:tcW w:w="2263" w:type="dxa"/>
          </w:tcPr>
          <w:p w14:paraId="4F9623CC" w14:textId="77777777" w:rsidR="00EC5995" w:rsidRPr="004611CF" w:rsidRDefault="00EC5995" w:rsidP="00997E64">
            <w:r w:rsidRPr="004611CF">
              <w:t>Namespace</w:t>
            </w:r>
          </w:p>
        </w:tc>
        <w:tc>
          <w:tcPr>
            <w:tcW w:w="5812" w:type="dxa"/>
          </w:tcPr>
          <w:p w14:paraId="4DE8172F" w14:textId="77777777" w:rsidR="00EC5995" w:rsidRPr="004611CF" w:rsidRDefault="00EC5995" w:rsidP="00997E64">
            <w:r w:rsidRPr="004611CF">
              <w:t>https://geodata.wallonie.be/id/postalinfo</w:t>
            </w:r>
          </w:p>
        </w:tc>
      </w:tr>
      <w:tr w:rsidR="00EC5995" w:rsidRPr="004611CF" w14:paraId="30248727" w14:textId="77777777" w:rsidTr="00997E64">
        <w:tc>
          <w:tcPr>
            <w:tcW w:w="2263" w:type="dxa"/>
          </w:tcPr>
          <w:p w14:paraId="140373D6" w14:textId="77777777" w:rsidR="00EC5995" w:rsidRPr="004611CF" w:rsidRDefault="00EC5995" w:rsidP="00997E64">
            <w:r w:rsidRPr="004611CF">
              <w:t>Object identifier</w:t>
            </w:r>
          </w:p>
        </w:tc>
        <w:tc>
          <w:tcPr>
            <w:tcW w:w="5812" w:type="dxa"/>
          </w:tcPr>
          <w:p w14:paraId="637F9283" w14:textId="77777777" w:rsidR="00EC5995" w:rsidRPr="004611CF" w:rsidRDefault="00EC5995" w:rsidP="00997E64">
            <w:r w:rsidRPr="004611CF">
              <w:t>1200</w:t>
            </w:r>
          </w:p>
        </w:tc>
      </w:tr>
      <w:tr w:rsidR="00EC5995" w:rsidRPr="004611CF" w14:paraId="3CA6FB6A" w14:textId="77777777" w:rsidTr="00997E64">
        <w:tc>
          <w:tcPr>
            <w:tcW w:w="2263" w:type="dxa"/>
          </w:tcPr>
          <w:p w14:paraId="0461BBAA" w14:textId="77777777" w:rsidR="00EC5995" w:rsidRPr="004611CF" w:rsidRDefault="00EC5995" w:rsidP="00997E64">
            <w:r w:rsidRPr="004611CF">
              <w:t>Version Identifier</w:t>
            </w:r>
          </w:p>
        </w:tc>
        <w:tc>
          <w:tcPr>
            <w:tcW w:w="5812" w:type="dxa"/>
          </w:tcPr>
          <w:p w14:paraId="346909BA" w14:textId="77777777" w:rsidR="00EC5995" w:rsidRPr="004611CF" w:rsidRDefault="00EC5995" w:rsidP="00997E64">
            <w:r w:rsidRPr="004611CF">
              <w:t>1</w:t>
            </w:r>
          </w:p>
        </w:tc>
      </w:tr>
      <w:tr w:rsidR="00EC5995" w:rsidRPr="004611CF" w14:paraId="14D0B39E" w14:textId="77777777" w:rsidTr="00997E64">
        <w:tc>
          <w:tcPr>
            <w:tcW w:w="2263" w:type="dxa"/>
          </w:tcPr>
          <w:p w14:paraId="6D07D8FD" w14:textId="77777777" w:rsidR="00EC5995" w:rsidRPr="004611CF" w:rsidRDefault="00EC5995" w:rsidP="00997E64">
            <w:r w:rsidRPr="004611CF">
              <w:t xml:space="preserve">Spelling </w:t>
            </w:r>
            <w:proofErr w:type="spellStart"/>
            <w:r w:rsidRPr="004611CF">
              <w:t>fr</w:t>
            </w:r>
            <w:proofErr w:type="spellEnd"/>
          </w:p>
        </w:tc>
        <w:tc>
          <w:tcPr>
            <w:tcW w:w="5812" w:type="dxa"/>
          </w:tcPr>
          <w:p w14:paraId="611C46B0" w14:textId="77777777" w:rsidR="00EC5995" w:rsidRPr="004611CF" w:rsidRDefault="00EC5995" w:rsidP="00997E64">
            <w:proofErr w:type="spellStart"/>
            <w:r w:rsidRPr="004611CF">
              <w:t>Ganshoren</w:t>
            </w:r>
            <w:proofErr w:type="spellEnd"/>
            <w:r w:rsidRPr="004611CF">
              <w:t xml:space="preserve"> I</w:t>
            </w:r>
          </w:p>
        </w:tc>
      </w:tr>
      <w:tr w:rsidR="00EC5995" w:rsidRPr="004611CF" w14:paraId="67727A86" w14:textId="77777777" w:rsidTr="00997E64">
        <w:tc>
          <w:tcPr>
            <w:tcW w:w="2263" w:type="dxa"/>
          </w:tcPr>
          <w:p w14:paraId="25877A89" w14:textId="77777777" w:rsidR="00EC5995" w:rsidRPr="004611CF" w:rsidRDefault="00EC5995" w:rsidP="00997E64">
            <w:r w:rsidRPr="004611CF">
              <w:t xml:space="preserve">Spelling </w:t>
            </w:r>
            <w:proofErr w:type="spellStart"/>
            <w:r w:rsidRPr="004611CF">
              <w:t>nl</w:t>
            </w:r>
            <w:proofErr w:type="spellEnd"/>
          </w:p>
        </w:tc>
        <w:tc>
          <w:tcPr>
            <w:tcW w:w="5812" w:type="dxa"/>
          </w:tcPr>
          <w:p w14:paraId="59748DD8" w14:textId="77777777" w:rsidR="00EC5995" w:rsidRPr="004611CF" w:rsidRDefault="00EC5995" w:rsidP="00997E64">
            <w:proofErr w:type="spellStart"/>
            <w:r w:rsidRPr="004611CF">
              <w:t>Ganshoren</w:t>
            </w:r>
            <w:proofErr w:type="spellEnd"/>
            <w:r w:rsidRPr="004611CF">
              <w:t xml:space="preserve"> I</w:t>
            </w:r>
          </w:p>
        </w:tc>
      </w:tr>
      <w:tr w:rsidR="00EC5995" w:rsidRPr="004611CF" w14:paraId="71B6B315" w14:textId="77777777" w:rsidTr="00997E64">
        <w:tc>
          <w:tcPr>
            <w:tcW w:w="2263" w:type="dxa"/>
          </w:tcPr>
          <w:p w14:paraId="2DD34577" w14:textId="77777777" w:rsidR="00EC5995" w:rsidRPr="004611CF" w:rsidRDefault="00EC5995" w:rsidP="00997E64">
            <w:r w:rsidRPr="004611CF">
              <w:lastRenderedPageBreak/>
              <w:t>Status</w:t>
            </w:r>
          </w:p>
        </w:tc>
        <w:tc>
          <w:tcPr>
            <w:tcW w:w="5812" w:type="dxa"/>
          </w:tcPr>
          <w:p w14:paraId="1D1CB775" w14:textId="77777777" w:rsidR="00EC5995" w:rsidRPr="004611CF" w:rsidRDefault="00EC5995" w:rsidP="00997E64">
            <w:r w:rsidRPr="004611CF">
              <w:t>Current</w:t>
            </w:r>
          </w:p>
        </w:tc>
      </w:tr>
      <w:tr w:rsidR="00EC5995" w:rsidRPr="004611CF" w14:paraId="37195BB3" w14:textId="77777777" w:rsidTr="00997E64">
        <w:tc>
          <w:tcPr>
            <w:tcW w:w="2263" w:type="dxa"/>
          </w:tcPr>
          <w:p w14:paraId="09011396" w14:textId="77777777" w:rsidR="00EC5995" w:rsidRPr="004611CF" w:rsidRDefault="00EC5995" w:rsidP="00997E64">
            <w:proofErr w:type="spellStart"/>
            <w:r w:rsidRPr="004611CF">
              <w:t>validFrom</w:t>
            </w:r>
            <w:proofErr w:type="spellEnd"/>
          </w:p>
        </w:tc>
        <w:tc>
          <w:tcPr>
            <w:tcW w:w="5812" w:type="dxa"/>
          </w:tcPr>
          <w:p w14:paraId="095904C9" w14:textId="77777777" w:rsidR="00EC5995" w:rsidRPr="004611CF" w:rsidRDefault="00EC5995" w:rsidP="00997E64">
            <w:r w:rsidRPr="004611CF">
              <w:t>2023-02-23T10:33:54</w:t>
            </w:r>
          </w:p>
        </w:tc>
      </w:tr>
      <w:tr w:rsidR="00EC5995" w:rsidRPr="004611CF" w14:paraId="5CC87D76" w14:textId="77777777" w:rsidTr="00997E64">
        <w:tc>
          <w:tcPr>
            <w:tcW w:w="2263" w:type="dxa"/>
          </w:tcPr>
          <w:p w14:paraId="62DFC335" w14:textId="77777777" w:rsidR="00EC5995" w:rsidRPr="004611CF" w:rsidRDefault="00EC5995" w:rsidP="00997E64">
            <w:proofErr w:type="spellStart"/>
            <w:r w:rsidRPr="004611CF">
              <w:t>validTo</w:t>
            </w:r>
            <w:proofErr w:type="spellEnd"/>
          </w:p>
        </w:tc>
        <w:tc>
          <w:tcPr>
            <w:tcW w:w="5812" w:type="dxa"/>
          </w:tcPr>
          <w:p w14:paraId="3D50B8A6" w14:textId="77777777" w:rsidR="00EC5995" w:rsidRPr="004611CF" w:rsidRDefault="00EC5995" w:rsidP="00997E64">
            <w:r w:rsidRPr="004611CF">
              <w:t>N/A</w:t>
            </w:r>
          </w:p>
        </w:tc>
      </w:tr>
      <w:tr w:rsidR="00EC5995" w:rsidRPr="004611CF" w14:paraId="7A7D865B" w14:textId="77777777" w:rsidTr="00997E64">
        <w:tc>
          <w:tcPr>
            <w:tcW w:w="2263" w:type="dxa"/>
          </w:tcPr>
          <w:p w14:paraId="12820ACF" w14:textId="77777777" w:rsidR="00EC5995" w:rsidRPr="004611CF" w:rsidRDefault="00EC5995" w:rsidP="00997E64">
            <w:r w:rsidRPr="004611CF">
              <w:t>Predecessor</w:t>
            </w:r>
          </w:p>
        </w:tc>
        <w:tc>
          <w:tcPr>
            <w:tcW w:w="5812" w:type="dxa"/>
          </w:tcPr>
          <w:p w14:paraId="21E5731B" w14:textId="77777777" w:rsidR="00EC5995" w:rsidRPr="004611CF" w:rsidRDefault="00EC5995" w:rsidP="00997E64">
            <w:r w:rsidRPr="004611CF">
              <w:t>N/A</w:t>
            </w:r>
          </w:p>
        </w:tc>
      </w:tr>
      <w:tr w:rsidR="00EC5995" w:rsidRPr="004611CF" w14:paraId="69041319" w14:textId="77777777" w:rsidTr="00997E64">
        <w:tc>
          <w:tcPr>
            <w:tcW w:w="2263" w:type="dxa"/>
          </w:tcPr>
          <w:p w14:paraId="3C985010" w14:textId="77777777" w:rsidR="00EC5995" w:rsidRPr="004611CF" w:rsidRDefault="00EC5995" w:rsidP="00997E64">
            <w:r w:rsidRPr="004611CF">
              <w:t>Successor</w:t>
            </w:r>
          </w:p>
        </w:tc>
        <w:tc>
          <w:tcPr>
            <w:tcW w:w="5812" w:type="dxa"/>
          </w:tcPr>
          <w:p w14:paraId="3A444B28" w14:textId="77777777" w:rsidR="00EC5995" w:rsidRPr="004611CF" w:rsidRDefault="00EC5995" w:rsidP="00997E64">
            <w:r w:rsidRPr="004611CF">
              <w:t>N/A</w:t>
            </w:r>
          </w:p>
        </w:tc>
      </w:tr>
    </w:tbl>
    <w:p w14:paraId="0C7F75B3" w14:textId="5E238805" w:rsidR="00EC5995" w:rsidRPr="004611CF" w:rsidRDefault="00EC5995" w:rsidP="00EC5995">
      <w:pPr>
        <w:rPr>
          <w:b/>
          <w:bCs/>
        </w:rPr>
      </w:pPr>
    </w:p>
    <w:p w14:paraId="10D30CE7" w14:textId="77777777" w:rsidR="00EC5995" w:rsidRPr="004611CF" w:rsidRDefault="00EC5995" w:rsidP="00EC5995">
      <w:pPr>
        <w:pStyle w:val="Heading4"/>
      </w:pPr>
      <w:r w:rsidRPr="004611CF">
        <w:t>Example 11 - [ADD] Address</w:t>
      </w:r>
    </w:p>
    <w:tbl>
      <w:tblPr>
        <w:tblStyle w:val="TableGrid"/>
        <w:tblW w:w="0" w:type="auto"/>
        <w:tblLook w:val="04A0" w:firstRow="1" w:lastRow="0" w:firstColumn="1" w:lastColumn="0" w:noHBand="0" w:noVBand="1"/>
      </w:tblPr>
      <w:tblGrid>
        <w:gridCol w:w="2263"/>
        <w:gridCol w:w="5954"/>
      </w:tblGrid>
      <w:tr w:rsidR="00EC5995" w:rsidRPr="004611CF" w14:paraId="30F2B7B8" w14:textId="77777777" w:rsidTr="00997E64">
        <w:trPr>
          <w:trHeight w:val="319"/>
        </w:trPr>
        <w:tc>
          <w:tcPr>
            <w:tcW w:w="2263" w:type="dxa"/>
          </w:tcPr>
          <w:p w14:paraId="0BA2A83A" w14:textId="77777777" w:rsidR="00EC5995" w:rsidRPr="004611CF" w:rsidRDefault="00EC5995" w:rsidP="00997E64">
            <w:r w:rsidRPr="004611CF">
              <w:t>Namespace</w:t>
            </w:r>
          </w:p>
        </w:tc>
        <w:tc>
          <w:tcPr>
            <w:tcW w:w="5954" w:type="dxa"/>
          </w:tcPr>
          <w:p w14:paraId="7A1C7649" w14:textId="77777777" w:rsidR="00EC5995" w:rsidRPr="004611CF" w:rsidRDefault="00EC5995" w:rsidP="00997E64">
            <w:r w:rsidRPr="004611CF">
              <w:t>https://geodata.wallonie.be/id/address</w:t>
            </w:r>
          </w:p>
        </w:tc>
      </w:tr>
      <w:tr w:rsidR="00EC5995" w:rsidRPr="004611CF" w14:paraId="16629EF8" w14:textId="77777777" w:rsidTr="00997E64">
        <w:tc>
          <w:tcPr>
            <w:tcW w:w="2263" w:type="dxa"/>
          </w:tcPr>
          <w:p w14:paraId="6A7EE894" w14:textId="77777777" w:rsidR="00EC5995" w:rsidRPr="004611CF" w:rsidRDefault="00EC5995" w:rsidP="00997E64">
            <w:r w:rsidRPr="004611CF">
              <w:t>Object identifier</w:t>
            </w:r>
          </w:p>
        </w:tc>
        <w:tc>
          <w:tcPr>
            <w:tcW w:w="5954" w:type="dxa"/>
          </w:tcPr>
          <w:p w14:paraId="21AD74B2" w14:textId="77777777" w:rsidR="00EC5995" w:rsidRPr="004611CF" w:rsidRDefault="00EC5995" w:rsidP="00997E64">
            <w:r w:rsidRPr="004611CF">
              <w:t>720419</w:t>
            </w:r>
          </w:p>
        </w:tc>
      </w:tr>
      <w:tr w:rsidR="00EC5995" w:rsidRPr="004611CF" w14:paraId="73BA18E4" w14:textId="77777777" w:rsidTr="00997E64">
        <w:tc>
          <w:tcPr>
            <w:tcW w:w="2263" w:type="dxa"/>
          </w:tcPr>
          <w:p w14:paraId="60793C73" w14:textId="77777777" w:rsidR="00EC5995" w:rsidRPr="004611CF" w:rsidRDefault="00EC5995" w:rsidP="00997E64">
            <w:r w:rsidRPr="004611CF">
              <w:t>Version Identifier</w:t>
            </w:r>
          </w:p>
        </w:tc>
        <w:tc>
          <w:tcPr>
            <w:tcW w:w="5954" w:type="dxa"/>
          </w:tcPr>
          <w:p w14:paraId="2610F600" w14:textId="77777777" w:rsidR="00EC5995" w:rsidRPr="004611CF" w:rsidRDefault="00EC5995" w:rsidP="00997E64">
            <w:r w:rsidRPr="004611CF">
              <w:t>1</w:t>
            </w:r>
          </w:p>
        </w:tc>
      </w:tr>
      <w:tr w:rsidR="00EC5995" w:rsidRPr="004611CF" w14:paraId="5C8AC6ED" w14:textId="77777777" w:rsidTr="00997E64">
        <w:tc>
          <w:tcPr>
            <w:tcW w:w="2263" w:type="dxa"/>
          </w:tcPr>
          <w:p w14:paraId="4559DA30" w14:textId="77777777" w:rsidR="00EC5995" w:rsidRPr="004611CF" w:rsidRDefault="00EC5995" w:rsidP="00997E64">
            <w:r w:rsidRPr="004611CF">
              <w:t xml:space="preserve">Has </w:t>
            </w:r>
            <w:proofErr w:type="spellStart"/>
            <w:r w:rsidRPr="004611CF">
              <w:t>StreetName</w:t>
            </w:r>
            <w:proofErr w:type="spellEnd"/>
          </w:p>
        </w:tc>
        <w:tc>
          <w:tcPr>
            <w:tcW w:w="5954" w:type="dxa"/>
          </w:tcPr>
          <w:p w14:paraId="23144AEA" w14:textId="77777777" w:rsidR="00EC5995" w:rsidRPr="004611CF" w:rsidRDefault="00EC5995" w:rsidP="00997E64">
            <w:r w:rsidRPr="004611CF">
              <w:t>Namespace: https://geodata.wallonie.be/id/streetname</w:t>
            </w:r>
            <w:r w:rsidRPr="004611CF">
              <w:br/>
            </w:r>
            <w:proofErr w:type="spellStart"/>
            <w:r w:rsidRPr="004611CF">
              <w:t>ObjectIdentifier</w:t>
            </w:r>
            <w:proofErr w:type="spellEnd"/>
            <w:r w:rsidRPr="004611CF">
              <w:t>: 7964</w:t>
            </w:r>
            <w:r w:rsidRPr="004611CF">
              <w:br/>
            </w:r>
            <w:proofErr w:type="spellStart"/>
            <w:r w:rsidRPr="004611CF">
              <w:t>VersionIdentifier</w:t>
            </w:r>
            <w:proofErr w:type="spellEnd"/>
            <w:r w:rsidRPr="004611CF">
              <w:t>: 2</w:t>
            </w:r>
          </w:p>
        </w:tc>
      </w:tr>
      <w:tr w:rsidR="00EC5995" w:rsidRPr="004611CF" w14:paraId="133B03D3" w14:textId="77777777" w:rsidTr="00997E64">
        <w:tc>
          <w:tcPr>
            <w:tcW w:w="2263" w:type="dxa"/>
          </w:tcPr>
          <w:p w14:paraId="52FE5CB8" w14:textId="77777777" w:rsidR="00EC5995" w:rsidRPr="004611CF" w:rsidRDefault="00EC5995" w:rsidP="00997E64">
            <w:r w:rsidRPr="004611CF">
              <w:t>Has Municipality</w:t>
            </w:r>
          </w:p>
        </w:tc>
        <w:tc>
          <w:tcPr>
            <w:tcW w:w="5954" w:type="dxa"/>
          </w:tcPr>
          <w:p w14:paraId="0337EAE5" w14:textId="77777777" w:rsidR="00EC5995" w:rsidRPr="004611CF" w:rsidRDefault="00EC5995" w:rsidP="00997E64">
            <w:r w:rsidRPr="004611CF">
              <w:t>Namespace: https://geodata.wallonie.be/id/municipality</w:t>
            </w:r>
            <w:r w:rsidRPr="004611CF">
              <w:br/>
            </w:r>
            <w:proofErr w:type="spellStart"/>
            <w:r w:rsidRPr="004611CF">
              <w:t>ObjectIdentifier</w:t>
            </w:r>
            <w:proofErr w:type="spellEnd"/>
            <w:r w:rsidRPr="004611CF">
              <w:t>: 21013</w:t>
            </w:r>
            <w:r w:rsidRPr="004611CF">
              <w:br/>
            </w:r>
            <w:proofErr w:type="spellStart"/>
            <w:r w:rsidRPr="004611CF">
              <w:t>VersionIdentifier</w:t>
            </w:r>
            <w:proofErr w:type="spellEnd"/>
            <w:r w:rsidRPr="004611CF">
              <w:t>: 1</w:t>
            </w:r>
          </w:p>
        </w:tc>
      </w:tr>
      <w:tr w:rsidR="00EC5995" w:rsidRPr="004611CF" w14:paraId="5C998588" w14:textId="77777777" w:rsidTr="00997E64">
        <w:tc>
          <w:tcPr>
            <w:tcW w:w="2263" w:type="dxa"/>
          </w:tcPr>
          <w:p w14:paraId="5A0E64B5" w14:textId="77777777" w:rsidR="00EC5995" w:rsidRPr="004611CF" w:rsidRDefault="00EC5995" w:rsidP="00997E64">
            <w:r w:rsidRPr="004611CF">
              <w:t xml:space="preserve">Has </w:t>
            </w:r>
            <w:proofErr w:type="spellStart"/>
            <w:r w:rsidRPr="004611CF">
              <w:t>PostalInfo</w:t>
            </w:r>
            <w:proofErr w:type="spellEnd"/>
          </w:p>
        </w:tc>
        <w:tc>
          <w:tcPr>
            <w:tcW w:w="5954" w:type="dxa"/>
          </w:tcPr>
          <w:p w14:paraId="753A674A" w14:textId="77777777" w:rsidR="00EC5995" w:rsidRPr="004611CF" w:rsidRDefault="00EC5995" w:rsidP="00997E64">
            <w:r w:rsidRPr="004611CF">
              <w:t>Namespace: https://geodata.wallonie.be/id/postalinfo</w:t>
            </w:r>
            <w:r w:rsidRPr="004611CF">
              <w:br/>
            </w:r>
            <w:proofErr w:type="spellStart"/>
            <w:r w:rsidRPr="004611CF">
              <w:t>ObjectIdentifier</w:t>
            </w:r>
            <w:proofErr w:type="spellEnd"/>
            <w:r w:rsidRPr="004611CF">
              <w:t>: 2000</w:t>
            </w:r>
            <w:r w:rsidRPr="004611CF">
              <w:br/>
            </w:r>
            <w:proofErr w:type="spellStart"/>
            <w:r w:rsidRPr="004611CF">
              <w:t>VersionIdentifier</w:t>
            </w:r>
            <w:proofErr w:type="spellEnd"/>
            <w:r w:rsidRPr="004611CF">
              <w:t>: 1</w:t>
            </w:r>
          </w:p>
        </w:tc>
      </w:tr>
      <w:tr w:rsidR="00EC5995" w:rsidRPr="004611CF" w14:paraId="58ECC93F" w14:textId="77777777" w:rsidTr="00997E64">
        <w:tc>
          <w:tcPr>
            <w:tcW w:w="2263" w:type="dxa"/>
          </w:tcPr>
          <w:p w14:paraId="08A491CB" w14:textId="77777777" w:rsidR="00EC5995" w:rsidRPr="004611CF" w:rsidRDefault="00EC5995" w:rsidP="00997E64">
            <w:r w:rsidRPr="004611CF">
              <w:t xml:space="preserve">Has Part </w:t>
            </w:r>
            <w:proofErr w:type="gramStart"/>
            <w:r w:rsidRPr="004611CF">
              <w:t>Of</w:t>
            </w:r>
            <w:proofErr w:type="gramEnd"/>
            <w:r w:rsidRPr="004611CF">
              <w:t xml:space="preserve"> Municipality</w:t>
            </w:r>
          </w:p>
        </w:tc>
        <w:tc>
          <w:tcPr>
            <w:tcW w:w="5954" w:type="dxa"/>
          </w:tcPr>
          <w:p w14:paraId="2C79D4FD" w14:textId="77777777" w:rsidR="00EC5995" w:rsidRPr="004611CF" w:rsidRDefault="00EC5995" w:rsidP="00997E64">
            <w:r w:rsidRPr="004611CF">
              <w:t>Namespace: https://geodata.wallonie.be/id/PartOfMunicipality</w:t>
            </w:r>
            <w:r w:rsidRPr="004611CF">
              <w:br/>
            </w:r>
            <w:proofErr w:type="spellStart"/>
            <w:r w:rsidRPr="004611CF">
              <w:t>ObjectIdentifier</w:t>
            </w:r>
            <w:proofErr w:type="spellEnd"/>
            <w:r w:rsidRPr="004611CF">
              <w:t>: 21014</w:t>
            </w:r>
            <w:r w:rsidRPr="004611CF">
              <w:br/>
            </w:r>
            <w:proofErr w:type="spellStart"/>
            <w:r w:rsidRPr="004611CF">
              <w:t>VersionIdentifier</w:t>
            </w:r>
            <w:proofErr w:type="spellEnd"/>
            <w:r w:rsidRPr="004611CF">
              <w:t>: 1</w:t>
            </w:r>
          </w:p>
        </w:tc>
      </w:tr>
      <w:tr w:rsidR="00EC5995" w:rsidRPr="004611CF" w14:paraId="74116667" w14:textId="77777777" w:rsidTr="00997E64">
        <w:tc>
          <w:tcPr>
            <w:tcW w:w="2263" w:type="dxa"/>
          </w:tcPr>
          <w:p w14:paraId="0EF15FD7" w14:textId="77777777" w:rsidR="00EC5995" w:rsidRPr="004611CF" w:rsidRDefault="00EC5995" w:rsidP="00997E64">
            <w:r w:rsidRPr="004611CF">
              <w:t>Status</w:t>
            </w:r>
          </w:p>
        </w:tc>
        <w:tc>
          <w:tcPr>
            <w:tcW w:w="5954" w:type="dxa"/>
          </w:tcPr>
          <w:p w14:paraId="5CF66870" w14:textId="77777777" w:rsidR="00EC5995" w:rsidRPr="004611CF" w:rsidRDefault="00EC5995" w:rsidP="00997E64">
            <w:r w:rsidRPr="004611CF">
              <w:t>Current</w:t>
            </w:r>
          </w:p>
        </w:tc>
      </w:tr>
      <w:tr w:rsidR="00EC5995" w:rsidRPr="004611CF" w14:paraId="21A06CF5" w14:textId="77777777" w:rsidTr="00997E64">
        <w:tc>
          <w:tcPr>
            <w:tcW w:w="2263" w:type="dxa"/>
          </w:tcPr>
          <w:p w14:paraId="5A9275D4" w14:textId="77777777" w:rsidR="00EC5995" w:rsidRPr="004611CF" w:rsidRDefault="00EC5995" w:rsidP="00997E64">
            <w:proofErr w:type="spellStart"/>
            <w:r w:rsidRPr="004611CF">
              <w:t>validFrom</w:t>
            </w:r>
            <w:proofErr w:type="spellEnd"/>
          </w:p>
        </w:tc>
        <w:tc>
          <w:tcPr>
            <w:tcW w:w="5954" w:type="dxa"/>
          </w:tcPr>
          <w:p w14:paraId="3FBF1BF5" w14:textId="77777777" w:rsidR="00EC5995" w:rsidRPr="004611CF" w:rsidRDefault="00EC5995" w:rsidP="00997E64">
            <w:r w:rsidRPr="004611CF">
              <w:t>2023-02-23T15:30:07</w:t>
            </w:r>
          </w:p>
        </w:tc>
      </w:tr>
      <w:tr w:rsidR="00EC5995" w:rsidRPr="004611CF" w14:paraId="2962AE4E" w14:textId="77777777" w:rsidTr="00997E64">
        <w:tc>
          <w:tcPr>
            <w:tcW w:w="2263" w:type="dxa"/>
          </w:tcPr>
          <w:p w14:paraId="2280BC83" w14:textId="77777777" w:rsidR="00EC5995" w:rsidRPr="004611CF" w:rsidRDefault="00EC5995" w:rsidP="00997E64">
            <w:proofErr w:type="spellStart"/>
            <w:r w:rsidRPr="004611CF">
              <w:t>validTo</w:t>
            </w:r>
            <w:proofErr w:type="spellEnd"/>
          </w:p>
        </w:tc>
        <w:tc>
          <w:tcPr>
            <w:tcW w:w="5954" w:type="dxa"/>
          </w:tcPr>
          <w:p w14:paraId="3FCCA855" w14:textId="77777777" w:rsidR="00EC5995" w:rsidRPr="004611CF" w:rsidRDefault="00EC5995" w:rsidP="00997E64">
            <w:r w:rsidRPr="004611CF">
              <w:t>N/A</w:t>
            </w:r>
          </w:p>
        </w:tc>
      </w:tr>
      <w:tr w:rsidR="00EC5995" w:rsidRPr="004611CF" w14:paraId="50C33F5E" w14:textId="77777777" w:rsidTr="00997E64">
        <w:tc>
          <w:tcPr>
            <w:tcW w:w="2263" w:type="dxa"/>
          </w:tcPr>
          <w:p w14:paraId="49C5AF9E" w14:textId="77777777" w:rsidR="00EC5995" w:rsidRPr="004611CF" w:rsidRDefault="00EC5995" w:rsidP="00997E64">
            <w:r w:rsidRPr="004611CF">
              <w:t>Predecessor</w:t>
            </w:r>
          </w:p>
        </w:tc>
        <w:tc>
          <w:tcPr>
            <w:tcW w:w="5954" w:type="dxa"/>
          </w:tcPr>
          <w:p w14:paraId="3FEF0C9A" w14:textId="77777777" w:rsidR="00EC5995" w:rsidRPr="004611CF" w:rsidRDefault="00EC5995" w:rsidP="00997E64">
            <w:r w:rsidRPr="004611CF">
              <w:t>N/A</w:t>
            </w:r>
          </w:p>
        </w:tc>
      </w:tr>
      <w:tr w:rsidR="00EC5995" w:rsidRPr="004611CF" w14:paraId="6DDE287D" w14:textId="77777777" w:rsidTr="00997E64">
        <w:tc>
          <w:tcPr>
            <w:tcW w:w="2263" w:type="dxa"/>
          </w:tcPr>
          <w:p w14:paraId="6D62E7AA" w14:textId="77777777" w:rsidR="00EC5995" w:rsidRPr="004611CF" w:rsidRDefault="00EC5995" w:rsidP="00997E64">
            <w:r w:rsidRPr="004611CF">
              <w:t>Successor</w:t>
            </w:r>
          </w:p>
        </w:tc>
        <w:tc>
          <w:tcPr>
            <w:tcW w:w="5954" w:type="dxa"/>
          </w:tcPr>
          <w:p w14:paraId="065E61E4" w14:textId="77777777" w:rsidR="00EC5995" w:rsidRPr="004611CF" w:rsidRDefault="00EC5995" w:rsidP="00997E64">
            <w:r w:rsidRPr="004611CF">
              <w:t>N/A</w:t>
            </w:r>
          </w:p>
        </w:tc>
      </w:tr>
    </w:tbl>
    <w:p w14:paraId="0731A550" w14:textId="56B1D0CA" w:rsidR="00EC5995" w:rsidRPr="004611CF" w:rsidRDefault="00EC5995">
      <w:pPr>
        <w:suppressAutoHyphens w:val="0"/>
        <w:spacing w:after="0" w:line="240" w:lineRule="auto"/>
        <w:rPr>
          <w:rFonts w:asciiTheme="majorHAnsi" w:eastAsiaTheme="majorEastAsia" w:hAnsiTheme="majorHAnsi" w:cstheme="majorBidi"/>
          <w:color w:val="004050" w:themeColor="accent1" w:themeShade="BF"/>
          <w:sz w:val="32"/>
          <w:szCs w:val="32"/>
        </w:rPr>
      </w:pPr>
    </w:p>
    <w:p w14:paraId="07B75C5F" w14:textId="77777777" w:rsidR="00EC5995" w:rsidRPr="004611CF" w:rsidRDefault="00EC5995" w:rsidP="00EC5995">
      <w:pPr>
        <w:rPr>
          <w:rFonts w:asciiTheme="majorHAnsi" w:eastAsiaTheme="majorEastAsia" w:hAnsiTheme="majorHAnsi" w:cstheme="majorBidi"/>
          <w:color w:val="004050" w:themeColor="accent1" w:themeShade="BF"/>
          <w:sz w:val="32"/>
          <w:szCs w:val="32"/>
        </w:rPr>
      </w:pPr>
    </w:p>
    <w:p w14:paraId="66BD6A55" w14:textId="1FCFAAD4" w:rsidR="00924E87" w:rsidRDefault="00924E87" w:rsidP="00EC5995">
      <w:pPr>
        <w:pStyle w:val="Heading3"/>
      </w:pPr>
      <w:bookmarkStart w:id="28" w:name="_Toc184897112"/>
      <w:r>
        <w:lastRenderedPageBreak/>
        <w:t>Scenario: Partial Street name split, into 1 new and 1 existing street names (A=A+B). [s22]</w:t>
      </w:r>
      <w:bookmarkEnd w:id="28"/>
    </w:p>
    <w:p w14:paraId="48FB6006" w14:textId="18E8101D" w:rsidR="00EC5995" w:rsidRPr="00924E87" w:rsidRDefault="00EC5995" w:rsidP="00924E87">
      <w:pPr>
        <w:pStyle w:val="Heading4"/>
        <w:rPr>
          <w:sz w:val="22"/>
          <w:szCs w:val="28"/>
        </w:rPr>
      </w:pPr>
      <w:r w:rsidRPr="00924E87">
        <w:rPr>
          <w:sz w:val="22"/>
          <w:szCs w:val="28"/>
        </w:rPr>
        <w:t xml:space="preserve">[Mutation </w:t>
      </w:r>
      <w:r w:rsidR="00BC266C">
        <w:rPr>
          <w:sz w:val="22"/>
          <w:szCs w:val="28"/>
        </w:rPr>
        <w:t>file: BeStAddress_MBelgium20230301.zip</w:t>
      </w:r>
      <w:r w:rsidRPr="00924E87">
        <w:rPr>
          <w:sz w:val="22"/>
          <w:szCs w:val="28"/>
        </w:rPr>
        <w:t xml:space="preserve">] </w:t>
      </w:r>
      <w:r w:rsidRPr="00924E87">
        <w:rPr>
          <w:sz w:val="22"/>
          <w:szCs w:val="28"/>
        </w:rPr>
        <w:br/>
        <w:t>Example file: Wallonia_M_20230301_L72</w:t>
      </w:r>
    </w:p>
    <w:p w14:paraId="6E9F97A0" w14:textId="77777777" w:rsidR="00EC5995" w:rsidRPr="004611CF" w:rsidRDefault="00EC5995" w:rsidP="00EC5995">
      <w:r w:rsidRPr="004611CF">
        <w:t xml:space="preserve">In this example a </w:t>
      </w:r>
      <w:r w:rsidRPr="004611CF">
        <w:rPr>
          <w:b/>
          <w:bCs/>
        </w:rPr>
        <w:t>street name</w:t>
      </w:r>
      <w:r w:rsidRPr="004611CF">
        <w:t xml:space="preserve"> is being split into 2 street names with the original existing street name remaining in existence. ( A = A + B ). Street name A is split into street name A and B.</w:t>
      </w:r>
    </w:p>
    <w:p w14:paraId="48398E32" w14:textId="22D612A7" w:rsidR="00EC5995" w:rsidRPr="004611CF" w:rsidRDefault="00EC5995" w:rsidP="00EC5995">
      <w:r w:rsidRPr="004611CF">
        <w:t xml:space="preserve">Changes to a street name causes a cascading effect on addresses that reference the changed street name. Any addresses that belong to the new street name (B) must update their reference accordingly. In this example situation only one </w:t>
      </w:r>
      <w:r w:rsidRPr="004611CF">
        <w:rPr>
          <w:b/>
          <w:bCs/>
        </w:rPr>
        <w:t>address</w:t>
      </w:r>
      <w:r w:rsidRPr="004611CF">
        <w:t xml:space="preserve"> will be referencing the new split street name (B)</w:t>
      </w:r>
    </w:p>
    <w:p w14:paraId="6310ECCD" w14:textId="77777777" w:rsidR="00EC5995" w:rsidRPr="004611CF" w:rsidRDefault="00EC5995" w:rsidP="00EC5995">
      <w:pPr>
        <w:pStyle w:val="Heading4"/>
      </w:pPr>
      <w:r w:rsidRPr="004611CF">
        <w:t>Example 12 - [ADD] Street name</w:t>
      </w:r>
    </w:p>
    <w:tbl>
      <w:tblPr>
        <w:tblStyle w:val="TableGrid"/>
        <w:tblW w:w="0" w:type="auto"/>
        <w:tblLook w:val="04A0" w:firstRow="1" w:lastRow="0" w:firstColumn="1" w:lastColumn="0" w:noHBand="0" w:noVBand="1"/>
      </w:tblPr>
      <w:tblGrid>
        <w:gridCol w:w="2263"/>
        <w:gridCol w:w="5954"/>
      </w:tblGrid>
      <w:tr w:rsidR="00EC5995" w:rsidRPr="004611CF" w14:paraId="0180A661" w14:textId="77777777" w:rsidTr="00997E64">
        <w:trPr>
          <w:trHeight w:val="319"/>
        </w:trPr>
        <w:tc>
          <w:tcPr>
            <w:tcW w:w="2263" w:type="dxa"/>
          </w:tcPr>
          <w:p w14:paraId="1B59701B" w14:textId="77777777" w:rsidR="00EC5995" w:rsidRPr="004611CF" w:rsidRDefault="00EC5995" w:rsidP="00997E64">
            <w:r w:rsidRPr="004611CF">
              <w:t>Namespace</w:t>
            </w:r>
          </w:p>
        </w:tc>
        <w:tc>
          <w:tcPr>
            <w:tcW w:w="5954" w:type="dxa"/>
          </w:tcPr>
          <w:p w14:paraId="512E8A68" w14:textId="77777777" w:rsidR="00EC5995" w:rsidRPr="004611CF" w:rsidRDefault="00EC5995" w:rsidP="00997E64">
            <w:r w:rsidRPr="004611CF">
              <w:t>https://geodata.wallonie.be/id/streetname</w:t>
            </w:r>
          </w:p>
        </w:tc>
      </w:tr>
      <w:tr w:rsidR="00EC5995" w:rsidRPr="004611CF" w14:paraId="5B141F56" w14:textId="77777777" w:rsidTr="00997E64">
        <w:tc>
          <w:tcPr>
            <w:tcW w:w="2263" w:type="dxa"/>
          </w:tcPr>
          <w:p w14:paraId="3F7B8E9C" w14:textId="77777777" w:rsidR="00EC5995" w:rsidRPr="004611CF" w:rsidRDefault="00EC5995" w:rsidP="00997E64">
            <w:r w:rsidRPr="004611CF">
              <w:t>Object identifier</w:t>
            </w:r>
          </w:p>
        </w:tc>
        <w:tc>
          <w:tcPr>
            <w:tcW w:w="5954" w:type="dxa"/>
          </w:tcPr>
          <w:p w14:paraId="021AD96F" w14:textId="77777777" w:rsidR="00EC5995" w:rsidRPr="004611CF" w:rsidRDefault="00EC5995" w:rsidP="00997E64">
            <w:r w:rsidRPr="004611CF">
              <w:t>4831</w:t>
            </w:r>
          </w:p>
        </w:tc>
      </w:tr>
      <w:tr w:rsidR="00EC5995" w:rsidRPr="004611CF" w14:paraId="4CCFC2E1" w14:textId="77777777" w:rsidTr="00997E64">
        <w:tc>
          <w:tcPr>
            <w:tcW w:w="2263" w:type="dxa"/>
          </w:tcPr>
          <w:p w14:paraId="2E02FFEF" w14:textId="77777777" w:rsidR="00EC5995" w:rsidRPr="004611CF" w:rsidRDefault="00EC5995" w:rsidP="00997E64">
            <w:r w:rsidRPr="004611CF">
              <w:t>Version Identifier</w:t>
            </w:r>
          </w:p>
        </w:tc>
        <w:tc>
          <w:tcPr>
            <w:tcW w:w="5954" w:type="dxa"/>
          </w:tcPr>
          <w:p w14:paraId="44214E90" w14:textId="77777777" w:rsidR="00EC5995" w:rsidRPr="004611CF" w:rsidRDefault="00EC5995" w:rsidP="00997E64">
            <w:r w:rsidRPr="004611CF">
              <w:t>1</w:t>
            </w:r>
          </w:p>
        </w:tc>
      </w:tr>
      <w:tr w:rsidR="00EC5995" w:rsidRPr="004611CF" w14:paraId="6F8E34EA" w14:textId="77777777" w:rsidTr="00997E64">
        <w:tc>
          <w:tcPr>
            <w:tcW w:w="2263" w:type="dxa"/>
          </w:tcPr>
          <w:p w14:paraId="5974000A" w14:textId="77777777" w:rsidR="00EC5995" w:rsidRPr="004611CF" w:rsidRDefault="00EC5995" w:rsidP="00997E64">
            <w:r w:rsidRPr="004611CF">
              <w:t xml:space="preserve">Spelling </w:t>
            </w:r>
            <w:proofErr w:type="spellStart"/>
            <w:r w:rsidRPr="004611CF">
              <w:t>nl</w:t>
            </w:r>
            <w:proofErr w:type="spellEnd"/>
          </w:p>
        </w:tc>
        <w:tc>
          <w:tcPr>
            <w:tcW w:w="5954" w:type="dxa"/>
          </w:tcPr>
          <w:p w14:paraId="5232525A" w14:textId="77777777" w:rsidR="00EC5995" w:rsidRPr="004611CF" w:rsidRDefault="00EC5995" w:rsidP="00997E64">
            <w:proofErr w:type="spellStart"/>
            <w:r w:rsidRPr="004611CF">
              <w:t>Nieuwe</w:t>
            </w:r>
            <w:proofErr w:type="spellEnd"/>
            <w:r w:rsidRPr="004611CF">
              <w:t xml:space="preserve"> </w:t>
            </w:r>
            <w:proofErr w:type="spellStart"/>
            <w:r w:rsidRPr="004611CF">
              <w:t>Tiende</w:t>
            </w:r>
            <w:proofErr w:type="spellEnd"/>
            <w:r w:rsidRPr="004611CF">
              <w:t xml:space="preserve"> </w:t>
            </w:r>
            <w:proofErr w:type="spellStart"/>
            <w:r w:rsidRPr="004611CF">
              <w:t>Teststraat</w:t>
            </w:r>
            <w:proofErr w:type="spellEnd"/>
          </w:p>
        </w:tc>
      </w:tr>
      <w:tr w:rsidR="00EC5995" w:rsidRPr="004611CF" w14:paraId="4B64DD2B" w14:textId="77777777" w:rsidTr="00997E64">
        <w:tc>
          <w:tcPr>
            <w:tcW w:w="2263" w:type="dxa"/>
          </w:tcPr>
          <w:p w14:paraId="3D90D644" w14:textId="77777777" w:rsidR="00EC5995" w:rsidRPr="004611CF" w:rsidRDefault="00EC5995" w:rsidP="00997E64">
            <w:r w:rsidRPr="004611CF">
              <w:t>Assigned by municipality</w:t>
            </w:r>
          </w:p>
        </w:tc>
        <w:tc>
          <w:tcPr>
            <w:tcW w:w="5954" w:type="dxa"/>
          </w:tcPr>
          <w:p w14:paraId="7878BFD9" w14:textId="77777777" w:rsidR="00EC5995" w:rsidRPr="004611CF" w:rsidRDefault="00EC5995" w:rsidP="00997E64">
            <w:r w:rsidRPr="004611CF">
              <w:t>Namespace: https://geodata.wallonie.be/id/municipality</w:t>
            </w:r>
            <w:r w:rsidRPr="004611CF">
              <w:br/>
            </w:r>
            <w:proofErr w:type="spellStart"/>
            <w:r w:rsidRPr="004611CF">
              <w:t>ObjectIdentifier</w:t>
            </w:r>
            <w:proofErr w:type="spellEnd"/>
            <w:r w:rsidRPr="004611CF">
              <w:t>: 21013</w:t>
            </w:r>
            <w:r w:rsidRPr="004611CF">
              <w:br/>
            </w:r>
            <w:proofErr w:type="spellStart"/>
            <w:r w:rsidRPr="004611CF">
              <w:t>VersionIdentifier</w:t>
            </w:r>
            <w:proofErr w:type="spellEnd"/>
            <w:r w:rsidRPr="004611CF">
              <w:t>: 1</w:t>
            </w:r>
          </w:p>
        </w:tc>
      </w:tr>
      <w:tr w:rsidR="00EC5995" w:rsidRPr="004611CF" w14:paraId="4E2B324E" w14:textId="77777777" w:rsidTr="00997E64">
        <w:tc>
          <w:tcPr>
            <w:tcW w:w="2263" w:type="dxa"/>
          </w:tcPr>
          <w:p w14:paraId="7785A5D7" w14:textId="77777777" w:rsidR="00EC5995" w:rsidRPr="004611CF" w:rsidRDefault="00EC5995" w:rsidP="00997E64">
            <w:r w:rsidRPr="004611CF">
              <w:t>Status</w:t>
            </w:r>
          </w:p>
        </w:tc>
        <w:tc>
          <w:tcPr>
            <w:tcW w:w="5954" w:type="dxa"/>
          </w:tcPr>
          <w:p w14:paraId="5D382689" w14:textId="77777777" w:rsidR="00EC5995" w:rsidRPr="004611CF" w:rsidRDefault="00EC5995" w:rsidP="00997E64">
            <w:r w:rsidRPr="004611CF">
              <w:t>Current</w:t>
            </w:r>
          </w:p>
        </w:tc>
      </w:tr>
      <w:tr w:rsidR="00EC5995" w:rsidRPr="004611CF" w14:paraId="1E8650F3" w14:textId="77777777" w:rsidTr="00997E64">
        <w:tc>
          <w:tcPr>
            <w:tcW w:w="2263" w:type="dxa"/>
          </w:tcPr>
          <w:p w14:paraId="6A35C0B0" w14:textId="77777777" w:rsidR="00EC5995" w:rsidRPr="004611CF" w:rsidRDefault="00EC5995" w:rsidP="00997E64">
            <w:proofErr w:type="spellStart"/>
            <w:r w:rsidRPr="004611CF">
              <w:t>validFrom</w:t>
            </w:r>
            <w:proofErr w:type="spellEnd"/>
          </w:p>
        </w:tc>
        <w:tc>
          <w:tcPr>
            <w:tcW w:w="5954" w:type="dxa"/>
          </w:tcPr>
          <w:p w14:paraId="2B2DFE6C" w14:textId="77777777" w:rsidR="00EC5995" w:rsidRPr="004611CF" w:rsidRDefault="00EC5995" w:rsidP="00997E64">
            <w:r w:rsidRPr="004611CF">
              <w:t>2023-03-01T15:30:07</w:t>
            </w:r>
          </w:p>
        </w:tc>
      </w:tr>
      <w:tr w:rsidR="00EC5995" w:rsidRPr="004611CF" w14:paraId="3FB0740A" w14:textId="77777777" w:rsidTr="00997E64">
        <w:tc>
          <w:tcPr>
            <w:tcW w:w="2263" w:type="dxa"/>
          </w:tcPr>
          <w:p w14:paraId="21DC3A58" w14:textId="77777777" w:rsidR="00EC5995" w:rsidRPr="004611CF" w:rsidRDefault="00EC5995" w:rsidP="00997E64">
            <w:proofErr w:type="spellStart"/>
            <w:r w:rsidRPr="004611CF">
              <w:t>validTo</w:t>
            </w:r>
            <w:proofErr w:type="spellEnd"/>
          </w:p>
        </w:tc>
        <w:tc>
          <w:tcPr>
            <w:tcW w:w="5954" w:type="dxa"/>
          </w:tcPr>
          <w:p w14:paraId="18B70110" w14:textId="77777777" w:rsidR="00EC5995" w:rsidRPr="004611CF" w:rsidRDefault="00EC5995" w:rsidP="00997E64">
            <w:r w:rsidRPr="004611CF">
              <w:t>N/A</w:t>
            </w:r>
          </w:p>
        </w:tc>
      </w:tr>
      <w:tr w:rsidR="00EC5995" w:rsidRPr="004611CF" w14:paraId="0515F50B" w14:textId="77777777" w:rsidTr="00997E64">
        <w:tc>
          <w:tcPr>
            <w:tcW w:w="2263" w:type="dxa"/>
          </w:tcPr>
          <w:p w14:paraId="6F608A6F" w14:textId="77777777" w:rsidR="00EC5995" w:rsidRPr="004611CF" w:rsidRDefault="00EC5995" w:rsidP="00997E64">
            <w:r w:rsidRPr="004611CF">
              <w:t>Predecessor</w:t>
            </w:r>
          </w:p>
        </w:tc>
        <w:tc>
          <w:tcPr>
            <w:tcW w:w="5954" w:type="dxa"/>
          </w:tcPr>
          <w:p w14:paraId="65ABA641" w14:textId="77777777" w:rsidR="00EC5995" w:rsidRPr="004611CF" w:rsidRDefault="00EC5995" w:rsidP="00997E64">
            <w:r w:rsidRPr="004611CF">
              <w:t>Namespace: https://geodata.wallonie.be/id/streetname</w:t>
            </w:r>
            <w:r w:rsidRPr="004611CF">
              <w:br/>
            </w:r>
            <w:proofErr w:type="spellStart"/>
            <w:r w:rsidRPr="004611CF">
              <w:t>ObjectIdentifier</w:t>
            </w:r>
            <w:proofErr w:type="spellEnd"/>
            <w:r w:rsidRPr="004611CF">
              <w:t>: 7964</w:t>
            </w:r>
            <w:r w:rsidRPr="004611CF">
              <w:br/>
            </w:r>
            <w:proofErr w:type="spellStart"/>
            <w:r w:rsidRPr="004611CF">
              <w:t>VersionIdentifier</w:t>
            </w:r>
            <w:proofErr w:type="spellEnd"/>
            <w:r w:rsidRPr="004611CF">
              <w:t>: 2</w:t>
            </w:r>
          </w:p>
        </w:tc>
      </w:tr>
      <w:tr w:rsidR="00EC5995" w:rsidRPr="004611CF" w14:paraId="477A810B" w14:textId="77777777" w:rsidTr="00997E64">
        <w:tc>
          <w:tcPr>
            <w:tcW w:w="2263" w:type="dxa"/>
          </w:tcPr>
          <w:p w14:paraId="366649EA" w14:textId="77777777" w:rsidR="00EC5995" w:rsidRPr="004611CF" w:rsidRDefault="00EC5995" w:rsidP="00997E64">
            <w:r w:rsidRPr="004611CF">
              <w:t>Successor</w:t>
            </w:r>
          </w:p>
        </w:tc>
        <w:tc>
          <w:tcPr>
            <w:tcW w:w="5954" w:type="dxa"/>
          </w:tcPr>
          <w:p w14:paraId="0D2E6237" w14:textId="77777777" w:rsidR="00EC5995" w:rsidRPr="004611CF" w:rsidRDefault="00EC5995" w:rsidP="00997E64">
            <w:r w:rsidRPr="004611CF">
              <w:t>N/A</w:t>
            </w:r>
          </w:p>
        </w:tc>
      </w:tr>
    </w:tbl>
    <w:p w14:paraId="41B54B27" w14:textId="765695BB" w:rsidR="00EC5995" w:rsidRPr="004611CF" w:rsidRDefault="00EC5995" w:rsidP="00EC5995"/>
    <w:p w14:paraId="72BB0EEF" w14:textId="77777777" w:rsidR="00EC5995" w:rsidRPr="004611CF" w:rsidRDefault="00EC5995" w:rsidP="00EC5995"/>
    <w:p w14:paraId="6310EDEF" w14:textId="77777777" w:rsidR="00EC5995" w:rsidRPr="004611CF" w:rsidRDefault="00EC5995" w:rsidP="00EC5995">
      <w:pPr>
        <w:pStyle w:val="Heading4"/>
      </w:pPr>
      <w:r w:rsidRPr="004611CF">
        <w:lastRenderedPageBreak/>
        <w:t>Example 13 (1/2) - [ADD] Address</w:t>
      </w:r>
    </w:p>
    <w:tbl>
      <w:tblPr>
        <w:tblStyle w:val="TableGrid"/>
        <w:tblW w:w="0" w:type="auto"/>
        <w:tblLook w:val="04A0" w:firstRow="1" w:lastRow="0" w:firstColumn="1" w:lastColumn="0" w:noHBand="0" w:noVBand="1"/>
      </w:tblPr>
      <w:tblGrid>
        <w:gridCol w:w="2263"/>
        <w:gridCol w:w="5954"/>
      </w:tblGrid>
      <w:tr w:rsidR="00EC5995" w:rsidRPr="004611CF" w14:paraId="3738A854" w14:textId="77777777" w:rsidTr="00997E64">
        <w:trPr>
          <w:trHeight w:val="319"/>
        </w:trPr>
        <w:tc>
          <w:tcPr>
            <w:tcW w:w="2263" w:type="dxa"/>
          </w:tcPr>
          <w:p w14:paraId="1B84D0B4" w14:textId="77777777" w:rsidR="00EC5995" w:rsidRPr="004611CF" w:rsidRDefault="00EC5995" w:rsidP="00997E64">
            <w:r w:rsidRPr="004611CF">
              <w:t>Namespace</w:t>
            </w:r>
          </w:p>
        </w:tc>
        <w:tc>
          <w:tcPr>
            <w:tcW w:w="5954" w:type="dxa"/>
          </w:tcPr>
          <w:p w14:paraId="51474BED" w14:textId="77777777" w:rsidR="00EC5995" w:rsidRPr="004611CF" w:rsidRDefault="00EC5995" w:rsidP="00997E64">
            <w:r w:rsidRPr="004611CF">
              <w:t>https://geodata.wallonie.be/id/address</w:t>
            </w:r>
          </w:p>
        </w:tc>
      </w:tr>
      <w:tr w:rsidR="00EC5995" w:rsidRPr="004611CF" w14:paraId="34036B1C" w14:textId="77777777" w:rsidTr="00997E64">
        <w:tc>
          <w:tcPr>
            <w:tcW w:w="2263" w:type="dxa"/>
          </w:tcPr>
          <w:p w14:paraId="139E6134" w14:textId="77777777" w:rsidR="00EC5995" w:rsidRPr="004611CF" w:rsidRDefault="00EC5995" w:rsidP="00997E64">
            <w:r w:rsidRPr="004611CF">
              <w:t>Object identifier</w:t>
            </w:r>
          </w:p>
        </w:tc>
        <w:tc>
          <w:tcPr>
            <w:tcW w:w="5954" w:type="dxa"/>
          </w:tcPr>
          <w:p w14:paraId="3E03D4B1" w14:textId="77777777" w:rsidR="00EC5995" w:rsidRPr="004611CF" w:rsidRDefault="00EC5995" w:rsidP="00997E64">
            <w:r w:rsidRPr="004611CF">
              <w:t>720419</w:t>
            </w:r>
          </w:p>
        </w:tc>
      </w:tr>
      <w:tr w:rsidR="00EC5995" w:rsidRPr="004611CF" w14:paraId="6CDF7329" w14:textId="77777777" w:rsidTr="00997E64">
        <w:tc>
          <w:tcPr>
            <w:tcW w:w="2263" w:type="dxa"/>
          </w:tcPr>
          <w:p w14:paraId="0230DEBA" w14:textId="77777777" w:rsidR="00EC5995" w:rsidRPr="004611CF" w:rsidRDefault="00EC5995" w:rsidP="00997E64">
            <w:r w:rsidRPr="004611CF">
              <w:t>Version Identifier</w:t>
            </w:r>
          </w:p>
        </w:tc>
        <w:tc>
          <w:tcPr>
            <w:tcW w:w="5954" w:type="dxa"/>
          </w:tcPr>
          <w:p w14:paraId="27DD38F9" w14:textId="77777777" w:rsidR="00EC5995" w:rsidRPr="004611CF" w:rsidRDefault="00EC5995" w:rsidP="00997E64">
            <w:r w:rsidRPr="004611CF">
              <w:t>2</w:t>
            </w:r>
          </w:p>
        </w:tc>
      </w:tr>
      <w:tr w:rsidR="00EC5995" w:rsidRPr="004611CF" w14:paraId="2D36BA6E" w14:textId="77777777" w:rsidTr="00997E64">
        <w:tc>
          <w:tcPr>
            <w:tcW w:w="2263" w:type="dxa"/>
          </w:tcPr>
          <w:p w14:paraId="5351E068" w14:textId="77777777" w:rsidR="00EC5995" w:rsidRPr="004611CF" w:rsidRDefault="00EC5995" w:rsidP="00997E64">
            <w:r w:rsidRPr="004611CF">
              <w:t xml:space="preserve">Has </w:t>
            </w:r>
            <w:proofErr w:type="spellStart"/>
            <w:r w:rsidRPr="004611CF">
              <w:t>StreetName</w:t>
            </w:r>
            <w:proofErr w:type="spellEnd"/>
          </w:p>
        </w:tc>
        <w:tc>
          <w:tcPr>
            <w:tcW w:w="5954" w:type="dxa"/>
          </w:tcPr>
          <w:p w14:paraId="071AE102" w14:textId="77777777" w:rsidR="00EC5995" w:rsidRPr="004611CF" w:rsidRDefault="00EC5995" w:rsidP="00997E64">
            <w:r w:rsidRPr="004611CF">
              <w:t>Namespace: https://geodata.wallonie.be/id/streetname</w:t>
            </w:r>
            <w:r w:rsidRPr="004611CF">
              <w:br/>
            </w:r>
            <w:proofErr w:type="spellStart"/>
            <w:r w:rsidRPr="004611CF">
              <w:t>ObjectIdentifier</w:t>
            </w:r>
            <w:proofErr w:type="spellEnd"/>
            <w:r w:rsidRPr="004611CF">
              <w:t>: 4831</w:t>
            </w:r>
            <w:r w:rsidRPr="004611CF">
              <w:br/>
            </w:r>
            <w:proofErr w:type="spellStart"/>
            <w:r w:rsidRPr="004611CF">
              <w:t>VersionIdentifier</w:t>
            </w:r>
            <w:proofErr w:type="spellEnd"/>
            <w:r w:rsidRPr="004611CF">
              <w:t>: 1</w:t>
            </w:r>
          </w:p>
        </w:tc>
      </w:tr>
      <w:tr w:rsidR="00EC5995" w:rsidRPr="004611CF" w14:paraId="63E3F61D" w14:textId="77777777" w:rsidTr="00997E64">
        <w:tc>
          <w:tcPr>
            <w:tcW w:w="2263" w:type="dxa"/>
          </w:tcPr>
          <w:p w14:paraId="279AEA59" w14:textId="77777777" w:rsidR="00EC5995" w:rsidRPr="004611CF" w:rsidRDefault="00EC5995" w:rsidP="00997E64">
            <w:r w:rsidRPr="004611CF">
              <w:t>Has Municipality</w:t>
            </w:r>
          </w:p>
        </w:tc>
        <w:tc>
          <w:tcPr>
            <w:tcW w:w="5954" w:type="dxa"/>
          </w:tcPr>
          <w:p w14:paraId="7D1D30BE" w14:textId="77777777" w:rsidR="00EC5995" w:rsidRPr="004611CF" w:rsidRDefault="00EC5995" w:rsidP="00997E64">
            <w:r w:rsidRPr="004611CF">
              <w:t>Namespace: https://geodata.wallonie.be/id/municipality</w:t>
            </w:r>
            <w:r w:rsidRPr="004611CF">
              <w:br/>
            </w:r>
            <w:proofErr w:type="spellStart"/>
            <w:r w:rsidRPr="004611CF">
              <w:t>ObjectIdentifier</w:t>
            </w:r>
            <w:proofErr w:type="spellEnd"/>
            <w:r w:rsidRPr="004611CF">
              <w:t>: 21013</w:t>
            </w:r>
            <w:r w:rsidRPr="004611CF">
              <w:br/>
            </w:r>
            <w:proofErr w:type="spellStart"/>
            <w:r w:rsidRPr="004611CF">
              <w:t>VersionIdentifier</w:t>
            </w:r>
            <w:proofErr w:type="spellEnd"/>
            <w:r w:rsidRPr="004611CF">
              <w:t>: 1</w:t>
            </w:r>
          </w:p>
        </w:tc>
      </w:tr>
      <w:tr w:rsidR="00EC5995" w:rsidRPr="004611CF" w14:paraId="7030667F" w14:textId="77777777" w:rsidTr="00997E64">
        <w:tc>
          <w:tcPr>
            <w:tcW w:w="2263" w:type="dxa"/>
          </w:tcPr>
          <w:p w14:paraId="3B659193" w14:textId="77777777" w:rsidR="00EC5995" w:rsidRPr="004611CF" w:rsidRDefault="00EC5995" w:rsidP="00997E64">
            <w:r w:rsidRPr="004611CF">
              <w:t xml:space="preserve">Has </w:t>
            </w:r>
            <w:proofErr w:type="spellStart"/>
            <w:r w:rsidRPr="004611CF">
              <w:t>PostalInfo</w:t>
            </w:r>
            <w:proofErr w:type="spellEnd"/>
          </w:p>
        </w:tc>
        <w:tc>
          <w:tcPr>
            <w:tcW w:w="5954" w:type="dxa"/>
          </w:tcPr>
          <w:p w14:paraId="428E827A" w14:textId="77777777" w:rsidR="00EC5995" w:rsidRPr="004611CF" w:rsidRDefault="00EC5995" w:rsidP="00997E64">
            <w:r w:rsidRPr="004611CF">
              <w:t>Namespace: https://geodata.wallonie.be/id/postalinfo</w:t>
            </w:r>
            <w:r w:rsidRPr="004611CF">
              <w:br/>
            </w:r>
            <w:proofErr w:type="spellStart"/>
            <w:r w:rsidRPr="004611CF">
              <w:t>ObjectIdentifier</w:t>
            </w:r>
            <w:proofErr w:type="spellEnd"/>
            <w:r w:rsidRPr="004611CF">
              <w:t>: 2000</w:t>
            </w:r>
            <w:r w:rsidRPr="004611CF">
              <w:br/>
            </w:r>
            <w:proofErr w:type="spellStart"/>
            <w:r w:rsidRPr="004611CF">
              <w:t>VersionIdentifier</w:t>
            </w:r>
            <w:proofErr w:type="spellEnd"/>
            <w:r w:rsidRPr="004611CF">
              <w:t>: 1</w:t>
            </w:r>
          </w:p>
        </w:tc>
      </w:tr>
      <w:tr w:rsidR="00EC5995" w:rsidRPr="004611CF" w14:paraId="780D4C61" w14:textId="77777777" w:rsidTr="00997E64">
        <w:tc>
          <w:tcPr>
            <w:tcW w:w="2263" w:type="dxa"/>
          </w:tcPr>
          <w:p w14:paraId="0BD910B9" w14:textId="77777777" w:rsidR="00EC5995" w:rsidRPr="004611CF" w:rsidRDefault="00EC5995" w:rsidP="00997E64">
            <w:r w:rsidRPr="004611CF">
              <w:t xml:space="preserve">Has Part </w:t>
            </w:r>
            <w:proofErr w:type="gramStart"/>
            <w:r w:rsidRPr="004611CF">
              <w:t>Of</w:t>
            </w:r>
            <w:proofErr w:type="gramEnd"/>
            <w:r w:rsidRPr="004611CF">
              <w:t xml:space="preserve"> Municipality</w:t>
            </w:r>
          </w:p>
        </w:tc>
        <w:tc>
          <w:tcPr>
            <w:tcW w:w="5954" w:type="dxa"/>
          </w:tcPr>
          <w:p w14:paraId="216342FB" w14:textId="77777777" w:rsidR="00EC5995" w:rsidRPr="004611CF" w:rsidRDefault="00EC5995" w:rsidP="00997E64">
            <w:r w:rsidRPr="004611CF">
              <w:t>Namespace: https://geodata.wallonie.be/id/PartOfMunicipality</w:t>
            </w:r>
            <w:r w:rsidRPr="004611CF">
              <w:br/>
            </w:r>
            <w:proofErr w:type="spellStart"/>
            <w:r w:rsidRPr="004611CF">
              <w:t>ObjectIdentifier</w:t>
            </w:r>
            <w:proofErr w:type="spellEnd"/>
            <w:r w:rsidRPr="004611CF">
              <w:t>: 21014</w:t>
            </w:r>
            <w:r w:rsidRPr="004611CF">
              <w:br/>
            </w:r>
            <w:proofErr w:type="spellStart"/>
            <w:r w:rsidRPr="004611CF">
              <w:t>VersionIdentifier</w:t>
            </w:r>
            <w:proofErr w:type="spellEnd"/>
            <w:r w:rsidRPr="004611CF">
              <w:t>: 1</w:t>
            </w:r>
          </w:p>
        </w:tc>
      </w:tr>
      <w:tr w:rsidR="00EC5995" w:rsidRPr="004611CF" w14:paraId="51ECCD6F" w14:textId="77777777" w:rsidTr="00997E64">
        <w:tc>
          <w:tcPr>
            <w:tcW w:w="2263" w:type="dxa"/>
          </w:tcPr>
          <w:p w14:paraId="31382418" w14:textId="77777777" w:rsidR="00EC5995" w:rsidRPr="004611CF" w:rsidRDefault="00EC5995" w:rsidP="00997E64">
            <w:r w:rsidRPr="004611CF">
              <w:t>Status</w:t>
            </w:r>
          </w:p>
        </w:tc>
        <w:tc>
          <w:tcPr>
            <w:tcW w:w="5954" w:type="dxa"/>
          </w:tcPr>
          <w:p w14:paraId="51CD7420" w14:textId="77777777" w:rsidR="00EC5995" w:rsidRPr="004611CF" w:rsidRDefault="00EC5995" w:rsidP="00997E64">
            <w:r w:rsidRPr="004611CF">
              <w:t>Current</w:t>
            </w:r>
          </w:p>
        </w:tc>
      </w:tr>
      <w:tr w:rsidR="00EC5995" w:rsidRPr="004611CF" w14:paraId="3D13BDAC" w14:textId="77777777" w:rsidTr="00997E64">
        <w:tc>
          <w:tcPr>
            <w:tcW w:w="2263" w:type="dxa"/>
          </w:tcPr>
          <w:p w14:paraId="0492050D" w14:textId="77777777" w:rsidR="00EC5995" w:rsidRPr="004611CF" w:rsidRDefault="00EC5995" w:rsidP="00997E64">
            <w:proofErr w:type="spellStart"/>
            <w:r w:rsidRPr="004611CF">
              <w:t>validFrom</w:t>
            </w:r>
            <w:proofErr w:type="spellEnd"/>
          </w:p>
        </w:tc>
        <w:tc>
          <w:tcPr>
            <w:tcW w:w="5954" w:type="dxa"/>
          </w:tcPr>
          <w:p w14:paraId="70D88283" w14:textId="77777777" w:rsidR="00EC5995" w:rsidRPr="004611CF" w:rsidRDefault="00EC5995" w:rsidP="00997E64">
            <w:r w:rsidRPr="004611CF">
              <w:t>2023-03-01T15:30:07</w:t>
            </w:r>
          </w:p>
        </w:tc>
      </w:tr>
      <w:tr w:rsidR="00EC5995" w:rsidRPr="004611CF" w14:paraId="780896F1" w14:textId="77777777" w:rsidTr="00997E64">
        <w:tc>
          <w:tcPr>
            <w:tcW w:w="2263" w:type="dxa"/>
          </w:tcPr>
          <w:p w14:paraId="3960407C" w14:textId="77777777" w:rsidR="00EC5995" w:rsidRPr="004611CF" w:rsidRDefault="00EC5995" w:rsidP="00997E64">
            <w:proofErr w:type="spellStart"/>
            <w:r w:rsidRPr="004611CF">
              <w:t>validTo</w:t>
            </w:r>
            <w:proofErr w:type="spellEnd"/>
          </w:p>
        </w:tc>
        <w:tc>
          <w:tcPr>
            <w:tcW w:w="5954" w:type="dxa"/>
          </w:tcPr>
          <w:p w14:paraId="3C969616" w14:textId="77777777" w:rsidR="00EC5995" w:rsidRPr="004611CF" w:rsidRDefault="00EC5995" w:rsidP="00997E64">
            <w:r w:rsidRPr="004611CF">
              <w:t>N/A</w:t>
            </w:r>
          </w:p>
        </w:tc>
      </w:tr>
      <w:tr w:rsidR="00EC5995" w:rsidRPr="004611CF" w14:paraId="3BA5B3B4" w14:textId="77777777" w:rsidTr="00997E64">
        <w:tc>
          <w:tcPr>
            <w:tcW w:w="2263" w:type="dxa"/>
          </w:tcPr>
          <w:p w14:paraId="7C938A4B" w14:textId="77777777" w:rsidR="00EC5995" w:rsidRPr="004611CF" w:rsidRDefault="00EC5995" w:rsidP="00997E64">
            <w:r w:rsidRPr="004611CF">
              <w:t>Predecessor</w:t>
            </w:r>
          </w:p>
        </w:tc>
        <w:tc>
          <w:tcPr>
            <w:tcW w:w="5954" w:type="dxa"/>
          </w:tcPr>
          <w:p w14:paraId="432D4B11" w14:textId="77777777" w:rsidR="00EC5995" w:rsidRPr="004611CF" w:rsidRDefault="00EC5995" w:rsidP="00997E64">
            <w:r w:rsidRPr="004611CF">
              <w:t>Namespace: https://geodata.wallonie.be/id/address</w:t>
            </w:r>
            <w:r w:rsidRPr="004611CF">
              <w:br/>
            </w:r>
            <w:proofErr w:type="spellStart"/>
            <w:r w:rsidRPr="004611CF">
              <w:t>ObjectIdentifier</w:t>
            </w:r>
            <w:proofErr w:type="spellEnd"/>
            <w:r w:rsidRPr="004611CF">
              <w:t>: 720419</w:t>
            </w:r>
            <w:r w:rsidRPr="004611CF">
              <w:br/>
            </w:r>
            <w:proofErr w:type="spellStart"/>
            <w:r w:rsidRPr="004611CF">
              <w:t>VersionIdentifier</w:t>
            </w:r>
            <w:proofErr w:type="spellEnd"/>
            <w:r w:rsidRPr="004611CF">
              <w:t>: 1</w:t>
            </w:r>
          </w:p>
        </w:tc>
      </w:tr>
      <w:tr w:rsidR="00EC5995" w:rsidRPr="004611CF" w14:paraId="220DFC6C" w14:textId="77777777" w:rsidTr="00997E64">
        <w:tc>
          <w:tcPr>
            <w:tcW w:w="2263" w:type="dxa"/>
          </w:tcPr>
          <w:p w14:paraId="5EEBC2C7" w14:textId="77777777" w:rsidR="00EC5995" w:rsidRPr="004611CF" w:rsidRDefault="00EC5995" w:rsidP="00997E64">
            <w:r w:rsidRPr="004611CF">
              <w:t>Successor</w:t>
            </w:r>
          </w:p>
        </w:tc>
        <w:tc>
          <w:tcPr>
            <w:tcW w:w="5954" w:type="dxa"/>
          </w:tcPr>
          <w:p w14:paraId="159C2396" w14:textId="77777777" w:rsidR="00EC5995" w:rsidRPr="004611CF" w:rsidRDefault="00EC5995" w:rsidP="00997E64">
            <w:r w:rsidRPr="004611CF">
              <w:t>N/A</w:t>
            </w:r>
          </w:p>
        </w:tc>
      </w:tr>
    </w:tbl>
    <w:p w14:paraId="0D99874A" w14:textId="77777777" w:rsidR="00EC5995" w:rsidRPr="004611CF" w:rsidRDefault="00EC5995" w:rsidP="00EC5995"/>
    <w:p w14:paraId="55E7E35E" w14:textId="01416D6F" w:rsidR="00EC5995" w:rsidRPr="004611CF" w:rsidRDefault="00EC5995">
      <w:pPr>
        <w:suppressAutoHyphens w:val="0"/>
        <w:spacing w:after="0" w:line="240" w:lineRule="auto"/>
      </w:pPr>
      <w:r w:rsidRPr="004611CF">
        <w:br w:type="page"/>
      </w:r>
    </w:p>
    <w:p w14:paraId="460FF3AC" w14:textId="77777777" w:rsidR="00EC5995" w:rsidRPr="004611CF" w:rsidRDefault="00EC5995" w:rsidP="00EC5995"/>
    <w:p w14:paraId="3C0A83E9" w14:textId="77777777" w:rsidR="00EC5995" w:rsidRPr="004611CF" w:rsidRDefault="00EC5995" w:rsidP="00EC5995">
      <w:pPr>
        <w:pStyle w:val="Heading4"/>
      </w:pPr>
      <w:r w:rsidRPr="004611CF">
        <w:t>Example 13 (2/2) - [UPDATE] Address</w:t>
      </w:r>
    </w:p>
    <w:tbl>
      <w:tblPr>
        <w:tblStyle w:val="TableGrid"/>
        <w:tblW w:w="0" w:type="auto"/>
        <w:tblLook w:val="04A0" w:firstRow="1" w:lastRow="0" w:firstColumn="1" w:lastColumn="0" w:noHBand="0" w:noVBand="1"/>
      </w:tblPr>
      <w:tblGrid>
        <w:gridCol w:w="2263"/>
        <w:gridCol w:w="5954"/>
      </w:tblGrid>
      <w:tr w:rsidR="00EC5995" w:rsidRPr="004611CF" w14:paraId="5A6ED4E2" w14:textId="77777777" w:rsidTr="00997E64">
        <w:trPr>
          <w:trHeight w:val="319"/>
        </w:trPr>
        <w:tc>
          <w:tcPr>
            <w:tcW w:w="2263" w:type="dxa"/>
          </w:tcPr>
          <w:p w14:paraId="7A7357A9" w14:textId="77777777" w:rsidR="00EC5995" w:rsidRPr="004611CF" w:rsidRDefault="00EC5995" w:rsidP="00997E64">
            <w:r w:rsidRPr="004611CF">
              <w:t>Namespace</w:t>
            </w:r>
          </w:p>
        </w:tc>
        <w:tc>
          <w:tcPr>
            <w:tcW w:w="5954" w:type="dxa"/>
          </w:tcPr>
          <w:p w14:paraId="35F6DC51" w14:textId="77777777" w:rsidR="00EC5995" w:rsidRPr="004611CF" w:rsidRDefault="00EC5995" w:rsidP="00997E64">
            <w:r w:rsidRPr="004611CF">
              <w:t>https://geodata.wallonie.be/id/address</w:t>
            </w:r>
          </w:p>
        </w:tc>
      </w:tr>
      <w:tr w:rsidR="00EC5995" w:rsidRPr="004611CF" w14:paraId="328BB2C7" w14:textId="77777777" w:rsidTr="00997E64">
        <w:tc>
          <w:tcPr>
            <w:tcW w:w="2263" w:type="dxa"/>
          </w:tcPr>
          <w:p w14:paraId="68E9CA8D" w14:textId="77777777" w:rsidR="00EC5995" w:rsidRPr="004611CF" w:rsidRDefault="00EC5995" w:rsidP="00997E64">
            <w:r w:rsidRPr="004611CF">
              <w:t>Object identifier</w:t>
            </w:r>
          </w:p>
        </w:tc>
        <w:tc>
          <w:tcPr>
            <w:tcW w:w="5954" w:type="dxa"/>
          </w:tcPr>
          <w:p w14:paraId="6C0C6500" w14:textId="77777777" w:rsidR="00EC5995" w:rsidRPr="004611CF" w:rsidRDefault="00EC5995" w:rsidP="00997E64">
            <w:r w:rsidRPr="004611CF">
              <w:t>720419</w:t>
            </w:r>
          </w:p>
        </w:tc>
      </w:tr>
      <w:tr w:rsidR="00EC5995" w:rsidRPr="004611CF" w14:paraId="3876E5E0" w14:textId="77777777" w:rsidTr="00997E64">
        <w:tc>
          <w:tcPr>
            <w:tcW w:w="2263" w:type="dxa"/>
          </w:tcPr>
          <w:p w14:paraId="345646D9" w14:textId="77777777" w:rsidR="00EC5995" w:rsidRPr="004611CF" w:rsidRDefault="00EC5995" w:rsidP="00997E64">
            <w:r w:rsidRPr="004611CF">
              <w:t>Version Identifier</w:t>
            </w:r>
          </w:p>
        </w:tc>
        <w:tc>
          <w:tcPr>
            <w:tcW w:w="5954" w:type="dxa"/>
          </w:tcPr>
          <w:p w14:paraId="6CE8C267" w14:textId="77777777" w:rsidR="00EC5995" w:rsidRPr="004611CF" w:rsidRDefault="00EC5995" w:rsidP="00997E64">
            <w:r w:rsidRPr="004611CF">
              <w:t>1</w:t>
            </w:r>
          </w:p>
        </w:tc>
      </w:tr>
      <w:tr w:rsidR="00EC5995" w:rsidRPr="004611CF" w14:paraId="226FC376" w14:textId="77777777" w:rsidTr="00997E64">
        <w:tc>
          <w:tcPr>
            <w:tcW w:w="2263" w:type="dxa"/>
          </w:tcPr>
          <w:p w14:paraId="445D90FA" w14:textId="77777777" w:rsidR="00EC5995" w:rsidRPr="004611CF" w:rsidRDefault="00EC5995" w:rsidP="00997E64">
            <w:r w:rsidRPr="004611CF">
              <w:t xml:space="preserve">Has </w:t>
            </w:r>
            <w:proofErr w:type="spellStart"/>
            <w:r w:rsidRPr="004611CF">
              <w:t>StreetName</w:t>
            </w:r>
            <w:proofErr w:type="spellEnd"/>
          </w:p>
        </w:tc>
        <w:tc>
          <w:tcPr>
            <w:tcW w:w="5954" w:type="dxa"/>
          </w:tcPr>
          <w:p w14:paraId="548F8F0D" w14:textId="77777777" w:rsidR="00EC5995" w:rsidRPr="004611CF" w:rsidRDefault="00EC5995" w:rsidP="00997E64">
            <w:r w:rsidRPr="004611CF">
              <w:t>Namespace: https://geodata.wallonie.be/id/streetname</w:t>
            </w:r>
            <w:r w:rsidRPr="004611CF">
              <w:br/>
            </w:r>
            <w:proofErr w:type="spellStart"/>
            <w:r w:rsidRPr="004611CF">
              <w:t>ObjectIdentifier</w:t>
            </w:r>
            <w:proofErr w:type="spellEnd"/>
            <w:r w:rsidRPr="004611CF">
              <w:t>: 7964</w:t>
            </w:r>
            <w:r w:rsidRPr="004611CF">
              <w:br/>
            </w:r>
            <w:proofErr w:type="spellStart"/>
            <w:r w:rsidRPr="004611CF">
              <w:t>VersionIdentifier</w:t>
            </w:r>
            <w:proofErr w:type="spellEnd"/>
            <w:r w:rsidRPr="004611CF">
              <w:t>: 2</w:t>
            </w:r>
          </w:p>
        </w:tc>
      </w:tr>
      <w:tr w:rsidR="00EC5995" w:rsidRPr="004611CF" w14:paraId="1F34C3F5" w14:textId="77777777" w:rsidTr="00997E64">
        <w:tc>
          <w:tcPr>
            <w:tcW w:w="2263" w:type="dxa"/>
          </w:tcPr>
          <w:p w14:paraId="34AA4243" w14:textId="77777777" w:rsidR="00EC5995" w:rsidRPr="004611CF" w:rsidRDefault="00EC5995" w:rsidP="00997E64">
            <w:r w:rsidRPr="004611CF">
              <w:t>Has Municipality</w:t>
            </w:r>
          </w:p>
        </w:tc>
        <w:tc>
          <w:tcPr>
            <w:tcW w:w="5954" w:type="dxa"/>
          </w:tcPr>
          <w:p w14:paraId="02BCC741" w14:textId="77777777" w:rsidR="00EC5995" w:rsidRPr="004611CF" w:rsidRDefault="00EC5995" w:rsidP="00997E64">
            <w:r w:rsidRPr="004611CF">
              <w:t>Namespace: https://geodata.wallonie.be/id/municipality</w:t>
            </w:r>
            <w:r w:rsidRPr="004611CF">
              <w:br/>
            </w:r>
            <w:proofErr w:type="spellStart"/>
            <w:r w:rsidRPr="004611CF">
              <w:t>ObjectIdentifier</w:t>
            </w:r>
            <w:proofErr w:type="spellEnd"/>
            <w:r w:rsidRPr="004611CF">
              <w:t>: 21013</w:t>
            </w:r>
            <w:r w:rsidRPr="004611CF">
              <w:br/>
            </w:r>
            <w:proofErr w:type="spellStart"/>
            <w:r w:rsidRPr="004611CF">
              <w:t>VersionIdentifier</w:t>
            </w:r>
            <w:proofErr w:type="spellEnd"/>
            <w:r w:rsidRPr="004611CF">
              <w:t>: 1</w:t>
            </w:r>
          </w:p>
        </w:tc>
      </w:tr>
      <w:tr w:rsidR="00EC5995" w:rsidRPr="004611CF" w14:paraId="1DDB3DA4" w14:textId="77777777" w:rsidTr="00997E64">
        <w:tc>
          <w:tcPr>
            <w:tcW w:w="2263" w:type="dxa"/>
          </w:tcPr>
          <w:p w14:paraId="464E6273" w14:textId="77777777" w:rsidR="00EC5995" w:rsidRPr="004611CF" w:rsidRDefault="00EC5995" w:rsidP="00997E64">
            <w:r w:rsidRPr="004611CF">
              <w:t xml:space="preserve">Has </w:t>
            </w:r>
            <w:proofErr w:type="spellStart"/>
            <w:r w:rsidRPr="004611CF">
              <w:t>PostalInfo</w:t>
            </w:r>
            <w:proofErr w:type="spellEnd"/>
          </w:p>
        </w:tc>
        <w:tc>
          <w:tcPr>
            <w:tcW w:w="5954" w:type="dxa"/>
          </w:tcPr>
          <w:p w14:paraId="4823BB74" w14:textId="77777777" w:rsidR="00EC5995" w:rsidRPr="004611CF" w:rsidRDefault="00EC5995" w:rsidP="00997E64">
            <w:r w:rsidRPr="004611CF">
              <w:t>Namespace: https://geodata.wallonie.be/id/postalinfo</w:t>
            </w:r>
            <w:r w:rsidRPr="004611CF">
              <w:br/>
            </w:r>
            <w:proofErr w:type="spellStart"/>
            <w:r w:rsidRPr="004611CF">
              <w:t>ObjectIdentifier</w:t>
            </w:r>
            <w:proofErr w:type="spellEnd"/>
            <w:r w:rsidRPr="004611CF">
              <w:t>: 2000</w:t>
            </w:r>
            <w:r w:rsidRPr="004611CF">
              <w:br/>
            </w:r>
            <w:proofErr w:type="spellStart"/>
            <w:r w:rsidRPr="004611CF">
              <w:t>VersionIdentifier</w:t>
            </w:r>
            <w:proofErr w:type="spellEnd"/>
            <w:r w:rsidRPr="004611CF">
              <w:t>: 1</w:t>
            </w:r>
          </w:p>
        </w:tc>
      </w:tr>
      <w:tr w:rsidR="00EC5995" w:rsidRPr="004611CF" w14:paraId="0B242D25" w14:textId="77777777" w:rsidTr="00997E64">
        <w:tc>
          <w:tcPr>
            <w:tcW w:w="2263" w:type="dxa"/>
          </w:tcPr>
          <w:p w14:paraId="7ED870A6" w14:textId="77777777" w:rsidR="00EC5995" w:rsidRPr="004611CF" w:rsidRDefault="00EC5995" w:rsidP="00997E64">
            <w:r w:rsidRPr="004611CF">
              <w:t xml:space="preserve">Has Part </w:t>
            </w:r>
            <w:proofErr w:type="gramStart"/>
            <w:r w:rsidRPr="004611CF">
              <w:t>Of</w:t>
            </w:r>
            <w:proofErr w:type="gramEnd"/>
            <w:r w:rsidRPr="004611CF">
              <w:t xml:space="preserve"> Municipality</w:t>
            </w:r>
          </w:p>
        </w:tc>
        <w:tc>
          <w:tcPr>
            <w:tcW w:w="5954" w:type="dxa"/>
          </w:tcPr>
          <w:p w14:paraId="506699B9" w14:textId="77777777" w:rsidR="00EC5995" w:rsidRPr="004611CF" w:rsidRDefault="00EC5995" w:rsidP="00997E64">
            <w:r w:rsidRPr="004611CF">
              <w:t>Namespace: https://geodata.wallonie.be/id/PartOfMunicipality</w:t>
            </w:r>
            <w:r w:rsidRPr="004611CF">
              <w:br/>
            </w:r>
            <w:proofErr w:type="spellStart"/>
            <w:r w:rsidRPr="004611CF">
              <w:t>ObjectIdentifier</w:t>
            </w:r>
            <w:proofErr w:type="spellEnd"/>
            <w:r w:rsidRPr="004611CF">
              <w:t>: 21014</w:t>
            </w:r>
            <w:r w:rsidRPr="004611CF">
              <w:br/>
            </w:r>
            <w:proofErr w:type="spellStart"/>
            <w:r w:rsidRPr="004611CF">
              <w:t>VersionIdentifier</w:t>
            </w:r>
            <w:proofErr w:type="spellEnd"/>
            <w:r w:rsidRPr="004611CF">
              <w:t>: 1</w:t>
            </w:r>
          </w:p>
        </w:tc>
      </w:tr>
      <w:tr w:rsidR="00EC5995" w:rsidRPr="004611CF" w14:paraId="3F54B19F" w14:textId="77777777" w:rsidTr="00997E64">
        <w:tc>
          <w:tcPr>
            <w:tcW w:w="2263" w:type="dxa"/>
          </w:tcPr>
          <w:p w14:paraId="05E49D3E" w14:textId="77777777" w:rsidR="00EC5995" w:rsidRPr="004611CF" w:rsidRDefault="00EC5995" w:rsidP="00997E64">
            <w:r w:rsidRPr="004611CF">
              <w:t>Status</w:t>
            </w:r>
          </w:p>
        </w:tc>
        <w:tc>
          <w:tcPr>
            <w:tcW w:w="5954" w:type="dxa"/>
          </w:tcPr>
          <w:p w14:paraId="2E70FADD" w14:textId="77777777" w:rsidR="00EC5995" w:rsidRPr="004611CF" w:rsidRDefault="00EC5995" w:rsidP="00997E64">
            <w:r w:rsidRPr="004611CF">
              <w:t>Current</w:t>
            </w:r>
          </w:p>
        </w:tc>
      </w:tr>
      <w:tr w:rsidR="00EC5995" w:rsidRPr="004611CF" w14:paraId="32A3BBEC" w14:textId="77777777" w:rsidTr="00997E64">
        <w:tc>
          <w:tcPr>
            <w:tcW w:w="2263" w:type="dxa"/>
          </w:tcPr>
          <w:p w14:paraId="2F2F0996" w14:textId="77777777" w:rsidR="00EC5995" w:rsidRPr="004611CF" w:rsidRDefault="00EC5995" w:rsidP="00997E64">
            <w:proofErr w:type="spellStart"/>
            <w:r w:rsidRPr="004611CF">
              <w:t>validFrom</w:t>
            </w:r>
            <w:proofErr w:type="spellEnd"/>
          </w:p>
        </w:tc>
        <w:tc>
          <w:tcPr>
            <w:tcW w:w="5954" w:type="dxa"/>
          </w:tcPr>
          <w:p w14:paraId="3A8F9DC1" w14:textId="77777777" w:rsidR="00EC5995" w:rsidRPr="004611CF" w:rsidRDefault="00EC5995" w:rsidP="00997E64">
            <w:r w:rsidRPr="004611CF">
              <w:t>2023-02-23T15:30:07</w:t>
            </w:r>
          </w:p>
        </w:tc>
      </w:tr>
      <w:tr w:rsidR="00EC5995" w:rsidRPr="004611CF" w14:paraId="0A7352DE" w14:textId="77777777" w:rsidTr="00997E64">
        <w:tc>
          <w:tcPr>
            <w:tcW w:w="2263" w:type="dxa"/>
          </w:tcPr>
          <w:p w14:paraId="4E6D1929" w14:textId="77777777" w:rsidR="00EC5995" w:rsidRPr="004611CF" w:rsidRDefault="00EC5995" w:rsidP="00997E64">
            <w:proofErr w:type="spellStart"/>
            <w:r w:rsidRPr="004611CF">
              <w:t>validTo</w:t>
            </w:r>
            <w:proofErr w:type="spellEnd"/>
          </w:p>
        </w:tc>
        <w:tc>
          <w:tcPr>
            <w:tcW w:w="5954" w:type="dxa"/>
          </w:tcPr>
          <w:p w14:paraId="4A6B1E39" w14:textId="77777777" w:rsidR="00EC5995" w:rsidRPr="004611CF" w:rsidRDefault="00EC5995" w:rsidP="00997E64">
            <w:r w:rsidRPr="004611CF">
              <w:t>2023-03-01T15:30:07</w:t>
            </w:r>
          </w:p>
        </w:tc>
      </w:tr>
      <w:tr w:rsidR="00EC5995" w:rsidRPr="004611CF" w14:paraId="0C25D6D8" w14:textId="77777777" w:rsidTr="00997E64">
        <w:tc>
          <w:tcPr>
            <w:tcW w:w="2263" w:type="dxa"/>
          </w:tcPr>
          <w:p w14:paraId="053EC02E" w14:textId="77777777" w:rsidR="00EC5995" w:rsidRPr="004611CF" w:rsidRDefault="00EC5995" w:rsidP="00997E64">
            <w:r w:rsidRPr="004611CF">
              <w:t>Predecessor</w:t>
            </w:r>
          </w:p>
        </w:tc>
        <w:tc>
          <w:tcPr>
            <w:tcW w:w="5954" w:type="dxa"/>
          </w:tcPr>
          <w:p w14:paraId="535F5AA9" w14:textId="77777777" w:rsidR="00EC5995" w:rsidRPr="004611CF" w:rsidRDefault="00EC5995" w:rsidP="00997E64">
            <w:r w:rsidRPr="004611CF">
              <w:t>N/A</w:t>
            </w:r>
          </w:p>
        </w:tc>
      </w:tr>
      <w:tr w:rsidR="00EC5995" w:rsidRPr="004611CF" w14:paraId="06626111" w14:textId="77777777" w:rsidTr="00997E64">
        <w:tc>
          <w:tcPr>
            <w:tcW w:w="2263" w:type="dxa"/>
          </w:tcPr>
          <w:p w14:paraId="22AFE0F5" w14:textId="77777777" w:rsidR="00EC5995" w:rsidRPr="004611CF" w:rsidRDefault="00EC5995" w:rsidP="00997E64">
            <w:r w:rsidRPr="004611CF">
              <w:t>Successor</w:t>
            </w:r>
          </w:p>
        </w:tc>
        <w:tc>
          <w:tcPr>
            <w:tcW w:w="5954" w:type="dxa"/>
          </w:tcPr>
          <w:p w14:paraId="5055CB3A" w14:textId="77777777" w:rsidR="00EC5995" w:rsidRPr="004611CF" w:rsidRDefault="00EC5995" w:rsidP="00997E64">
            <w:r w:rsidRPr="004611CF">
              <w:t>Namespace: https://geodata.wallonie.be/id/address</w:t>
            </w:r>
            <w:r w:rsidRPr="004611CF">
              <w:br/>
            </w:r>
            <w:proofErr w:type="spellStart"/>
            <w:r w:rsidRPr="004611CF">
              <w:t>ObjectIdentifier</w:t>
            </w:r>
            <w:proofErr w:type="spellEnd"/>
            <w:r w:rsidRPr="004611CF">
              <w:t>: 720419</w:t>
            </w:r>
            <w:r w:rsidRPr="004611CF">
              <w:br/>
            </w:r>
            <w:proofErr w:type="spellStart"/>
            <w:r w:rsidRPr="004611CF">
              <w:t>VersionIdentifier</w:t>
            </w:r>
            <w:proofErr w:type="spellEnd"/>
            <w:r w:rsidRPr="004611CF">
              <w:t>: 2</w:t>
            </w:r>
          </w:p>
        </w:tc>
      </w:tr>
    </w:tbl>
    <w:p w14:paraId="0732795C" w14:textId="4E2F40D6" w:rsidR="00EC5995" w:rsidRPr="004611CF" w:rsidRDefault="00EC5995" w:rsidP="00EC5995">
      <w:pPr>
        <w:rPr>
          <w:rFonts w:asciiTheme="majorHAnsi" w:eastAsiaTheme="majorEastAsia" w:hAnsiTheme="majorHAnsi" w:cstheme="majorBidi"/>
          <w:color w:val="004050" w:themeColor="accent1" w:themeShade="BF"/>
          <w:sz w:val="32"/>
          <w:szCs w:val="32"/>
        </w:rPr>
      </w:pPr>
    </w:p>
    <w:p w14:paraId="05D72990" w14:textId="77777777" w:rsidR="00EC5995" w:rsidRPr="004611CF" w:rsidRDefault="00EC5995">
      <w:pPr>
        <w:suppressAutoHyphens w:val="0"/>
        <w:spacing w:after="0" w:line="240" w:lineRule="auto"/>
        <w:rPr>
          <w:rFonts w:asciiTheme="majorHAnsi" w:eastAsiaTheme="majorEastAsia" w:hAnsiTheme="majorHAnsi" w:cstheme="majorBidi"/>
          <w:color w:val="004050" w:themeColor="accent1" w:themeShade="BF"/>
          <w:sz w:val="32"/>
          <w:szCs w:val="32"/>
        </w:rPr>
      </w:pPr>
      <w:r w:rsidRPr="004611CF">
        <w:rPr>
          <w:rFonts w:asciiTheme="majorHAnsi" w:eastAsiaTheme="majorEastAsia" w:hAnsiTheme="majorHAnsi" w:cstheme="majorBidi"/>
          <w:color w:val="004050" w:themeColor="accent1" w:themeShade="BF"/>
          <w:sz w:val="32"/>
          <w:szCs w:val="32"/>
        </w:rPr>
        <w:br w:type="page"/>
      </w:r>
    </w:p>
    <w:p w14:paraId="1964E198" w14:textId="77777777" w:rsidR="00EC5995" w:rsidRPr="004611CF" w:rsidRDefault="00EC5995" w:rsidP="00EC5995">
      <w:pPr>
        <w:rPr>
          <w:rFonts w:asciiTheme="majorHAnsi" w:eastAsiaTheme="majorEastAsia" w:hAnsiTheme="majorHAnsi" w:cstheme="majorBidi"/>
          <w:color w:val="004050" w:themeColor="accent1" w:themeShade="BF"/>
          <w:sz w:val="32"/>
          <w:szCs w:val="32"/>
        </w:rPr>
      </w:pPr>
    </w:p>
    <w:p w14:paraId="6DE7A70E" w14:textId="46DF64EC" w:rsidR="00924E87" w:rsidRDefault="00924E87" w:rsidP="00EC5995">
      <w:pPr>
        <w:pStyle w:val="Heading3"/>
      </w:pPr>
      <w:bookmarkStart w:id="29" w:name="_Toc184897113"/>
      <w:r>
        <w:t>Scenario: Complete Street name split, into 2 new street names (A=B+C). [s21]</w:t>
      </w:r>
      <w:bookmarkEnd w:id="29"/>
    </w:p>
    <w:p w14:paraId="36666A08" w14:textId="2610C7F8" w:rsidR="00EC5995" w:rsidRPr="00924E87" w:rsidRDefault="00EC5995" w:rsidP="00924E87">
      <w:pPr>
        <w:pStyle w:val="Heading4"/>
        <w:rPr>
          <w:sz w:val="22"/>
          <w:szCs w:val="28"/>
        </w:rPr>
      </w:pPr>
      <w:r w:rsidRPr="00924E87">
        <w:rPr>
          <w:sz w:val="22"/>
          <w:szCs w:val="28"/>
        </w:rPr>
        <w:t xml:space="preserve">[Mutation </w:t>
      </w:r>
      <w:r w:rsidR="00BC266C">
        <w:rPr>
          <w:sz w:val="22"/>
          <w:szCs w:val="28"/>
        </w:rPr>
        <w:t>file: BeStAddress_MBelgium20230302.zip</w:t>
      </w:r>
      <w:r w:rsidRPr="00924E87">
        <w:rPr>
          <w:sz w:val="22"/>
          <w:szCs w:val="28"/>
        </w:rPr>
        <w:t xml:space="preserve">] </w:t>
      </w:r>
      <w:r w:rsidRPr="00924E87">
        <w:rPr>
          <w:sz w:val="22"/>
          <w:szCs w:val="28"/>
        </w:rPr>
        <w:br/>
        <w:t>Example file: Wallonia_M_20230302_L72</w:t>
      </w:r>
    </w:p>
    <w:p w14:paraId="11FE83CF" w14:textId="191F245A" w:rsidR="00EC5995" w:rsidRPr="004611CF" w:rsidRDefault="00EC5995" w:rsidP="00EC5995">
      <w:r w:rsidRPr="004611CF">
        <w:t xml:space="preserve">In this example </w:t>
      </w:r>
      <w:r w:rsidRPr="004611CF">
        <w:rPr>
          <w:b/>
          <w:bCs/>
        </w:rPr>
        <w:t>street name</w:t>
      </w:r>
      <w:r w:rsidRPr="004611CF">
        <w:t xml:space="preserve"> (A) from previous example is being reused and split it into 2 new street names (A = B + C).  Street name (A) expires, and 2 new street names are created. </w:t>
      </w:r>
      <w:r w:rsidR="00212289">
        <w:br/>
      </w:r>
    </w:p>
    <w:p w14:paraId="2C43B710" w14:textId="10FC6132" w:rsidR="00B80FC7" w:rsidRPr="004611CF" w:rsidRDefault="00B80FC7" w:rsidP="00B80FC7">
      <w:pPr>
        <w:framePr w:vSpace="301" w:wrap="around" w:vAnchor="text" w:hAnchor="text" w:y="1"/>
        <w:pBdr>
          <w:top w:val="single" w:sz="24" w:space="10" w:color="B6E7DD" w:themeColor="accent5"/>
          <w:left w:val="single" w:sz="24" w:space="10" w:color="B6E7DD" w:themeColor="accent5"/>
          <w:bottom w:val="single" w:sz="24" w:space="10" w:color="B6E7DD" w:themeColor="accent5"/>
          <w:right w:val="single" w:sz="24" w:space="10" w:color="B6E7DD" w:themeColor="accent5"/>
        </w:pBdr>
      </w:pPr>
      <w:r w:rsidRPr="004611CF">
        <w:rPr>
          <w:rStyle w:val="Strong"/>
        </w:rPr>
        <w:t>Note:</w:t>
      </w:r>
      <w:r w:rsidRPr="004611CF">
        <w:t xml:space="preserve"> Street name (A) does not have any addresses referencing it in this example. If it </w:t>
      </w:r>
      <w:proofErr w:type="gramStart"/>
      <w:r w:rsidRPr="004611CF">
        <w:t>did</w:t>
      </w:r>
      <w:proofErr w:type="gramEnd"/>
      <w:r w:rsidRPr="004611CF">
        <w:t xml:space="preserve"> then the involved addresses would also be updated with the appropriate new references.</w:t>
      </w:r>
    </w:p>
    <w:p w14:paraId="3D6E3FCD" w14:textId="490B73F4" w:rsidR="00EC5995" w:rsidRPr="004611CF" w:rsidRDefault="00EC5995" w:rsidP="00EC5995">
      <w:pPr>
        <w:pStyle w:val="Heading4"/>
      </w:pPr>
      <w:r w:rsidRPr="004611CF">
        <w:t>Example 14 (1/3) - [ADD] Street name</w:t>
      </w:r>
    </w:p>
    <w:tbl>
      <w:tblPr>
        <w:tblStyle w:val="TableGrid"/>
        <w:tblW w:w="0" w:type="auto"/>
        <w:tblLook w:val="04A0" w:firstRow="1" w:lastRow="0" w:firstColumn="1" w:lastColumn="0" w:noHBand="0" w:noVBand="1"/>
      </w:tblPr>
      <w:tblGrid>
        <w:gridCol w:w="2263"/>
        <w:gridCol w:w="5954"/>
      </w:tblGrid>
      <w:tr w:rsidR="00EC5995" w:rsidRPr="004611CF" w14:paraId="1FA0A162" w14:textId="77777777" w:rsidTr="00997E64">
        <w:trPr>
          <w:trHeight w:val="319"/>
        </w:trPr>
        <w:tc>
          <w:tcPr>
            <w:tcW w:w="2263" w:type="dxa"/>
          </w:tcPr>
          <w:p w14:paraId="49927FCD" w14:textId="77777777" w:rsidR="00EC5995" w:rsidRPr="004611CF" w:rsidRDefault="00EC5995" w:rsidP="00997E64">
            <w:r w:rsidRPr="004611CF">
              <w:t>Namespace</w:t>
            </w:r>
          </w:p>
        </w:tc>
        <w:tc>
          <w:tcPr>
            <w:tcW w:w="5954" w:type="dxa"/>
          </w:tcPr>
          <w:p w14:paraId="143DBDA2" w14:textId="77777777" w:rsidR="00EC5995" w:rsidRPr="004611CF" w:rsidRDefault="00EC5995" w:rsidP="00997E64">
            <w:r w:rsidRPr="004611CF">
              <w:t>https://geodata.wallonie.be/id/streetname</w:t>
            </w:r>
          </w:p>
        </w:tc>
      </w:tr>
      <w:tr w:rsidR="00EC5995" w:rsidRPr="004611CF" w14:paraId="2C65E70C" w14:textId="77777777" w:rsidTr="00997E64">
        <w:tc>
          <w:tcPr>
            <w:tcW w:w="2263" w:type="dxa"/>
          </w:tcPr>
          <w:p w14:paraId="705BE28C" w14:textId="77777777" w:rsidR="00EC5995" w:rsidRPr="004611CF" w:rsidRDefault="00EC5995" w:rsidP="00997E64">
            <w:r w:rsidRPr="004611CF">
              <w:t>Object identifier</w:t>
            </w:r>
          </w:p>
        </w:tc>
        <w:tc>
          <w:tcPr>
            <w:tcW w:w="5954" w:type="dxa"/>
          </w:tcPr>
          <w:p w14:paraId="100F0CAC" w14:textId="77777777" w:rsidR="00EC5995" w:rsidRPr="004611CF" w:rsidRDefault="00EC5995" w:rsidP="00997E64">
            <w:r w:rsidRPr="004611CF">
              <w:t>64464</w:t>
            </w:r>
          </w:p>
        </w:tc>
      </w:tr>
      <w:tr w:rsidR="00EC5995" w:rsidRPr="004611CF" w14:paraId="150C07A3" w14:textId="77777777" w:rsidTr="00997E64">
        <w:tc>
          <w:tcPr>
            <w:tcW w:w="2263" w:type="dxa"/>
          </w:tcPr>
          <w:p w14:paraId="5C5D728D" w14:textId="77777777" w:rsidR="00EC5995" w:rsidRPr="004611CF" w:rsidRDefault="00EC5995" w:rsidP="00997E64">
            <w:r w:rsidRPr="004611CF">
              <w:t>Version Identifier</w:t>
            </w:r>
          </w:p>
        </w:tc>
        <w:tc>
          <w:tcPr>
            <w:tcW w:w="5954" w:type="dxa"/>
          </w:tcPr>
          <w:p w14:paraId="08007819" w14:textId="77777777" w:rsidR="00EC5995" w:rsidRPr="004611CF" w:rsidRDefault="00EC5995" w:rsidP="00997E64">
            <w:r w:rsidRPr="004611CF">
              <w:t>1</w:t>
            </w:r>
          </w:p>
        </w:tc>
      </w:tr>
      <w:tr w:rsidR="00EC5995" w:rsidRPr="004611CF" w14:paraId="0EE5F07D" w14:textId="77777777" w:rsidTr="00997E64">
        <w:tc>
          <w:tcPr>
            <w:tcW w:w="2263" w:type="dxa"/>
          </w:tcPr>
          <w:p w14:paraId="098DC6AB" w14:textId="77777777" w:rsidR="00EC5995" w:rsidRPr="004611CF" w:rsidRDefault="00EC5995" w:rsidP="00997E64">
            <w:r w:rsidRPr="004611CF">
              <w:t xml:space="preserve">Spelling </w:t>
            </w:r>
            <w:proofErr w:type="spellStart"/>
            <w:r w:rsidRPr="004611CF">
              <w:t>nl</w:t>
            </w:r>
            <w:proofErr w:type="spellEnd"/>
          </w:p>
        </w:tc>
        <w:tc>
          <w:tcPr>
            <w:tcW w:w="5954" w:type="dxa"/>
          </w:tcPr>
          <w:p w14:paraId="1F0B486B" w14:textId="77777777" w:rsidR="00EC5995" w:rsidRPr="004611CF" w:rsidRDefault="00EC5995" w:rsidP="00997E64">
            <w:r w:rsidRPr="004611CF">
              <w:t xml:space="preserve">Split (B) </w:t>
            </w:r>
            <w:proofErr w:type="spellStart"/>
            <w:r w:rsidRPr="004611CF">
              <w:t>straat</w:t>
            </w:r>
            <w:proofErr w:type="spellEnd"/>
          </w:p>
        </w:tc>
      </w:tr>
      <w:tr w:rsidR="00EC5995" w:rsidRPr="004611CF" w14:paraId="32B5FA30" w14:textId="77777777" w:rsidTr="00997E64">
        <w:tc>
          <w:tcPr>
            <w:tcW w:w="2263" w:type="dxa"/>
          </w:tcPr>
          <w:p w14:paraId="2647A70E" w14:textId="77777777" w:rsidR="00EC5995" w:rsidRPr="004611CF" w:rsidRDefault="00EC5995" w:rsidP="00997E64">
            <w:r w:rsidRPr="004611CF">
              <w:t>Assigned by municipality</w:t>
            </w:r>
          </w:p>
        </w:tc>
        <w:tc>
          <w:tcPr>
            <w:tcW w:w="5954" w:type="dxa"/>
          </w:tcPr>
          <w:p w14:paraId="25E08E0B" w14:textId="77777777" w:rsidR="00EC5995" w:rsidRPr="004611CF" w:rsidRDefault="00EC5995" w:rsidP="00997E64">
            <w:r w:rsidRPr="004611CF">
              <w:t>Namespace: https://geodata.wallonie.be/id/municipality</w:t>
            </w:r>
            <w:r w:rsidRPr="004611CF">
              <w:br/>
            </w:r>
            <w:proofErr w:type="spellStart"/>
            <w:r w:rsidRPr="004611CF">
              <w:t>ObjectIdentifier</w:t>
            </w:r>
            <w:proofErr w:type="spellEnd"/>
            <w:r w:rsidRPr="004611CF">
              <w:t>: 21013</w:t>
            </w:r>
            <w:r w:rsidRPr="004611CF">
              <w:br/>
            </w:r>
            <w:proofErr w:type="spellStart"/>
            <w:r w:rsidRPr="004611CF">
              <w:t>VersionIdentifier</w:t>
            </w:r>
            <w:proofErr w:type="spellEnd"/>
            <w:r w:rsidRPr="004611CF">
              <w:t>: 1</w:t>
            </w:r>
          </w:p>
        </w:tc>
      </w:tr>
      <w:tr w:rsidR="00EC5995" w:rsidRPr="004611CF" w14:paraId="5B2D3DF5" w14:textId="77777777" w:rsidTr="00997E64">
        <w:tc>
          <w:tcPr>
            <w:tcW w:w="2263" w:type="dxa"/>
          </w:tcPr>
          <w:p w14:paraId="0A4BD424" w14:textId="77777777" w:rsidR="00EC5995" w:rsidRPr="004611CF" w:rsidRDefault="00EC5995" w:rsidP="00997E64">
            <w:r w:rsidRPr="004611CF">
              <w:t>Status</w:t>
            </w:r>
          </w:p>
        </w:tc>
        <w:tc>
          <w:tcPr>
            <w:tcW w:w="5954" w:type="dxa"/>
          </w:tcPr>
          <w:p w14:paraId="1A160E3F" w14:textId="77777777" w:rsidR="00EC5995" w:rsidRPr="004611CF" w:rsidRDefault="00EC5995" w:rsidP="00997E64">
            <w:r w:rsidRPr="004611CF">
              <w:t>Current</w:t>
            </w:r>
          </w:p>
        </w:tc>
      </w:tr>
      <w:tr w:rsidR="00EC5995" w:rsidRPr="004611CF" w14:paraId="089E113A" w14:textId="77777777" w:rsidTr="00997E64">
        <w:tc>
          <w:tcPr>
            <w:tcW w:w="2263" w:type="dxa"/>
          </w:tcPr>
          <w:p w14:paraId="71AECD3F" w14:textId="77777777" w:rsidR="00EC5995" w:rsidRPr="004611CF" w:rsidRDefault="00EC5995" w:rsidP="00997E64">
            <w:proofErr w:type="spellStart"/>
            <w:r w:rsidRPr="004611CF">
              <w:t>validFrom</w:t>
            </w:r>
            <w:proofErr w:type="spellEnd"/>
          </w:p>
        </w:tc>
        <w:tc>
          <w:tcPr>
            <w:tcW w:w="5954" w:type="dxa"/>
          </w:tcPr>
          <w:p w14:paraId="5A04E3A5" w14:textId="77777777" w:rsidR="00EC5995" w:rsidRPr="004611CF" w:rsidRDefault="00EC5995" w:rsidP="00997E64">
            <w:r w:rsidRPr="004611CF">
              <w:t>2023-03-02T15:30:07</w:t>
            </w:r>
          </w:p>
        </w:tc>
      </w:tr>
      <w:tr w:rsidR="00EC5995" w:rsidRPr="004611CF" w14:paraId="582AA2F1" w14:textId="77777777" w:rsidTr="00997E64">
        <w:tc>
          <w:tcPr>
            <w:tcW w:w="2263" w:type="dxa"/>
          </w:tcPr>
          <w:p w14:paraId="3307A135" w14:textId="77777777" w:rsidR="00EC5995" w:rsidRPr="004611CF" w:rsidRDefault="00EC5995" w:rsidP="00997E64">
            <w:proofErr w:type="spellStart"/>
            <w:r w:rsidRPr="004611CF">
              <w:t>validTo</w:t>
            </w:r>
            <w:proofErr w:type="spellEnd"/>
          </w:p>
        </w:tc>
        <w:tc>
          <w:tcPr>
            <w:tcW w:w="5954" w:type="dxa"/>
          </w:tcPr>
          <w:p w14:paraId="46C03E81" w14:textId="77777777" w:rsidR="00EC5995" w:rsidRPr="004611CF" w:rsidRDefault="00EC5995" w:rsidP="00997E64">
            <w:r w:rsidRPr="004611CF">
              <w:t>N/A</w:t>
            </w:r>
          </w:p>
        </w:tc>
      </w:tr>
      <w:tr w:rsidR="00EC5995" w:rsidRPr="004611CF" w14:paraId="3EE5230F" w14:textId="77777777" w:rsidTr="00997E64">
        <w:tc>
          <w:tcPr>
            <w:tcW w:w="2263" w:type="dxa"/>
          </w:tcPr>
          <w:p w14:paraId="76B9EDB6" w14:textId="77777777" w:rsidR="00EC5995" w:rsidRPr="004611CF" w:rsidRDefault="00EC5995" w:rsidP="00997E64">
            <w:r w:rsidRPr="004611CF">
              <w:t>Predecessor</w:t>
            </w:r>
          </w:p>
        </w:tc>
        <w:tc>
          <w:tcPr>
            <w:tcW w:w="5954" w:type="dxa"/>
          </w:tcPr>
          <w:p w14:paraId="55E14A1D" w14:textId="77777777" w:rsidR="00EC5995" w:rsidRPr="004611CF" w:rsidRDefault="00EC5995" w:rsidP="00997E64">
            <w:r w:rsidRPr="004611CF">
              <w:t>Namespace: https://geodata.wallonie.be/id/streetname</w:t>
            </w:r>
            <w:r w:rsidRPr="004611CF">
              <w:br/>
            </w:r>
            <w:proofErr w:type="spellStart"/>
            <w:r w:rsidRPr="004611CF">
              <w:t>ObjectIdentifier</w:t>
            </w:r>
            <w:proofErr w:type="spellEnd"/>
            <w:r w:rsidRPr="004611CF">
              <w:t>: 7964</w:t>
            </w:r>
            <w:r w:rsidRPr="004611CF">
              <w:br/>
            </w:r>
            <w:proofErr w:type="spellStart"/>
            <w:r w:rsidRPr="004611CF">
              <w:t>VersionIdentifier</w:t>
            </w:r>
            <w:proofErr w:type="spellEnd"/>
            <w:r w:rsidRPr="004611CF">
              <w:t>: 2</w:t>
            </w:r>
          </w:p>
        </w:tc>
      </w:tr>
      <w:tr w:rsidR="00EC5995" w:rsidRPr="004611CF" w14:paraId="5A1F094B" w14:textId="77777777" w:rsidTr="00997E64">
        <w:tc>
          <w:tcPr>
            <w:tcW w:w="2263" w:type="dxa"/>
          </w:tcPr>
          <w:p w14:paraId="777EDF32" w14:textId="77777777" w:rsidR="00EC5995" w:rsidRPr="004611CF" w:rsidRDefault="00EC5995" w:rsidP="00997E64">
            <w:r w:rsidRPr="004611CF">
              <w:t>Successor</w:t>
            </w:r>
          </w:p>
        </w:tc>
        <w:tc>
          <w:tcPr>
            <w:tcW w:w="5954" w:type="dxa"/>
          </w:tcPr>
          <w:p w14:paraId="59457ED1" w14:textId="77777777" w:rsidR="00EC5995" w:rsidRPr="004611CF" w:rsidRDefault="00EC5995" w:rsidP="00997E64">
            <w:r w:rsidRPr="004611CF">
              <w:t>N/A</w:t>
            </w:r>
          </w:p>
        </w:tc>
      </w:tr>
    </w:tbl>
    <w:p w14:paraId="73B45544" w14:textId="77777777" w:rsidR="00EC5995" w:rsidRPr="004611CF" w:rsidRDefault="00EC5995" w:rsidP="00EC5995"/>
    <w:p w14:paraId="6837F56E" w14:textId="77777777" w:rsidR="00EC5995" w:rsidRPr="004611CF" w:rsidRDefault="00EC5995" w:rsidP="00EC5995"/>
    <w:p w14:paraId="45CF742C" w14:textId="77777777" w:rsidR="00EC5995" w:rsidRPr="004611CF" w:rsidRDefault="00EC5995" w:rsidP="00EC5995">
      <w:pPr>
        <w:pStyle w:val="Heading4"/>
      </w:pPr>
      <w:r w:rsidRPr="004611CF">
        <w:t>Example 14 (2/3) - [ADD] Street name</w:t>
      </w:r>
    </w:p>
    <w:tbl>
      <w:tblPr>
        <w:tblStyle w:val="TableGrid"/>
        <w:tblW w:w="0" w:type="auto"/>
        <w:tblLook w:val="04A0" w:firstRow="1" w:lastRow="0" w:firstColumn="1" w:lastColumn="0" w:noHBand="0" w:noVBand="1"/>
      </w:tblPr>
      <w:tblGrid>
        <w:gridCol w:w="2263"/>
        <w:gridCol w:w="5954"/>
      </w:tblGrid>
      <w:tr w:rsidR="00EC5995" w:rsidRPr="004611CF" w14:paraId="62DBE516" w14:textId="77777777" w:rsidTr="00997E64">
        <w:trPr>
          <w:trHeight w:val="319"/>
        </w:trPr>
        <w:tc>
          <w:tcPr>
            <w:tcW w:w="2263" w:type="dxa"/>
          </w:tcPr>
          <w:p w14:paraId="42A89573" w14:textId="77777777" w:rsidR="00EC5995" w:rsidRPr="004611CF" w:rsidRDefault="00EC5995" w:rsidP="00997E64">
            <w:r w:rsidRPr="004611CF">
              <w:t>Namespace</w:t>
            </w:r>
          </w:p>
        </w:tc>
        <w:tc>
          <w:tcPr>
            <w:tcW w:w="5954" w:type="dxa"/>
          </w:tcPr>
          <w:p w14:paraId="587A31F8" w14:textId="77777777" w:rsidR="00EC5995" w:rsidRPr="004611CF" w:rsidRDefault="00EC5995" w:rsidP="00997E64">
            <w:r w:rsidRPr="004611CF">
              <w:t>https://geodata.wallonie.be/id/streetname</w:t>
            </w:r>
          </w:p>
        </w:tc>
      </w:tr>
      <w:tr w:rsidR="00EC5995" w:rsidRPr="004611CF" w14:paraId="5FE04ED0" w14:textId="77777777" w:rsidTr="00997E64">
        <w:tc>
          <w:tcPr>
            <w:tcW w:w="2263" w:type="dxa"/>
          </w:tcPr>
          <w:p w14:paraId="28F06FB6" w14:textId="77777777" w:rsidR="00EC5995" w:rsidRPr="004611CF" w:rsidRDefault="00EC5995" w:rsidP="00997E64">
            <w:r w:rsidRPr="004611CF">
              <w:t>Object identifier</w:t>
            </w:r>
          </w:p>
        </w:tc>
        <w:tc>
          <w:tcPr>
            <w:tcW w:w="5954" w:type="dxa"/>
          </w:tcPr>
          <w:p w14:paraId="2AFA501E" w14:textId="77777777" w:rsidR="00EC5995" w:rsidRPr="004611CF" w:rsidRDefault="00EC5995" w:rsidP="00997E64">
            <w:r w:rsidRPr="004611CF">
              <w:t>64465</w:t>
            </w:r>
          </w:p>
        </w:tc>
      </w:tr>
      <w:tr w:rsidR="00EC5995" w:rsidRPr="004611CF" w14:paraId="42058922" w14:textId="77777777" w:rsidTr="00997E64">
        <w:tc>
          <w:tcPr>
            <w:tcW w:w="2263" w:type="dxa"/>
          </w:tcPr>
          <w:p w14:paraId="3B3C5914" w14:textId="77777777" w:rsidR="00EC5995" w:rsidRPr="004611CF" w:rsidRDefault="00EC5995" w:rsidP="00997E64">
            <w:r w:rsidRPr="004611CF">
              <w:t>Version Identifier</w:t>
            </w:r>
          </w:p>
        </w:tc>
        <w:tc>
          <w:tcPr>
            <w:tcW w:w="5954" w:type="dxa"/>
          </w:tcPr>
          <w:p w14:paraId="1532341A" w14:textId="77777777" w:rsidR="00EC5995" w:rsidRPr="004611CF" w:rsidRDefault="00EC5995" w:rsidP="00997E64">
            <w:r w:rsidRPr="004611CF">
              <w:t>1</w:t>
            </w:r>
          </w:p>
        </w:tc>
      </w:tr>
      <w:tr w:rsidR="00EC5995" w:rsidRPr="004611CF" w14:paraId="09FC1D44" w14:textId="77777777" w:rsidTr="00997E64">
        <w:tc>
          <w:tcPr>
            <w:tcW w:w="2263" w:type="dxa"/>
          </w:tcPr>
          <w:p w14:paraId="696AC653" w14:textId="77777777" w:rsidR="00EC5995" w:rsidRPr="004611CF" w:rsidRDefault="00EC5995" w:rsidP="00997E64">
            <w:r w:rsidRPr="004611CF">
              <w:t xml:space="preserve">Spelling </w:t>
            </w:r>
            <w:proofErr w:type="spellStart"/>
            <w:r w:rsidRPr="004611CF">
              <w:t>nl</w:t>
            </w:r>
            <w:proofErr w:type="spellEnd"/>
          </w:p>
        </w:tc>
        <w:tc>
          <w:tcPr>
            <w:tcW w:w="5954" w:type="dxa"/>
          </w:tcPr>
          <w:p w14:paraId="40474A59" w14:textId="77777777" w:rsidR="00EC5995" w:rsidRPr="004611CF" w:rsidRDefault="00EC5995" w:rsidP="00997E64">
            <w:r w:rsidRPr="004611CF">
              <w:t xml:space="preserve">Split (C) </w:t>
            </w:r>
            <w:proofErr w:type="spellStart"/>
            <w:r w:rsidRPr="004611CF">
              <w:t>straat</w:t>
            </w:r>
            <w:proofErr w:type="spellEnd"/>
          </w:p>
        </w:tc>
      </w:tr>
      <w:tr w:rsidR="00EC5995" w:rsidRPr="004611CF" w14:paraId="68AE5477" w14:textId="77777777" w:rsidTr="00997E64">
        <w:tc>
          <w:tcPr>
            <w:tcW w:w="2263" w:type="dxa"/>
          </w:tcPr>
          <w:p w14:paraId="27FB6085" w14:textId="77777777" w:rsidR="00EC5995" w:rsidRPr="004611CF" w:rsidRDefault="00EC5995" w:rsidP="00997E64">
            <w:r w:rsidRPr="004611CF">
              <w:t>Assigned by municipality</w:t>
            </w:r>
          </w:p>
        </w:tc>
        <w:tc>
          <w:tcPr>
            <w:tcW w:w="5954" w:type="dxa"/>
          </w:tcPr>
          <w:p w14:paraId="71B2853C" w14:textId="77777777" w:rsidR="00EC5995" w:rsidRPr="004611CF" w:rsidRDefault="00EC5995" w:rsidP="00997E64">
            <w:r w:rsidRPr="004611CF">
              <w:t>Namespace: https://geodata.wallonie.be/id/municipality</w:t>
            </w:r>
            <w:r w:rsidRPr="004611CF">
              <w:br/>
            </w:r>
            <w:proofErr w:type="spellStart"/>
            <w:r w:rsidRPr="004611CF">
              <w:t>ObjectIdentifier</w:t>
            </w:r>
            <w:proofErr w:type="spellEnd"/>
            <w:r w:rsidRPr="004611CF">
              <w:t>: 21013</w:t>
            </w:r>
            <w:r w:rsidRPr="004611CF">
              <w:br/>
            </w:r>
            <w:proofErr w:type="spellStart"/>
            <w:r w:rsidRPr="004611CF">
              <w:t>VersionIdentifier</w:t>
            </w:r>
            <w:proofErr w:type="spellEnd"/>
            <w:r w:rsidRPr="004611CF">
              <w:t>: 1</w:t>
            </w:r>
          </w:p>
        </w:tc>
      </w:tr>
      <w:tr w:rsidR="00EC5995" w:rsidRPr="004611CF" w14:paraId="1D0FA568" w14:textId="77777777" w:rsidTr="00997E64">
        <w:tc>
          <w:tcPr>
            <w:tcW w:w="2263" w:type="dxa"/>
          </w:tcPr>
          <w:p w14:paraId="02EB5B3C" w14:textId="77777777" w:rsidR="00EC5995" w:rsidRPr="004611CF" w:rsidRDefault="00EC5995" w:rsidP="00997E64">
            <w:r w:rsidRPr="004611CF">
              <w:t>Status</w:t>
            </w:r>
          </w:p>
        </w:tc>
        <w:tc>
          <w:tcPr>
            <w:tcW w:w="5954" w:type="dxa"/>
          </w:tcPr>
          <w:p w14:paraId="1A17C5E5" w14:textId="77777777" w:rsidR="00EC5995" w:rsidRPr="004611CF" w:rsidRDefault="00EC5995" w:rsidP="00997E64">
            <w:r w:rsidRPr="004611CF">
              <w:t>Current</w:t>
            </w:r>
          </w:p>
        </w:tc>
      </w:tr>
      <w:tr w:rsidR="00EC5995" w:rsidRPr="004611CF" w14:paraId="6764871A" w14:textId="77777777" w:rsidTr="00997E64">
        <w:tc>
          <w:tcPr>
            <w:tcW w:w="2263" w:type="dxa"/>
          </w:tcPr>
          <w:p w14:paraId="7C494EA2" w14:textId="77777777" w:rsidR="00EC5995" w:rsidRPr="004611CF" w:rsidRDefault="00EC5995" w:rsidP="00997E64">
            <w:proofErr w:type="spellStart"/>
            <w:r w:rsidRPr="004611CF">
              <w:t>validFrom</w:t>
            </w:r>
            <w:proofErr w:type="spellEnd"/>
          </w:p>
        </w:tc>
        <w:tc>
          <w:tcPr>
            <w:tcW w:w="5954" w:type="dxa"/>
          </w:tcPr>
          <w:p w14:paraId="235AA479" w14:textId="77777777" w:rsidR="00EC5995" w:rsidRPr="004611CF" w:rsidRDefault="00EC5995" w:rsidP="00997E64">
            <w:r w:rsidRPr="004611CF">
              <w:t>2023-03-02T15:30:07</w:t>
            </w:r>
          </w:p>
        </w:tc>
      </w:tr>
      <w:tr w:rsidR="00EC5995" w:rsidRPr="004611CF" w14:paraId="020B1311" w14:textId="77777777" w:rsidTr="00997E64">
        <w:tc>
          <w:tcPr>
            <w:tcW w:w="2263" w:type="dxa"/>
          </w:tcPr>
          <w:p w14:paraId="169FE5C9" w14:textId="77777777" w:rsidR="00EC5995" w:rsidRPr="004611CF" w:rsidRDefault="00EC5995" w:rsidP="00997E64">
            <w:proofErr w:type="spellStart"/>
            <w:r w:rsidRPr="004611CF">
              <w:t>validTo</w:t>
            </w:r>
            <w:proofErr w:type="spellEnd"/>
          </w:p>
        </w:tc>
        <w:tc>
          <w:tcPr>
            <w:tcW w:w="5954" w:type="dxa"/>
          </w:tcPr>
          <w:p w14:paraId="0F3F14BB" w14:textId="77777777" w:rsidR="00EC5995" w:rsidRPr="004611CF" w:rsidRDefault="00EC5995" w:rsidP="00997E64">
            <w:r w:rsidRPr="004611CF">
              <w:t>N/A</w:t>
            </w:r>
          </w:p>
        </w:tc>
      </w:tr>
      <w:tr w:rsidR="00EC5995" w:rsidRPr="004611CF" w14:paraId="790FD853" w14:textId="77777777" w:rsidTr="00997E64">
        <w:tc>
          <w:tcPr>
            <w:tcW w:w="2263" w:type="dxa"/>
          </w:tcPr>
          <w:p w14:paraId="7DE73170" w14:textId="77777777" w:rsidR="00EC5995" w:rsidRPr="004611CF" w:rsidRDefault="00EC5995" w:rsidP="00997E64">
            <w:r w:rsidRPr="004611CF">
              <w:t>Predecessor</w:t>
            </w:r>
          </w:p>
        </w:tc>
        <w:tc>
          <w:tcPr>
            <w:tcW w:w="5954" w:type="dxa"/>
          </w:tcPr>
          <w:p w14:paraId="296093B9" w14:textId="77777777" w:rsidR="00EC5995" w:rsidRPr="004611CF" w:rsidRDefault="00EC5995" w:rsidP="00997E64">
            <w:r w:rsidRPr="004611CF">
              <w:t>Namespace: https://geodata.wallonie.be/id/streetname</w:t>
            </w:r>
            <w:r w:rsidRPr="004611CF">
              <w:br/>
            </w:r>
            <w:proofErr w:type="spellStart"/>
            <w:r w:rsidRPr="004611CF">
              <w:t>ObjectIdentifier</w:t>
            </w:r>
            <w:proofErr w:type="spellEnd"/>
            <w:r w:rsidRPr="004611CF">
              <w:t>: 7964</w:t>
            </w:r>
            <w:r w:rsidRPr="004611CF">
              <w:br/>
            </w:r>
            <w:proofErr w:type="spellStart"/>
            <w:r w:rsidRPr="004611CF">
              <w:t>VersionIdentifier</w:t>
            </w:r>
            <w:proofErr w:type="spellEnd"/>
            <w:r w:rsidRPr="004611CF">
              <w:t>: 2</w:t>
            </w:r>
          </w:p>
        </w:tc>
      </w:tr>
      <w:tr w:rsidR="00EC5995" w:rsidRPr="004611CF" w14:paraId="0A9582AB" w14:textId="77777777" w:rsidTr="00997E64">
        <w:tc>
          <w:tcPr>
            <w:tcW w:w="2263" w:type="dxa"/>
          </w:tcPr>
          <w:p w14:paraId="6FEAEA3A" w14:textId="77777777" w:rsidR="00EC5995" w:rsidRPr="004611CF" w:rsidRDefault="00EC5995" w:rsidP="00997E64">
            <w:r w:rsidRPr="004611CF">
              <w:t>Successor</w:t>
            </w:r>
          </w:p>
        </w:tc>
        <w:tc>
          <w:tcPr>
            <w:tcW w:w="5954" w:type="dxa"/>
          </w:tcPr>
          <w:p w14:paraId="22289980" w14:textId="77777777" w:rsidR="00EC5995" w:rsidRPr="004611CF" w:rsidRDefault="00EC5995" w:rsidP="00997E64">
            <w:r w:rsidRPr="004611CF">
              <w:t>N/A</w:t>
            </w:r>
          </w:p>
        </w:tc>
      </w:tr>
    </w:tbl>
    <w:p w14:paraId="24C29252" w14:textId="77777777" w:rsidR="00EC5995" w:rsidRPr="004611CF" w:rsidRDefault="00EC5995" w:rsidP="00EC5995"/>
    <w:p w14:paraId="5774101B" w14:textId="77777777" w:rsidR="00EC5995" w:rsidRPr="004611CF" w:rsidRDefault="00EC5995" w:rsidP="00EC5995"/>
    <w:p w14:paraId="1A9ABE1E" w14:textId="77777777" w:rsidR="00EC5995" w:rsidRPr="004611CF" w:rsidRDefault="00EC5995" w:rsidP="00EC5995">
      <w:pPr>
        <w:pStyle w:val="Heading4"/>
      </w:pPr>
      <w:r w:rsidRPr="004611CF">
        <w:t>Example 14 (3/3) - [UPDATE] Street name</w:t>
      </w:r>
    </w:p>
    <w:tbl>
      <w:tblPr>
        <w:tblStyle w:val="TableGrid"/>
        <w:tblW w:w="0" w:type="auto"/>
        <w:tblLook w:val="04A0" w:firstRow="1" w:lastRow="0" w:firstColumn="1" w:lastColumn="0" w:noHBand="0" w:noVBand="1"/>
      </w:tblPr>
      <w:tblGrid>
        <w:gridCol w:w="2263"/>
        <w:gridCol w:w="5954"/>
      </w:tblGrid>
      <w:tr w:rsidR="00EC5995" w:rsidRPr="004611CF" w14:paraId="2D9DDEC2" w14:textId="77777777" w:rsidTr="00997E64">
        <w:trPr>
          <w:trHeight w:val="319"/>
        </w:trPr>
        <w:tc>
          <w:tcPr>
            <w:tcW w:w="2263" w:type="dxa"/>
          </w:tcPr>
          <w:p w14:paraId="3D7C445D" w14:textId="77777777" w:rsidR="00EC5995" w:rsidRPr="004611CF" w:rsidRDefault="00EC5995" w:rsidP="00997E64">
            <w:r w:rsidRPr="004611CF">
              <w:t>Namespace</w:t>
            </w:r>
          </w:p>
        </w:tc>
        <w:tc>
          <w:tcPr>
            <w:tcW w:w="5954" w:type="dxa"/>
          </w:tcPr>
          <w:p w14:paraId="635777DA" w14:textId="77777777" w:rsidR="00EC5995" w:rsidRPr="004611CF" w:rsidRDefault="00EC5995" w:rsidP="00997E64">
            <w:r w:rsidRPr="004611CF">
              <w:t>https://geodata.wallonie.be/id/streetname</w:t>
            </w:r>
          </w:p>
        </w:tc>
      </w:tr>
      <w:tr w:rsidR="00EC5995" w:rsidRPr="004611CF" w14:paraId="73EC76E8" w14:textId="77777777" w:rsidTr="00997E64">
        <w:tc>
          <w:tcPr>
            <w:tcW w:w="2263" w:type="dxa"/>
          </w:tcPr>
          <w:p w14:paraId="1C7775EC" w14:textId="77777777" w:rsidR="00EC5995" w:rsidRPr="004611CF" w:rsidRDefault="00EC5995" w:rsidP="00997E64">
            <w:r w:rsidRPr="004611CF">
              <w:t>Object identifier</w:t>
            </w:r>
          </w:p>
        </w:tc>
        <w:tc>
          <w:tcPr>
            <w:tcW w:w="5954" w:type="dxa"/>
          </w:tcPr>
          <w:p w14:paraId="2DF3901D" w14:textId="77777777" w:rsidR="00EC5995" w:rsidRPr="004611CF" w:rsidRDefault="00EC5995" w:rsidP="00997E64">
            <w:r w:rsidRPr="004611CF">
              <w:t>7964</w:t>
            </w:r>
          </w:p>
        </w:tc>
      </w:tr>
      <w:tr w:rsidR="00EC5995" w:rsidRPr="004611CF" w14:paraId="5C2DB852" w14:textId="77777777" w:rsidTr="00997E64">
        <w:tc>
          <w:tcPr>
            <w:tcW w:w="2263" w:type="dxa"/>
          </w:tcPr>
          <w:p w14:paraId="519AA255" w14:textId="77777777" w:rsidR="00EC5995" w:rsidRPr="004611CF" w:rsidRDefault="00EC5995" w:rsidP="00997E64">
            <w:r w:rsidRPr="004611CF">
              <w:t>Version Identifier</w:t>
            </w:r>
          </w:p>
        </w:tc>
        <w:tc>
          <w:tcPr>
            <w:tcW w:w="5954" w:type="dxa"/>
          </w:tcPr>
          <w:p w14:paraId="3452810E" w14:textId="77777777" w:rsidR="00EC5995" w:rsidRPr="004611CF" w:rsidRDefault="00EC5995" w:rsidP="00997E64">
            <w:r w:rsidRPr="004611CF">
              <w:t>2</w:t>
            </w:r>
          </w:p>
        </w:tc>
      </w:tr>
      <w:tr w:rsidR="00EC5995" w:rsidRPr="004611CF" w14:paraId="5AF3C35B" w14:textId="77777777" w:rsidTr="00997E64">
        <w:tc>
          <w:tcPr>
            <w:tcW w:w="2263" w:type="dxa"/>
          </w:tcPr>
          <w:p w14:paraId="61051181" w14:textId="77777777" w:rsidR="00EC5995" w:rsidRPr="004611CF" w:rsidRDefault="00EC5995" w:rsidP="00997E64">
            <w:r w:rsidRPr="004611CF">
              <w:t xml:space="preserve">Spelling </w:t>
            </w:r>
            <w:proofErr w:type="spellStart"/>
            <w:r w:rsidRPr="004611CF">
              <w:t>nl</w:t>
            </w:r>
            <w:proofErr w:type="spellEnd"/>
          </w:p>
        </w:tc>
        <w:tc>
          <w:tcPr>
            <w:tcW w:w="5954" w:type="dxa"/>
          </w:tcPr>
          <w:p w14:paraId="1A7D7B66" w14:textId="77777777" w:rsidR="00EC5995" w:rsidRPr="004611CF" w:rsidRDefault="00EC5995" w:rsidP="00997E64">
            <w:proofErr w:type="spellStart"/>
            <w:r w:rsidRPr="004611CF">
              <w:t>Tiende</w:t>
            </w:r>
            <w:proofErr w:type="spellEnd"/>
            <w:r w:rsidRPr="004611CF">
              <w:t xml:space="preserve"> </w:t>
            </w:r>
            <w:proofErr w:type="spellStart"/>
            <w:r w:rsidRPr="004611CF">
              <w:t>Teststraat</w:t>
            </w:r>
            <w:proofErr w:type="spellEnd"/>
          </w:p>
        </w:tc>
      </w:tr>
      <w:tr w:rsidR="00EC5995" w:rsidRPr="004611CF" w14:paraId="54D575BC" w14:textId="77777777" w:rsidTr="00997E64">
        <w:tc>
          <w:tcPr>
            <w:tcW w:w="2263" w:type="dxa"/>
          </w:tcPr>
          <w:p w14:paraId="549A68F4" w14:textId="77777777" w:rsidR="00EC5995" w:rsidRPr="004611CF" w:rsidRDefault="00EC5995" w:rsidP="00997E64">
            <w:r w:rsidRPr="004611CF">
              <w:t xml:space="preserve">Spelling </w:t>
            </w:r>
            <w:proofErr w:type="spellStart"/>
            <w:r w:rsidRPr="004611CF">
              <w:t>fr</w:t>
            </w:r>
            <w:proofErr w:type="spellEnd"/>
          </w:p>
        </w:tc>
        <w:tc>
          <w:tcPr>
            <w:tcW w:w="5954" w:type="dxa"/>
          </w:tcPr>
          <w:p w14:paraId="42B92BE3" w14:textId="77777777" w:rsidR="00EC5995" w:rsidRPr="004611CF" w:rsidRDefault="00EC5995" w:rsidP="00997E64">
            <w:proofErr w:type="spellStart"/>
            <w:r w:rsidRPr="004611CF">
              <w:t>Dixième</w:t>
            </w:r>
            <w:proofErr w:type="spellEnd"/>
            <w:r w:rsidRPr="004611CF">
              <w:t xml:space="preserve"> Rue du Test</w:t>
            </w:r>
          </w:p>
        </w:tc>
      </w:tr>
      <w:tr w:rsidR="00EC5995" w:rsidRPr="004611CF" w14:paraId="6A6BF9A4" w14:textId="77777777" w:rsidTr="00997E64">
        <w:tc>
          <w:tcPr>
            <w:tcW w:w="2263" w:type="dxa"/>
          </w:tcPr>
          <w:p w14:paraId="1C129812" w14:textId="77777777" w:rsidR="00EC5995" w:rsidRPr="004611CF" w:rsidRDefault="00EC5995" w:rsidP="00997E64">
            <w:r w:rsidRPr="004611CF">
              <w:t>Assigned by municipality</w:t>
            </w:r>
          </w:p>
        </w:tc>
        <w:tc>
          <w:tcPr>
            <w:tcW w:w="5954" w:type="dxa"/>
          </w:tcPr>
          <w:p w14:paraId="1060BE2A" w14:textId="77777777" w:rsidR="00EC5995" w:rsidRPr="004611CF" w:rsidRDefault="00EC5995" w:rsidP="00997E64">
            <w:r w:rsidRPr="004611CF">
              <w:t>Namespace: https://geodata.wallonie.be/id/municipality</w:t>
            </w:r>
            <w:r w:rsidRPr="004611CF">
              <w:br/>
            </w:r>
            <w:proofErr w:type="spellStart"/>
            <w:r w:rsidRPr="004611CF">
              <w:t>ObjectIdentifier</w:t>
            </w:r>
            <w:proofErr w:type="spellEnd"/>
            <w:r w:rsidRPr="004611CF">
              <w:t>: 21013</w:t>
            </w:r>
            <w:r w:rsidRPr="004611CF">
              <w:br/>
            </w:r>
            <w:proofErr w:type="spellStart"/>
            <w:r w:rsidRPr="004611CF">
              <w:t>VersionIdentifier</w:t>
            </w:r>
            <w:proofErr w:type="spellEnd"/>
            <w:r w:rsidRPr="004611CF">
              <w:t>: 1</w:t>
            </w:r>
          </w:p>
        </w:tc>
      </w:tr>
      <w:tr w:rsidR="00EC5995" w:rsidRPr="004611CF" w14:paraId="1CD1D544" w14:textId="77777777" w:rsidTr="00997E64">
        <w:tc>
          <w:tcPr>
            <w:tcW w:w="2263" w:type="dxa"/>
          </w:tcPr>
          <w:p w14:paraId="4B55051C" w14:textId="77777777" w:rsidR="00EC5995" w:rsidRPr="004611CF" w:rsidRDefault="00EC5995" w:rsidP="00997E64">
            <w:r w:rsidRPr="004611CF">
              <w:lastRenderedPageBreak/>
              <w:t>Status</w:t>
            </w:r>
          </w:p>
        </w:tc>
        <w:tc>
          <w:tcPr>
            <w:tcW w:w="5954" w:type="dxa"/>
          </w:tcPr>
          <w:p w14:paraId="17B1D8AB" w14:textId="77777777" w:rsidR="00EC5995" w:rsidRPr="004611CF" w:rsidRDefault="00EC5995" w:rsidP="00997E64">
            <w:r w:rsidRPr="004611CF">
              <w:t>Current</w:t>
            </w:r>
          </w:p>
        </w:tc>
      </w:tr>
      <w:tr w:rsidR="00EC5995" w:rsidRPr="004611CF" w14:paraId="71E527BE" w14:textId="77777777" w:rsidTr="00997E64">
        <w:tc>
          <w:tcPr>
            <w:tcW w:w="2263" w:type="dxa"/>
          </w:tcPr>
          <w:p w14:paraId="38EF4D92" w14:textId="77777777" w:rsidR="00EC5995" w:rsidRPr="004611CF" w:rsidRDefault="00EC5995" w:rsidP="00997E64">
            <w:proofErr w:type="spellStart"/>
            <w:r w:rsidRPr="004611CF">
              <w:t>validFrom</w:t>
            </w:r>
            <w:proofErr w:type="spellEnd"/>
          </w:p>
        </w:tc>
        <w:tc>
          <w:tcPr>
            <w:tcW w:w="5954" w:type="dxa"/>
          </w:tcPr>
          <w:p w14:paraId="4F7FB8E6" w14:textId="77777777" w:rsidR="00EC5995" w:rsidRPr="004611CF" w:rsidRDefault="00EC5995" w:rsidP="00997E64">
            <w:r w:rsidRPr="004611CF">
              <w:t>2023-02-22T15:30:07</w:t>
            </w:r>
          </w:p>
        </w:tc>
      </w:tr>
      <w:tr w:rsidR="00EC5995" w:rsidRPr="004611CF" w14:paraId="29AE0E30" w14:textId="77777777" w:rsidTr="00997E64">
        <w:tc>
          <w:tcPr>
            <w:tcW w:w="2263" w:type="dxa"/>
          </w:tcPr>
          <w:p w14:paraId="7F329C34" w14:textId="77777777" w:rsidR="00EC5995" w:rsidRPr="004611CF" w:rsidRDefault="00EC5995" w:rsidP="00997E64">
            <w:proofErr w:type="spellStart"/>
            <w:r w:rsidRPr="004611CF">
              <w:t>validTo</w:t>
            </w:r>
            <w:proofErr w:type="spellEnd"/>
          </w:p>
        </w:tc>
        <w:tc>
          <w:tcPr>
            <w:tcW w:w="5954" w:type="dxa"/>
          </w:tcPr>
          <w:p w14:paraId="539F8494" w14:textId="77777777" w:rsidR="00EC5995" w:rsidRPr="004611CF" w:rsidRDefault="00EC5995" w:rsidP="00997E64">
            <w:r w:rsidRPr="004611CF">
              <w:t>2023-03-02T15:30:07</w:t>
            </w:r>
          </w:p>
        </w:tc>
      </w:tr>
      <w:tr w:rsidR="00EC5995" w:rsidRPr="004611CF" w14:paraId="69D2EFE9" w14:textId="77777777" w:rsidTr="00997E64">
        <w:tc>
          <w:tcPr>
            <w:tcW w:w="2263" w:type="dxa"/>
          </w:tcPr>
          <w:p w14:paraId="15631AE9" w14:textId="77777777" w:rsidR="00EC5995" w:rsidRPr="004611CF" w:rsidRDefault="00EC5995" w:rsidP="00997E64">
            <w:r w:rsidRPr="004611CF">
              <w:t>Predecessor</w:t>
            </w:r>
          </w:p>
        </w:tc>
        <w:tc>
          <w:tcPr>
            <w:tcW w:w="5954" w:type="dxa"/>
          </w:tcPr>
          <w:p w14:paraId="160C1D76" w14:textId="77777777" w:rsidR="00EC5995" w:rsidRPr="004611CF" w:rsidRDefault="00EC5995" w:rsidP="00997E64">
            <w:r w:rsidRPr="004611CF">
              <w:t>N/A</w:t>
            </w:r>
          </w:p>
        </w:tc>
      </w:tr>
      <w:tr w:rsidR="00EC5995" w:rsidRPr="004611CF" w14:paraId="11DFB0B1" w14:textId="77777777" w:rsidTr="00997E64">
        <w:tc>
          <w:tcPr>
            <w:tcW w:w="2263" w:type="dxa"/>
          </w:tcPr>
          <w:p w14:paraId="5C4AB8C0" w14:textId="77777777" w:rsidR="00EC5995" w:rsidRPr="004611CF" w:rsidRDefault="00EC5995" w:rsidP="00997E64">
            <w:r w:rsidRPr="004611CF">
              <w:t>Successor</w:t>
            </w:r>
          </w:p>
        </w:tc>
        <w:tc>
          <w:tcPr>
            <w:tcW w:w="5954" w:type="dxa"/>
          </w:tcPr>
          <w:p w14:paraId="399E884C" w14:textId="77777777" w:rsidR="00EC5995" w:rsidRPr="004611CF" w:rsidRDefault="00EC5995" w:rsidP="00997E64">
            <w:r w:rsidRPr="004611CF">
              <w:t>Namespace: https://geodata.wallonie.be/id/streetname</w:t>
            </w:r>
            <w:r w:rsidRPr="004611CF">
              <w:br/>
            </w:r>
            <w:proofErr w:type="spellStart"/>
            <w:r w:rsidRPr="004611CF">
              <w:t>ObjectIdentifier</w:t>
            </w:r>
            <w:proofErr w:type="spellEnd"/>
            <w:r w:rsidRPr="004611CF">
              <w:t>: 64465</w:t>
            </w:r>
            <w:r w:rsidRPr="004611CF">
              <w:br/>
            </w:r>
            <w:proofErr w:type="spellStart"/>
            <w:r w:rsidRPr="004611CF">
              <w:t>VersionIdentifier</w:t>
            </w:r>
            <w:proofErr w:type="spellEnd"/>
            <w:r w:rsidRPr="004611CF">
              <w:t>: 1</w:t>
            </w:r>
          </w:p>
        </w:tc>
      </w:tr>
      <w:tr w:rsidR="00EC5995" w:rsidRPr="004611CF" w14:paraId="194D4D44" w14:textId="77777777" w:rsidTr="00997E64">
        <w:tc>
          <w:tcPr>
            <w:tcW w:w="2263" w:type="dxa"/>
          </w:tcPr>
          <w:p w14:paraId="4D8A2B0D" w14:textId="77777777" w:rsidR="00EC5995" w:rsidRPr="004611CF" w:rsidRDefault="00EC5995" w:rsidP="00997E64">
            <w:r w:rsidRPr="004611CF">
              <w:t>Successor</w:t>
            </w:r>
          </w:p>
        </w:tc>
        <w:tc>
          <w:tcPr>
            <w:tcW w:w="5954" w:type="dxa"/>
          </w:tcPr>
          <w:p w14:paraId="48A266C4" w14:textId="77777777" w:rsidR="00EC5995" w:rsidRPr="004611CF" w:rsidRDefault="00EC5995" w:rsidP="00997E64">
            <w:r w:rsidRPr="004611CF">
              <w:t>Namespace: https://geodata.wallonie.be/id/streetname</w:t>
            </w:r>
            <w:r w:rsidRPr="004611CF">
              <w:br/>
            </w:r>
            <w:proofErr w:type="spellStart"/>
            <w:r w:rsidRPr="004611CF">
              <w:t>ObjectIdentifier</w:t>
            </w:r>
            <w:proofErr w:type="spellEnd"/>
            <w:r w:rsidRPr="004611CF">
              <w:t>: 64464</w:t>
            </w:r>
            <w:r w:rsidRPr="004611CF">
              <w:br/>
            </w:r>
            <w:proofErr w:type="spellStart"/>
            <w:r w:rsidRPr="004611CF">
              <w:t>VersionIdentifier</w:t>
            </w:r>
            <w:proofErr w:type="spellEnd"/>
            <w:r w:rsidRPr="004611CF">
              <w:t>: 1</w:t>
            </w:r>
          </w:p>
        </w:tc>
      </w:tr>
    </w:tbl>
    <w:p w14:paraId="4599D7EF" w14:textId="77777777" w:rsidR="00EC5995" w:rsidRPr="004611CF" w:rsidRDefault="00EC5995" w:rsidP="00EC5995"/>
    <w:p w14:paraId="39FDC870" w14:textId="0D14668C" w:rsidR="00EC5995" w:rsidRPr="004611CF" w:rsidRDefault="00EC5995">
      <w:pPr>
        <w:suppressAutoHyphens w:val="0"/>
        <w:spacing w:after="0" w:line="240" w:lineRule="auto"/>
      </w:pPr>
      <w:r w:rsidRPr="004611CF">
        <w:br w:type="page"/>
      </w:r>
    </w:p>
    <w:p w14:paraId="62AEB9F0" w14:textId="77777777" w:rsidR="00EC5995" w:rsidRPr="004611CF" w:rsidRDefault="00EC5995" w:rsidP="00EC5995"/>
    <w:p w14:paraId="5A14EED7" w14:textId="527F9334" w:rsidR="00924E87" w:rsidRDefault="00924E87" w:rsidP="00EC5995">
      <w:pPr>
        <w:pStyle w:val="Heading3"/>
      </w:pPr>
      <w:bookmarkStart w:id="30" w:name="_Toc184897114"/>
      <w:r>
        <w:t>Scenario: Partial Street names merge, both street names keep existing (A+B=A). [s23]</w:t>
      </w:r>
      <w:bookmarkEnd w:id="30"/>
    </w:p>
    <w:p w14:paraId="57FF37A5" w14:textId="0E1D646E" w:rsidR="00EC5995" w:rsidRPr="00924E87" w:rsidRDefault="00EC5995" w:rsidP="00924E87">
      <w:pPr>
        <w:pStyle w:val="Heading4"/>
        <w:rPr>
          <w:sz w:val="22"/>
          <w:szCs w:val="28"/>
        </w:rPr>
      </w:pPr>
      <w:r w:rsidRPr="00924E87">
        <w:rPr>
          <w:sz w:val="22"/>
          <w:szCs w:val="28"/>
        </w:rPr>
        <w:t xml:space="preserve">[Mutation </w:t>
      </w:r>
      <w:r w:rsidR="00BC266C">
        <w:rPr>
          <w:sz w:val="22"/>
          <w:szCs w:val="28"/>
        </w:rPr>
        <w:t>file: BeStAddress_MBelgium20230303.zip</w:t>
      </w:r>
      <w:r w:rsidRPr="00924E87">
        <w:rPr>
          <w:sz w:val="22"/>
          <w:szCs w:val="28"/>
        </w:rPr>
        <w:t xml:space="preserve">] </w:t>
      </w:r>
      <w:r w:rsidRPr="00924E87">
        <w:rPr>
          <w:sz w:val="22"/>
          <w:szCs w:val="28"/>
        </w:rPr>
        <w:br/>
        <w:t>Example file: Wallonia_M_20230303_L72</w:t>
      </w:r>
    </w:p>
    <w:p w14:paraId="0CCC0655" w14:textId="6169095F" w:rsidR="00B80FC7" w:rsidRPr="004611CF" w:rsidRDefault="00EC5995" w:rsidP="00EC5995">
      <w:r w:rsidRPr="004611CF">
        <w:t xml:space="preserve">In this example </w:t>
      </w:r>
      <w:r w:rsidRPr="004611CF">
        <w:rPr>
          <w:b/>
          <w:bCs/>
        </w:rPr>
        <w:t>street name</w:t>
      </w:r>
      <w:r w:rsidRPr="004611CF">
        <w:t xml:space="preserve"> (C) is being reused from previous file and will be partially merged it into street name (B) also from previous example (B+C=B). </w:t>
      </w:r>
      <w:r w:rsidR="00212289">
        <w:br/>
      </w:r>
    </w:p>
    <w:p w14:paraId="3F44E98B" w14:textId="0B38CCA9" w:rsidR="00B80FC7" w:rsidRPr="004611CF" w:rsidRDefault="00B80FC7" w:rsidP="00B80FC7">
      <w:pPr>
        <w:framePr w:vSpace="301" w:wrap="around" w:vAnchor="text" w:hAnchor="text" w:y="1"/>
        <w:pBdr>
          <w:top w:val="single" w:sz="24" w:space="10" w:color="B6E7DD" w:themeColor="accent5"/>
          <w:left w:val="single" w:sz="24" w:space="10" w:color="B6E7DD" w:themeColor="accent5"/>
          <w:bottom w:val="single" w:sz="24" w:space="10" w:color="B6E7DD" w:themeColor="accent5"/>
          <w:right w:val="single" w:sz="24" w:space="10" w:color="B6E7DD" w:themeColor="accent5"/>
        </w:pBdr>
      </w:pPr>
      <w:r w:rsidRPr="004611CF">
        <w:rPr>
          <w:rStyle w:val="Strong"/>
        </w:rPr>
        <w:t>Note:</w:t>
      </w:r>
      <w:r w:rsidRPr="004611CF">
        <w:t xml:space="preserve"> in this example both street names (B and C) don’t have any addresses linked to them, if they did, all involved addresses would have been updated too.</w:t>
      </w:r>
    </w:p>
    <w:p w14:paraId="02893538" w14:textId="77777777" w:rsidR="00EC5995" w:rsidRPr="004611CF" w:rsidRDefault="00EC5995" w:rsidP="00EC5995">
      <w:pPr>
        <w:pStyle w:val="Heading4"/>
      </w:pPr>
      <w:r w:rsidRPr="004611CF">
        <w:t>Example 15 (1/2) - [UPDATE] Street name</w:t>
      </w:r>
    </w:p>
    <w:tbl>
      <w:tblPr>
        <w:tblStyle w:val="TableGrid"/>
        <w:tblW w:w="0" w:type="auto"/>
        <w:tblLook w:val="04A0" w:firstRow="1" w:lastRow="0" w:firstColumn="1" w:lastColumn="0" w:noHBand="0" w:noVBand="1"/>
      </w:tblPr>
      <w:tblGrid>
        <w:gridCol w:w="2263"/>
        <w:gridCol w:w="5954"/>
      </w:tblGrid>
      <w:tr w:rsidR="00EC5995" w:rsidRPr="004611CF" w14:paraId="57513FB6" w14:textId="77777777" w:rsidTr="00997E64">
        <w:trPr>
          <w:trHeight w:val="319"/>
        </w:trPr>
        <w:tc>
          <w:tcPr>
            <w:tcW w:w="2263" w:type="dxa"/>
          </w:tcPr>
          <w:p w14:paraId="64CB56CB" w14:textId="77777777" w:rsidR="00EC5995" w:rsidRPr="004611CF" w:rsidRDefault="00EC5995" w:rsidP="00997E64">
            <w:r w:rsidRPr="004611CF">
              <w:t>Namespace</w:t>
            </w:r>
          </w:p>
        </w:tc>
        <w:tc>
          <w:tcPr>
            <w:tcW w:w="5954" w:type="dxa"/>
          </w:tcPr>
          <w:p w14:paraId="67CDA574" w14:textId="77777777" w:rsidR="00EC5995" w:rsidRPr="004611CF" w:rsidRDefault="00EC5995" w:rsidP="00997E64">
            <w:r w:rsidRPr="004611CF">
              <w:t>https://geodata.wallonie.be/id/streetname</w:t>
            </w:r>
          </w:p>
        </w:tc>
      </w:tr>
      <w:tr w:rsidR="00EC5995" w:rsidRPr="004611CF" w14:paraId="054E8733" w14:textId="77777777" w:rsidTr="00997E64">
        <w:tc>
          <w:tcPr>
            <w:tcW w:w="2263" w:type="dxa"/>
          </w:tcPr>
          <w:p w14:paraId="63060A86" w14:textId="77777777" w:rsidR="00EC5995" w:rsidRPr="004611CF" w:rsidRDefault="00EC5995" w:rsidP="00997E64">
            <w:r w:rsidRPr="004611CF">
              <w:t>Object identifier</w:t>
            </w:r>
          </w:p>
        </w:tc>
        <w:tc>
          <w:tcPr>
            <w:tcW w:w="5954" w:type="dxa"/>
          </w:tcPr>
          <w:p w14:paraId="79CE959C" w14:textId="77777777" w:rsidR="00EC5995" w:rsidRPr="004611CF" w:rsidRDefault="00EC5995" w:rsidP="00997E64">
            <w:r w:rsidRPr="004611CF">
              <w:t>64465</w:t>
            </w:r>
          </w:p>
        </w:tc>
      </w:tr>
      <w:tr w:rsidR="00EC5995" w:rsidRPr="004611CF" w14:paraId="1883D728" w14:textId="77777777" w:rsidTr="00997E64">
        <w:tc>
          <w:tcPr>
            <w:tcW w:w="2263" w:type="dxa"/>
          </w:tcPr>
          <w:p w14:paraId="30A55704" w14:textId="77777777" w:rsidR="00EC5995" w:rsidRPr="004611CF" w:rsidRDefault="00EC5995" w:rsidP="00997E64">
            <w:r w:rsidRPr="004611CF">
              <w:t>Version Identifier</w:t>
            </w:r>
          </w:p>
        </w:tc>
        <w:tc>
          <w:tcPr>
            <w:tcW w:w="5954" w:type="dxa"/>
          </w:tcPr>
          <w:p w14:paraId="520803BA" w14:textId="77777777" w:rsidR="00EC5995" w:rsidRPr="004611CF" w:rsidRDefault="00EC5995" w:rsidP="00997E64">
            <w:r w:rsidRPr="004611CF">
              <w:t>1</w:t>
            </w:r>
          </w:p>
        </w:tc>
      </w:tr>
      <w:tr w:rsidR="00EC5995" w:rsidRPr="004611CF" w14:paraId="26F187E7" w14:textId="77777777" w:rsidTr="00997E64">
        <w:tc>
          <w:tcPr>
            <w:tcW w:w="2263" w:type="dxa"/>
          </w:tcPr>
          <w:p w14:paraId="14E1D22E" w14:textId="77777777" w:rsidR="00EC5995" w:rsidRPr="004611CF" w:rsidRDefault="00EC5995" w:rsidP="00997E64">
            <w:r w:rsidRPr="004611CF">
              <w:t xml:space="preserve">Spelling </w:t>
            </w:r>
            <w:proofErr w:type="spellStart"/>
            <w:r w:rsidRPr="004611CF">
              <w:t>nl</w:t>
            </w:r>
            <w:proofErr w:type="spellEnd"/>
          </w:p>
        </w:tc>
        <w:tc>
          <w:tcPr>
            <w:tcW w:w="5954" w:type="dxa"/>
          </w:tcPr>
          <w:p w14:paraId="3648EE7A" w14:textId="77777777" w:rsidR="00EC5995" w:rsidRPr="004611CF" w:rsidRDefault="00EC5995" w:rsidP="00997E64">
            <w:r w:rsidRPr="004611CF">
              <w:t xml:space="preserve">Split (C) </w:t>
            </w:r>
            <w:proofErr w:type="spellStart"/>
            <w:r w:rsidRPr="004611CF">
              <w:t>straat</w:t>
            </w:r>
            <w:proofErr w:type="spellEnd"/>
          </w:p>
        </w:tc>
      </w:tr>
      <w:tr w:rsidR="00EC5995" w:rsidRPr="004611CF" w14:paraId="61E04066" w14:textId="77777777" w:rsidTr="00997E64">
        <w:tc>
          <w:tcPr>
            <w:tcW w:w="2263" w:type="dxa"/>
          </w:tcPr>
          <w:p w14:paraId="1AF76AA2" w14:textId="77777777" w:rsidR="00EC5995" w:rsidRPr="004611CF" w:rsidRDefault="00EC5995" w:rsidP="00997E64">
            <w:r w:rsidRPr="004611CF">
              <w:t>Assigned by municipality</w:t>
            </w:r>
          </w:p>
        </w:tc>
        <w:tc>
          <w:tcPr>
            <w:tcW w:w="5954" w:type="dxa"/>
          </w:tcPr>
          <w:p w14:paraId="20C287CB" w14:textId="77777777" w:rsidR="00EC5995" w:rsidRPr="004611CF" w:rsidRDefault="00EC5995" w:rsidP="00997E64">
            <w:r w:rsidRPr="004611CF">
              <w:t>Namespace: https://geodata.wallonie.be/id/municipality</w:t>
            </w:r>
            <w:r w:rsidRPr="004611CF">
              <w:br/>
            </w:r>
            <w:proofErr w:type="spellStart"/>
            <w:r w:rsidRPr="004611CF">
              <w:t>ObjectIdentifier</w:t>
            </w:r>
            <w:proofErr w:type="spellEnd"/>
            <w:r w:rsidRPr="004611CF">
              <w:t>: 21013</w:t>
            </w:r>
            <w:r w:rsidRPr="004611CF">
              <w:br/>
            </w:r>
            <w:proofErr w:type="spellStart"/>
            <w:r w:rsidRPr="004611CF">
              <w:t>VersionIdentifier</w:t>
            </w:r>
            <w:proofErr w:type="spellEnd"/>
            <w:r w:rsidRPr="004611CF">
              <w:t>: 1</w:t>
            </w:r>
          </w:p>
        </w:tc>
      </w:tr>
      <w:tr w:rsidR="00EC5995" w:rsidRPr="004611CF" w14:paraId="29C252CF" w14:textId="77777777" w:rsidTr="00997E64">
        <w:tc>
          <w:tcPr>
            <w:tcW w:w="2263" w:type="dxa"/>
          </w:tcPr>
          <w:p w14:paraId="73137818" w14:textId="77777777" w:rsidR="00EC5995" w:rsidRPr="004611CF" w:rsidRDefault="00EC5995" w:rsidP="00997E64">
            <w:r w:rsidRPr="004611CF">
              <w:t>Status</w:t>
            </w:r>
          </w:p>
        </w:tc>
        <w:tc>
          <w:tcPr>
            <w:tcW w:w="5954" w:type="dxa"/>
          </w:tcPr>
          <w:p w14:paraId="4CF33843" w14:textId="77777777" w:rsidR="00EC5995" w:rsidRPr="004611CF" w:rsidRDefault="00EC5995" w:rsidP="00997E64">
            <w:r w:rsidRPr="004611CF">
              <w:t>Current</w:t>
            </w:r>
          </w:p>
        </w:tc>
      </w:tr>
      <w:tr w:rsidR="00EC5995" w:rsidRPr="004611CF" w14:paraId="0BECF5BD" w14:textId="77777777" w:rsidTr="00997E64">
        <w:tc>
          <w:tcPr>
            <w:tcW w:w="2263" w:type="dxa"/>
          </w:tcPr>
          <w:p w14:paraId="1EEF9B54" w14:textId="77777777" w:rsidR="00EC5995" w:rsidRPr="004611CF" w:rsidRDefault="00EC5995" w:rsidP="00997E64">
            <w:proofErr w:type="spellStart"/>
            <w:r w:rsidRPr="004611CF">
              <w:t>validFrom</w:t>
            </w:r>
            <w:proofErr w:type="spellEnd"/>
          </w:p>
        </w:tc>
        <w:tc>
          <w:tcPr>
            <w:tcW w:w="5954" w:type="dxa"/>
          </w:tcPr>
          <w:p w14:paraId="6926ADF8" w14:textId="77777777" w:rsidR="00EC5995" w:rsidRPr="004611CF" w:rsidRDefault="00EC5995" w:rsidP="00997E64">
            <w:r w:rsidRPr="004611CF">
              <w:t>2023-03-02T15:30:07</w:t>
            </w:r>
          </w:p>
        </w:tc>
      </w:tr>
      <w:tr w:rsidR="00EC5995" w:rsidRPr="004611CF" w14:paraId="2F10F763" w14:textId="77777777" w:rsidTr="00997E64">
        <w:tc>
          <w:tcPr>
            <w:tcW w:w="2263" w:type="dxa"/>
          </w:tcPr>
          <w:p w14:paraId="1C9C03B1" w14:textId="77777777" w:rsidR="00EC5995" w:rsidRPr="004611CF" w:rsidRDefault="00EC5995" w:rsidP="00997E64">
            <w:proofErr w:type="spellStart"/>
            <w:r w:rsidRPr="004611CF">
              <w:t>validTo</w:t>
            </w:r>
            <w:proofErr w:type="spellEnd"/>
          </w:p>
        </w:tc>
        <w:tc>
          <w:tcPr>
            <w:tcW w:w="5954" w:type="dxa"/>
          </w:tcPr>
          <w:p w14:paraId="28466156" w14:textId="77777777" w:rsidR="00EC5995" w:rsidRPr="004611CF" w:rsidRDefault="00EC5995" w:rsidP="00997E64">
            <w:r w:rsidRPr="004611CF">
              <w:t>N/A</w:t>
            </w:r>
          </w:p>
        </w:tc>
      </w:tr>
      <w:tr w:rsidR="00EC5995" w:rsidRPr="004611CF" w14:paraId="29763EB6" w14:textId="77777777" w:rsidTr="00997E64">
        <w:tc>
          <w:tcPr>
            <w:tcW w:w="2263" w:type="dxa"/>
          </w:tcPr>
          <w:p w14:paraId="38EF4DF5" w14:textId="77777777" w:rsidR="00EC5995" w:rsidRPr="004611CF" w:rsidRDefault="00EC5995" w:rsidP="00997E64">
            <w:r w:rsidRPr="004611CF">
              <w:t>Predecessor</w:t>
            </w:r>
          </w:p>
        </w:tc>
        <w:tc>
          <w:tcPr>
            <w:tcW w:w="5954" w:type="dxa"/>
          </w:tcPr>
          <w:p w14:paraId="4F8E844C" w14:textId="77777777" w:rsidR="00EC5995" w:rsidRPr="004611CF" w:rsidRDefault="00EC5995" w:rsidP="00997E64">
            <w:r w:rsidRPr="004611CF">
              <w:t>Namespace: https://geodata.wallonie.be/id/streetname</w:t>
            </w:r>
            <w:r w:rsidRPr="004611CF">
              <w:br/>
            </w:r>
            <w:proofErr w:type="spellStart"/>
            <w:r w:rsidRPr="004611CF">
              <w:t>ObjectIdentifier</w:t>
            </w:r>
            <w:proofErr w:type="spellEnd"/>
            <w:r w:rsidRPr="004611CF">
              <w:t>: 64464</w:t>
            </w:r>
            <w:r w:rsidRPr="004611CF">
              <w:br/>
            </w:r>
            <w:proofErr w:type="spellStart"/>
            <w:r w:rsidRPr="004611CF">
              <w:t>VersionIdentifier</w:t>
            </w:r>
            <w:proofErr w:type="spellEnd"/>
            <w:r w:rsidRPr="004611CF">
              <w:t>: 1</w:t>
            </w:r>
          </w:p>
        </w:tc>
      </w:tr>
      <w:tr w:rsidR="00EC5995" w:rsidRPr="004611CF" w14:paraId="69AA7EBC" w14:textId="77777777" w:rsidTr="00997E64">
        <w:tc>
          <w:tcPr>
            <w:tcW w:w="2263" w:type="dxa"/>
          </w:tcPr>
          <w:p w14:paraId="3850A38F" w14:textId="77777777" w:rsidR="00EC5995" w:rsidRPr="004611CF" w:rsidRDefault="00EC5995" w:rsidP="00997E64">
            <w:r w:rsidRPr="004611CF">
              <w:t>Successor</w:t>
            </w:r>
          </w:p>
        </w:tc>
        <w:tc>
          <w:tcPr>
            <w:tcW w:w="5954" w:type="dxa"/>
          </w:tcPr>
          <w:p w14:paraId="089F7DD1" w14:textId="77777777" w:rsidR="00EC5995" w:rsidRPr="004611CF" w:rsidRDefault="00EC5995" w:rsidP="00997E64">
            <w:r w:rsidRPr="004611CF">
              <w:t>N/A</w:t>
            </w:r>
          </w:p>
        </w:tc>
      </w:tr>
    </w:tbl>
    <w:p w14:paraId="6C5EF8A5" w14:textId="2226C2E9" w:rsidR="00EC5995" w:rsidRPr="004611CF" w:rsidRDefault="00EC5995">
      <w:pPr>
        <w:suppressAutoHyphens w:val="0"/>
        <w:spacing w:after="0" w:line="240" w:lineRule="auto"/>
      </w:pPr>
    </w:p>
    <w:p w14:paraId="3E2A483C" w14:textId="77777777" w:rsidR="00EC5995" w:rsidRPr="004611CF" w:rsidRDefault="00EC5995" w:rsidP="00EC5995"/>
    <w:p w14:paraId="69F672E8" w14:textId="77777777" w:rsidR="00EC5995" w:rsidRPr="004611CF" w:rsidRDefault="00EC5995" w:rsidP="00EC5995">
      <w:pPr>
        <w:pStyle w:val="Heading4"/>
      </w:pPr>
      <w:r w:rsidRPr="004611CF">
        <w:lastRenderedPageBreak/>
        <w:t>Example 15 (2/2) - [UPDATE] Street name</w:t>
      </w:r>
    </w:p>
    <w:tbl>
      <w:tblPr>
        <w:tblStyle w:val="TableGrid"/>
        <w:tblW w:w="0" w:type="auto"/>
        <w:tblLook w:val="04A0" w:firstRow="1" w:lastRow="0" w:firstColumn="1" w:lastColumn="0" w:noHBand="0" w:noVBand="1"/>
      </w:tblPr>
      <w:tblGrid>
        <w:gridCol w:w="2263"/>
        <w:gridCol w:w="5954"/>
      </w:tblGrid>
      <w:tr w:rsidR="00EC5995" w:rsidRPr="004611CF" w14:paraId="314EC7F7" w14:textId="77777777" w:rsidTr="00997E64">
        <w:trPr>
          <w:trHeight w:val="319"/>
        </w:trPr>
        <w:tc>
          <w:tcPr>
            <w:tcW w:w="2263" w:type="dxa"/>
          </w:tcPr>
          <w:p w14:paraId="2EA327D1" w14:textId="77777777" w:rsidR="00EC5995" w:rsidRPr="004611CF" w:rsidRDefault="00EC5995" w:rsidP="00997E64">
            <w:r w:rsidRPr="004611CF">
              <w:t>Namespace</w:t>
            </w:r>
          </w:p>
        </w:tc>
        <w:tc>
          <w:tcPr>
            <w:tcW w:w="5954" w:type="dxa"/>
          </w:tcPr>
          <w:p w14:paraId="443B483B" w14:textId="77777777" w:rsidR="00EC5995" w:rsidRPr="004611CF" w:rsidRDefault="00EC5995" w:rsidP="00997E64">
            <w:r w:rsidRPr="004611CF">
              <w:t>https://geodata.wallonie.be/id/streetname</w:t>
            </w:r>
          </w:p>
        </w:tc>
      </w:tr>
      <w:tr w:rsidR="00EC5995" w:rsidRPr="004611CF" w14:paraId="494BCB21" w14:textId="77777777" w:rsidTr="00997E64">
        <w:tc>
          <w:tcPr>
            <w:tcW w:w="2263" w:type="dxa"/>
          </w:tcPr>
          <w:p w14:paraId="365A21FA" w14:textId="77777777" w:rsidR="00EC5995" w:rsidRPr="004611CF" w:rsidRDefault="00EC5995" w:rsidP="00997E64">
            <w:r w:rsidRPr="004611CF">
              <w:t>Object identifier</w:t>
            </w:r>
          </w:p>
        </w:tc>
        <w:tc>
          <w:tcPr>
            <w:tcW w:w="5954" w:type="dxa"/>
          </w:tcPr>
          <w:p w14:paraId="3AD64618" w14:textId="77777777" w:rsidR="00EC5995" w:rsidRPr="004611CF" w:rsidRDefault="00EC5995" w:rsidP="00997E64">
            <w:r w:rsidRPr="004611CF">
              <w:t>64464</w:t>
            </w:r>
          </w:p>
        </w:tc>
      </w:tr>
      <w:tr w:rsidR="00EC5995" w:rsidRPr="004611CF" w14:paraId="26B3BC7B" w14:textId="77777777" w:rsidTr="00997E64">
        <w:tc>
          <w:tcPr>
            <w:tcW w:w="2263" w:type="dxa"/>
          </w:tcPr>
          <w:p w14:paraId="7BBC849B" w14:textId="77777777" w:rsidR="00EC5995" w:rsidRPr="004611CF" w:rsidRDefault="00EC5995" w:rsidP="00997E64">
            <w:r w:rsidRPr="004611CF">
              <w:t>Version Identifier</w:t>
            </w:r>
          </w:p>
        </w:tc>
        <w:tc>
          <w:tcPr>
            <w:tcW w:w="5954" w:type="dxa"/>
          </w:tcPr>
          <w:p w14:paraId="0A38236D" w14:textId="77777777" w:rsidR="00EC5995" w:rsidRPr="004611CF" w:rsidRDefault="00EC5995" w:rsidP="00997E64">
            <w:r w:rsidRPr="004611CF">
              <w:t>1</w:t>
            </w:r>
          </w:p>
        </w:tc>
      </w:tr>
      <w:tr w:rsidR="00EC5995" w:rsidRPr="004611CF" w14:paraId="1B18CA3E" w14:textId="77777777" w:rsidTr="00997E64">
        <w:tc>
          <w:tcPr>
            <w:tcW w:w="2263" w:type="dxa"/>
          </w:tcPr>
          <w:p w14:paraId="585270C8" w14:textId="77777777" w:rsidR="00EC5995" w:rsidRPr="004611CF" w:rsidRDefault="00EC5995" w:rsidP="00997E64">
            <w:r w:rsidRPr="004611CF">
              <w:t xml:space="preserve">Spelling </w:t>
            </w:r>
            <w:proofErr w:type="spellStart"/>
            <w:r w:rsidRPr="004611CF">
              <w:t>nl</w:t>
            </w:r>
            <w:proofErr w:type="spellEnd"/>
          </w:p>
        </w:tc>
        <w:tc>
          <w:tcPr>
            <w:tcW w:w="5954" w:type="dxa"/>
          </w:tcPr>
          <w:p w14:paraId="6DBD880A" w14:textId="77777777" w:rsidR="00EC5995" w:rsidRPr="004611CF" w:rsidRDefault="00EC5995" w:rsidP="00997E64">
            <w:r w:rsidRPr="004611CF">
              <w:t xml:space="preserve">Split (B) </w:t>
            </w:r>
            <w:proofErr w:type="spellStart"/>
            <w:r w:rsidRPr="004611CF">
              <w:t>straat</w:t>
            </w:r>
            <w:proofErr w:type="spellEnd"/>
          </w:p>
        </w:tc>
      </w:tr>
      <w:tr w:rsidR="00EC5995" w:rsidRPr="004611CF" w14:paraId="596B32B0" w14:textId="77777777" w:rsidTr="00997E64">
        <w:tc>
          <w:tcPr>
            <w:tcW w:w="2263" w:type="dxa"/>
          </w:tcPr>
          <w:p w14:paraId="21136180" w14:textId="77777777" w:rsidR="00EC5995" w:rsidRPr="004611CF" w:rsidRDefault="00EC5995" w:rsidP="00997E64">
            <w:r w:rsidRPr="004611CF">
              <w:t>Assigned by municipality</w:t>
            </w:r>
          </w:p>
        </w:tc>
        <w:tc>
          <w:tcPr>
            <w:tcW w:w="5954" w:type="dxa"/>
          </w:tcPr>
          <w:p w14:paraId="7F902F15" w14:textId="77777777" w:rsidR="00EC5995" w:rsidRPr="004611CF" w:rsidRDefault="00EC5995" w:rsidP="00997E64">
            <w:r w:rsidRPr="004611CF">
              <w:t>Namespace: https://geodata.wallonie.be/id/municipality</w:t>
            </w:r>
            <w:r w:rsidRPr="004611CF">
              <w:br/>
            </w:r>
            <w:proofErr w:type="spellStart"/>
            <w:r w:rsidRPr="004611CF">
              <w:t>ObjectIdentifier</w:t>
            </w:r>
            <w:proofErr w:type="spellEnd"/>
            <w:r w:rsidRPr="004611CF">
              <w:t>: 21013</w:t>
            </w:r>
            <w:r w:rsidRPr="004611CF">
              <w:br/>
            </w:r>
            <w:proofErr w:type="spellStart"/>
            <w:r w:rsidRPr="004611CF">
              <w:t>VersionIdentifier</w:t>
            </w:r>
            <w:proofErr w:type="spellEnd"/>
            <w:r w:rsidRPr="004611CF">
              <w:t>: 1</w:t>
            </w:r>
          </w:p>
        </w:tc>
      </w:tr>
      <w:tr w:rsidR="00EC5995" w:rsidRPr="004611CF" w14:paraId="0D0F7907" w14:textId="77777777" w:rsidTr="00997E64">
        <w:tc>
          <w:tcPr>
            <w:tcW w:w="2263" w:type="dxa"/>
          </w:tcPr>
          <w:p w14:paraId="00845FBC" w14:textId="77777777" w:rsidR="00EC5995" w:rsidRPr="004611CF" w:rsidRDefault="00EC5995" w:rsidP="00997E64">
            <w:r w:rsidRPr="004611CF">
              <w:t>Status</w:t>
            </w:r>
          </w:p>
        </w:tc>
        <w:tc>
          <w:tcPr>
            <w:tcW w:w="5954" w:type="dxa"/>
          </w:tcPr>
          <w:p w14:paraId="715961F2" w14:textId="77777777" w:rsidR="00EC5995" w:rsidRPr="004611CF" w:rsidRDefault="00EC5995" w:rsidP="00997E64">
            <w:r w:rsidRPr="004611CF">
              <w:t>Current</w:t>
            </w:r>
          </w:p>
        </w:tc>
      </w:tr>
      <w:tr w:rsidR="00EC5995" w:rsidRPr="004611CF" w14:paraId="68847857" w14:textId="77777777" w:rsidTr="00997E64">
        <w:tc>
          <w:tcPr>
            <w:tcW w:w="2263" w:type="dxa"/>
          </w:tcPr>
          <w:p w14:paraId="25A2C727" w14:textId="77777777" w:rsidR="00EC5995" w:rsidRPr="004611CF" w:rsidRDefault="00EC5995" w:rsidP="00997E64">
            <w:proofErr w:type="spellStart"/>
            <w:r w:rsidRPr="004611CF">
              <w:t>validFrom</w:t>
            </w:r>
            <w:proofErr w:type="spellEnd"/>
          </w:p>
        </w:tc>
        <w:tc>
          <w:tcPr>
            <w:tcW w:w="5954" w:type="dxa"/>
          </w:tcPr>
          <w:p w14:paraId="70BEF330" w14:textId="77777777" w:rsidR="00EC5995" w:rsidRPr="004611CF" w:rsidRDefault="00EC5995" w:rsidP="00997E64">
            <w:r w:rsidRPr="004611CF">
              <w:t>2023-03-02T15:30:07</w:t>
            </w:r>
          </w:p>
        </w:tc>
      </w:tr>
      <w:tr w:rsidR="00EC5995" w:rsidRPr="004611CF" w14:paraId="5F44DFE2" w14:textId="77777777" w:rsidTr="00997E64">
        <w:tc>
          <w:tcPr>
            <w:tcW w:w="2263" w:type="dxa"/>
          </w:tcPr>
          <w:p w14:paraId="3D097DD8" w14:textId="77777777" w:rsidR="00EC5995" w:rsidRPr="004611CF" w:rsidRDefault="00EC5995" w:rsidP="00997E64">
            <w:proofErr w:type="spellStart"/>
            <w:r w:rsidRPr="004611CF">
              <w:t>validTo</w:t>
            </w:r>
            <w:proofErr w:type="spellEnd"/>
          </w:p>
        </w:tc>
        <w:tc>
          <w:tcPr>
            <w:tcW w:w="5954" w:type="dxa"/>
          </w:tcPr>
          <w:p w14:paraId="302D91F3" w14:textId="77777777" w:rsidR="00EC5995" w:rsidRPr="004611CF" w:rsidRDefault="00EC5995" w:rsidP="00997E64">
            <w:r w:rsidRPr="004611CF">
              <w:t>N/A</w:t>
            </w:r>
          </w:p>
        </w:tc>
      </w:tr>
      <w:tr w:rsidR="00EC5995" w:rsidRPr="004611CF" w14:paraId="3C0F52A0" w14:textId="77777777" w:rsidTr="00997E64">
        <w:tc>
          <w:tcPr>
            <w:tcW w:w="2263" w:type="dxa"/>
          </w:tcPr>
          <w:p w14:paraId="704DBB50" w14:textId="77777777" w:rsidR="00EC5995" w:rsidRPr="004611CF" w:rsidRDefault="00EC5995" w:rsidP="00997E64">
            <w:r w:rsidRPr="004611CF">
              <w:t>Predecessor</w:t>
            </w:r>
          </w:p>
        </w:tc>
        <w:tc>
          <w:tcPr>
            <w:tcW w:w="5954" w:type="dxa"/>
          </w:tcPr>
          <w:p w14:paraId="7117E093" w14:textId="77777777" w:rsidR="00EC5995" w:rsidRPr="004611CF" w:rsidRDefault="00EC5995" w:rsidP="00997E64">
            <w:r w:rsidRPr="004611CF">
              <w:t>Namespace: https://geodata.wallonie.be/id/streetname</w:t>
            </w:r>
            <w:r w:rsidRPr="004611CF">
              <w:br/>
            </w:r>
            <w:proofErr w:type="spellStart"/>
            <w:r w:rsidRPr="004611CF">
              <w:t>ObjectIdentifier</w:t>
            </w:r>
            <w:proofErr w:type="spellEnd"/>
            <w:r w:rsidRPr="004611CF">
              <w:t>: 64465</w:t>
            </w:r>
            <w:r w:rsidRPr="004611CF">
              <w:br/>
            </w:r>
            <w:proofErr w:type="spellStart"/>
            <w:r w:rsidRPr="004611CF">
              <w:t>VersionIdentifier</w:t>
            </w:r>
            <w:proofErr w:type="spellEnd"/>
            <w:r w:rsidRPr="004611CF">
              <w:t>: 1</w:t>
            </w:r>
          </w:p>
        </w:tc>
      </w:tr>
      <w:tr w:rsidR="00EC5995" w:rsidRPr="004611CF" w14:paraId="06FB0ABF" w14:textId="77777777" w:rsidTr="00997E64">
        <w:tc>
          <w:tcPr>
            <w:tcW w:w="2263" w:type="dxa"/>
          </w:tcPr>
          <w:p w14:paraId="32E19B45" w14:textId="77777777" w:rsidR="00EC5995" w:rsidRPr="004611CF" w:rsidRDefault="00EC5995" w:rsidP="00997E64">
            <w:r w:rsidRPr="004611CF">
              <w:t>Successor</w:t>
            </w:r>
          </w:p>
        </w:tc>
        <w:tc>
          <w:tcPr>
            <w:tcW w:w="5954" w:type="dxa"/>
          </w:tcPr>
          <w:p w14:paraId="140E6310" w14:textId="77777777" w:rsidR="00EC5995" w:rsidRPr="004611CF" w:rsidRDefault="00EC5995" w:rsidP="00997E64">
            <w:r w:rsidRPr="004611CF">
              <w:t>N/A</w:t>
            </w:r>
          </w:p>
        </w:tc>
      </w:tr>
    </w:tbl>
    <w:p w14:paraId="67D8021F" w14:textId="71100D3E" w:rsidR="00EC5995" w:rsidRPr="004611CF" w:rsidRDefault="00EC5995" w:rsidP="00EC5995"/>
    <w:p w14:paraId="0FD8F232" w14:textId="77777777" w:rsidR="00EC5995" w:rsidRPr="004611CF" w:rsidRDefault="00EC5995">
      <w:pPr>
        <w:suppressAutoHyphens w:val="0"/>
        <w:spacing w:after="0" w:line="240" w:lineRule="auto"/>
      </w:pPr>
      <w:r w:rsidRPr="004611CF">
        <w:br w:type="page"/>
      </w:r>
    </w:p>
    <w:p w14:paraId="64D65D10" w14:textId="2A665303" w:rsidR="00EC5995" w:rsidRPr="004611CF" w:rsidRDefault="00924E87" w:rsidP="00924E87">
      <w:pPr>
        <w:pStyle w:val="Heading3"/>
      </w:pPr>
      <w:bookmarkStart w:id="31" w:name="_Toc184897115"/>
      <w:r>
        <w:lastRenderedPageBreak/>
        <w:t>Scenario: Complete Street names merge, both street names expire (A+B=C). [s24]</w:t>
      </w:r>
      <w:bookmarkEnd w:id="31"/>
    </w:p>
    <w:p w14:paraId="0EBD2E0B" w14:textId="0CD4D574" w:rsidR="00EC5995" w:rsidRPr="00924E87" w:rsidRDefault="00EC5995" w:rsidP="00924E87">
      <w:pPr>
        <w:pStyle w:val="Heading4"/>
        <w:rPr>
          <w:sz w:val="22"/>
          <w:szCs w:val="28"/>
        </w:rPr>
      </w:pPr>
      <w:r w:rsidRPr="00924E87">
        <w:rPr>
          <w:sz w:val="22"/>
          <w:szCs w:val="28"/>
        </w:rPr>
        <w:t xml:space="preserve">[Mutation </w:t>
      </w:r>
      <w:r w:rsidR="00BC266C">
        <w:rPr>
          <w:sz w:val="22"/>
          <w:szCs w:val="28"/>
        </w:rPr>
        <w:t>file: BeStAddress_MBelgium20230304.zip</w:t>
      </w:r>
      <w:r w:rsidRPr="00924E87">
        <w:rPr>
          <w:sz w:val="22"/>
          <w:szCs w:val="28"/>
        </w:rPr>
        <w:t xml:space="preserve">] </w:t>
      </w:r>
      <w:r w:rsidRPr="00924E87">
        <w:rPr>
          <w:sz w:val="22"/>
          <w:szCs w:val="28"/>
        </w:rPr>
        <w:br/>
        <w:t>Example file: Wallonia_M_20230304_L72</w:t>
      </w:r>
    </w:p>
    <w:p w14:paraId="0A9C1FCF" w14:textId="2B2DE14A" w:rsidR="00EC5995" w:rsidRPr="004611CF" w:rsidRDefault="00EC5995" w:rsidP="00EC5995">
      <w:r w:rsidRPr="004611CF">
        <w:t xml:space="preserve">Street names (B and C) from previous examples are reused and merged into 1 new </w:t>
      </w:r>
      <w:r w:rsidRPr="004611CF">
        <w:rPr>
          <w:b/>
          <w:bCs/>
        </w:rPr>
        <w:t>street name</w:t>
      </w:r>
      <w:r w:rsidRPr="004611CF">
        <w:t xml:space="preserve"> (B+C=D) Both Street names (B and C) expire upon merging.</w:t>
      </w:r>
      <w:r w:rsidR="00212289">
        <w:br/>
      </w:r>
    </w:p>
    <w:p w14:paraId="3206340B" w14:textId="6BAE3DEF" w:rsidR="00EC5995" w:rsidRPr="004611CF" w:rsidRDefault="00B80FC7" w:rsidP="00B80FC7">
      <w:pPr>
        <w:framePr w:vSpace="301" w:wrap="around" w:vAnchor="text" w:hAnchor="text" w:y="1"/>
        <w:pBdr>
          <w:top w:val="single" w:sz="24" w:space="10" w:color="B6E7DD" w:themeColor="accent5"/>
          <w:left w:val="single" w:sz="24" w:space="10" w:color="B6E7DD" w:themeColor="accent5"/>
          <w:bottom w:val="single" w:sz="24" w:space="10" w:color="B6E7DD" w:themeColor="accent5"/>
          <w:right w:val="single" w:sz="24" w:space="10" w:color="B6E7DD" w:themeColor="accent5"/>
        </w:pBdr>
      </w:pPr>
      <w:r w:rsidRPr="004611CF">
        <w:rPr>
          <w:rStyle w:val="Strong"/>
        </w:rPr>
        <w:t>Note:</w:t>
      </w:r>
      <w:r w:rsidRPr="004611CF">
        <w:t xml:space="preserve"> In this example both street names don’t have any addresses linked to them, otherwise all addresses would have needed to be updated to reference the new address id.</w:t>
      </w:r>
    </w:p>
    <w:p w14:paraId="33075D2B" w14:textId="77777777" w:rsidR="00EC5995" w:rsidRPr="004611CF" w:rsidRDefault="00EC5995" w:rsidP="00EC5995">
      <w:pPr>
        <w:pStyle w:val="Heading4"/>
      </w:pPr>
      <w:r w:rsidRPr="004611CF">
        <w:t>Example 16 (1/3) - [ADD] Street name</w:t>
      </w:r>
    </w:p>
    <w:tbl>
      <w:tblPr>
        <w:tblStyle w:val="TableGrid"/>
        <w:tblW w:w="0" w:type="auto"/>
        <w:tblLook w:val="04A0" w:firstRow="1" w:lastRow="0" w:firstColumn="1" w:lastColumn="0" w:noHBand="0" w:noVBand="1"/>
      </w:tblPr>
      <w:tblGrid>
        <w:gridCol w:w="2263"/>
        <w:gridCol w:w="5954"/>
      </w:tblGrid>
      <w:tr w:rsidR="00EC5995" w:rsidRPr="004611CF" w14:paraId="472B7CBC" w14:textId="77777777" w:rsidTr="00997E64">
        <w:trPr>
          <w:trHeight w:val="319"/>
        </w:trPr>
        <w:tc>
          <w:tcPr>
            <w:tcW w:w="2263" w:type="dxa"/>
          </w:tcPr>
          <w:p w14:paraId="3C8E05ED" w14:textId="77777777" w:rsidR="00EC5995" w:rsidRPr="004611CF" w:rsidRDefault="00EC5995" w:rsidP="00997E64">
            <w:r w:rsidRPr="004611CF">
              <w:t>Namespace</w:t>
            </w:r>
          </w:p>
        </w:tc>
        <w:tc>
          <w:tcPr>
            <w:tcW w:w="5954" w:type="dxa"/>
          </w:tcPr>
          <w:p w14:paraId="2F861DA1" w14:textId="77777777" w:rsidR="00EC5995" w:rsidRPr="004611CF" w:rsidRDefault="00EC5995" w:rsidP="00997E64">
            <w:r w:rsidRPr="004611CF">
              <w:t>https://geodata.wallonie.be/id/streetname</w:t>
            </w:r>
          </w:p>
        </w:tc>
      </w:tr>
      <w:tr w:rsidR="00EC5995" w:rsidRPr="004611CF" w14:paraId="44A0DA66" w14:textId="77777777" w:rsidTr="00997E64">
        <w:tc>
          <w:tcPr>
            <w:tcW w:w="2263" w:type="dxa"/>
          </w:tcPr>
          <w:p w14:paraId="6A5D0A91" w14:textId="77777777" w:rsidR="00EC5995" w:rsidRPr="004611CF" w:rsidRDefault="00EC5995" w:rsidP="00997E64">
            <w:r w:rsidRPr="004611CF">
              <w:t>Object identifier</w:t>
            </w:r>
          </w:p>
        </w:tc>
        <w:tc>
          <w:tcPr>
            <w:tcW w:w="5954" w:type="dxa"/>
          </w:tcPr>
          <w:p w14:paraId="0E6B4774" w14:textId="77777777" w:rsidR="00EC5995" w:rsidRPr="004611CF" w:rsidRDefault="00EC5995" w:rsidP="00997E64">
            <w:r w:rsidRPr="004611CF">
              <w:t>23432</w:t>
            </w:r>
          </w:p>
        </w:tc>
      </w:tr>
      <w:tr w:rsidR="00EC5995" w:rsidRPr="004611CF" w14:paraId="55490DDB" w14:textId="77777777" w:rsidTr="00997E64">
        <w:tc>
          <w:tcPr>
            <w:tcW w:w="2263" w:type="dxa"/>
          </w:tcPr>
          <w:p w14:paraId="69E749CD" w14:textId="77777777" w:rsidR="00EC5995" w:rsidRPr="004611CF" w:rsidRDefault="00EC5995" w:rsidP="00997E64">
            <w:r w:rsidRPr="004611CF">
              <w:t>Version Identifier</w:t>
            </w:r>
          </w:p>
        </w:tc>
        <w:tc>
          <w:tcPr>
            <w:tcW w:w="5954" w:type="dxa"/>
          </w:tcPr>
          <w:p w14:paraId="69073A00" w14:textId="77777777" w:rsidR="00EC5995" w:rsidRPr="004611CF" w:rsidRDefault="00EC5995" w:rsidP="00997E64">
            <w:r w:rsidRPr="004611CF">
              <w:t>1</w:t>
            </w:r>
          </w:p>
        </w:tc>
      </w:tr>
      <w:tr w:rsidR="00EC5995" w:rsidRPr="00A558FD" w14:paraId="48650AEE" w14:textId="77777777" w:rsidTr="00997E64">
        <w:tc>
          <w:tcPr>
            <w:tcW w:w="2263" w:type="dxa"/>
          </w:tcPr>
          <w:p w14:paraId="6EA56E10" w14:textId="77777777" w:rsidR="00EC5995" w:rsidRPr="004611CF" w:rsidRDefault="00EC5995" w:rsidP="00997E64">
            <w:r w:rsidRPr="004611CF">
              <w:t xml:space="preserve">Spelling </w:t>
            </w:r>
            <w:proofErr w:type="spellStart"/>
            <w:r w:rsidRPr="004611CF">
              <w:t>nl</w:t>
            </w:r>
            <w:proofErr w:type="spellEnd"/>
          </w:p>
        </w:tc>
        <w:tc>
          <w:tcPr>
            <w:tcW w:w="5954" w:type="dxa"/>
          </w:tcPr>
          <w:p w14:paraId="5B7C3E0B" w14:textId="77777777" w:rsidR="00EC5995" w:rsidRPr="00890FC2" w:rsidRDefault="00EC5995" w:rsidP="00997E64">
            <w:pPr>
              <w:rPr>
                <w:lang w:val="nl-BE"/>
              </w:rPr>
            </w:pPr>
            <w:proofErr w:type="spellStart"/>
            <w:r w:rsidRPr="00890FC2">
              <w:rPr>
                <w:lang w:val="nl-BE"/>
              </w:rPr>
              <w:t>Merge</w:t>
            </w:r>
            <w:proofErr w:type="spellEnd"/>
            <w:r w:rsidRPr="00890FC2">
              <w:rPr>
                <w:lang w:val="nl-BE"/>
              </w:rPr>
              <w:t xml:space="preserve"> (B en C) straat</w:t>
            </w:r>
          </w:p>
        </w:tc>
      </w:tr>
      <w:tr w:rsidR="00EC5995" w:rsidRPr="004611CF" w14:paraId="645CD691" w14:textId="77777777" w:rsidTr="00997E64">
        <w:tc>
          <w:tcPr>
            <w:tcW w:w="2263" w:type="dxa"/>
          </w:tcPr>
          <w:p w14:paraId="67612B9E" w14:textId="77777777" w:rsidR="00EC5995" w:rsidRPr="004611CF" w:rsidRDefault="00EC5995" w:rsidP="00997E64">
            <w:r w:rsidRPr="004611CF">
              <w:t>Assigned by municipality</w:t>
            </w:r>
          </w:p>
        </w:tc>
        <w:tc>
          <w:tcPr>
            <w:tcW w:w="5954" w:type="dxa"/>
          </w:tcPr>
          <w:p w14:paraId="15D34077" w14:textId="77777777" w:rsidR="00EC5995" w:rsidRPr="004611CF" w:rsidRDefault="00EC5995" w:rsidP="00997E64">
            <w:r w:rsidRPr="004611CF">
              <w:t>Namespace: https://geodata.wallonie.be/id/municipality</w:t>
            </w:r>
            <w:r w:rsidRPr="004611CF">
              <w:br/>
            </w:r>
            <w:proofErr w:type="spellStart"/>
            <w:r w:rsidRPr="004611CF">
              <w:t>ObjectIdentifier</w:t>
            </w:r>
            <w:proofErr w:type="spellEnd"/>
            <w:r w:rsidRPr="004611CF">
              <w:t>: 21013</w:t>
            </w:r>
            <w:r w:rsidRPr="004611CF">
              <w:br/>
            </w:r>
            <w:proofErr w:type="spellStart"/>
            <w:r w:rsidRPr="004611CF">
              <w:t>VersionIdentifier</w:t>
            </w:r>
            <w:proofErr w:type="spellEnd"/>
            <w:r w:rsidRPr="004611CF">
              <w:t>: 1</w:t>
            </w:r>
          </w:p>
        </w:tc>
      </w:tr>
      <w:tr w:rsidR="00EC5995" w:rsidRPr="004611CF" w14:paraId="141F84A6" w14:textId="77777777" w:rsidTr="00997E64">
        <w:tc>
          <w:tcPr>
            <w:tcW w:w="2263" w:type="dxa"/>
          </w:tcPr>
          <w:p w14:paraId="58A06180" w14:textId="77777777" w:rsidR="00EC5995" w:rsidRPr="004611CF" w:rsidRDefault="00EC5995" w:rsidP="00997E64">
            <w:r w:rsidRPr="004611CF">
              <w:t>Status</w:t>
            </w:r>
          </w:p>
        </w:tc>
        <w:tc>
          <w:tcPr>
            <w:tcW w:w="5954" w:type="dxa"/>
          </w:tcPr>
          <w:p w14:paraId="1BC949C3" w14:textId="77777777" w:rsidR="00EC5995" w:rsidRPr="004611CF" w:rsidRDefault="00EC5995" w:rsidP="00997E64">
            <w:r w:rsidRPr="004611CF">
              <w:t>Current</w:t>
            </w:r>
          </w:p>
        </w:tc>
      </w:tr>
      <w:tr w:rsidR="00EC5995" w:rsidRPr="004611CF" w14:paraId="4FFD8E7F" w14:textId="77777777" w:rsidTr="00997E64">
        <w:tc>
          <w:tcPr>
            <w:tcW w:w="2263" w:type="dxa"/>
          </w:tcPr>
          <w:p w14:paraId="1830A0BC" w14:textId="77777777" w:rsidR="00EC5995" w:rsidRPr="004611CF" w:rsidRDefault="00EC5995" w:rsidP="00997E64">
            <w:proofErr w:type="spellStart"/>
            <w:r w:rsidRPr="004611CF">
              <w:t>validFrom</w:t>
            </w:r>
            <w:proofErr w:type="spellEnd"/>
          </w:p>
        </w:tc>
        <w:tc>
          <w:tcPr>
            <w:tcW w:w="5954" w:type="dxa"/>
          </w:tcPr>
          <w:p w14:paraId="1C930A44" w14:textId="77777777" w:rsidR="00EC5995" w:rsidRPr="004611CF" w:rsidRDefault="00EC5995" w:rsidP="00997E64">
            <w:r w:rsidRPr="004611CF">
              <w:t>2023-03-04T15:30:07</w:t>
            </w:r>
          </w:p>
        </w:tc>
      </w:tr>
      <w:tr w:rsidR="00EC5995" w:rsidRPr="004611CF" w14:paraId="24F59102" w14:textId="77777777" w:rsidTr="00997E64">
        <w:tc>
          <w:tcPr>
            <w:tcW w:w="2263" w:type="dxa"/>
          </w:tcPr>
          <w:p w14:paraId="4D507607" w14:textId="77777777" w:rsidR="00EC5995" w:rsidRPr="004611CF" w:rsidRDefault="00EC5995" w:rsidP="00997E64">
            <w:proofErr w:type="spellStart"/>
            <w:r w:rsidRPr="004611CF">
              <w:t>validTo</w:t>
            </w:r>
            <w:proofErr w:type="spellEnd"/>
          </w:p>
        </w:tc>
        <w:tc>
          <w:tcPr>
            <w:tcW w:w="5954" w:type="dxa"/>
          </w:tcPr>
          <w:p w14:paraId="22CCC6DB" w14:textId="77777777" w:rsidR="00EC5995" w:rsidRPr="004611CF" w:rsidRDefault="00EC5995" w:rsidP="00997E64">
            <w:r w:rsidRPr="004611CF">
              <w:t>N/A</w:t>
            </w:r>
          </w:p>
        </w:tc>
      </w:tr>
      <w:tr w:rsidR="00EC5995" w:rsidRPr="004611CF" w14:paraId="347FD3F5" w14:textId="77777777" w:rsidTr="00997E64">
        <w:tc>
          <w:tcPr>
            <w:tcW w:w="2263" w:type="dxa"/>
          </w:tcPr>
          <w:p w14:paraId="7BC8BE35" w14:textId="77777777" w:rsidR="00EC5995" w:rsidRPr="004611CF" w:rsidRDefault="00EC5995" w:rsidP="00997E64">
            <w:r w:rsidRPr="004611CF">
              <w:t>Predecessor</w:t>
            </w:r>
          </w:p>
        </w:tc>
        <w:tc>
          <w:tcPr>
            <w:tcW w:w="5954" w:type="dxa"/>
          </w:tcPr>
          <w:p w14:paraId="5F35F834" w14:textId="77777777" w:rsidR="00EC5995" w:rsidRPr="004611CF" w:rsidRDefault="00EC5995" w:rsidP="00997E64">
            <w:r w:rsidRPr="004611CF">
              <w:t>Namespace: https://geodata.wallonie.be/id/streetname</w:t>
            </w:r>
            <w:r w:rsidRPr="004611CF">
              <w:br/>
            </w:r>
            <w:proofErr w:type="spellStart"/>
            <w:r w:rsidRPr="004611CF">
              <w:t>ObjectIdentifier</w:t>
            </w:r>
            <w:proofErr w:type="spellEnd"/>
            <w:r w:rsidRPr="004611CF">
              <w:t>: 64464</w:t>
            </w:r>
            <w:r w:rsidRPr="004611CF">
              <w:br/>
            </w:r>
            <w:proofErr w:type="spellStart"/>
            <w:r w:rsidRPr="004611CF">
              <w:t>VersionIdentifier</w:t>
            </w:r>
            <w:proofErr w:type="spellEnd"/>
            <w:r w:rsidRPr="004611CF">
              <w:t>: 1</w:t>
            </w:r>
          </w:p>
        </w:tc>
      </w:tr>
      <w:tr w:rsidR="00EC5995" w:rsidRPr="004611CF" w14:paraId="78A8221B" w14:textId="77777777" w:rsidTr="00997E64">
        <w:tc>
          <w:tcPr>
            <w:tcW w:w="2263" w:type="dxa"/>
          </w:tcPr>
          <w:p w14:paraId="26F33B84" w14:textId="77777777" w:rsidR="00EC5995" w:rsidRPr="004611CF" w:rsidRDefault="00EC5995" w:rsidP="00997E64">
            <w:r w:rsidRPr="004611CF">
              <w:t>Predecessor</w:t>
            </w:r>
          </w:p>
        </w:tc>
        <w:tc>
          <w:tcPr>
            <w:tcW w:w="5954" w:type="dxa"/>
          </w:tcPr>
          <w:p w14:paraId="5C3F04CD" w14:textId="77777777" w:rsidR="00EC5995" w:rsidRPr="004611CF" w:rsidRDefault="00EC5995" w:rsidP="00997E64">
            <w:r w:rsidRPr="004611CF">
              <w:t>Namespace: https://geodata.wallonie.be/id/streetname</w:t>
            </w:r>
            <w:r w:rsidRPr="004611CF">
              <w:br/>
            </w:r>
            <w:proofErr w:type="spellStart"/>
            <w:r w:rsidRPr="004611CF">
              <w:t>ObjectIdentifier</w:t>
            </w:r>
            <w:proofErr w:type="spellEnd"/>
            <w:r w:rsidRPr="004611CF">
              <w:t>: 64465</w:t>
            </w:r>
            <w:r w:rsidRPr="004611CF">
              <w:br/>
            </w:r>
            <w:proofErr w:type="spellStart"/>
            <w:r w:rsidRPr="004611CF">
              <w:t>VersionIdentifier</w:t>
            </w:r>
            <w:proofErr w:type="spellEnd"/>
            <w:r w:rsidRPr="004611CF">
              <w:t>: 1</w:t>
            </w:r>
          </w:p>
        </w:tc>
      </w:tr>
      <w:tr w:rsidR="00EC5995" w:rsidRPr="004611CF" w14:paraId="31EEF643" w14:textId="77777777" w:rsidTr="00997E64">
        <w:tc>
          <w:tcPr>
            <w:tcW w:w="2263" w:type="dxa"/>
          </w:tcPr>
          <w:p w14:paraId="65316CC1" w14:textId="77777777" w:rsidR="00EC5995" w:rsidRPr="004611CF" w:rsidRDefault="00EC5995" w:rsidP="00997E64">
            <w:r w:rsidRPr="004611CF">
              <w:t>Successor</w:t>
            </w:r>
          </w:p>
        </w:tc>
        <w:tc>
          <w:tcPr>
            <w:tcW w:w="5954" w:type="dxa"/>
          </w:tcPr>
          <w:p w14:paraId="34260733" w14:textId="77777777" w:rsidR="00EC5995" w:rsidRPr="004611CF" w:rsidRDefault="00EC5995" w:rsidP="00997E64">
            <w:r w:rsidRPr="004611CF">
              <w:t>N/A</w:t>
            </w:r>
          </w:p>
        </w:tc>
      </w:tr>
    </w:tbl>
    <w:p w14:paraId="376A2DCD" w14:textId="77777777" w:rsidR="00EC5995" w:rsidRPr="004611CF" w:rsidRDefault="00EC5995" w:rsidP="00EC5995"/>
    <w:p w14:paraId="7F6BD38E" w14:textId="77777777" w:rsidR="00EC5995" w:rsidRPr="004611CF" w:rsidRDefault="00EC5995" w:rsidP="00EC5995"/>
    <w:p w14:paraId="669FF6BB" w14:textId="77777777" w:rsidR="00EC5995" w:rsidRPr="004611CF" w:rsidRDefault="00EC5995" w:rsidP="00EC5995">
      <w:pPr>
        <w:pStyle w:val="Heading4"/>
      </w:pPr>
      <w:r w:rsidRPr="004611CF">
        <w:t>Example 16 (2/3) - [UPDATE] Street name</w:t>
      </w:r>
    </w:p>
    <w:tbl>
      <w:tblPr>
        <w:tblStyle w:val="TableGrid"/>
        <w:tblW w:w="0" w:type="auto"/>
        <w:tblLook w:val="04A0" w:firstRow="1" w:lastRow="0" w:firstColumn="1" w:lastColumn="0" w:noHBand="0" w:noVBand="1"/>
      </w:tblPr>
      <w:tblGrid>
        <w:gridCol w:w="2263"/>
        <w:gridCol w:w="5954"/>
      </w:tblGrid>
      <w:tr w:rsidR="00EC5995" w:rsidRPr="004611CF" w14:paraId="5E3854EE" w14:textId="77777777" w:rsidTr="00997E64">
        <w:trPr>
          <w:trHeight w:val="319"/>
        </w:trPr>
        <w:tc>
          <w:tcPr>
            <w:tcW w:w="2263" w:type="dxa"/>
          </w:tcPr>
          <w:p w14:paraId="21C93F6C" w14:textId="77777777" w:rsidR="00EC5995" w:rsidRPr="004611CF" w:rsidRDefault="00EC5995" w:rsidP="00997E64">
            <w:r w:rsidRPr="004611CF">
              <w:t>Namespace</w:t>
            </w:r>
          </w:p>
        </w:tc>
        <w:tc>
          <w:tcPr>
            <w:tcW w:w="5954" w:type="dxa"/>
          </w:tcPr>
          <w:p w14:paraId="4092E3C2" w14:textId="77777777" w:rsidR="00EC5995" w:rsidRPr="004611CF" w:rsidRDefault="00EC5995" w:rsidP="00997E64">
            <w:r w:rsidRPr="004611CF">
              <w:t>https://geodata.wallonie.be/id/streetname</w:t>
            </w:r>
          </w:p>
        </w:tc>
      </w:tr>
      <w:tr w:rsidR="00EC5995" w:rsidRPr="004611CF" w14:paraId="69654D40" w14:textId="77777777" w:rsidTr="00997E64">
        <w:tc>
          <w:tcPr>
            <w:tcW w:w="2263" w:type="dxa"/>
          </w:tcPr>
          <w:p w14:paraId="321F04EE" w14:textId="77777777" w:rsidR="00EC5995" w:rsidRPr="004611CF" w:rsidRDefault="00EC5995" w:rsidP="00997E64">
            <w:r w:rsidRPr="004611CF">
              <w:t>Object identifier</w:t>
            </w:r>
          </w:p>
        </w:tc>
        <w:tc>
          <w:tcPr>
            <w:tcW w:w="5954" w:type="dxa"/>
          </w:tcPr>
          <w:p w14:paraId="6B0CE976" w14:textId="77777777" w:rsidR="00EC5995" w:rsidRPr="004611CF" w:rsidRDefault="00EC5995" w:rsidP="00997E64">
            <w:r w:rsidRPr="004611CF">
              <w:t>64464</w:t>
            </w:r>
          </w:p>
        </w:tc>
      </w:tr>
      <w:tr w:rsidR="00EC5995" w:rsidRPr="004611CF" w14:paraId="058B6DA7" w14:textId="77777777" w:rsidTr="00997E64">
        <w:tc>
          <w:tcPr>
            <w:tcW w:w="2263" w:type="dxa"/>
          </w:tcPr>
          <w:p w14:paraId="6E5173FA" w14:textId="77777777" w:rsidR="00EC5995" w:rsidRPr="004611CF" w:rsidRDefault="00EC5995" w:rsidP="00997E64">
            <w:r w:rsidRPr="004611CF">
              <w:t>Version Identifier</w:t>
            </w:r>
          </w:p>
        </w:tc>
        <w:tc>
          <w:tcPr>
            <w:tcW w:w="5954" w:type="dxa"/>
          </w:tcPr>
          <w:p w14:paraId="45DB34F5" w14:textId="77777777" w:rsidR="00EC5995" w:rsidRPr="004611CF" w:rsidRDefault="00EC5995" w:rsidP="00997E64">
            <w:r w:rsidRPr="004611CF">
              <w:t>1</w:t>
            </w:r>
          </w:p>
        </w:tc>
      </w:tr>
      <w:tr w:rsidR="00EC5995" w:rsidRPr="004611CF" w14:paraId="1699305B" w14:textId="77777777" w:rsidTr="00997E64">
        <w:tc>
          <w:tcPr>
            <w:tcW w:w="2263" w:type="dxa"/>
          </w:tcPr>
          <w:p w14:paraId="50FA608E" w14:textId="77777777" w:rsidR="00EC5995" w:rsidRPr="004611CF" w:rsidRDefault="00EC5995" w:rsidP="00997E64">
            <w:r w:rsidRPr="004611CF">
              <w:t xml:space="preserve">Spelling </w:t>
            </w:r>
            <w:proofErr w:type="spellStart"/>
            <w:r w:rsidRPr="004611CF">
              <w:t>nl</w:t>
            </w:r>
            <w:proofErr w:type="spellEnd"/>
          </w:p>
        </w:tc>
        <w:tc>
          <w:tcPr>
            <w:tcW w:w="5954" w:type="dxa"/>
          </w:tcPr>
          <w:p w14:paraId="30570CF7" w14:textId="77777777" w:rsidR="00EC5995" w:rsidRPr="004611CF" w:rsidRDefault="00EC5995" w:rsidP="00997E64">
            <w:r w:rsidRPr="004611CF">
              <w:t xml:space="preserve">Split (B) </w:t>
            </w:r>
            <w:proofErr w:type="spellStart"/>
            <w:r w:rsidRPr="004611CF">
              <w:t>straat</w:t>
            </w:r>
            <w:proofErr w:type="spellEnd"/>
          </w:p>
        </w:tc>
      </w:tr>
      <w:tr w:rsidR="00EC5995" w:rsidRPr="004611CF" w14:paraId="31D0E283" w14:textId="77777777" w:rsidTr="00997E64">
        <w:tc>
          <w:tcPr>
            <w:tcW w:w="2263" w:type="dxa"/>
          </w:tcPr>
          <w:p w14:paraId="0DE0D79F" w14:textId="77777777" w:rsidR="00EC5995" w:rsidRPr="004611CF" w:rsidRDefault="00EC5995" w:rsidP="00997E64">
            <w:r w:rsidRPr="004611CF">
              <w:t>Assigned by municipality</w:t>
            </w:r>
          </w:p>
        </w:tc>
        <w:tc>
          <w:tcPr>
            <w:tcW w:w="5954" w:type="dxa"/>
          </w:tcPr>
          <w:p w14:paraId="05BCA9F5" w14:textId="77777777" w:rsidR="00EC5995" w:rsidRPr="004611CF" w:rsidRDefault="00EC5995" w:rsidP="00997E64">
            <w:r w:rsidRPr="004611CF">
              <w:t>Namespace: https://geodata.wallonie.be/id/municipality</w:t>
            </w:r>
            <w:r w:rsidRPr="004611CF">
              <w:br/>
            </w:r>
            <w:proofErr w:type="spellStart"/>
            <w:r w:rsidRPr="004611CF">
              <w:t>ObjectIdentifier</w:t>
            </w:r>
            <w:proofErr w:type="spellEnd"/>
            <w:r w:rsidRPr="004611CF">
              <w:t>: 21013</w:t>
            </w:r>
            <w:r w:rsidRPr="004611CF">
              <w:br/>
            </w:r>
            <w:proofErr w:type="spellStart"/>
            <w:r w:rsidRPr="004611CF">
              <w:t>VersionIdentifier</w:t>
            </w:r>
            <w:proofErr w:type="spellEnd"/>
            <w:r w:rsidRPr="004611CF">
              <w:t>: 1</w:t>
            </w:r>
          </w:p>
        </w:tc>
      </w:tr>
      <w:tr w:rsidR="00EC5995" w:rsidRPr="004611CF" w14:paraId="7D71F480" w14:textId="77777777" w:rsidTr="00997E64">
        <w:tc>
          <w:tcPr>
            <w:tcW w:w="2263" w:type="dxa"/>
          </w:tcPr>
          <w:p w14:paraId="358E9282" w14:textId="77777777" w:rsidR="00EC5995" w:rsidRPr="004611CF" w:rsidRDefault="00EC5995" w:rsidP="00997E64">
            <w:r w:rsidRPr="004611CF">
              <w:t>Status</w:t>
            </w:r>
          </w:p>
        </w:tc>
        <w:tc>
          <w:tcPr>
            <w:tcW w:w="5954" w:type="dxa"/>
          </w:tcPr>
          <w:p w14:paraId="399753AD" w14:textId="77777777" w:rsidR="00EC5995" w:rsidRPr="004611CF" w:rsidRDefault="00EC5995" w:rsidP="00997E64">
            <w:r w:rsidRPr="004611CF">
              <w:t>Current</w:t>
            </w:r>
          </w:p>
        </w:tc>
      </w:tr>
      <w:tr w:rsidR="00EC5995" w:rsidRPr="004611CF" w14:paraId="1F4BC25D" w14:textId="77777777" w:rsidTr="00997E64">
        <w:tc>
          <w:tcPr>
            <w:tcW w:w="2263" w:type="dxa"/>
          </w:tcPr>
          <w:p w14:paraId="17BDDED8" w14:textId="77777777" w:rsidR="00EC5995" w:rsidRPr="004611CF" w:rsidRDefault="00EC5995" w:rsidP="00997E64">
            <w:proofErr w:type="spellStart"/>
            <w:r w:rsidRPr="004611CF">
              <w:t>validFrom</w:t>
            </w:r>
            <w:proofErr w:type="spellEnd"/>
          </w:p>
        </w:tc>
        <w:tc>
          <w:tcPr>
            <w:tcW w:w="5954" w:type="dxa"/>
          </w:tcPr>
          <w:p w14:paraId="6A1AC02F" w14:textId="77777777" w:rsidR="00EC5995" w:rsidRPr="004611CF" w:rsidRDefault="00EC5995" w:rsidP="00997E64">
            <w:r w:rsidRPr="004611CF">
              <w:t>2023-03-02T15:30:07</w:t>
            </w:r>
          </w:p>
        </w:tc>
      </w:tr>
      <w:tr w:rsidR="00EC5995" w:rsidRPr="004611CF" w14:paraId="008363DD" w14:textId="77777777" w:rsidTr="00997E64">
        <w:tc>
          <w:tcPr>
            <w:tcW w:w="2263" w:type="dxa"/>
          </w:tcPr>
          <w:p w14:paraId="386C23DB" w14:textId="77777777" w:rsidR="00EC5995" w:rsidRPr="004611CF" w:rsidRDefault="00EC5995" w:rsidP="00997E64">
            <w:proofErr w:type="spellStart"/>
            <w:r w:rsidRPr="004611CF">
              <w:t>validTo</w:t>
            </w:r>
            <w:proofErr w:type="spellEnd"/>
          </w:p>
        </w:tc>
        <w:tc>
          <w:tcPr>
            <w:tcW w:w="5954" w:type="dxa"/>
          </w:tcPr>
          <w:p w14:paraId="27A859A2" w14:textId="77777777" w:rsidR="00EC5995" w:rsidRPr="004611CF" w:rsidRDefault="00EC5995" w:rsidP="00997E64">
            <w:r w:rsidRPr="004611CF">
              <w:t>2023-03-04T15:30:07</w:t>
            </w:r>
          </w:p>
        </w:tc>
      </w:tr>
      <w:tr w:rsidR="00EC5995" w:rsidRPr="004611CF" w14:paraId="48A14B43" w14:textId="77777777" w:rsidTr="00997E64">
        <w:tc>
          <w:tcPr>
            <w:tcW w:w="2263" w:type="dxa"/>
          </w:tcPr>
          <w:p w14:paraId="4B9AB7C0" w14:textId="77777777" w:rsidR="00EC5995" w:rsidRPr="004611CF" w:rsidRDefault="00EC5995" w:rsidP="00997E64">
            <w:r w:rsidRPr="004611CF">
              <w:t>Predecessor</w:t>
            </w:r>
          </w:p>
        </w:tc>
        <w:tc>
          <w:tcPr>
            <w:tcW w:w="5954" w:type="dxa"/>
          </w:tcPr>
          <w:p w14:paraId="09882FE0" w14:textId="77777777" w:rsidR="00EC5995" w:rsidRPr="004611CF" w:rsidRDefault="00EC5995" w:rsidP="00997E64">
            <w:r w:rsidRPr="004611CF">
              <w:t>N/A</w:t>
            </w:r>
          </w:p>
        </w:tc>
      </w:tr>
      <w:tr w:rsidR="00EC5995" w:rsidRPr="004611CF" w14:paraId="448FA0DE" w14:textId="77777777" w:rsidTr="00997E64">
        <w:tc>
          <w:tcPr>
            <w:tcW w:w="2263" w:type="dxa"/>
          </w:tcPr>
          <w:p w14:paraId="6ED12D97" w14:textId="77777777" w:rsidR="00EC5995" w:rsidRPr="004611CF" w:rsidRDefault="00EC5995" w:rsidP="00997E64">
            <w:r w:rsidRPr="004611CF">
              <w:t>Successor</w:t>
            </w:r>
          </w:p>
        </w:tc>
        <w:tc>
          <w:tcPr>
            <w:tcW w:w="5954" w:type="dxa"/>
          </w:tcPr>
          <w:p w14:paraId="69CEFB67" w14:textId="77777777" w:rsidR="00EC5995" w:rsidRPr="004611CF" w:rsidRDefault="00EC5995" w:rsidP="00997E64">
            <w:r w:rsidRPr="004611CF">
              <w:t>Namespace: https://geodata.wallonie.be/id/streetname</w:t>
            </w:r>
            <w:r w:rsidRPr="004611CF">
              <w:br/>
            </w:r>
            <w:proofErr w:type="spellStart"/>
            <w:r w:rsidRPr="004611CF">
              <w:t>ObjectIdentifier</w:t>
            </w:r>
            <w:proofErr w:type="spellEnd"/>
            <w:r w:rsidRPr="004611CF">
              <w:t>: 23432</w:t>
            </w:r>
            <w:r w:rsidRPr="004611CF">
              <w:br/>
            </w:r>
            <w:proofErr w:type="spellStart"/>
            <w:r w:rsidRPr="004611CF">
              <w:t>VersionIdentifier</w:t>
            </w:r>
            <w:proofErr w:type="spellEnd"/>
            <w:r w:rsidRPr="004611CF">
              <w:t>: 1</w:t>
            </w:r>
          </w:p>
        </w:tc>
      </w:tr>
    </w:tbl>
    <w:p w14:paraId="551B478E" w14:textId="77777777" w:rsidR="00EC5995" w:rsidRPr="004611CF" w:rsidRDefault="00EC5995" w:rsidP="00EC5995"/>
    <w:p w14:paraId="1294E370" w14:textId="77777777" w:rsidR="00EC5995" w:rsidRPr="004611CF" w:rsidRDefault="00EC5995" w:rsidP="00EC5995">
      <w:pPr>
        <w:pStyle w:val="Heading4"/>
      </w:pPr>
      <w:r w:rsidRPr="004611CF">
        <w:t>Example 16 (3/3) - [UPDATE] Street name</w:t>
      </w:r>
    </w:p>
    <w:tbl>
      <w:tblPr>
        <w:tblStyle w:val="TableGrid"/>
        <w:tblW w:w="0" w:type="auto"/>
        <w:tblLook w:val="04A0" w:firstRow="1" w:lastRow="0" w:firstColumn="1" w:lastColumn="0" w:noHBand="0" w:noVBand="1"/>
      </w:tblPr>
      <w:tblGrid>
        <w:gridCol w:w="2263"/>
        <w:gridCol w:w="5954"/>
      </w:tblGrid>
      <w:tr w:rsidR="00EC5995" w:rsidRPr="004611CF" w14:paraId="79DC6978" w14:textId="77777777" w:rsidTr="00997E64">
        <w:trPr>
          <w:trHeight w:val="319"/>
        </w:trPr>
        <w:tc>
          <w:tcPr>
            <w:tcW w:w="2263" w:type="dxa"/>
          </w:tcPr>
          <w:p w14:paraId="74E5F2C9" w14:textId="77777777" w:rsidR="00EC5995" w:rsidRPr="004611CF" w:rsidRDefault="00EC5995" w:rsidP="00997E64">
            <w:r w:rsidRPr="004611CF">
              <w:t>Namespace</w:t>
            </w:r>
          </w:p>
        </w:tc>
        <w:tc>
          <w:tcPr>
            <w:tcW w:w="5954" w:type="dxa"/>
          </w:tcPr>
          <w:p w14:paraId="34A00494" w14:textId="77777777" w:rsidR="00EC5995" w:rsidRPr="004611CF" w:rsidRDefault="00EC5995" w:rsidP="00997E64">
            <w:r w:rsidRPr="004611CF">
              <w:t>https://geodata.wallonie.be/id/streetname</w:t>
            </w:r>
          </w:p>
        </w:tc>
      </w:tr>
      <w:tr w:rsidR="00EC5995" w:rsidRPr="004611CF" w14:paraId="7EA9EC8E" w14:textId="77777777" w:rsidTr="00997E64">
        <w:tc>
          <w:tcPr>
            <w:tcW w:w="2263" w:type="dxa"/>
          </w:tcPr>
          <w:p w14:paraId="17C71A48" w14:textId="77777777" w:rsidR="00EC5995" w:rsidRPr="004611CF" w:rsidRDefault="00EC5995" w:rsidP="00997E64">
            <w:r w:rsidRPr="004611CF">
              <w:t>Object identifier</w:t>
            </w:r>
          </w:p>
        </w:tc>
        <w:tc>
          <w:tcPr>
            <w:tcW w:w="5954" w:type="dxa"/>
          </w:tcPr>
          <w:p w14:paraId="4C47EF08" w14:textId="77777777" w:rsidR="00EC5995" w:rsidRPr="004611CF" w:rsidRDefault="00EC5995" w:rsidP="00997E64">
            <w:r w:rsidRPr="004611CF">
              <w:t>64465</w:t>
            </w:r>
          </w:p>
        </w:tc>
      </w:tr>
      <w:tr w:rsidR="00EC5995" w:rsidRPr="004611CF" w14:paraId="18B544E1" w14:textId="77777777" w:rsidTr="00997E64">
        <w:tc>
          <w:tcPr>
            <w:tcW w:w="2263" w:type="dxa"/>
          </w:tcPr>
          <w:p w14:paraId="57E4FDF1" w14:textId="77777777" w:rsidR="00EC5995" w:rsidRPr="004611CF" w:rsidRDefault="00EC5995" w:rsidP="00997E64">
            <w:r w:rsidRPr="004611CF">
              <w:t>Version Identifier</w:t>
            </w:r>
          </w:p>
        </w:tc>
        <w:tc>
          <w:tcPr>
            <w:tcW w:w="5954" w:type="dxa"/>
          </w:tcPr>
          <w:p w14:paraId="06EEF839" w14:textId="77777777" w:rsidR="00EC5995" w:rsidRPr="004611CF" w:rsidRDefault="00EC5995" w:rsidP="00997E64">
            <w:r w:rsidRPr="004611CF">
              <w:t>1</w:t>
            </w:r>
          </w:p>
        </w:tc>
      </w:tr>
      <w:tr w:rsidR="00EC5995" w:rsidRPr="004611CF" w14:paraId="3FED43D4" w14:textId="77777777" w:rsidTr="00997E64">
        <w:tc>
          <w:tcPr>
            <w:tcW w:w="2263" w:type="dxa"/>
          </w:tcPr>
          <w:p w14:paraId="7D20189E" w14:textId="77777777" w:rsidR="00EC5995" w:rsidRPr="004611CF" w:rsidRDefault="00EC5995" w:rsidP="00997E64">
            <w:r w:rsidRPr="004611CF">
              <w:t xml:space="preserve">Spelling </w:t>
            </w:r>
            <w:proofErr w:type="spellStart"/>
            <w:r w:rsidRPr="004611CF">
              <w:t>nl</w:t>
            </w:r>
            <w:proofErr w:type="spellEnd"/>
          </w:p>
        </w:tc>
        <w:tc>
          <w:tcPr>
            <w:tcW w:w="5954" w:type="dxa"/>
          </w:tcPr>
          <w:p w14:paraId="535D5E08" w14:textId="77777777" w:rsidR="00EC5995" w:rsidRPr="004611CF" w:rsidRDefault="00EC5995" w:rsidP="00997E64">
            <w:r w:rsidRPr="004611CF">
              <w:t xml:space="preserve">Split (C) </w:t>
            </w:r>
            <w:proofErr w:type="spellStart"/>
            <w:r w:rsidRPr="004611CF">
              <w:t>straat</w:t>
            </w:r>
            <w:proofErr w:type="spellEnd"/>
          </w:p>
        </w:tc>
      </w:tr>
      <w:tr w:rsidR="00EC5995" w:rsidRPr="004611CF" w14:paraId="1CD8DF90" w14:textId="77777777" w:rsidTr="00997E64">
        <w:tc>
          <w:tcPr>
            <w:tcW w:w="2263" w:type="dxa"/>
          </w:tcPr>
          <w:p w14:paraId="0C4FFD93" w14:textId="77777777" w:rsidR="00EC5995" w:rsidRPr="004611CF" w:rsidRDefault="00EC5995" w:rsidP="00997E64">
            <w:r w:rsidRPr="004611CF">
              <w:t>Assigned by municipality</w:t>
            </w:r>
          </w:p>
        </w:tc>
        <w:tc>
          <w:tcPr>
            <w:tcW w:w="5954" w:type="dxa"/>
          </w:tcPr>
          <w:p w14:paraId="73BFB6E8" w14:textId="77777777" w:rsidR="00EC5995" w:rsidRPr="004611CF" w:rsidRDefault="00EC5995" w:rsidP="00997E64">
            <w:r w:rsidRPr="004611CF">
              <w:t>Namespace: https://geodata.wallonie.be/id/municipality</w:t>
            </w:r>
            <w:r w:rsidRPr="004611CF">
              <w:br/>
            </w:r>
            <w:proofErr w:type="spellStart"/>
            <w:r w:rsidRPr="004611CF">
              <w:t>ObjectIdentifier</w:t>
            </w:r>
            <w:proofErr w:type="spellEnd"/>
            <w:r w:rsidRPr="004611CF">
              <w:t>: 21013</w:t>
            </w:r>
            <w:r w:rsidRPr="004611CF">
              <w:br/>
            </w:r>
            <w:proofErr w:type="spellStart"/>
            <w:r w:rsidRPr="004611CF">
              <w:t>VersionIdentifier</w:t>
            </w:r>
            <w:proofErr w:type="spellEnd"/>
            <w:r w:rsidRPr="004611CF">
              <w:t>: 1</w:t>
            </w:r>
          </w:p>
        </w:tc>
      </w:tr>
      <w:tr w:rsidR="00EC5995" w:rsidRPr="004611CF" w14:paraId="52EE501D" w14:textId="77777777" w:rsidTr="00997E64">
        <w:tc>
          <w:tcPr>
            <w:tcW w:w="2263" w:type="dxa"/>
          </w:tcPr>
          <w:p w14:paraId="470565C3" w14:textId="77777777" w:rsidR="00EC5995" w:rsidRPr="004611CF" w:rsidRDefault="00EC5995" w:rsidP="00997E64">
            <w:r w:rsidRPr="004611CF">
              <w:t>Status</w:t>
            </w:r>
          </w:p>
        </w:tc>
        <w:tc>
          <w:tcPr>
            <w:tcW w:w="5954" w:type="dxa"/>
          </w:tcPr>
          <w:p w14:paraId="351DCA80" w14:textId="77777777" w:rsidR="00EC5995" w:rsidRPr="004611CF" w:rsidRDefault="00EC5995" w:rsidP="00997E64">
            <w:r w:rsidRPr="004611CF">
              <w:t>Current</w:t>
            </w:r>
          </w:p>
        </w:tc>
      </w:tr>
      <w:tr w:rsidR="00EC5995" w:rsidRPr="004611CF" w14:paraId="6F48A054" w14:textId="77777777" w:rsidTr="00997E64">
        <w:tc>
          <w:tcPr>
            <w:tcW w:w="2263" w:type="dxa"/>
          </w:tcPr>
          <w:p w14:paraId="1B844A8B" w14:textId="77777777" w:rsidR="00EC5995" w:rsidRPr="004611CF" w:rsidRDefault="00EC5995" w:rsidP="00997E64">
            <w:proofErr w:type="spellStart"/>
            <w:r w:rsidRPr="004611CF">
              <w:t>validFrom</w:t>
            </w:r>
            <w:proofErr w:type="spellEnd"/>
          </w:p>
        </w:tc>
        <w:tc>
          <w:tcPr>
            <w:tcW w:w="5954" w:type="dxa"/>
          </w:tcPr>
          <w:p w14:paraId="3D2C8073" w14:textId="77777777" w:rsidR="00EC5995" w:rsidRPr="004611CF" w:rsidRDefault="00EC5995" w:rsidP="00997E64">
            <w:r w:rsidRPr="004611CF">
              <w:t>2023-03-02T15:30:07</w:t>
            </w:r>
          </w:p>
        </w:tc>
      </w:tr>
      <w:tr w:rsidR="00EC5995" w:rsidRPr="004611CF" w14:paraId="4859448D" w14:textId="77777777" w:rsidTr="00997E64">
        <w:tc>
          <w:tcPr>
            <w:tcW w:w="2263" w:type="dxa"/>
          </w:tcPr>
          <w:p w14:paraId="503BAD93" w14:textId="77777777" w:rsidR="00EC5995" w:rsidRPr="004611CF" w:rsidRDefault="00EC5995" w:rsidP="00997E64">
            <w:proofErr w:type="spellStart"/>
            <w:r w:rsidRPr="004611CF">
              <w:lastRenderedPageBreak/>
              <w:t>validTo</w:t>
            </w:r>
            <w:proofErr w:type="spellEnd"/>
          </w:p>
        </w:tc>
        <w:tc>
          <w:tcPr>
            <w:tcW w:w="5954" w:type="dxa"/>
          </w:tcPr>
          <w:p w14:paraId="1C7ED25F" w14:textId="77777777" w:rsidR="00EC5995" w:rsidRPr="004611CF" w:rsidRDefault="00EC5995" w:rsidP="00997E64">
            <w:r w:rsidRPr="004611CF">
              <w:t>2023-03-04T15:30:07</w:t>
            </w:r>
          </w:p>
        </w:tc>
      </w:tr>
      <w:tr w:rsidR="00EC5995" w:rsidRPr="004611CF" w14:paraId="6DC83221" w14:textId="77777777" w:rsidTr="00997E64">
        <w:tc>
          <w:tcPr>
            <w:tcW w:w="2263" w:type="dxa"/>
          </w:tcPr>
          <w:p w14:paraId="23A7BE59" w14:textId="77777777" w:rsidR="00EC5995" w:rsidRPr="004611CF" w:rsidRDefault="00EC5995" w:rsidP="00997E64">
            <w:r w:rsidRPr="004611CF">
              <w:t>Predecessor</w:t>
            </w:r>
          </w:p>
        </w:tc>
        <w:tc>
          <w:tcPr>
            <w:tcW w:w="5954" w:type="dxa"/>
          </w:tcPr>
          <w:p w14:paraId="753E3019" w14:textId="77777777" w:rsidR="00EC5995" w:rsidRPr="004611CF" w:rsidRDefault="00EC5995" w:rsidP="00997E64">
            <w:r w:rsidRPr="004611CF">
              <w:t>N/A</w:t>
            </w:r>
          </w:p>
        </w:tc>
      </w:tr>
      <w:tr w:rsidR="00EC5995" w:rsidRPr="004611CF" w14:paraId="30CF617E" w14:textId="77777777" w:rsidTr="00997E64">
        <w:tc>
          <w:tcPr>
            <w:tcW w:w="2263" w:type="dxa"/>
          </w:tcPr>
          <w:p w14:paraId="3438105A" w14:textId="77777777" w:rsidR="00EC5995" w:rsidRPr="004611CF" w:rsidRDefault="00EC5995" w:rsidP="00997E64">
            <w:r w:rsidRPr="004611CF">
              <w:t>Successor</w:t>
            </w:r>
          </w:p>
        </w:tc>
        <w:tc>
          <w:tcPr>
            <w:tcW w:w="5954" w:type="dxa"/>
          </w:tcPr>
          <w:p w14:paraId="65D829FB" w14:textId="77777777" w:rsidR="00EC5995" w:rsidRPr="004611CF" w:rsidRDefault="00EC5995" w:rsidP="00997E64">
            <w:r w:rsidRPr="004611CF">
              <w:t>Namespace: https://geodata.wallonie.be/id/streetname</w:t>
            </w:r>
            <w:r w:rsidRPr="004611CF">
              <w:br/>
            </w:r>
            <w:proofErr w:type="spellStart"/>
            <w:r w:rsidRPr="004611CF">
              <w:t>ObjectIdentifier</w:t>
            </w:r>
            <w:proofErr w:type="spellEnd"/>
            <w:r w:rsidRPr="004611CF">
              <w:t>: 23432</w:t>
            </w:r>
            <w:r w:rsidRPr="004611CF">
              <w:br/>
            </w:r>
            <w:proofErr w:type="spellStart"/>
            <w:r w:rsidRPr="004611CF">
              <w:t>VersionIdentifier</w:t>
            </w:r>
            <w:proofErr w:type="spellEnd"/>
            <w:r w:rsidRPr="004611CF">
              <w:t>: 1</w:t>
            </w:r>
          </w:p>
        </w:tc>
      </w:tr>
    </w:tbl>
    <w:p w14:paraId="1EDBFA6A" w14:textId="77777777" w:rsidR="00EC5995" w:rsidRPr="004611CF" w:rsidRDefault="00EC5995" w:rsidP="00EC5995"/>
    <w:p w14:paraId="5156AA13" w14:textId="77777777" w:rsidR="00375FEE" w:rsidRPr="004611CF" w:rsidRDefault="00375FEE" w:rsidP="00375FEE">
      <w:pPr>
        <w:pStyle w:val="Heading2"/>
      </w:pPr>
      <w:bookmarkStart w:id="32" w:name="_Toc184897116"/>
      <w:r w:rsidRPr="004611CF">
        <w:t>Examples Flanders</w:t>
      </w:r>
      <w:bookmarkEnd w:id="32"/>
    </w:p>
    <w:p w14:paraId="38711459" w14:textId="109F950A" w:rsidR="00924E87" w:rsidRDefault="00202056" w:rsidP="00375FEE">
      <w:pPr>
        <w:pStyle w:val="Heading3"/>
      </w:pPr>
      <w:bookmarkStart w:id="33" w:name="_Toc184897117"/>
      <w:r>
        <w:t>Scenario: Creating a new municipality and new postal info. [s3-4]</w:t>
      </w:r>
      <w:bookmarkEnd w:id="33"/>
    </w:p>
    <w:p w14:paraId="04C76BC1" w14:textId="0AC04DB3" w:rsidR="00375FEE" w:rsidRPr="00212289" w:rsidRDefault="00375FEE" w:rsidP="00212289">
      <w:pPr>
        <w:pStyle w:val="Heading4"/>
        <w:rPr>
          <w:sz w:val="22"/>
          <w:szCs w:val="28"/>
        </w:rPr>
      </w:pPr>
      <w:r w:rsidRPr="00212289">
        <w:rPr>
          <w:sz w:val="22"/>
          <w:szCs w:val="28"/>
        </w:rPr>
        <w:t>[</w:t>
      </w:r>
      <w:r w:rsidR="00BC266C">
        <w:rPr>
          <w:sz w:val="22"/>
          <w:szCs w:val="28"/>
        </w:rPr>
        <w:t>Mutation file: BeStAddress_MBelgium20221123.zip</w:t>
      </w:r>
      <w:r w:rsidRPr="00212289">
        <w:rPr>
          <w:sz w:val="22"/>
          <w:szCs w:val="28"/>
        </w:rPr>
        <w:t xml:space="preserve">] </w:t>
      </w:r>
      <w:r w:rsidRPr="00212289">
        <w:rPr>
          <w:sz w:val="22"/>
          <w:szCs w:val="28"/>
        </w:rPr>
        <w:br/>
        <w:t xml:space="preserve">Example file: Flanders_M_20221123_L72 </w:t>
      </w:r>
    </w:p>
    <w:p w14:paraId="717D7E36" w14:textId="6E39A73E" w:rsidR="00375FEE" w:rsidRPr="004611CF" w:rsidRDefault="00375FEE" w:rsidP="00375FEE">
      <w:r w:rsidRPr="004611CF">
        <w:t xml:space="preserve">As with the other two regions the start of the examples is with creating 2 new records a </w:t>
      </w:r>
      <w:r w:rsidRPr="004611CF">
        <w:rPr>
          <w:b/>
          <w:bCs/>
        </w:rPr>
        <w:t>municipality</w:t>
      </w:r>
      <w:r w:rsidR="00212289">
        <w:rPr>
          <w:b/>
          <w:bCs/>
        </w:rPr>
        <w:t xml:space="preserve"> (scenario 4)</w:t>
      </w:r>
      <w:r w:rsidRPr="004611CF">
        <w:t xml:space="preserve"> record and a </w:t>
      </w:r>
      <w:r w:rsidRPr="004611CF">
        <w:rPr>
          <w:b/>
          <w:bCs/>
        </w:rPr>
        <w:t>postal Info</w:t>
      </w:r>
      <w:r w:rsidR="00212289">
        <w:rPr>
          <w:b/>
          <w:bCs/>
        </w:rPr>
        <w:t xml:space="preserve"> (scenario 3)</w:t>
      </w:r>
      <w:r w:rsidRPr="004611CF">
        <w:t>.</w:t>
      </w:r>
      <w:r w:rsidRPr="004611CF">
        <w:br/>
      </w:r>
    </w:p>
    <w:p w14:paraId="765FD92C" w14:textId="338E8537" w:rsidR="00375FEE" w:rsidRPr="004611CF" w:rsidRDefault="00375FEE" w:rsidP="00375FEE">
      <w:pPr>
        <w:pStyle w:val="Heading4"/>
      </w:pPr>
      <w:r w:rsidRPr="004611CF">
        <w:t>Example 1 - [ADD] Municipality</w:t>
      </w:r>
    </w:p>
    <w:tbl>
      <w:tblPr>
        <w:tblStyle w:val="TableGrid"/>
        <w:tblW w:w="0" w:type="auto"/>
        <w:tblLook w:val="04A0" w:firstRow="1" w:lastRow="0" w:firstColumn="1" w:lastColumn="0" w:noHBand="0" w:noVBand="1"/>
      </w:tblPr>
      <w:tblGrid>
        <w:gridCol w:w="2263"/>
        <w:gridCol w:w="5812"/>
      </w:tblGrid>
      <w:tr w:rsidR="00375FEE" w:rsidRPr="004611CF" w14:paraId="593C7DE4" w14:textId="77777777" w:rsidTr="00997E64">
        <w:trPr>
          <w:trHeight w:val="319"/>
        </w:trPr>
        <w:tc>
          <w:tcPr>
            <w:tcW w:w="2263" w:type="dxa"/>
          </w:tcPr>
          <w:p w14:paraId="561B5B0E" w14:textId="77777777" w:rsidR="00375FEE" w:rsidRPr="004611CF" w:rsidRDefault="00375FEE" w:rsidP="00997E64">
            <w:r w:rsidRPr="004611CF">
              <w:t>Namespace</w:t>
            </w:r>
          </w:p>
        </w:tc>
        <w:tc>
          <w:tcPr>
            <w:tcW w:w="5812" w:type="dxa"/>
          </w:tcPr>
          <w:p w14:paraId="7280FB7A" w14:textId="77777777" w:rsidR="00375FEE" w:rsidRPr="004611CF" w:rsidRDefault="00375FEE" w:rsidP="00997E64">
            <w:r w:rsidRPr="004611CF">
              <w:t>https://data.vlaanderen.be/id/gemeente/</w:t>
            </w:r>
          </w:p>
        </w:tc>
      </w:tr>
      <w:tr w:rsidR="00375FEE" w:rsidRPr="004611CF" w14:paraId="3584E274" w14:textId="77777777" w:rsidTr="00997E64">
        <w:tc>
          <w:tcPr>
            <w:tcW w:w="2263" w:type="dxa"/>
          </w:tcPr>
          <w:p w14:paraId="00B6765D" w14:textId="77777777" w:rsidR="00375FEE" w:rsidRPr="004611CF" w:rsidRDefault="00375FEE" w:rsidP="00997E64">
            <w:r w:rsidRPr="004611CF">
              <w:t>Object identifier</w:t>
            </w:r>
          </w:p>
        </w:tc>
        <w:tc>
          <w:tcPr>
            <w:tcW w:w="5812" w:type="dxa"/>
          </w:tcPr>
          <w:p w14:paraId="72E77BCA" w14:textId="77777777" w:rsidR="00375FEE" w:rsidRPr="004611CF" w:rsidRDefault="00375FEE" w:rsidP="00997E64">
            <w:r w:rsidRPr="004611CF">
              <w:t>21013</w:t>
            </w:r>
          </w:p>
        </w:tc>
      </w:tr>
      <w:tr w:rsidR="00375FEE" w:rsidRPr="004611CF" w14:paraId="06FB7E84" w14:textId="77777777" w:rsidTr="00997E64">
        <w:tc>
          <w:tcPr>
            <w:tcW w:w="2263" w:type="dxa"/>
          </w:tcPr>
          <w:p w14:paraId="45F05B13" w14:textId="77777777" w:rsidR="00375FEE" w:rsidRPr="004611CF" w:rsidRDefault="00375FEE" w:rsidP="00997E64">
            <w:r w:rsidRPr="004611CF">
              <w:t>Version Identifier</w:t>
            </w:r>
          </w:p>
        </w:tc>
        <w:tc>
          <w:tcPr>
            <w:tcW w:w="5812" w:type="dxa"/>
          </w:tcPr>
          <w:p w14:paraId="30E2C710" w14:textId="77777777" w:rsidR="00375FEE" w:rsidRPr="004611CF" w:rsidRDefault="00375FEE" w:rsidP="00997E64">
            <w:r w:rsidRPr="004611CF">
              <w:t>1</w:t>
            </w:r>
          </w:p>
        </w:tc>
      </w:tr>
      <w:tr w:rsidR="00375FEE" w:rsidRPr="004611CF" w14:paraId="02C3A818" w14:textId="77777777" w:rsidTr="00997E64">
        <w:tc>
          <w:tcPr>
            <w:tcW w:w="2263" w:type="dxa"/>
          </w:tcPr>
          <w:p w14:paraId="79314F4A" w14:textId="77777777" w:rsidR="00375FEE" w:rsidRPr="004611CF" w:rsidRDefault="00375FEE" w:rsidP="00997E64">
            <w:r w:rsidRPr="004611CF">
              <w:t xml:space="preserve">Spelling </w:t>
            </w:r>
            <w:proofErr w:type="spellStart"/>
            <w:r w:rsidRPr="004611CF">
              <w:t>nl</w:t>
            </w:r>
            <w:proofErr w:type="spellEnd"/>
          </w:p>
        </w:tc>
        <w:tc>
          <w:tcPr>
            <w:tcW w:w="5812" w:type="dxa"/>
          </w:tcPr>
          <w:p w14:paraId="73BBB2B4" w14:textId="77777777" w:rsidR="00375FEE" w:rsidRPr="004611CF" w:rsidRDefault="00375FEE" w:rsidP="00997E64">
            <w:r w:rsidRPr="004611CF">
              <w:t>Evergem (A)</w:t>
            </w:r>
          </w:p>
        </w:tc>
      </w:tr>
      <w:tr w:rsidR="00375FEE" w:rsidRPr="004611CF" w14:paraId="663F7AA0" w14:textId="77777777" w:rsidTr="00997E64">
        <w:tc>
          <w:tcPr>
            <w:tcW w:w="2263" w:type="dxa"/>
          </w:tcPr>
          <w:p w14:paraId="27144835" w14:textId="77777777" w:rsidR="00375FEE" w:rsidRPr="004611CF" w:rsidRDefault="00375FEE" w:rsidP="00997E64">
            <w:r w:rsidRPr="004611CF">
              <w:t>Status</w:t>
            </w:r>
          </w:p>
        </w:tc>
        <w:tc>
          <w:tcPr>
            <w:tcW w:w="5812" w:type="dxa"/>
          </w:tcPr>
          <w:p w14:paraId="5022E888" w14:textId="77777777" w:rsidR="00375FEE" w:rsidRPr="004611CF" w:rsidRDefault="00375FEE" w:rsidP="00997E64">
            <w:r w:rsidRPr="004611CF">
              <w:t>Current</w:t>
            </w:r>
          </w:p>
        </w:tc>
      </w:tr>
      <w:tr w:rsidR="00375FEE" w:rsidRPr="004611CF" w14:paraId="1998FC84" w14:textId="77777777" w:rsidTr="00997E64">
        <w:tc>
          <w:tcPr>
            <w:tcW w:w="2263" w:type="dxa"/>
          </w:tcPr>
          <w:p w14:paraId="2C50486F" w14:textId="77777777" w:rsidR="00375FEE" w:rsidRPr="004611CF" w:rsidRDefault="00375FEE" w:rsidP="00997E64">
            <w:proofErr w:type="spellStart"/>
            <w:r w:rsidRPr="004611CF">
              <w:t>validFrom</w:t>
            </w:r>
            <w:proofErr w:type="spellEnd"/>
          </w:p>
        </w:tc>
        <w:tc>
          <w:tcPr>
            <w:tcW w:w="5812" w:type="dxa"/>
          </w:tcPr>
          <w:p w14:paraId="1EF78AEA" w14:textId="77777777" w:rsidR="00375FEE" w:rsidRPr="004611CF" w:rsidRDefault="00375FEE" w:rsidP="00997E64">
            <w:r w:rsidRPr="004611CF">
              <w:t>2022-11-23T10:32:58</w:t>
            </w:r>
          </w:p>
        </w:tc>
      </w:tr>
      <w:tr w:rsidR="00375FEE" w:rsidRPr="004611CF" w14:paraId="5C12B7A2" w14:textId="77777777" w:rsidTr="00997E64">
        <w:tc>
          <w:tcPr>
            <w:tcW w:w="2263" w:type="dxa"/>
          </w:tcPr>
          <w:p w14:paraId="1D1C0EB3" w14:textId="77777777" w:rsidR="00375FEE" w:rsidRPr="004611CF" w:rsidRDefault="00375FEE" w:rsidP="00997E64">
            <w:proofErr w:type="spellStart"/>
            <w:r w:rsidRPr="004611CF">
              <w:t>validTo</w:t>
            </w:r>
            <w:proofErr w:type="spellEnd"/>
          </w:p>
        </w:tc>
        <w:tc>
          <w:tcPr>
            <w:tcW w:w="5812" w:type="dxa"/>
          </w:tcPr>
          <w:p w14:paraId="586CAC16" w14:textId="77777777" w:rsidR="00375FEE" w:rsidRPr="004611CF" w:rsidRDefault="00375FEE" w:rsidP="00997E64">
            <w:r w:rsidRPr="004611CF">
              <w:t>N/A</w:t>
            </w:r>
          </w:p>
        </w:tc>
      </w:tr>
      <w:tr w:rsidR="00375FEE" w:rsidRPr="004611CF" w14:paraId="4F46F7C4" w14:textId="77777777" w:rsidTr="00997E64">
        <w:tc>
          <w:tcPr>
            <w:tcW w:w="2263" w:type="dxa"/>
          </w:tcPr>
          <w:p w14:paraId="551BB46A" w14:textId="77777777" w:rsidR="00375FEE" w:rsidRPr="004611CF" w:rsidRDefault="00375FEE" w:rsidP="00997E64">
            <w:r w:rsidRPr="004611CF">
              <w:t>Predecessor</w:t>
            </w:r>
          </w:p>
        </w:tc>
        <w:tc>
          <w:tcPr>
            <w:tcW w:w="5812" w:type="dxa"/>
          </w:tcPr>
          <w:p w14:paraId="22E53C4C" w14:textId="77777777" w:rsidR="00375FEE" w:rsidRPr="004611CF" w:rsidRDefault="00375FEE" w:rsidP="00997E64">
            <w:r w:rsidRPr="004611CF">
              <w:t>N/A</w:t>
            </w:r>
          </w:p>
        </w:tc>
      </w:tr>
      <w:tr w:rsidR="00375FEE" w:rsidRPr="004611CF" w14:paraId="05615312" w14:textId="77777777" w:rsidTr="00997E64">
        <w:tc>
          <w:tcPr>
            <w:tcW w:w="2263" w:type="dxa"/>
          </w:tcPr>
          <w:p w14:paraId="709BF0F8" w14:textId="77777777" w:rsidR="00375FEE" w:rsidRPr="004611CF" w:rsidRDefault="00375FEE" w:rsidP="00997E64">
            <w:r w:rsidRPr="004611CF">
              <w:t>Successor</w:t>
            </w:r>
          </w:p>
        </w:tc>
        <w:tc>
          <w:tcPr>
            <w:tcW w:w="5812" w:type="dxa"/>
          </w:tcPr>
          <w:p w14:paraId="297840F9" w14:textId="77777777" w:rsidR="00375FEE" w:rsidRPr="004611CF" w:rsidRDefault="00375FEE" w:rsidP="00997E64">
            <w:r w:rsidRPr="004611CF">
              <w:t>N/A</w:t>
            </w:r>
          </w:p>
        </w:tc>
      </w:tr>
    </w:tbl>
    <w:p w14:paraId="01BC9F60" w14:textId="77777777" w:rsidR="00375FEE" w:rsidRPr="004611CF" w:rsidRDefault="00375FEE" w:rsidP="00375FEE"/>
    <w:p w14:paraId="3C3AE471" w14:textId="77777777" w:rsidR="00375FEE" w:rsidRPr="004611CF" w:rsidRDefault="00375FEE" w:rsidP="00375FEE">
      <w:pPr>
        <w:pStyle w:val="Heading4"/>
      </w:pPr>
      <w:r w:rsidRPr="004611CF">
        <w:lastRenderedPageBreak/>
        <w:t>Example 2 - [ADD] Postal info</w:t>
      </w:r>
    </w:p>
    <w:tbl>
      <w:tblPr>
        <w:tblStyle w:val="TableGrid"/>
        <w:tblW w:w="0" w:type="auto"/>
        <w:tblLook w:val="04A0" w:firstRow="1" w:lastRow="0" w:firstColumn="1" w:lastColumn="0" w:noHBand="0" w:noVBand="1"/>
      </w:tblPr>
      <w:tblGrid>
        <w:gridCol w:w="2263"/>
        <w:gridCol w:w="5812"/>
      </w:tblGrid>
      <w:tr w:rsidR="00375FEE" w:rsidRPr="004611CF" w14:paraId="45E0A0AA" w14:textId="77777777" w:rsidTr="00997E64">
        <w:trPr>
          <w:trHeight w:val="319"/>
        </w:trPr>
        <w:tc>
          <w:tcPr>
            <w:tcW w:w="2263" w:type="dxa"/>
          </w:tcPr>
          <w:p w14:paraId="3A5A903B" w14:textId="77777777" w:rsidR="00375FEE" w:rsidRPr="004611CF" w:rsidRDefault="00375FEE" w:rsidP="00997E64">
            <w:r w:rsidRPr="004611CF">
              <w:t>Namespace</w:t>
            </w:r>
          </w:p>
        </w:tc>
        <w:tc>
          <w:tcPr>
            <w:tcW w:w="5812" w:type="dxa"/>
          </w:tcPr>
          <w:p w14:paraId="3F5BF55C" w14:textId="77777777" w:rsidR="00375FEE" w:rsidRPr="004611CF" w:rsidRDefault="00375FEE" w:rsidP="00997E64">
            <w:r w:rsidRPr="004611CF">
              <w:t>https://data.vlaanderen.be/id/postinfo/</w:t>
            </w:r>
          </w:p>
        </w:tc>
      </w:tr>
      <w:tr w:rsidR="00375FEE" w:rsidRPr="004611CF" w14:paraId="1CCEBF2E" w14:textId="77777777" w:rsidTr="00997E64">
        <w:tc>
          <w:tcPr>
            <w:tcW w:w="2263" w:type="dxa"/>
          </w:tcPr>
          <w:p w14:paraId="55807638" w14:textId="77777777" w:rsidR="00375FEE" w:rsidRPr="004611CF" w:rsidRDefault="00375FEE" w:rsidP="00997E64">
            <w:r w:rsidRPr="004611CF">
              <w:t>Object identifier</w:t>
            </w:r>
          </w:p>
        </w:tc>
        <w:tc>
          <w:tcPr>
            <w:tcW w:w="5812" w:type="dxa"/>
          </w:tcPr>
          <w:p w14:paraId="3C4421BA" w14:textId="77777777" w:rsidR="00375FEE" w:rsidRPr="004611CF" w:rsidRDefault="00375FEE" w:rsidP="00997E64">
            <w:r w:rsidRPr="004611CF">
              <w:t>2000</w:t>
            </w:r>
          </w:p>
        </w:tc>
      </w:tr>
      <w:tr w:rsidR="00375FEE" w:rsidRPr="004611CF" w14:paraId="2B247B60" w14:textId="77777777" w:rsidTr="00997E64">
        <w:tc>
          <w:tcPr>
            <w:tcW w:w="2263" w:type="dxa"/>
          </w:tcPr>
          <w:p w14:paraId="4288FCAF" w14:textId="77777777" w:rsidR="00375FEE" w:rsidRPr="004611CF" w:rsidRDefault="00375FEE" w:rsidP="00997E64">
            <w:r w:rsidRPr="004611CF">
              <w:t>Version Identifier</w:t>
            </w:r>
          </w:p>
        </w:tc>
        <w:tc>
          <w:tcPr>
            <w:tcW w:w="5812" w:type="dxa"/>
          </w:tcPr>
          <w:p w14:paraId="1C52AF86" w14:textId="77777777" w:rsidR="00375FEE" w:rsidRPr="004611CF" w:rsidRDefault="00375FEE" w:rsidP="00997E64">
            <w:r w:rsidRPr="004611CF">
              <w:t>1</w:t>
            </w:r>
          </w:p>
        </w:tc>
      </w:tr>
      <w:tr w:rsidR="00375FEE" w:rsidRPr="004611CF" w14:paraId="2140FA93" w14:textId="77777777" w:rsidTr="00997E64">
        <w:tc>
          <w:tcPr>
            <w:tcW w:w="2263" w:type="dxa"/>
          </w:tcPr>
          <w:p w14:paraId="319DE798" w14:textId="77777777" w:rsidR="00375FEE" w:rsidRPr="004611CF" w:rsidRDefault="00375FEE" w:rsidP="00997E64">
            <w:r w:rsidRPr="004611CF">
              <w:t xml:space="preserve">Spelling </w:t>
            </w:r>
            <w:proofErr w:type="spellStart"/>
            <w:r w:rsidRPr="004611CF">
              <w:t>nl</w:t>
            </w:r>
            <w:proofErr w:type="spellEnd"/>
          </w:p>
        </w:tc>
        <w:tc>
          <w:tcPr>
            <w:tcW w:w="5812" w:type="dxa"/>
          </w:tcPr>
          <w:p w14:paraId="11CA8445" w14:textId="77777777" w:rsidR="00375FEE" w:rsidRPr="004611CF" w:rsidRDefault="00375FEE" w:rsidP="00997E64">
            <w:r w:rsidRPr="004611CF">
              <w:t>Evergem (A)</w:t>
            </w:r>
          </w:p>
        </w:tc>
      </w:tr>
      <w:tr w:rsidR="00375FEE" w:rsidRPr="004611CF" w14:paraId="65133191" w14:textId="77777777" w:rsidTr="00997E64">
        <w:tc>
          <w:tcPr>
            <w:tcW w:w="2263" w:type="dxa"/>
          </w:tcPr>
          <w:p w14:paraId="54D99305" w14:textId="77777777" w:rsidR="00375FEE" w:rsidRPr="004611CF" w:rsidRDefault="00375FEE" w:rsidP="00997E64">
            <w:r w:rsidRPr="004611CF">
              <w:t>Status</w:t>
            </w:r>
          </w:p>
        </w:tc>
        <w:tc>
          <w:tcPr>
            <w:tcW w:w="5812" w:type="dxa"/>
          </w:tcPr>
          <w:p w14:paraId="39EA1ACE" w14:textId="77777777" w:rsidR="00375FEE" w:rsidRPr="004611CF" w:rsidRDefault="00375FEE" w:rsidP="00997E64">
            <w:r w:rsidRPr="004611CF">
              <w:t>Current</w:t>
            </w:r>
          </w:p>
        </w:tc>
      </w:tr>
      <w:tr w:rsidR="00375FEE" w:rsidRPr="004611CF" w14:paraId="40E80BA2" w14:textId="77777777" w:rsidTr="00997E64">
        <w:tc>
          <w:tcPr>
            <w:tcW w:w="2263" w:type="dxa"/>
          </w:tcPr>
          <w:p w14:paraId="2C61749F" w14:textId="77777777" w:rsidR="00375FEE" w:rsidRPr="004611CF" w:rsidRDefault="00375FEE" w:rsidP="00997E64">
            <w:proofErr w:type="spellStart"/>
            <w:r w:rsidRPr="004611CF">
              <w:t>validFrom</w:t>
            </w:r>
            <w:proofErr w:type="spellEnd"/>
          </w:p>
        </w:tc>
        <w:tc>
          <w:tcPr>
            <w:tcW w:w="5812" w:type="dxa"/>
          </w:tcPr>
          <w:p w14:paraId="31C3D5A6" w14:textId="77777777" w:rsidR="00375FEE" w:rsidRPr="004611CF" w:rsidRDefault="00375FEE" w:rsidP="00997E64">
            <w:r w:rsidRPr="004611CF">
              <w:t>2022-11-23T10:32:58</w:t>
            </w:r>
          </w:p>
        </w:tc>
      </w:tr>
      <w:tr w:rsidR="00375FEE" w:rsidRPr="004611CF" w14:paraId="60B4D159" w14:textId="77777777" w:rsidTr="00997E64">
        <w:tc>
          <w:tcPr>
            <w:tcW w:w="2263" w:type="dxa"/>
          </w:tcPr>
          <w:p w14:paraId="211326E3" w14:textId="77777777" w:rsidR="00375FEE" w:rsidRPr="004611CF" w:rsidRDefault="00375FEE" w:rsidP="00997E64">
            <w:proofErr w:type="spellStart"/>
            <w:r w:rsidRPr="004611CF">
              <w:t>validTo</w:t>
            </w:r>
            <w:proofErr w:type="spellEnd"/>
          </w:p>
        </w:tc>
        <w:tc>
          <w:tcPr>
            <w:tcW w:w="5812" w:type="dxa"/>
          </w:tcPr>
          <w:p w14:paraId="76C78E8E" w14:textId="77777777" w:rsidR="00375FEE" w:rsidRPr="004611CF" w:rsidRDefault="00375FEE" w:rsidP="00997E64">
            <w:r w:rsidRPr="004611CF">
              <w:t>N/A</w:t>
            </w:r>
          </w:p>
        </w:tc>
      </w:tr>
      <w:tr w:rsidR="00375FEE" w:rsidRPr="004611CF" w14:paraId="1743C8C8" w14:textId="77777777" w:rsidTr="00997E64">
        <w:tc>
          <w:tcPr>
            <w:tcW w:w="2263" w:type="dxa"/>
          </w:tcPr>
          <w:p w14:paraId="13D0359A" w14:textId="77777777" w:rsidR="00375FEE" w:rsidRPr="004611CF" w:rsidRDefault="00375FEE" w:rsidP="00997E64">
            <w:r w:rsidRPr="004611CF">
              <w:t>Predecessor</w:t>
            </w:r>
          </w:p>
        </w:tc>
        <w:tc>
          <w:tcPr>
            <w:tcW w:w="5812" w:type="dxa"/>
          </w:tcPr>
          <w:p w14:paraId="35A5087F" w14:textId="77777777" w:rsidR="00375FEE" w:rsidRPr="004611CF" w:rsidRDefault="00375FEE" w:rsidP="00997E64">
            <w:r w:rsidRPr="004611CF">
              <w:t>N/A</w:t>
            </w:r>
          </w:p>
        </w:tc>
      </w:tr>
      <w:tr w:rsidR="00375FEE" w:rsidRPr="004611CF" w14:paraId="3C947A3D" w14:textId="77777777" w:rsidTr="00997E64">
        <w:tc>
          <w:tcPr>
            <w:tcW w:w="2263" w:type="dxa"/>
          </w:tcPr>
          <w:p w14:paraId="1E7A4F90" w14:textId="77777777" w:rsidR="00375FEE" w:rsidRPr="004611CF" w:rsidRDefault="00375FEE" w:rsidP="00997E64">
            <w:r w:rsidRPr="004611CF">
              <w:t>Successor</w:t>
            </w:r>
          </w:p>
        </w:tc>
        <w:tc>
          <w:tcPr>
            <w:tcW w:w="5812" w:type="dxa"/>
          </w:tcPr>
          <w:p w14:paraId="554B15E9" w14:textId="77777777" w:rsidR="00375FEE" w:rsidRPr="004611CF" w:rsidRDefault="00375FEE" w:rsidP="00997E64">
            <w:r w:rsidRPr="004611CF">
              <w:t>N/A</w:t>
            </w:r>
          </w:p>
        </w:tc>
      </w:tr>
    </w:tbl>
    <w:p w14:paraId="7B22DF2F" w14:textId="77777777" w:rsidR="00375FEE" w:rsidRPr="004611CF" w:rsidRDefault="00375FEE" w:rsidP="00375FEE"/>
    <w:p w14:paraId="41B63FA9" w14:textId="20E6EC1B" w:rsidR="0087666A" w:rsidRPr="0087666A" w:rsidRDefault="0087666A" w:rsidP="0087666A">
      <w:pPr>
        <w:pStyle w:val="Heading3"/>
      </w:pPr>
      <w:bookmarkStart w:id="34" w:name="_Toc184897118"/>
      <w:r>
        <w:t>Scenario: Creating a new street name and new address. [s1-2]</w:t>
      </w:r>
      <w:bookmarkEnd w:id="34"/>
    </w:p>
    <w:p w14:paraId="03D91639" w14:textId="30EDC3CA" w:rsidR="00375FEE" w:rsidRPr="0087666A" w:rsidRDefault="00375FEE" w:rsidP="0087666A">
      <w:pPr>
        <w:pStyle w:val="Heading4"/>
        <w:rPr>
          <w:sz w:val="22"/>
          <w:szCs w:val="28"/>
        </w:rPr>
      </w:pPr>
      <w:r w:rsidRPr="0087666A">
        <w:rPr>
          <w:sz w:val="22"/>
          <w:szCs w:val="28"/>
        </w:rPr>
        <w:t>[</w:t>
      </w:r>
      <w:r w:rsidR="00BC266C">
        <w:rPr>
          <w:sz w:val="22"/>
          <w:szCs w:val="28"/>
        </w:rPr>
        <w:t>Mutation file: BeStAddress_MBelgium20221208.zip</w:t>
      </w:r>
      <w:r w:rsidRPr="0087666A">
        <w:rPr>
          <w:sz w:val="22"/>
          <w:szCs w:val="28"/>
        </w:rPr>
        <w:t xml:space="preserve">] </w:t>
      </w:r>
      <w:r w:rsidRPr="0087666A">
        <w:rPr>
          <w:sz w:val="22"/>
          <w:szCs w:val="28"/>
        </w:rPr>
        <w:br/>
        <w:t>Example file: Flanders_M_20221208_L72</w:t>
      </w:r>
    </w:p>
    <w:p w14:paraId="794D33E1" w14:textId="2F1F80D2" w:rsidR="00375FEE" w:rsidRPr="004611CF" w:rsidRDefault="00375FEE" w:rsidP="00375FEE">
      <w:r w:rsidRPr="004611CF">
        <w:t xml:space="preserve">In this next mutation file, a new </w:t>
      </w:r>
      <w:r w:rsidRPr="004611CF">
        <w:rPr>
          <w:b/>
          <w:bCs/>
        </w:rPr>
        <w:t>street name</w:t>
      </w:r>
      <w:r w:rsidR="00212289">
        <w:rPr>
          <w:b/>
          <w:bCs/>
        </w:rPr>
        <w:t xml:space="preserve"> (scenario 2)</w:t>
      </w:r>
      <w:r w:rsidRPr="004611CF">
        <w:t xml:space="preserve"> that references the municipality added previously in the first file, and a new </w:t>
      </w:r>
      <w:r w:rsidRPr="004611CF">
        <w:rPr>
          <w:b/>
          <w:bCs/>
        </w:rPr>
        <w:t>address</w:t>
      </w:r>
      <w:r w:rsidR="00212289">
        <w:rPr>
          <w:b/>
          <w:bCs/>
        </w:rPr>
        <w:t xml:space="preserve"> (scenario 1)</w:t>
      </w:r>
      <w:r w:rsidRPr="004611CF">
        <w:t xml:space="preserve"> that references every record previously added including the new street name.</w:t>
      </w:r>
    </w:p>
    <w:p w14:paraId="4DEEE5E6" w14:textId="77777777" w:rsidR="00375FEE" w:rsidRPr="004611CF" w:rsidRDefault="00375FEE" w:rsidP="00375FEE">
      <w:pPr>
        <w:pStyle w:val="Heading4"/>
      </w:pPr>
      <w:r w:rsidRPr="004611CF">
        <w:t>Example 3 - [ADD] Street name</w:t>
      </w:r>
    </w:p>
    <w:tbl>
      <w:tblPr>
        <w:tblStyle w:val="TableGrid"/>
        <w:tblW w:w="0" w:type="auto"/>
        <w:tblLook w:val="04A0" w:firstRow="1" w:lastRow="0" w:firstColumn="1" w:lastColumn="0" w:noHBand="0" w:noVBand="1"/>
      </w:tblPr>
      <w:tblGrid>
        <w:gridCol w:w="2263"/>
        <w:gridCol w:w="5954"/>
      </w:tblGrid>
      <w:tr w:rsidR="00375FEE" w:rsidRPr="004611CF" w14:paraId="1004DC31" w14:textId="77777777" w:rsidTr="00997E64">
        <w:trPr>
          <w:trHeight w:val="319"/>
        </w:trPr>
        <w:tc>
          <w:tcPr>
            <w:tcW w:w="2263" w:type="dxa"/>
          </w:tcPr>
          <w:p w14:paraId="60F69A5E" w14:textId="77777777" w:rsidR="00375FEE" w:rsidRPr="004611CF" w:rsidRDefault="00375FEE" w:rsidP="00997E64">
            <w:r w:rsidRPr="004611CF">
              <w:t>Namespace</w:t>
            </w:r>
          </w:p>
        </w:tc>
        <w:tc>
          <w:tcPr>
            <w:tcW w:w="5954" w:type="dxa"/>
          </w:tcPr>
          <w:p w14:paraId="6F8D04FA" w14:textId="77777777" w:rsidR="00375FEE" w:rsidRPr="004611CF" w:rsidRDefault="00375FEE" w:rsidP="00997E64">
            <w:r w:rsidRPr="004611CF">
              <w:t>https://data.vlaanderen.be/id/straatnaam/</w:t>
            </w:r>
          </w:p>
        </w:tc>
      </w:tr>
      <w:tr w:rsidR="00375FEE" w:rsidRPr="004611CF" w14:paraId="5D14E475" w14:textId="77777777" w:rsidTr="00997E64">
        <w:tc>
          <w:tcPr>
            <w:tcW w:w="2263" w:type="dxa"/>
          </w:tcPr>
          <w:p w14:paraId="257FF089" w14:textId="77777777" w:rsidR="00375FEE" w:rsidRPr="004611CF" w:rsidRDefault="00375FEE" w:rsidP="00997E64">
            <w:r w:rsidRPr="004611CF">
              <w:t>Object identifier</w:t>
            </w:r>
          </w:p>
        </w:tc>
        <w:tc>
          <w:tcPr>
            <w:tcW w:w="5954" w:type="dxa"/>
          </w:tcPr>
          <w:p w14:paraId="383B7C1B" w14:textId="77777777" w:rsidR="00375FEE" w:rsidRPr="004611CF" w:rsidRDefault="00375FEE" w:rsidP="00997E64">
            <w:r w:rsidRPr="004611CF">
              <w:t>7964</w:t>
            </w:r>
          </w:p>
        </w:tc>
      </w:tr>
      <w:tr w:rsidR="00375FEE" w:rsidRPr="004611CF" w14:paraId="33BA8028" w14:textId="77777777" w:rsidTr="00997E64">
        <w:tc>
          <w:tcPr>
            <w:tcW w:w="2263" w:type="dxa"/>
          </w:tcPr>
          <w:p w14:paraId="058D55BE" w14:textId="77777777" w:rsidR="00375FEE" w:rsidRPr="004611CF" w:rsidRDefault="00375FEE" w:rsidP="00997E64">
            <w:r w:rsidRPr="004611CF">
              <w:t>Version Identifier</w:t>
            </w:r>
          </w:p>
        </w:tc>
        <w:tc>
          <w:tcPr>
            <w:tcW w:w="5954" w:type="dxa"/>
          </w:tcPr>
          <w:p w14:paraId="1A1F0975" w14:textId="77777777" w:rsidR="00375FEE" w:rsidRPr="004611CF" w:rsidRDefault="00375FEE" w:rsidP="00997E64">
            <w:r w:rsidRPr="004611CF">
              <w:t>1</w:t>
            </w:r>
          </w:p>
        </w:tc>
      </w:tr>
      <w:tr w:rsidR="00375FEE" w:rsidRPr="004611CF" w14:paraId="7C2F6645" w14:textId="77777777" w:rsidTr="00997E64">
        <w:tc>
          <w:tcPr>
            <w:tcW w:w="2263" w:type="dxa"/>
          </w:tcPr>
          <w:p w14:paraId="14D35048" w14:textId="77777777" w:rsidR="00375FEE" w:rsidRPr="004611CF" w:rsidRDefault="00375FEE" w:rsidP="00997E64">
            <w:r w:rsidRPr="004611CF">
              <w:t xml:space="preserve">Spelling </w:t>
            </w:r>
            <w:proofErr w:type="spellStart"/>
            <w:r w:rsidRPr="004611CF">
              <w:t>fr</w:t>
            </w:r>
            <w:proofErr w:type="spellEnd"/>
          </w:p>
        </w:tc>
        <w:tc>
          <w:tcPr>
            <w:tcW w:w="5954" w:type="dxa"/>
          </w:tcPr>
          <w:p w14:paraId="09BB9428" w14:textId="77777777" w:rsidR="00375FEE" w:rsidRPr="004611CF" w:rsidRDefault="00375FEE" w:rsidP="00997E64">
            <w:proofErr w:type="spellStart"/>
            <w:r w:rsidRPr="004611CF">
              <w:t>Dixième</w:t>
            </w:r>
            <w:proofErr w:type="spellEnd"/>
            <w:r w:rsidRPr="004611CF">
              <w:t xml:space="preserve"> Rue du Test</w:t>
            </w:r>
          </w:p>
        </w:tc>
      </w:tr>
      <w:tr w:rsidR="00375FEE" w:rsidRPr="004611CF" w14:paraId="7E584F0E" w14:textId="77777777" w:rsidTr="00997E64">
        <w:tc>
          <w:tcPr>
            <w:tcW w:w="2263" w:type="dxa"/>
          </w:tcPr>
          <w:p w14:paraId="4173578F" w14:textId="77777777" w:rsidR="00375FEE" w:rsidRPr="004611CF" w:rsidRDefault="00375FEE" w:rsidP="00997E64">
            <w:r w:rsidRPr="004611CF">
              <w:t>Assigned by municipality</w:t>
            </w:r>
          </w:p>
        </w:tc>
        <w:tc>
          <w:tcPr>
            <w:tcW w:w="5954" w:type="dxa"/>
          </w:tcPr>
          <w:p w14:paraId="00F2D169" w14:textId="77777777" w:rsidR="00375FEE" w:rsidRPr="004611CF" w:rsidRDefault="00375FEE" w:rsidP="00997E64">
            <w:r w:rsidRPr="004611CF">
              <w:t>Namespace: https://data.vlaanderen.be/id/gemeente/</w:t>
            </w:r>
            <w:r w:rsidRPr="004611CF">
              <w:br/>
            </w:r>
            <w:proofErr w:type="spellStart"/>
            <w:r w:rsidRPr="004611CF">
              <w:t>ObjectIdentifier</w:t>
            </w:r>
            <w:proofErr w:type="spellEnd"/>
            <w:r w:rsidRPr="004611CF">
              <w:t>: 21013</w:t>
            </w:r>
            <w:r w:rsidRPr="004611CF">
              <w:br/>
            </w:r>
            <w:proofErr w:type="spellStart"/>
            <w:r w:rsidRPr="004611CF">
              <w:t>VersionIdentifier</w:t>
            </w:r>
            <w:proofErr w:type="spellEnd"/>
            <w:r w:rsidRPr="004611CF">
              <w:t>: 1</w:t>
            </w:r>
          </w:p>
        </w:tc>
      </w:tr>
      <w:tr w:rsidR="00375FEE" w:rsidRPr="004611CF" w14:paraId="4E1919F5" w14:textId="77777777" w:rsidTr="00997E64">
        <w:tc>
          <w:tcPr>
            <w:tcW w:w="2263" w:type="dxa"/>
          </w:tcPr>
          <w:p w14:paraId="1CDDC8D8" w14:textId="77777777" w:rsidR="00375FEE" w:rsidRPr="004611CF" w:rsidRDefault="00375FEE" w:rsidP="00997E64">
            <w:r w:rsidRPr="004611CF">
              <w:t>Status</w:t>
            </w:r>
          </w:p>
        </w:tc>
        <w:tc>
          <w:tcPr>
            <w:tcW w:w="5954" w:type="dxa"/>
          </w:tcPr>
          <w:p w14:paraId="036ED61F" w14:textId="77777777" w:rsidR="00375FEE" w:rsidRPr="004611CF" w:rsidRDefault="00375FEE" w:rsidP="00997E64">
            <w:r w:rsidRPr="004611CF">
              <w:t>Current</w:t>
            </w:r>
          </w:p>
        </w:tc>
      </w:tr>
      <w:tr w:rsidR="00375FEE" w:rsidRPr="004611CF" w14:paraId="1E06CE03" w14:textId="77777777" w:rsidTr="00997E64">
        <w:tc>
          <w:tcPr>
            <w:tcW w:w="2263" w:type="dxa"/>
          </w:tcPr>
          <w:p w14:paraId="3405BCC6" w14:textId="77777777" w:rsidR="00375FEE" w:rsidRPr="004611CF" w:rsidRDefault="00375FEE" w:rsidP="00997E64">
            <w:proofErr w:type="spellStart"/>
            <w:r w:rsidRPr="004611CF">
              <w:lastRenderedPageBreak/>
              <w:t>validFrom</w:t>
            </w:r>
            <w:proofErr w:type="spellEnd"/>
          </w:p>
        </w:tc>
        <w:tc>
          <w:tcPr>
            <w:tcW w:w="5954" w:type="dxa"/>
          </w:tcPr>
          <w:p w14:paraId="5B27B991" w14:textId="77777777" w:rsidR="00375FEE" w:rsidRPr="004611CF" w:rsidRDefault="00375FEE" w:rsidP="00997E64">
            <w:r w:rsidRPr="004611CF">
              <w:t>2022-12-08T15:30:07</w:t>
            </w:r>
          </w:p>
        </w:tc>
      </w:tr>
      <w:tr w:rsidR="00375FEE" w:rsidRPr="004611CF" w14:paraId="476D1758" w14:textId="77777777" w:rsidTr="00997E64">
        <w:tc>
          <w:tcPr>
            <w:tcW w:w="2263" w:type="dxa"/>
          </w:tcPr>
          <w:p w14:paraId="061A16DF" w14:textId="77777777" w:rsidR="00375FEE" w:rsidRPr="004611CF" w:rsidRDefault="00375FEE" w:rsidP="00997E64">
            <w:proofErr w:type="spellStart"/>
            <w:r w:rsidRPr="004611CF">
              <w:t>validTo</w:t>
            </w:r>
            <w:proofErr w:type="spellEnd"/>
          </w:p>
        </w:tc>
        <w:tc>
          <w:tcPr>
            <w:tcW w:w="5954" w:type="dxa"/>
          </w:tcPr>
          <w:p w14:paraId="31EC0AF5" w14:textId="77777777" w:rsidR="00375FEE" w:rsidRPr="004611CF" w:rsidRDefault="00375FEE" w:rsidP="00997E64">
            <w:r w:rsidRPr="004611CF">
              <w:t>N/A</w:t>
            </w:r>
          </w:p>
        </w:tc>
      </w:tr>
      <w:tr w:rsidR="00375FEE" w:rsidRPr="004611CF" w14:paraId="58A8FF67" w14:textId="77777777" w:rsidTr="00997E64">
        <w:tc>
          <w:tcPr>
            <w:tcW w:w="2263" w:type="dxa"/>
          </w:tcPr>
          <w:p w14:paraId="3F25699B" w14:textId="77777777" w:rsidR="00375FEE" w:rsidRPr="004611CF" w:rsidRDefault="00375FEE" w:rsidP="00997E64">
            <w:r w:rsidRPr="004611CF">
              <w:t>Predecessor</w:t>
            </w:r>
          </w:p>
        </w:tc>
        <w:tc>
          <w:tcPr>
            <w:tcW w:w="5954" w:type="dxa"/>
          </w:tcPr>
          <w:p w14:paraId="19512299" w14:textId="77777777" w:rsidR="00375FEE" w:rsidRPr="004611CF" w:rsidRDefault="00375FEE" w:rsidP="00997E64">
            <w:r w:rsidRPr="004611CF">
              <w:t>N/A</w:t>
            </w:r>
          </w:p>
        </w:tc>
      </w:tr>
      <w:tr w:rsidR="00375FEE" w:rsidRPr="004611CF" w14:paraId="764506A7" w14:textId="77777777" w:rsidTr="00997E64">
        <w:tc>
          <w:tcPr>
            <w:tcW w:w="2263" w:type="dxa"/>
          </w:tcPr>
          <w:p w14:paraId="665AF89E" w14:textId="77777777" w:rsidR="00375FEE" w:rsidRPr="004611CF" w:rsidRDefault="00375FEE" w:rsidP="00997E64">
            <w:r w:rsidRPr="004611CF">
              <w:t>Successor</w:t>
            </w:r>
          </w:p>
        </w:tc>
        <w:tc>
          <w:tcPr>
            <w:tcW w:w="5954" w:type="dxa"/>
          </w:tcPr>
          <w:p w14:paraId="4B00BC4F" w14:textId="77777777" w:rsidR="00375FEE" w:rsidRPr="004611CF" w:rsidRDefault="00375FEE" w:rsidP="00997E64">
            <w:r w:rsidRPr="004611CF">
              <w:t>N/A</w:t>
            </w:r>
          </w:p>
        </w:tc>
      </w:tr>
    </w:tbl>
    <w:p w14:paraId="511D1A58" w14:textId="77777777" w:rsidR="00375FEE" w:rsidRPr="004611CF" w:rsidRDefault="00375FEE" w:rsidP="00375FEE"/>
    <w:p w14:paraId="64888E8A" w14:textId="77777777" w:rsidR="00375FEE" w:rsidRPr="004611CF" w:rsidRDefault="00375FEE" w:rsidP="00375FEE">
      <w:pPr>
        <w:pStyle w:val="Heading4"/>
      </w:pPr>
      <w:r w:rsidRPr="004611CF">
        <w:t>Example 4 - [ADD] Address</w:t>
      </w:r>
    </w:p>
    <w:tbl>
      <w:tblPr>
        <w:tblStyle w:val="TableGrid"/>
        <w:tblW w:w="0" w:type="auto"/>
        <w:tblLook w:val="04A0" w:firstRow="1" w:lastRow="0" w:firstColumn="1" w:lastColumn="0" w:noHBand="0" w:noVBand="1"/>
      </w:tblPr>
      <w:tblGrid>
        <w:gridCol w:w="2263"/>
        <w:gridCol w:w="5954"/>
      </w:tblGrid>
      <w:tr w:rsidR="00375FEE" w:rsidRPr="004611CF" w14:paraId="65B4B155" w14:textId="77777777" w:rsidTr="00997E64">
        <w:trPr>
          <w:trHeight w:val="319"/>
        </w:trPr>
        <w:tc>
          <w:tcPr>
            <w:tcW w:w="2263" w:type="dxa"/>
          </w:tcPr>
          <w:p w14:paraId="65D1258A" w14:textId="77777777" w:rsidR="00375FEE" w:rsidRPr="004611CF" w:rsidRDefault="00375FEE" w:rsidP="00997E64">
            <w:r w:rsidRPr="004611CF">
              <w:t>Namespace</w:t>
            </w:r>
          </w:p>
        </w:tc>
        <w:tc>
          <w:tcPr>
            <w:tcW w:w="5954" w:type="dxa"/>
          </w:tcPr>
          <w:p w14:paraId="2399FE12" w14:textId="77777777" w:rsidR="00375FEE" w:rsidRPr="004611CF" w:rsidRDefault="00375FEE" w:rsidP="00997E64">
            <w:r w:rsidRPr="004611CF">
              <w:t>https://data.vlaanderen.be/id/adres/</w:t>
            </w:r>
          </w:p>
        </w:tc>
      </w:tr>
      <w:tr w:rsidR="00375FEE" w:rsidRPr="004611CF" w14:paraId="5A8DF613" w14:textId="77777777" w:rsidTr="00997E64">
        <w:tc>
          <w:tcPr>
            <w:tcW w:w="2263" w:type="dxa"/>
          </w:tcPr>
          <w:p w14:paraId="6003FDF1" w14:textId="77777777" w:rsidR="00375FEE" w:rsidRPr="004611CF" w:rsidRDefault="00375FEE" w:rsidP="00997E64">
            <w:r w:rsidRPr="004611CF">
              <w:t>Object identifier</w:t>
            </w:r>
          </w:p>
        </w:tc>
        <w:tc>
          <w:tcPr>
            <w:tcW w:w="5954" w:type="dxa"/>
          </w:tcPr>
          <w:p w14:paraId="1431EE41" w14:textId="77777777" w:rsidR="00375FEE" w:rsidRPr="004611CF" w:rsidRDefault="00375FEE" w:rsidP="00997E64">
            <w:r w:rsidRPr="004611CF">
              <w:t>982863</w:t>
            </w:r>
          </w:p>
        </w:tc>
      </w:tr>
      <w:tr w:rsidR="00375FEE" w:rsidRPr="004611CF" w14:paraId="17105F9B" w14:textId="77777777" w:rsidTr="00997E64">
        <w:tc>
          <w:tcPr>
            <w:tcW w:w="2263" w:type="dxa"/>
          </w:tcPr>
          <w:p w14:paraId="1326152A" w14:textId="77777777" w:rsidR="00375FEE" w:rsidRPr="004611CF" w:rsidRDefault="00375FEE" w:rsidP="00997E64">
            <w:r w:rsidRPr="004611CF">
              <w:t>Version Identifier</w:t>
            </w:r>
          </w:p>
        </w:tc>
        <w:tc>
          <w:tcPr>
            <w:tcW w:w="5954" w:type="dxa"/>
          </w:tcPr>
          <w:p w14:paraId="3706B311" w14:textId="77777777" w:rsidR="00375FEE" w:rsidRPr="004611CF" w:rsidRDefault="00375FEE" w:rsidP="00997E64">
            <w:r w:rsidRPr="004611CF">
              <w:t>1</w:t>
            </w:r>
          </w:p>
        </w:tc>
      </w:tr>
      <w:tr w:rsidR="00375FEE" w:rsidRPr="004611CF" w14:paraId="5A9A6862" w14:textId="77777777" w:rsidTr="00997E64">
        <w:tc>
          <w:tcPr>
            <w:tcW w:w="2263" w:type="dxa"/>
          </w:tcPr>
          <w:p w14:paraId="6A307B46" w14:textId="77777777" w:rsidR="00375FEE" w:rsidRPr="004611CF" w:rsidRDefault="00375FEE" w:rsidP="00997E64">
            <w:r w:rsidRPr="004611CF">
              <w:t xml:space="preserve">Has </w:t>
            </w:r>
            <w:proofErr w:type="spellStart"/>
            <w:r w:rsidRPr="004611CF">
              <w:t>StreetName</w:t>
            </w:r>
            <w:proofErr w:type="spellEnd"/>
          </w:p>
        </w:tc>
        <w:tc>
          <w:tcPr>
            <w:tcW w:w="5954" w:type="dxa"/>
          </w:tcPr>
          <w:p w14:paraId="60F60E96" w14:textId="77777777" w:rsidR="00375FEE" w:rsidRPr="004611CF" w:rsidRDefault="00375FEE" w:rsidP="00997E64">
            <w:r w:rsidRPr="004611CF">
              <w:t>Namespace: https://data.vlaanderen.be/id/straatnaam/</w:t>
            </w:r>
            <w:r w:rsidRPr="004611CF">
              <w:br/>
            </w:r>
            <w:proofErr w:type="spellStart"/>
            <w:r w:rsidRPr="004611CF">
              <w:t>ObjectIdentifier</w:t>
            </w:r>
            <w:proofErr w:type="spellEnd"/>
            <w:r w:rsidRPr="004611CF">
              <w:t>: 7964</w:t>
            </w:r>
            <w:r w:rsidRPr="004611CF">
              <w:br/>
            </w:r>
            <w:proofErr w:type="spellStart"/>
            <w:r w:rsidRPr="004611CF">
              <w:t>VersionIdentifier</w:t>
            </w:r>
            <w:proofErr w:type="spellEnd"/>
            <w:r w:rsidRPr="004611CF">
              <w:t>: 1</w:t>
            </w:r>
          </w:p>
        </w:tc>
      </w:tr>
      <w:tr w:rsidR="00375FEE" w:rsidRPr="004611CF" w14:paraId="08929211" w14:textId="77777777" w:rsidTr="00997E64">
        <w:tc>
          <w:tcPr>
            <w:tcW w:w="2263" w:type="dxa"/>
          </w:tcPr>
          <w:p w14:paraId="70A353E9" w14:textId="77777777" w:rsidR="00375FEE" w:rsidRPr="004611CF" w:rsidRDefault="00375FEE" w:rsidP="00997E64">
            <w:r w:rsidRPr="004611CF">
              <w:t>Has Municipality</w:t>
            </w:r>
          </w:p>
        </w:tc>
        <w:tc>
          <w:tcPr>
            <w:tcW w:w="5954" w:type="dxa"/>
          </w:tcPr>
          <w:p w14:paraId="44D70974" w14:textId="77777777" w:rsidR="00375FEE" w:rsidRPr="004611CF" w:rsidRDefault="00375FEE" w:rsidP="00997E64">
            <w:r w:rsidRPr="004611CF">
              <w:t>Namespace: https://data.vlaanderen.be/id/gemeente/</w:t>
            </w:r>
            <w:r w:rsidRPr="004611CF">
              <w:br/>
            </w:r>
            <w:proofErr w:type="spellStart"/>
            <w:r w:rsidRPr="004611CF">
              <w:t>ObjectIdentifier</w:t>
            </w:r>
            <w:proofErr w:type="spellEnd"/>
            <w:r w:rsidRPr="004611CF">
              <w:t>: 21013</w:t>
            </w:r>
            <w:r w:rsidRPr="004611CF">
              <w:br/>
            </w:r>
            <w:proofErr w:type="spellStart"/>
            <w:r w:rsidRPr="004611CF">
              <w:t>VersionIdentifier</w:t>
            </w:r>
            <w:proofErr w:type="spellEnd"/>
            <w:r w:rsidRPr="004611CF">
              <w:t>: 1</w:t>
            </w:r>
          </w:p>
        </w:tc>
      </w:tr>
      <w:tr w:rsidR="00375FEE" w:rsidRPr="004611CF" w14:paraId="78A646CE" w14:textId="77777777" w:rsidTr="00997E64">
        <w:tc>
          <w:tcPr>
            <w:tcW w:w="2263" w:type="dxa"/>
          </w:tcPr>
          <w:p w14:paraId="79FA515E" w14:textId="77777777" w:rsidR="00375FEE" w:rsidRPr="004611CF" w:rsidRDefault="00375FEE" w:rsidP="00997E64">
            <w:r w:rsidRPr="004611CF">
              <w:t xml:space="preserve">Has </w:t>
            </w:r>
            <w:proofErr w:type="spellStart"/>
            <w:r w:rsidRPr="004611CF">
              <w:t>PostalInfo</w:t>
            </w:r>
            <w:proofErr w:type="spellEnd"/>
          </w:p>
        </w:tc>
        <w:tc>
          <w:tcPr>
            <w:tcW w:w="5954" w:type="dxa"/>
          </w:tcPr>
          <w:p w14:paraId="13107006" w14:textId="77777777" w:rsidR="00375FEE" w:rsidRPr="004611CF" w:rsidRDefault="00375FEE" w:rsidP="00997E64">
            <w:r w:rsidRPr="004611CF">
              <w:t>Namespace: https://data.vlaanderen.be/id/postinfo/</w:t>
            </w:r>
            <w:r w:rsidRPr="004611CF">
              <w:br/>
            </w:r>
            <w:proofErr w:type="spellStart"/>
            <w:r w:rsidRPr="004611CF">
              <w:t>ObjectIdentifier</w:t>
            </w:r>
            <w:proofErr w:type="spellEnd"/>
            <w:r w:rsidRPr="004611CF">
              <w:t>: 2000</w:t>
            </w:r>
            <w:r w:rsidRPr="004611CF">
              <w:br/>
            </w:r>
            <w:proofErr w:type="spellStart"/>
            <w:r w:rsidRPr="004611CF">
              <w:t>VersionIdentifier</w:t>
            </w:r>
            <w:proofErr w:type="spellEnd"/>
            <w:r w:rsidRPr="004611CF">
              <w:t>: 1</w:t>
            </w:r>
          </w:p>
        </w:tc>
      </w:tr>
      <w:tr w:rsidR="00375FEE" w:rsidRPr="004611CF" w14:paraId="331C042D" w14:textId="77777777" w:rsidTr="00997E64">
        <w:tc>
          <w:tcPr>
            <w:tcW w:w="2263" w:type="dxa"/>
          </w:tcPr>
          <w:p w14:paraId="1DF7489F" w14:textId="77777777" w:rsidR="00375FEE" w:rsidRPr="004611CF" w:rsidRDefault="00375FEE" w:rsidP="00997E64">
            <w:r w:rsidRPr="004611CF">
              <w:t>Status</w:t>
            </w:r>
          </w:p>
        </w:tc>
        <w:tc>
          <w:tcPr>
            <w:tcW w:w="5954" w:type="dxa"/>
          </w:tcPr>
          <w:p w14:paraId="32A9B1F0" w14:textId="77777777" w:rsidR="00375FEE" w:rsidRPr="004611CF" w:rsidRDefault="00375FEE" w:rsidP="00997E64">
            <w:r w:rsidRPr="004611CF">
              <w:t>Current</w:t>
            </w:r>
          </w:p>
        </w:tc>
      </w:tr>
      <w:tr w:rsidR="00375FEE" w:rsidRPr="004611CF" w14:paraId="6F1C33C8" w14:textId="77777777" w:rsidTr="00997E64">
        <w:tc>
          <w:tcPr>
            <w:tcW w:w="2263" w:type="dxa"/>
          </w:tcPr>
          <w:p w14:paraId="54D910D5" w14:textId="77777777" w:rsidR="00375FEE" w:rsidRPr="004611CF" w:rsidRDefault="00375FEE" w:rsidP="00997E64">
            <w:proofErr w:type="spellStart"/>
            <w:r w:rsidRPr="004611CF">
              <w:t>validFrom</w:t>
            </w:r>
            <w:proofErr w:type="spellEnd"/>
          </w:p>
        </w:tc>
        <w:tc>
          <w:tcPr>
            <w:tcW w:w="5954" w:type="dxa"/>
          </w:tcPr>
          <w:p w14:paraId="26679718" w14:textId="77777777" w:rsidR="00375FEE" w:rsidRPr="004611CF" w:rsidRDefault="00375FEE" w:rsidP="00997E64">
            <w:r w:rsidRPr="004611CF">
              <w:t>2022-12-08T14:50:36</w:t>
            </w:r>
          </w:p>
        </w:tc>
      </w:tr>
      <w:tr w:rsidR="00375FEE" w:rsidRPr="004611CF" w14:paraId="50A97162" w14:textId="77777777" w:rsidTr="00997E64">
        <w:tc>
          <w:tcPr>
            <w:tcW w:w="2263" w:type="dxa"/>
          </w:tcPr>
          <w:p w14:paraId="27FB651C" w14:textId="77777777" w:rsidR="00375FEE" w:rsidRPr="004611CF" w:rsidRDefault="00375FEE" w:rsidP="00997E64">
            <w:proofErr w:type="spellStart"/>
            <w:r w:rsidRPr="004611CF">
              <w:t>validTo</w:t>
            </w:r>
            <w:proofErr w:type="spellEnd"/>
          </w:p>
        </w:tc>
        <w:tc>
          <w:tcPr>
            <w:tcW w:w="5954" w:type="dxa"/>
          </w:tcPr>
          <w:p w14:paraId="7262BAE9" w14:textId="77777777" w:rsidR="00375FEE" w:rsidRPr="004611CF" w:rsidRDefault="00375FEE" w:rsidP="00997E64">
            <w:r w:rsidRPr="004611CF">
              <w:t>N/A</w:t>
            </w:r>
          </w:p>
        </w:tc>
      </w:tr>
      <w:tr w:rsidR="00375FEE" w:rsidRPr="004611CF" w14:paraId="49D21899" w14:textId="77777777" w:rsidTr="00997E64">
        <w:tc>
          <w:tcPr>
            <w:tcW w:w="2263" w:type="dxa"/>
          </w:tcPr>
          <w:p w14:paraId="0F6F9672" w14:textId="77777777" w:rsidR="00375FEE" w:rsidRPr="004611CF" w:rsidRDefault="00375FEE" w:rsidP="00997E64">
            <w:r w:rsidRPr="004611CF">
              <w:t>Predecessor</w:t>
            </w:r>
          </w:p>
        </w:tc>
        <w:tc>
          <w:tcPr>
            <w:tcW w:w="5954" w:type="dxa"/>
          </w:tcPr>
          <w:p w14:paraId="46EB3EB9" w14:textId="77777777" w:rsidR="00375FEE" w:rsidRPr="004611CF" w:rsidRDefault="00375FEE" w:rsidP="00997E64">
            <w:r w:rsidRPr="004611CF">
              <w:t>N/A</w:t>
            </w:r>
          </w:p>
        </w:tc>
      </w:tr>
      <w:tr w:rsidR="00375FEE" w:rsidRPr="004611CF" w14:paraId="0BF3379F" w14:textId="77777777" w:rsidTr="00997E64">
        <w:tc>
          <w:tcPr>
            <w:tcW w:w="2263" w:type="dxa"/>
          </w:tcPr>
          <w:p w14:paraId="1C0673CF" w14:textId="77777777" w:rsidR="00375FEE" w:rsidRPr="004611CF" w:rsidRDefault="00375FEE" w:rsidP="00997E64">
            <w:r w:rsidRPr="004611CF">
              <w:t>Successor</w:t>
            </w:r>
          </w:p>
        </w:tc>
        <w:tc>
          <w:tcPr>
            <w:tcW w:w="5954" w:type="dxa"/>
          </w:tcPr>
          <w:p w14:paraId="3E9597F4" w14:textId="77777777" w:rsidR="00375FEE" w:rsidRPr="004611CF" w:rsidRDefault="00375FEE" w:rsidP="00997E64">
            <w:r w:rsidRPr="004611CF">
              <w:t>N/A</w:t>
            </w:r>
          </w:p>
        </w:tc>
      </w:tr>
    </w:tbl>
    <w:p w14:paraId="4670B97E" w14:textId="54F34A74" w:rsidR="00375FEE" w:rsidRPr="004611CF" w:rsidRDefault="00375FEE" w:rsidP="00375FEE"/>
    <w:p w14:paraId="722EE4B3" w14:textId="0F5C0965" w:rsidR="00212289" w:rsidRDefault="00212289" w:rsidP="00375FEE">
      <w:pPr>
        <w:pStyle w:val="Heading3"/>
      </w:pPr>
      <w:bookmarkStart w:id="35" w:name="_Toc184897119"/>
      <w:r>
        <w:lastRenderedPageBreak/>
        <w:t>Scenario: Address attribute changed. [s6]</w:t>
      </w:r>
      <w:bookmarkEnd w:id="35"/>
    </w:p>
    <w:p w14:paraId="6D88E1D9" w14:textId="4FD0E7F5" w:rsidR="00375FEE" w:rsidRPr="00212289" w:rsidRDefault="00375FEE" w:rsidP="00212289">
      <w:pPr>
        <w:pStyle w:val="Heading4"/>
        <w:rPr>
          <w:sz w:val="22"/>
          <w:szCs w:val="28"/>
        </w:rPr>
      </w:pPr>
      <w:r w:rsidRPr="00212289">
        <w:rPr>
          <w:sz w:val="22"/>
          <w:szCs w:val="28"/>
        </w:rPr>
        <w:t>[</w:t>
      </w:r>
      <w:r w:rsidR="00BC266C">
        <w:rPr>
          <w:sz w:val="22"/>
          <w:szCs w:val="28"/>
        </w:rPr>
        <w:t>Mutation file: BeStAddress_MBelgium20230202.zip</w:t>
      </w:r>
      <w:r w:rsidRPr="00212289">
        <w:rPr>
          <w:sz w:val="22"/>
          <w:szCs w:val="28"/>
        </w:rPr>
        <w:t xml:space="preserve">] </w:t>
      </w:r>
      <w:r w:rsidRPr="00212289">
        <w:rPr>
          <w:sz w:val="22"/>
          <w:szCs w:val="28"/>
        </w:rPr>
        <w:br/>
        <w:t>Example file: Flanders_M_20230202_L72</w:t>
      </w:r>
    </w:p>
    <w:p w14:paraId="374D422F" w14:textId="77777777" w:rsidR="00375FEE" w:rsidRPr="004611CF" w:rsidRDefault="00375FEE" w:rsidP="00375FEE">
      <w:r w:rsidRPr="004611CF">
        <w:t xml:space="preserve">In this example file you are shown how an attribute of an </w:t>
      </w:r>
      <w:r w:rsidRPr="004611CF">
        <w:rPr>
          <w:b/>
          <w:bCs/>
        </w:rPr>
        <w:t>address</w:t>
      </w:r>
      <w:r w:rsidRPr="004611CF">
        <w:t xml:space="preserve"> that was previously created is changed.  The attribute change in the mutation file is the house number value.</w:t>
      </w:r>
    </w:p>
    <w:p w14:paraId="29F0E4C2" w14:textId="77777777" w:rsidR="00375FEE" w:rsidRPr="004611CF" w:rsidRDefault="00375FEE" w:rsidP="00375FEE">
      <w:pPr>
        <w:pStyle w:val="Heading4"/>
      </w:pPr>
      <w:r w:rsidRPr="004611CF">
        <w:t>Example 5 (1/2) - [ADD] Address</w:t>
      </w:r>
    </w:p>
    <w:tbl>
      <w:tblPr>
        <w:tblStyle w:val="TableGrid"/>
        <w:tblW w:w="0" w:type="auto"/>
        <w:tblLook w:val="04A0" w:firstRow="1" w:lastRow="0" w:firstColumn="1" w:lastColumn="0" w:noHBand="0" w:noVBand="1"/>
      </w:tblPr>
      <w:tblGrid>
        <w:gridCol w:w="2263"/>
        <w:gridCol w:w="5954"/>
      </w:tblGrid>
      <w:tr w:rsidR="00375FEE" w:rsidRPr="004611CF" w14:paraId="0A26D5FD" w14:textId="77777777" w:rsidTr="00997E64">
        <w:trPr>
          <w:trHeight w:val="319"/>
        </w:trPr>
        <w:tc>
          <w:tcPr>
            <w:tcW w:w="2263" w:type="dxa"/>
          </w:tcPr>
          <w:p w14:paraId="1984BE98" w14:textId="77777777" w:rsidR="00375FEE" w:rsidRPr="004611CF" w:rsidRDefault="00375FEE" w:rsidP="00997E64">
            <w:r w:rsidRPr="004611CF">
              <w:t>Namespace</w:t>
            </w:r>
          </w:p>
        </w:tc>
        <w:tc>
          <w:tcPr>
            <w:tcW w:w="5954" w:type="dxa"/>
          </w:tcPr>
          <w:p w14:paraId="14909813" w14:textId="77777777" w:rsidR="00375FEE" w:rsidRPr="004611CF" w:rsidRDefault="00375FEE" w:rsidP="00997E64">
            <w:r w:rsidRPr="004611CF">
              <w:t>https://data.vlaanderen.be/id/adres/</w:t>
            </w:r>
          </w:p>
        </w:tc>
      </w:tr>
      <w:tr w:rsidR="00375FEE" w:rsidRPr="004611CF" w14:paraId="415B7925" w14:textId="77777777" w:rsidTr="00997E64">
        <w:tc>
          <w:tcPr>
            <w:tcW w:w="2263" w:type="dxa"/>
          </w:tcPr>
          <w:p w14:paraId="0EEC1086" w14:textId="77777777" w:rsidR="00375FEE" w:rsidRPr="004611CF" w:rsidRDefault="00375FEE" w:rsidP="00997E64">
            <w:r w:rsidRPr="004611CF">
              <w:t>Object identifier</w:t>
            </w:r>
          </w:p>
        </w:tc>
        <w:tc>
          <w:tcPr>
            <w:tcW w:w="5954" w:type="dxa"/>
          </w:tcPr>
          <w:p w14:paraId="11428E58" w14:textId="77777777" w:rsidR="00375FEE" w:rsidRPr="004611CF" w:rsidRDefault="00375FEE" w:rsidP="00997E64">
            <w:r w:rsidRPr="004611CF">
              <w:t>982863</w:t>
            </w:r>
          </w:p>
        </w:tc>
      </w:tr>
      <w:tr w:rsidR="00375FEE" w:rsidRPr="004611CF" w14:paraId="779C6A16" w14:textId="77777777" w:rsidTr="00997E64">
        <w:tc>
          <w:tcPr>
            <w:tcW w:w="2263" w:type="dxa"/>
          </w:tcPr>
          <w:p w14:paraId="6D435C9A" w14:textId="77777777" w:rsidR="00375FEE" w:rsidRPr="004611CF" w:rsidRDefault="00375FEE" w:rsidP="00997E64">
            <w:r w:rsidRPr="004611CF">
              <w:t>Version Identifier</w:t>
            </w:r>
          </w:p>
        </w:tc>
        <w:tc>
          <w:tcPr>
            <w:tcW w:w="5954" w:type="dxa"/>
          </w:tcPr>
          <w:p w14:paraId="4C4469D2" w14:textId="77777777" w:rsidR="00375FEE" w:rsidRPr="004611CF" w:rsidRDefault="00375FEE" w:rsidP="00997E64">
            <w:r w:rsidRPr="004611CF">
              <w:t>2</w:t>
            </w:r>
          </w:p>
        </w:tc>
      </w:tr>
      <w:tr w:rsidR="00375FEE" w:rsidRPr="004611CF" w14:paraId="67A1D3F6" w14:textId="77777777" w:rsidTr="00997E64">
        <w:tc>
          <w:tcPr>
            <w:tcW w:w="2263" w:type="dxa"/>
          </w:tcPr>
          <w:p w14:paraId="469ED52A" w14:textId="77777777" w:rsidR="00375FEE" w:rsidRPr="004611CF" w:rsidRDefault="00375FEE" w:rsidP="00997E64">
            <w:r w:rsidRPr="004611CF">
              <w:t xml:space="preserve">Has </w:t>
            </w:r>
            <w:proofErr w:type="spellStart"/>
            <w:r w:rsidRPr="004611CF">
              <w:t>StreetName</w:t>
            </w:r>
            <w:proofErr w:type="spellEnd"/>
          </w:p>
        </w:tc>
        <w:tc>
          <w:tcPr>
            <w:tcW w:w="5954" w:type="dxa"/>
          </w:tcPr>
          <w:p w14:paraId="566479CF" w14:textId="77777777" w:rsidR="00375FEE" w:rsidRPr="004611CF" w:rsidRDefault="00375FEE" w:rsidP="00997E64">
            <w:r w:rsidRPr="004611CF">
              <w:t>Namespace: https://data.vlaanderen.be/id/straatnaam/</w:t>
            </w:r>
            <w:r w:rsidRPr="004611CF">
              <w:br/>
            </w:r>
            <w:proofErr w:type="spellStart"/>
            <w:r w:rsidRPr="004611CF">
              <w:t>ObjectIdentifier</w:t>
            </w:r>
            <w:proofErr w:type="spellEnd"/>
            <w:r w:rsidRPr="004611CF">
              <w:t>: 7964</w:t>
            </w:r>
            <w:r w:rsidRPr="004611CF">
              <w:br/>
            </w:r>
            <w:proofErr w:type="spellStart"/>
            <w:r w:rsidRPr="004611CF">
              <w:t>VersionIdentifier</w:t>
            </w:r>
            <w:proofErr w:type="spellEnd"/>
            <w:r w:rsidRPr="004611CF">
              <w:t>: 1</w:t>
            </w:r>
          </w:p>
        </w:tc>
      </w:tr>
      <w:tr w:rsidR="00375FEE" w:rsidRPr="004611CF" w14:paraId="02EFDF99" w14:textId="77777777" w:rsidTr="00997E64">
        <w:tc>
          <w:tcPr>
            <w:tcW w:w="2263" w:type="dxa"/>
          </w:tcPr>
          <w:p w14:paraId="464D756F" w14:textId="77777777" w:rsidR="00375FEE" w:rsidRPr="004611CF" w:rsidRDefault="00375FEE" w:rsidP="00997E64">
            <w:r w:rsidRPr="004611CF">
              <w:t>Has Municipality</w:t>
            </w:r>
          </w:p>
        </w:tc>
        <w:tc>
          <w:tcPr>
            <w:tcW w:w="5954" w:type="dxa"/>
          </w:tcPr>
          <w:p w14:paraId="249F00D6" w14:textId="77777777" w:rsidR="00375FEE" w:rsidRPr="004611CF" w:rsidRDefault="00375FEE" w:rsidP="00997E64">
            <w:r w:rsidRPr="004611CF">
              <w:t>Namespace: https://data.vlaanderen.be/id/gemeente/</w:t>
            </w:r>
            <w:r w:rsidRPr="004611CF">
              <w:br/>
            </w:r>
            <w:proofErr w:type="spellStart"/>
            <w:r w:rsidRPr="004611CF">
              <w:t>ObjectIdentifier</w:t>
            </w:r>
            <w:proofErr w:type="spellEnd"/>
            <w:r w:rsidRPr="004611CF">
              <w:t>: 21013</w:t>
            </w:r>
            <w:r w:rsidRPr="004611CF">
              <w:br/>
            </w:r>
            <w:proofErr w:type="spellStart"/>
            <w:r w:rsidRPr="004611CF">
              <w:t>VersionIdentifier</w:t>
            </w:r>
            <w:proofErr w:type="spellEnd"/>
            <w:r w:rsidRPr="004611CF">
              <w:t>: 1</w:t>
            </w:r>
          </w:p>
        </w:tc>
      </w:tr>
      <w:tr w:rsidR="00375FEE" w:rsidRPr="004611CF" w14:paraId="6D063411" w14:textId="77777777" w:rsidTr="00997E64">
        <w:tc>
          <w:tcPr>
            <w:tcW w:w="2263" w:type="dxa"/>
          </w:tcPr>
          <w:p w14:paraId="4761997E" w14:textId="77777777" w:rsidR="00375FEE" w:rsidRPr="004611CF" w:rsidRDefault="00375FEE" w:rsidP="00997E64">
            <w:r w:rsidRPr="004611CF">
              <w:t xml:space="preserve">Has </w:t>
            </w:r>
            <w:proofErr w:type="spellStart"/>
            <w:r w:rsidRPr="004611CF">
              <w:t>PostalInfo</w:t>
            </w:r>
            <w:proofErr w:type="spellEnd"/>
          </w:p>
        </w:tc>
        <w:tc>
          <w:tcPr>
            <w:tcW w:w="5954" w:type="dxa"/>
          </w:tcPr>
          <w:p w14:paraId="064A575D" w14:textId="77777777" w:rsidR="00375FEE" w:rsidRPr="004611CF" w:rsidRDefault="00375FEE" w:rsidP="00997E64">
            <w:r w:rsidRPr="004611CF">
              <w:t>Namespace: https://data.vlaanderen.be/id/postinfo/</w:t>
            </w:r>
            <w:r w:rsidRPr="004611CF">
              <w:br/>
            </w:r>
            <w:proofErr w:type="spellStart"/>
            <w:r w:rsidRPr="004611CF">
              <w:t>ObjectIdentifier</w:t>
            </w:r>
            <w:proofErr w:type="spellEnd"/>
            <w:r w:rsidRPr="004611CF">
              <w:t>: 2000</w:t>
            </w:r>
            <w:r w:rsidRPr="004611CF">
              <w:br/>
            </w:r>
            <w:proofErr w:type="spellStart"/>
            <w:r w:rsidRPr="004611CF">
              <w:t>VersionIdentifier</w:t>
            </w:r>
            <w:proofErr w:type="spellEnd"/>
            <w:r w:rsidRPr="004611CF">
              <w:t>: 1</w:t>
            </w:r>
          </w:p>
        </w:tc>
      </w:tr>
      <w:tr w:rsidR="00375FEE" w:rsidRPr="004611CF" w14:paraId="0CA4EF14" w14:textId="77777777" w:rsidTr="00997E64">
        <w:tc>
          <w:tcPr>
            <w:tcW w:w="2263" w:type="dxa"/>
          </w:tcPr>
          <w:p w14:paraId="2208739A" w14:textId="77777777" w:rsidR="00375FEE" w:rsidRPr="004611CF" w:rsidRDefault="00375FEE" w:rsidP="00997E64">
            <w:r w:rsidRPr="004611CF">
              <w:t>Status</w:t>
            </w:r>
          </w:p>
        </w:tc>
        <w:tc>
          <w:tcPr>
            <w:tcW w:w="5954" w:type="dxa"/>
          </w:tcPr>
          <w:p w14:paraId="3947A580" w14:textId="77777777" w:rsidR="00375FEE" w:rsidRPr="004611CF" w:rsidRDefault="00375FEE" w:rsidP="00997E64">
            <w:r w:rsidRPr="004611CF">
              <w:t>Current</w:t>
            </w:r>
          </w:p>
        </w:tc>
      </w:tr>
      <w:tr w:rsidR="00375FEE" w:rsidRPr="004611CF" w14:paraId="4B102685" w14:textId="77777777" w:rsidTr="00997E64">
        <w:tc>
          <w:tcPr>
            <w:tcW w:w="2263" w:type="dxa"/>
          </w:tcPr>
          <w:p w14:paraId="2E7481FF" w14:textId="77777777" w:rsidR="00375FEE" w:rsidRPr="004611CF" w:rsidRDefault="00375FEE" w:rsidP="00997E64">
            <w:proofErr w:type="spellStart"/>
            <w:r w:rsidRPr="004611CF">
              <w:t>validFrom</w:t>
            </w:r>
            <w:proofErr w:type="spellEnd"/>
          </w:p>
        </w:tc>
        <w:tc>
          <w:tcPr>
            <w:tcW w:w="5954" w:type="dxa"/>
          </w:tcPr>
          <w:p w14:paraId="46ABE229" w14:textId="77777777" w:rsidR="00375FEE" w:rsidRPr="004611CF" w:rsidRDefault="00375FEE" w:rsidP="00997E64">
            <w:r w:rsidRPr="004611CF">
              <w:t>2023-02-02T14:50:36</w:t>
            </w:r>
          </w:p>
        </w:tc>
      </w:tr>
      <w:tr w:rsidR="00375FEE" w:rsidRPr="004611CF" w14:paraId="729E3C94" w14:textId="77777777" w:rsidTr="00997E64">
        <w:tc>
          <w:tcPr>
            <w:tcW w:w="2263" w:type="dxa"/>
          </w:tcPr>
          <w:p w14:paraId="45A29E2C" w14:textId="77777777" w:rsidR="00375FEE" w:rsidRPr="004611CF" w:rsidRDefault="00375FEE" w:rsidP="00997E64">
            <w:proofErr w:type="spellStart"/>
            <w:r w:rsidRPr="004611CF">
              <w:t>validTo</w:t>
            </w:r>
            <w:proofErr w:type="spellEnd"/>
          </w:p>
        </w:tc>
        <w:tc>
          <w:tcPr>
            <w:tcW w:w="5954" w:type="dxa"/>
          </w:tcPr>
          <w:p w14:paraId="0A9AE05E" w14:textId="77777777" w:rsidR="00375FEE" w:rsidRPr="004611CF" w:rsidRDefault="00375FEE" w:rsidP="00997E64">
            <w:r w:rsidRPr="004611CF">
              <w:t>N/A</w:t>
            </w:r>
          </w:p>
        </w:tc>
      </w:tr>
      <w:tr w:rsidR="00375FEE" w:rsidRPr="004611CF" w14:paraId="35172EE6" w14:textId="77777777" w:rsidTr="00997E64">
        <w:tc>
          <w:tcPr>
            <w:tcW w:w="2263" w:type="dxa"/>
          </w:tcPr>
          <w:p w14:paraId="3B86F014" w14:textId="77777777" w:rsidR="00375FEE" w:rsidRPr="004611CF" w:rsidRDefault="00375FEE" w:rsidP="00997E64">
            <w:r w:rsidRPr="004611CF">
              <w:t>Predecessor</w:t>
            </w:r>
          </w:p>
        </w:tc>
        <w:tc>
          <w:tcPr>
            <w:tcW w:w="5954" w:type="dxa"/>
          </w:tcPr>
          <w:p w14:paraId="42B501E9" w14:textId="77777777" w:rsidR="00375FEE" w:rsidRPr="004611CF" w:rsidRDefault="00375FEE" w:rsidP="00997E64">
            <w:r w:rsidRPr="004611CF">
              <w:t>Namespace: https://data.vlaanderen.be/id/gemeente/</w:t>
            </w:r>
            <w:r w:rsidRPr="004611CF">
              <w:br/>
            </w:r>
            <w:proofErr w:type="spellStart"/>
            <w:r w:rsidRPr="004611CF">
              <w:t>ObjectIdentifier</w:t>
            </w:r>
            <w:proofErr w:type="spellEnd"/>
            <w:r w:rsidRPr="004611CF">
              <w:t>: 982863</w:t>
            </w:r>
            <w:r w:rsidRPr="004611CF">
              <w:br/>
            </w:r>
            <w:proofErr w:type="spellStart"/>
            <w:r w:rsidRPr="004611CF">
              <w:t>VersionIdentifier</w:t>
            </w:r>
            <w:proofErr w:type="spellEnd"/>
            <w:r w:rsidRPr="004611CF">
              <w:t>: 1</w:t>
            </w:r>
          </w:p>
        </w:tc>
      </w:tr>
      <w:tr w:rsidR="00375FEE" w:rsidRPr="004611CF" w14:paraId="2959D752" w14:textId="77777777" w:rsidTr="00997E64">
        <w:tc>
          <w:tcPr>
            <w:tcW w:w="2263" w:type="dxa"/>
          </w:tcPr>
          <w:p w14:paraId="556EEC92" w14:textId="77777777" w:rsidR="00375FEE" w:rsidRPr="004611CF" w:rsidRDefault="00375FEE" w:rsidP="00997E64">
            <w:r w:rsidRPr="004611CF">
              <w:t>Successor</w:t>
            </w:r>
          </w:p>
        </w:tc>
        <w:tc>
          <w:tcPr>
            <w:tcW w:w="5954" w:type="dxa"/>
          </w:tcPr>
          <w:p w14:paraId="1B766DAA" w14:textId="77777777" w:rsidR="00375FEE" w:rsidRPr="004611CF" w:rsidRDefault="00375FEE" w:rsidP="00997E64">
            <w:r w:rsidRPr="004611CF">
              <w:t>N/A</w:t>
            </w:r>
          </w:p>
        </w:tc>
      </w:tr>
    </w:tbl>
    <w:p w14:paraId="76A61FFB" w14:textId="77777777" w:rsidR="00375FEE" w:rsidRPr="004611CF" w:rsidRDefault="00375FEE" w:rsidP="00375FEE"/>
    <w:p w14:paraId="5E25CD0E" w14:textId="77777777" w:rsidR="00375FEE" w:rsidRPr="004611CF" w:rsidRDefault="00375FEE" w:rsidP="00375FEE">
      <w:pPr>
        <w:pStyle w:val="Heading4"/>
      </w:pPr>
      <w:r w:rsidRPr="004611CF">
        <w:t>Example 5 (2/2) - [UPDATE] Address</w:t>
      </w:r>
    </w:p>
    <w:tbl>
      <w:tblPr>
        <w:tblStyle w:val="TableGrid"/>
        <w:tblW w:w="0" w:type="auto"/>
        <w:tblLook w:val="04A0" w:firstRow="1" w:lastRow="0" w:firstColumn="1" w:lastColumn="0" w:noHBand="0" w:noVBand="1"/>
      </w:tblPr>
      <w:tblGrid>
        <w:gridCol w:w="2263"/>
        <w:gridCol w:w="5954"/>
      </w:tblGrid>
      <w:tr w:rsidR="00375FEE" w:rsidRPr="004611CF" w14:paraId="752E8B1C" w14:textId="77777777" w:rsidTr="00997E64">
        <w:trPr>
          <w:trHeight w:val="319"/>
        </w:trPr>
        <w:tc>
          <w:tcPr>
            <w:tcW w:w="2263" w:type="dxa"/>
          </w:tcPr>
          <w:p w14:paraId="6B386913" w14:textId="77777777" w:rsidR="00375FEE" w:rsidRPr="004611CF" w:rsidRDefault="00375FEE" w:rsidP="00997E64">
            <w:r w:rsidRPr="004611CF">
              <w:t>Namespace</w:t>
            </w:r>
          </w:p>
        </w:tc>
        <w:tc>
          <w:tcPr>
            <w:tcW w:w="5954" w:type="dxa"/>
          </w:tcPr>
          <w:p w14:paraId="6E23F9AE" w14:textId="77777777" w:rsidR="00375FEE" w:rsidRPr="004611CF" w:rsidRDefault="00375FEE" w:rsidP="00997E64">
            <w:r w:rsidRPr="004611CF">
              <w:t>https://data.vlaanderen.be/id/adres/</w:t>
            </w:r>
          </w:p>
        </w:tc>
      </w:tr>
      <w:tr w:rsidR="00375FEE" w:rsidRPr="004611CF" w14:paraId="470B46BB" w14:textId="77777777" w:rsidTr="00997E64">
        <w:tc>
          <w:tcPr>
            <w:tcW w:w="2263" w:type="dxa"/>
          </w:tcPr>
          <w:p w14:paraId="159B979A" w14:textId="77777777" w:rsidR="00375FEE" w:rsidRPr="004611CF" w:rsidRDefault="00375FEE" w:rsidP="00997E64">
            <w:r w:rsidRPr="004611CF">
              <w:t>Object identifier</w:t>
            </w:r>
          </w:p>
        </w:tc>
        <w:tc>
          <w:tcPr>
            <w:tcW w:w="5954" w:type="dxa"/>
          </w:tcPr>
          <w:p w14:paraId="0D13AE1D" w14:textId="77777777" w:rsidR="00375FEE" w:rsidRPr="004611CF" w:rsidRDefault="00375FEE" w:rsidP="00997E64">
            <w:r w:rsidRPr="004611CF">
              <w:t>982863</w:t>
            </w:r>
          </w:p>
        </w:tc>
      </w:tr>
      <w:tr w:rsidR="00375FEE" w:rsidRPr="004611CF" w14:paraId="61389A6E" w14:textId="77777777" w:rsidTr="00997E64">
        <w:tc>
          <w:tcPr>
            <w:tcW w:w="2263" w:type="dxa"/>
          </w:tcPr>
          <w:p w14:paraId="16A5569E" w14:textId="77777777" w:rsidR="00375FEE" w:rsidRPr="004611CF" w:rsidRDefault="00375FEE" w:rsidP="00997E64">
            <w:r w:rsidRPr="004611CF">
              <w:lastRenderedPageBreak/>
              <w:t>Version Identifier</w:t>
            </w:r>
          </w:p>
        </w:tc>
        <w:tc>
          <w:tcPr>
            <w:tcW w:w="5954" w:type="dxa"/>
          </w:tcPr>
          <w:p w14:paraId="5FF8A757" w14:textId="77777777" w:rsidR="00375FEE" w:rsidRPr="004611CF" w:rsidRDefault="00375FEE" w:rsidP="00997E64">
            <w:r w:rsidRPr="004611CF">
              <w:t>1</w:t>
            </w:r>
          </w:p>
        </w:tc>
      </w:tr>
      <w:tr w:rsidR="00375FEE" w:rsidRPr="004611CF" w14:paraId="3B393445" w14:textId="77777777" w:rsidTr="00997E64">
        <w:tc>
          <w:tcPr>
            <w:tcW w:w="2263" w:type="dxa"/>
          </w:tcPr>
          <w:p w14:paraId="53896865" w14:textId="77777777" w:rsidR="00375FEE" w:rsidRPr="004611CF" w:rsidRDefault="00375FEE" w:rsidP="00997E64">
            <w:r w:rsidRPr="004611CF">
              <w:t xml:space="preserve">Has </w:t>
            </w:r>
            <w:proofErr w:type="spellStart"/>
            <w:r w:rsidRPr="004611CF">
              <w:t>StreetName</w:t>
            </w:r>
            <w:proofErr w:type="spellEnd"/>
          </w:p>
        </w:tc>
        <w:tc>
          <w:tcPr>
            <w:tcW w:w="5954" w:type="dxa"/>
          </w:tcPr>
          <w:p w14:paraId="5976BCE3" w14:textId="77777777" w:rsidR="00375FEE" w:rsidRPr="004611CF" w:rsidRDefault="00375FEE" w:rsidP="00997E64">
            <w:r w:rsidRPr="004611CF">
              <w:t>Namespace: https://data.vlaanderen.be/id/straatnaam/</w:t>
            </w:r>
            <w:r w:rsidRPr="004611CF">
              <w:br/>
            </w:r>
            <w:proofErr w:type="spellStart"/>
            <w:r w:rsidRPr="004611CF">
              <w:t>ObjectIdentifier</w:t>
            </w:r>
            <w:proofErr w:type="spellEnd"/>
            <w:r w:rsidRPr="004611CF">
              <w:t>: 7964</w:t>
            </w:r>
            <w:r w:rsidRPr="004611CF">
              <w:br/>
            </w:r>
            <w:proofErr w:type="spellStart"/>
            <w:r w:rsidRPr="004611CF">
              <w:t>VersionIdentifier</w:t>
            </w:r>
            <w:proofErr w:type="spellEnd"/>
            <w:r w:rsidRPr="004611CF">
              <w:t>: 1</w:t>
            </w:r>
          </w:p>
        </w:tc>
      </w:tr>
      <w:tr w:rsidR="00375FEE" w:rsidRPr="004611CF" w14:paraId="6447AA17" w14:textId="77777777" w:rsidTr="00997E64">
        <w:tc>
          <w:tcPr>
            <w:tcW w:w="2263" w:type="dxa"/>
          </w:tcPr>
          <w:p w14:paraId="1C9712CF" w14:textId="77777777" w:rsidR="00375FEE" w:rsidRPr="004611CF" w:rsidRDefault="00375FEE" w:rsidP="00997E64">
            <w:r w:rsidRPr="004611CF">
              <w:t>Has Municipality</w:t>
            </w:r>
          </w:p>
        </w:tc>
        <w:tc>
          <w:tcPr>
            <w:tcW w:w="5954" w:type="dxa"/>
          </w:tcPr>
          <w:p w14:paraId="6AB95D92" w14:textId="77777777" w:rsidR="00375FEE" w:rsidRPr="004611CF" w:rsidRDefault="00375FEE" w:rsidP="00997E64">
            <w:r w:rsidRPr="004611CF">
              <w:t>Namespace: https://data.vlaanderen.be/id/gemeente/</w:t>
            </w:r>
            <w:r w:rsidRPr="004611CF">
              <w:br/>
            </w:r>
            <w:proofErr w:type="spellStart"/>
            <w:r w:rsidRPr="004611CF">
              <w:t>ObjectIdentifier</w:t>
            </w:r>
            <w:proofErr w:type="spellEnd"/>
            <w:r w:rsidRPr="004611CF">
              <w:t>: 21013</w:t>
            </w:r>
            <w:r w:rsidRPr="004611CF">
              <w:br/>
            </w:r>
            <w:proofErr w:type="spellStart"/>
            <w:r w:rsidRPr="004611CF">
              <w:t>VersionIdentifier</w:t>
            </w:r>
            <w:proofErr w:type="spellEnd"/>
            <w:r w:rsidRPr="004611CF">
              <w:t>: 1</w:t>
            </w:r>
          </w:p>
        </w:tc>
      </w:tr>
      <w:tr w:rsidR="00375FEE" w:rsidRPr="004611CF" w14:paraId="7B155E67" w14:textId="77777777" w:rsidTr="00997E64">
        <w:tc>
          <w:tcPr>
            <w:tcW w:w="2263" w:type="dxa"/>
          </w:tcPr>
          <w:p w14:paraId="2C551E75" w14:textId="77777777" w:rsidR="00375FEE" w:rsidRPr="004611CF" w:rsidRDefault="00375FEE" w:rsidP="00997E64">
            <w:r w:rsidRPr="004611CF">
              <w:t xml:space="preserve">Has </w:t>
            </w:r>
            <w:proofErr w:type="spellStart"/>
            <w:r w:rsidRPr="004611CF">
              <w:t>PostalInfo</w:t>
            </w:r>
            <w:proofErr w:type="spellEnd"/>
          </w:p>
        </w:tc>
        <w:tc>
          <w:tcPr>
            <w:tcW w:w="5954" w:type="dxa"/>
          </w:tcPr>
          <w:p w14:paraId="587E29C5" w14:textId="77777777" w:rsidR="00375FEE" w:rsidRPr="004611CF" w:rsidRDefault="00375FEE" w:rsidP="00997E64">
            <w:r w:rsidRPr="004611CF">
              <w:t>Namespace: https://data.vlaanderen.be/id/postinfo/</w:t>
            </w:r>
            <w:r w:rsidRPr="004611CF">
              <w:br/>
            </w:r>
            <w:proofErr w:type="spellStart"/>
            <w:r w:rsidRPr="004611CF">
              <w:t>ObjectIdentifier</w:t>
            </w:r>
            <w:proofErr w:type="spellEnd"/>
            <w:r w:rsidRPr="004611CF">
              <w:t>: 2000</w:t>
            </w:r>
            <w:r w:rsidRPr="004611CF">
              <w:br/>
            </w:r>
            <w:proofErr w:type="spellStart"/>
            <w:r w:rsidRPr="004611CF">
              <w:t>VersionIdentifier</w:t>
            </w:r>
            <w:proofErr w:type="spellEnd"/>
            <w:r w:rsidRPr="004611CF">
              <w:t>: 1</w:t>
            </w:r>
          </w:p>
        </w:tc>
      </w:tr>
      <w:tr w:rsidR="00375FEE" w:rsidRPr="004611CF" w14:paraId="153467F1" w14:textId="77777777" w:rsidTr="00997E64">
        <w:tc>
          <w:tcPr>
            <w:tcW w:w="2263" w:type="dxa"/>
          </w:tcPr>
          <w:p w14:paraId="7DD38E93" w14:textId="77777777" w:rsidR="00375FEE" w:rsidRPr="004611CF" w:rsidRDefault="00375FEE" w:rsidP="00997E64">
            <w:r w:rsidRPr="004611CF">
              <w:t>Status</w:t>
            </w:r>
          </w:p>
        </w:tc>
        <w:tc>
          <w:tcPr>
            <w:tcW w:w="5954" w:type="dxa"/>
          </w:tcPr>
          <w:p w14:paraId="381192AA" w14:textId="77777777" w:rsidR="00375FEE" w:rsidRPr="004611CF" w:rsidRDefault="00375FEE" w:rsidP="00997E64">
            <w:r w:rsidRPr="004611CF">
              <w:t>Current</w:t>
            </w:r>
          </w:p>
        </w:tc>
      </w:tr>
      <w:tr w:rsidR="00375FEE" w:rsidRPr="004611CF" w14:paraId="4190D392" w14:textId="77777777" w:rsidTr="00997E64">
        <w:tc>
          <w:tcPr>
            <w:tcW w:w="2263" w:type="dxa"/>
          </w:tcPr>
          <w:p w14:paraId="16843669" w14:textId="77777777" w:rsidR="00375FEE" w:rsidRPr="004611CF" w:rsidRDefault="00375FEE" w:rsidP="00997E64">
            <w:proofErr w:type="spellStart"/>
            <w:r w:rsidRPr="004611CF">
              <w:t>validFrom</w:t>
            </w:r>
            <w:proofErr w:type="spellEnd"/>
          </w:p>
        </w:tc>
        <w:tc>
          <w:tcPr>
            <w:tcW w:w="5954" w:type="dxa"/>
          </w:tcPr>
          <w:p w14:paraId="692813E9" w14:textId="77777777" w:rsidR="00375FEE" w:rsidRPr="004611CF" w:rsidRDefault="00375FEE" w:rsidP="00997E64">
            <w:r w:rsidRPr="004611CF">
              <w:t>2022-12-08T14:50:36</w:t>
            </w:r>
          </w:p>
        </w:tc>
      </w:tr>
      <w:tr w:rsidR="00375FEE" w:rsidRPr="004611CF" w14:paraId="2FA91181" w14:textId="77777777" w:rsidTr="00997E64">
        <w:tc>
          <w:tcPr>
            <w:tcW w:w="2263" w:type="dxa"/>
          </w:tcPr>
          <w:p w14:paraId="6C116087" w14:textId="77777777" w:rsidR="00375FEE" w:rsidRPr="004611CF" w:rsidRDefault="00375FEE" w:rsidP="00997E64">
            <w:proofErr w:type="spellStart"/>
            <w:r w:rsidRPr="004611CF">
              <w:t>validTo</w:t>
            </w:r>
            <w:proofErr w:type="spellEnd"/>
          </w:p>
        </w:tc>
        <w:tc>
          <w:tcPr>
            <w:tcW w:w="5954" w:type="dxa"/>
          </w:tcPr>
          <w:p w14:paraId="71B108BC" w14:textId="77777777" w:rsidR="00375FEE" w:rsidRPr="004611CF" w:rsidRDefault="00375FEE" w:rsidP="00997E64">
            <w:r w:rsidRPr="004611CF">
              <w:t>2023-02-02T21:00:54</w:t>
            </w:r>
          </w:p>
        </w:tc>
      </w:tr>
      <w:tr w:rsidR="00375FEE" w:rsidRPr="004611CF" w14:paraId="2C5883E2" w14:textId="77777777" w:rsidTr="00997E64">
        <w:tc>
          <w:tcPr>
            <w:tcW w:w="2263" w:type="dxa"/>
          </w:tcPr>
          <w:p w14:paraId="0411496C" w14:textId="77777777" w:rsidR="00375FEE" w:rsidRPr="004611CF" w:rsidRDefault="00375FEE" w:rsidP="00997E64">
            <w:r w:rsidRPr="004611CF">
              <w:t>Predecessor</w:t>
            </w:r>
          </w:p>
        </w:tc>
        <w:tc>
          <w:tcPr>
            <w:tcW w:w="5954" w:type="dxa"/>
          </w:tcPr>
          <w:p w14:paraId="263A799F" w14:textId="77777777" w:rsidR="00375FEE" w:rsidRPr="004611CF" w:rsidRDefault="00375FEE" w:rsidP="00997E64">
            <w:r w:rsidRPr="004611CF">
              <w:t>N/A</w:t>
            </w:r>
          </w:p>
        </w:tc>
      </w:tr>
      <w:tr w:rsidR="00375FEE" w:rsidRPr="004611CF" w14:paraId="67A64579" w14:textId="77777777" w:rsidTr="00997E64">
        <w:tc>
          <w:tcPr>
            <w:tcW w:w="2263" w:type="dxa"/>
          </w:tcPr>
          <w:p w14:paraId="5AC834A4" w14:textId="77777777" w:rsidR="00375FEE" w:rsidRPr="004611CF" w:rsidRDefault="00375FEE" w:rsidP="00997E64">
            <w:r w:rsidRPr="004611CF">
              <w:t>Successor</w:t>
            </w:r>
          </w:p>
        </w:tc>
        <w:tc>
          <w:tcPr>
            <w:tcW w:w="5954" w:type="dxa"/>
          </w:tcPr>
          <w:p w14:paraId="4D98529E" w14:textId="77777777" w:rsidR="00375FEE" w:rsidRPr="004611CF" w:rsidRDefault="00375FEE" w:rsidP="00997E64">
            <w:r w:rsidRPr="004611CF">
              <w:t>Namespace: https://data.vlaanderen.be/id/gemeente/</w:t>
            </w:r>
            <w:r w:rsidRPr="004611CF">
              <w:br/>
            </w:r>
            <w:proofErr w:type="spellStart"/>
            <w:r w:rsidRPr="004611CF">
              <w:t>ObjectIdentifier</w:t>
            </w:r>
            <w:proofErr w:type="spellEnd"/>
            <w:r w:rsidRPr="004611CF">
              <w:t>: 982863</w:t>
            </w:r>
            <w:r w:rsidRPr="004611CF">
              <w:br/>
            </w:r>
            <w:proofErr w:type="spellStart"/>
            <w:r w:rsidRPr="004611CF">
              <w:t>VersionIdentifier</w:t>
            </w:r>
            <w:proofErr w:type="spellEnd"/>
            <w:r w:rsidRPr="004611CF">
              <w:t>: 2</w:t>
            </w:r>
          </w:p>
        </w:tc>
      </w:tr>
    </w:tbl>
    <w:p w14:paraId="70C41722" w14:textId="77777777" w:rsidR="00375FEE" w:rsidRPr="004611CF" w:rsidRDefault="00375FEE" w:rsidP="00375FEE"/>
    <w:p w14:paraId="2DB86DF0" w14:textId="77777777" w:rsidR="00375FEE" w:rsidRPr="004611CF" w:rsidRDefault="00375FEE" w:rsidP="00375FEE">
      <w:r w:rsidRPr="004611CF">
        <w:br w:type="page"/>
      </w:r>
    </w:p>
    <w:p w14:paraId="7B3FD77F" w14:textId="1CC9C255" w:rsidR="00212289" w:rsidRDefault="00212289" w:rsidP="00375FEE">
      <w:pPr>
        <w:pStyle w:val="Heading3"/>
      </w:pPr>
      <w:bookmarkStart w:id="36" w:name="_Toc184897120"/>
      <w:r>
        <w:lastRenderedPageBreak/>
        <w:t>Scenario: street name add spelling + language. [s15]</w:t>
      </w:r>
      <w:bookmarkEnd w:id="36"/>
    </w:p>
    <w:p w14:paraId="175E49F6" w14:textId="17A8AD6D" w:rsidR="00375FEE" w:rsidRPr="00212289" w:rsidRDefault="00375FEE" w:rsidP="00212289">
      <w:pPr>
        <w:pStyle w:val="Heading4"/>
        <w:rPr>
          <w:sz w:val="22"/>
          <w:szCs w:val="28"/>
        </w:rPr>
      </w:pPr>
      <w:r w:rsidRPr="00212289">
        <w:rPr>
          <w:sz w:val="22"/>
          <w:szCs w:val="28"/>
        </w:rPr>
        <w:t>[</w:t>
      </w:r>
      <w:r w:rsidR="00BC266C">
        <w:rPr>
          <w:sz w:val="22"/>
          <w:szCs w:val="28"/>
        </w:rPr>
        <w:t>Mutation file: BeStAddress_MBelgium20230222.zip</w:t>
      </w:r>
      <w:r w:rsidRPr="00212289">
        <w:rPr>
          <w:sz w:val="22"/>
          <w:szCs w:val="28"/>
        </w:rPr>
        <w:t xml:space="preserve">] </w:t>
      </w:r>
      <w:r w:rsidRPr="00212289">
        <w:rPr>
          <w:sz w:val="22"/>
          <w:szCs w:val="28"/>
        </w:rPr>
        <w:br/>
        <w:t>Example file: Flanders_M_20230222_L72</w:t>
      </w:r>
    </w:p>
    <w:p w14:paraId="41D1BD5C" w14:textId="233F4B2F" w:rsidR="00B80FC7" w:rsidRPr="004611CF" w:rsidRDefault="00375FEE" w:rsidP="00375FEE">
      <w:r w:rsidRPr="004611CF">
        <w:t xml:space="preserve">In this example a </w:t>
      </w:r>
      <w:r w:rsidRPr="004611CF">
        <w:rPr>
          <w:b/>
          <w:bCs/>
        </w:rPr>
        <w:t>street name</w:t>
      </w:r>
      <w:r w:rsidRPr="004611CF">
        <w:t xml:space="preserve"> is getting an additional language when a street name gets a new id.</w:t>
      </w:r>
      <w:r w:rsidRPr="004611CF">
        <w:br/>
      </w:r>
      <w:r w:rsidR="00212289">
        <w:br/>
      </w:r>
    </w:p>
    <w:p w14:paraId="32D63F69" w14:textId="2C3BF528" w:rsidR="00B80FC7" w:rsidRPr="004611CF" w:rsidRDefault="00B80FC7" w:rsidP="00B80FC7">
      <w:pPr>
        <w:framePr w:vSpace="301" w:wrap="around" w:vAnchor="text" w:hAnchor="text" w:y="1"/>
        <w:pBdr>
          <w:top w:val="single" w:sz="24" w:space="10" w:color="B6E7DD" w:themeColor="accent5"/>
          <w:left w:val="single" w:sz="24" w:space="10" w:color="B6E7DD" w:themeColor="accent5"/>
          <w:bottom w:val="single" w:sz="24" w:space="10" w:color="B6E7DD" w:themeColor="accent5"/>
          <w:right w:val="single" w:sz="24" w:space="10" w:color="B6E7DD" w:themeColor="accent5"/>
        </w:pBdr>
      </w:pPr>
      <w:r w:rsidRPr="004611CF">
        <w:rPr>
          <w:rStyle w:val="Strong"/>
        </w:rPr>
        <w:t>Note:</w:t>
      </w:r>
      <w:r w:rsidRPr="004611CF">
        <w:t xml:space="preserve"> Flanders does not update addresses that reference the changed street name.</w:t>
      </w:r>
    </w:p>
    <w:p w14:paraId="4209AEF4" w14:textId="77777777" w:rsidR="00375FEE" w:rsidRPr="004611CF" w:rsidRDefault="00375FEE" w:rsidP="00375FEE">
      <w:pPr>
        <w:pStyle w:val="Heading4"/>
      </w:pPr>
      <w:r w:rsidRPr="004611CF">
        <w:t>Example 6 (1/2) - [ADD] Street name</w:t>
      </w:r>
    </w:p>
    <w:tbl>
      <w:tblPr>
        <w:tblStyle w:val="TableGrid"/>
        <w:tblW w:w="0" w:type="auto"/>
        <w:tblLook w:val="04A0" w:firstRow="1" w:lastRow="0" w:firstColumn="1" w:lastColumn="0" w:noHBand="0" w:noVBand="1"/>
      </w:tblPr>
      <w:tblGrid>
        <w:gridCol w:w="2263"/>
        <w:gridCol w:w="5954"/>
      </w:tblGrid>
      <w:tr w:rsidR="00375FEE" w:rsidRPr="004611CF" w14:paraId="0D22D0D3" w14:textId="77777777" w:rsidTr="00997E64">
        <w:trPr>
          <w:trHeight w:val="319"/>
        </w:trPr>
        <w:tc>
          <w:tcPr>
            <w:tcW w:w="2263" w:type="dxa"/>
          </w:tcPr>
          <w:p w14:paraId="08899D7C" w14:textId="77777777" w:rsidR="00375FEE" w:rsidRPr="004611CF" w:rsidRDefault="00375FEE" w:rsidP="00997E64">
            <w:r w:rsidRPr="004611CF">
              <w:t>Namespace</w:t>
            </w:r>
          </w:p>
        </w:tc>
        <w:tc>
          <w:tcPr>
            <w:tcW w:w="5954" w:type="dxa"/>
          </w:tcPr>
          <w:p w14:paraId="226B6588" w14:textId="77777777" w:rsidR="00375FEE" w:rsidRPr="004611CF" w:rsidRDefault="00375FEE" w:rsidP="00997E64">
            <w:r w:rsidRPr="004611CF">
              <w:t>https://data.vlaanderen.be/id/straatnaam/</w:t>
            </w:r>
          </w:p>
        </w:tc>
      </w:tr>
      <w:tr w:rsidR="00375FEE" w:rsidRPr="004611CF" w14:paraId="553F669E" w14:textId="77777777" w:rsidTr="00997E64">
        <w:tc>
          <w:tcPr>
            <w:tcW w:w="2263" w:type="dxa"/>
          </w:tcPr>
          <w:p w14:paraId="0BB1EDE5" w14:textId="77777777" w:rsidR="00375FEE" w:rsidRPr="004611CF" w:rsidRDefault="00375FEE" w:rsidP="00997E64">
            <w:r w:rsidRPr="004611CF">
              <w:t>Object identifier</w:t>
            </w:r>
          </w:p>
        </w:tc>
        <w:tc>
          <w:tcPr>
            <w:tcW w:w="5954" w:type="dxa"/>
          </w:tcPr>
          <w:p w14:paraId="4400295B" w14:textId="77777777" w:rsidR="00375FEE" w:rsidRPr="004611CF" w:rsidRDefault="00375FEE" w:rsidP="00997E64">
            <w:r w:rsidRPr="004611CF">
              <w:t>7964</w:t>
            </w:r>
          </w:p>
        </w:tc>
      </w:tr>
      <w:tr w:rsidR="00375FEE" w:rsidRPr="004611CF" w14:paraId="4D3F91DE" w14:textId="77777777" w:rsidTr="00997E64">
        <w:tc>
          <w:tcPr>
            <w:tcW w:w="2263" w:type="dxa"/>
          </w:tcPr>
          <w:p w14:paraId="7C509E13" w14:textId="77777777" w:rsidR="00375FEE" w:rsidRPr="004611CF" w:rsidRDefault="00375FEE" w:rsidP="00997E64">
            <w:r w:rsidRPr="004611CF">
              <w:t>Version Identifier</w:t>
            </w:r>
          </w:p>
        </w:tc>
        <w:tc>
          <w:tcPr>
            <w:tcW w:w="5954" w:type="dxa"/>
          </w:tcPr>
          <w:p w14:paraId="3BCD4792" w14:textId="77777777" w:rsidR="00375FEE" w:rsidRPr="004611CF" w:rsidRDefault="00375FEE" w:rsidP="00997E64">
            <w:r w:rsidRPr="004611CF">
              <w:t>2</w:t>
            </w:r>
          </w:p>
        </w:tc>
      </w:tr>
      <w:tr w:rsidR="00375FEE" w:rsidRPr="004611CF" w14:paraId="6D27C16F" w14:textId="77777777" w:rsidTr="00997E64">
        <w:tc>
          <w:tcPr>
            <w:tcW w:w="2263" w:type="dxa"/>
          </w:tcPr>
          <w:p w14:paraId="1ACBC5B8" w14:textId="77777777" w:rsidR="00375FEE" w:rsidRPr="004611CF" w:rsidRDefault="00375FEE" w:rsidP="00997E64">
            <w:r w:rsidRPr="004611CF">
              <w:t xml:space="preserve">Spelling </w:t>
            </w:r>
            <w:proofErr w:type="spellStart"/>
            <w:r w:rsidRPr="004611CF">
              <w:t>nl</w:t>
            </w:r>
            <w:proofErr w:type="spellEnd"/>
          </w:p>
        </w:tc>
        <w:tc>
          <w:tcPr>
            <w:tcW w:w="5954" w:type="dxa"/>
          </w:tcPr>
          <w:p w14:paraId="166CF60B" w14:textId="77777777" w:rsidR="00375FEE" w:rsidRPr="004611CF" w:rsidRDefault="00375FEE" w:rsidP="00997E64">
            <w:proofErr w:type="spellStart"/>
            <w:r w:rsidRPr="004611CF">
              <w:t>Tiende</w:t>
            </w:r>
            <w:proofErr w:type="spellEnd"/>
            <w:r w:rsidRPr="004611CF">
              <w:t xml:space="preserve"> </w:t>
            </w:r>
            <w:proofErr w:type="spellStart"/>
            <w:r w:rsidRPr="004611CF">
              <w:t>Teststraat</w:t>
            </w:r>
            <w:proofErr w:type="spellEnd"/>
          </w:p>
        </w:tc>
      </w:tr>
      <w:tr w:rsidR="00375FEE" w:rsidRPr="004611CF" w14:paraId="1AADE3CE" w14:textId="77777777" w:rsidTr="00997E64">
        <w:tc>
          <w:tcPr>
            <w:tcW w:w="2263" w:type="dxa"/>
          </w:tcPr>
          <w:p w14:paraId="2934BD6E" w14:textId="77777777" w:rsidR="00375FEE" w:rsidRPr="004611CF" w:rsidRDefault="00375FEE" w:rsidP="00997E64">
            <w:r w:rsidRPr="004611CF">
              <w:t xml:space="preserve">Spelling </w:t>
            </w:r>
            <w:proofErr w:type="spellStart"/>
            <w:r w:rsidRPr="004611CF">
              <w:t>fr</w:t>
            </w:r>
            <w:proofErr w:type="spellEnd"/>
          </w:p>
        </w:tc>
        <w:tc>
          <w:tcPr>
            <w:tcW w:w="5954" w:type="dxa"/>
          </w:tcPr>
          <w:p w14:paraId="6753F369" w14:textId="77777777" w:rsidR="00375FEE" w:rsidRPr="004611CF" w:rsidRDefault="00375FEE" w:rsidP="00997E64">
            <w:proofErr w:type="spellStart"/>
            <w:r w:rsidRPr="004611CF">
              <w:t>Dixième</w:t>
            </w:r>
            <w:proofErr w:type="spellEnd"/>
            <w:r w:rsidRPr="004611CF">
              <w:t xml:space="preserve"> Rue du Test</w:t>
            </w:r>
          </w:p>
        </w:tc>
      </w:tr>
      <w:tr w:rsidR="00375FEE" w:rsidRPr="004611CF" w14:paraId="500BEEF9" w14:textId="77777777" w:rsidTr="00997E64">
        <w:tc>
          <w:tcPr>
            <w:tcW w:w="2263" w:type="dxa"/>
          </w:tcPr>
          <w:p w14:paraId="1C091574" w14:textId="77777777" w:rsidR="00375FEE" w:rsidRPr="004611CF" w:rsidRDefault="00375FEE" w:rsidP="00997E64">
            <w:r w:rsidRPr="004611CF">
              <w:t>Assigned by municipality</w:t>
            </w:r>
          </w:p>
        </w:tc>
        <w:tc>
          <w:tcPr>
            <w:tcW w:w="5954" w:type="dxa"/>
          </w:tcPr>
          <w:p w14:paraId="2388BEC9" w14:textId="77777777" w:rsidR="00375FEE" w:rsidRPr="004611CF" w:rsidRDefault="00375FEE" w:rsidP="00997E64">
            <w:r w:rsidRPr="004611CF">
              <w:t>Namespace: https://data.vlaanderen.be/id/gemeente/</w:t>
            </w:r>
            <w:r w:rsidRPr="004611CF">
              <w:br/>
            </w:r>
            <w:proofErr w:type="spellStart"/>
            <w:r w:rsidRPr="004611CF">
              <w:t>ObjectIdentifier</w:t>
            </w:r>
            <w:proofErr w:type="spellEnd"/>
            <w:r w:rsidRPr="004611CF">
              <w:t>: 21013</w:t>
            </w:r>
            <w:r w:rsidRPr="004611CF">
              <w:br/>
            </w:r>
            <w:proofErr w:type="spellStart"/>
            <w:r w:rsidRPr="004611CF">
              <w:t>VersionIdentifier</w:t>
            </w:r>
            <w:proofErr w:type="spellEnd"/>
            <w:r w:rsidRPr="004611CF">
              <w:t>: 1</w:t>
            </w:r>
          </w:p>
        </w:tc>
      </w:tr>
      <w:tr w:rsidR="00375FEE" w:rsidRPr="004611CF" w14:paraId="69A6AAFC" w14:textId="77777777" w:rsidTr="00997E64">
        <w:tc>
          <w:tcPr>
            <w:tcW w:w="2263" w:type="dxa"/>
          </w:tcPr>
          <w:p w14:paraId="74DBAB02" w14:textId="77777777" w:rsidR="00375FEE" w:rsidRPr="004611CF" w:rsidRDefault="00375FEE" w:rsidP="00997E64">
            <w:r w:rsidRPr="004611CF">
              <w:t>Status</w:t>
            </w:r>
          </w:p>
        </w:tc>
        <w:tc>
          <w:tcPr>
            <w:tcW w:w="5954" w:type="dxa"/>
          </w:tcPr>
          <w:p w14:paraId="2A3C62CA" w14:textId="77777777" w:rsidR="00375FEE" w:rsidRPr="004611CF" w:rsidRDefault="00375FEE" w:rsidP="00997E64">
            <w:r w:rsidRPr="004611CF">
              <w:t>Current</w:t>
            </w:r>
          </w:p>
        </w:tc>
      </w:tr>
      <w:tr w:rsidR="00375FEE" w:rsidRPr="004611CF" w14:paraId="0A7ADB31" w14:textId="77777777" w:rsidTr="00997E64">
        <w:tc>
          <w:tcPr>
            <w:tcW w:w="2263" w:type="dxa"/>
          </w:tcPr>
          <w:p w14:paraId="39FA69F4" w14:textId="77777777" w:rsidR="00375FEE" w:rsidRPr="004611CF" w:rsidRDefault="00375FEE" w:rsidP="00997E64">
            <w:proofErr w:type="spellStart"/>
            <w:r w:rsidRPr="004611CF">
              <w:t>validFrom</w:t>
            </w:r>
            <w:proofErr w:type="spellEnd"/>
          </w:p>
        </w:tc>
        <w:tc>
          <w:tcPr>
            <w:tcW w:w="5954" w:type="dxa"/>
          </w:tcPr>
          <w:p w14:paraId="56BF7867" w14:textId="77777777" w:rsidR="00375FEE" w:rsidRPr="004611CF" w:rsidRDefault="00375FEE" w:rsidP="00997E64">
            <w:r w:rsidRPr="004611CF">
              <w:t>2022-12-08T15:30:07</w:t>
            </w:r>
          </w:p>
        </w:tc>
      </w:tr>
      <w:tr w:rsidR="00375FEE" w:rsidRPr="004611CF" w14:paraId="40CFD177" w14:textId="77777777" w:rsidTr="00997E64">
        <w:tc>
          <w:tcPr>
            <w:tcW w:w="2263" w:type="dxa"/>
          </w:tcPr>
          <w:p w14:paraId="26379D20" w14:textId="77777777" w:rsidR="00375FEE" w:rsidRPr="004611CF" w:rsidRDefault="00375FEE" w:rsidP="00997E64">
            <w:proofErr w:type="spellStart"/>
            <w:r w:rsidRPr="004611CF">
              <w:t>validTo</w:t>
            </w:r>
            <w:proofErr w:type="spellEnd"/>
          </w:p>
        </w:tc>
        <w:tc>
          <w:tcPr>
            <w:tcW w:w="5954" w:type="dxa"/>
          </w:tcPr>
          <w:p w14:paraId="3E93A28D" w14:textId="77777777" w:rsidR="00375FEE" w:rsidRPr="004611CF" w:rsidRDefault="00375FEE" w:rsidP="00997E64">
            <w:r w:rsidRPr="004611CF">
              <w:t>N/A</w:t>
            </w:r>
          </w:p>
        </w:tc>
      </w:tr>
      <w:tr w:rsidR="00375FEE" w:rsidRPr="004611CF" w14:paraId="3691DB41" w14:textId="77777777" w:rsidTr="00997E64">
        <w:tc>
          <w:tcPr>
            <w:tcW w:w="2263" w:type="dxa"/>
          </w:tcPr>
          <w:p w14:paraId="7FA39EB0" w14:textId="77777777" w:rsidR="00375FEE" w:rsidRPr="004611CF" w:rsidRDefault="00375FEE" w:rsidP="00997E64">
            <w:r w:rsidRPr="004611CF">
              <w:t>Predecessor</w:t>
            </w:r>
          </w:p>
        </w:tc>
        <w:tc>
          <w:tcPr>
            <w:tcW w:w="5954" w:type="dxa"/>
          </w:tcPr>
          <w:p w14:paraId="430BCBAF" w14:textId="77777777" w:rsidR="00375FEE" w:rsidRPr="004611CF" w:rsidRDefault="00375FEE" w:rsidP="00997E64">
            <w:r w:rsidRPr="004611CF">
              <w:t>Namespace: https://data.vlaanderen.be/id/straatnaam/</w:t>
            </w:r>
            <w:r w:rsidRPr="004611CF">
              <w:br/>
            </w:r>
            <w:proofErr w:type="spellStart"/>
            <w:r w:rsidRPr="004611CF">
              <w:t>ObjectIdentifier</w:t>
            </w:r>
            <w:proofErr w:type="spellEnd"/>
            <w:r w:rsidRPr="004611CF">
              <w:t>: 7964</w:t>
            </w:r>
            <w:r w:rsidRPr="004611CF">
              <w:br/>
            </w:r>
            <w:proofErr w:type="spellStart"/>
            <w:r w:rsidRPr="004611CF">
              <w:t>VersionIdentifier</w:t>
            </w:r>
            <w:proofErr w:type="spellEnd"/>
            <w:r w:rsidRPr="004611CF">
              <w:t>: 1</w:t>
            </w:r>
          </w:p>
        </w:tc>
      </w:tr>
      <w:tr w:rsidR="00375FEE" w:rsidRPr="004611CF" w14:paraId="3DF41F99" w14:textId="77777777" w:rsidTr="00997E64">
        <w:tc>
          <w:tcPr>
            <w:tcW w:w="2263" w:type="dxa"/>
          </w:tcPr>
          <w:p w14:paraId="14952EEC" w14:textId="77777777" w:rsidR="00375FEE" w:rsidRPr="004611CF" w:rsidRDefault="00375FEE" w:rsidP="00997E64">
            <w:r w:rsidRPr="004611CF">
              <w:t>Successor</w:t>
            </w:r>
          </w:p>
        </w:tc>
        <w:tc>
          <w:tcPr>
            <w:tcW w:w="5954" w:type="dxa"/>
          </w:tcPr>
          <w:p w14:paraId="3A35D333" w14:textId="77777777" w:rsidR="00375FEE" w:rsidRPr="004611CF" w:rsidRDefault="00375FEE" w:rsidP="00997E64">
            <w:r w:rsidRPr="004611CF">
              <w:t>N/A</w:t>
            </w:r>
          </w:p>
        </w:tc>
      </w:tr>
    </w:tbl>
    <w:p w14:paraId="596D02C7" w14:textId="77777777" w:rsidR="00375FEE" w:rsidRPr="004611CF" w:rsidRDefault="00375FEE" w:rsidP="00375FEE">
      <w:pPr>
        <w:rPr>
          <w:b/>
          <w:bCs/>
        </w:rPr>
      </w:pPr>
    </w:p>
    <w:p w14:paraId="7FA946D2" w14:textId="77777777" w:rsidR="00375FEE" w:rsidRPr="004611CF" w:rsidRDefault="00375FEE" w:rsidP="00375FEE">
      <w:pPr>
        <w:pStyle w:val="Heading4"/>
      </w:pPr>
      <w:r w:rsidRPr="004611CF">
        <w:lastRenderedPageBreak/>
        <w:t>Example 6 (2/2) - [UPDATE] Street name</w:t>
      </w:r>
    </w:p>
    <w:tbl>
      <w:tblPr>
        <w:tblStyle w:val="TableGrid"/>
        <w:tblW w:w="0" w:type="auto"/>
        <w:tblLook w:val="04A0" w:firstRow="1" w:lastRow="0" w:firstColumn="1" w:lastColumn="0" w:noHBand="0" w:noVBand="1"/>
      </w:tblPr>
      <w:tblGrid>
        <w:gridCol w:w="2263"/>
        <w:gridCol w:w="5954"/>
      </w:tblGrid>
      <w:tr w:rsidR="00375FEE" w:rsidRPr="004611CF" w14:paraId="63A50246" w14:textId="77777777" w:rsidTr="00997E64">
        <w:trPr>
          <w:trHeight w:val="319"/>
        </w:trPr>
        <w:tc>
          <w:tcPr>
            <w:tcW w:w="2263" w:type="dxa"/>
          </w:tcPr>
          <w:p w14:paraId="1C0EDB08" w14:textId="77777777" w:rsidR="00375FEE" w:rsidRPr="004611CF" w:rsidRDefault="00375FEE" w:rsidP="00997E64">
            <w:r w:rsidRPr="004611CF">
              <w:t>Namespace</w:t>
            </w:r>
          </w:p>
        </w:tc>
        <w:tc>
          <w:tcPr>
            <w:tcW w:w="5954" w:type="dxa"/>
          </w:tcPr>
          <w:p w14:paraId="00F57563" w14:textId="77777777" w:rsidR="00375FEE" w:rsidRPr="004611CF" w:rsidRDefault="00375FEE" w:rsidP="00997E64">
            <w:r w:rsidRPr="004611CF">
              <w:t>https://data.vlaanderen.be/id/straatnaam/</w:t>
            </w:r>
          </w:p>
        </w:tc>
      </w:tr>
      <w:tr w:rsidR="00375FEE" w:rsidRPr="004611CF" w14:paraId="39EB5DEB" w14:textId="77777777" w:rsidTr="00997E64">
        <w:tc>
          <w:tcPr>
            <w:tcW w:w="2263" w:type="dxa"/>
          </w:tcPr>
          <w:p w14:paraId="4C5510D2" w14:textId="77777777" w:rsidR="00375FEE" w:rsidRPr="004611CF" w:rsidRDefault="00375FEE" w:rsidP="00997E64">
            <w:r w:rsidRPr="004611CF">
              <w:t>Object identifier</w:t>
            </w:r>
          </w:p>
        </w:tc>
        <w:tc>
          <w:tcPr>
            <w:tcW w:w="5954" w:type="dxa"/>
          </w:tcPr>
          <w:p w14:paraId="767321FA" w14:textId="77777777" w:rsidR="00375FEE" w:rsidRPr="004611CF" w:rsidRDefault="00375FEE" w:rsidP="00997E64">
            <w:r w:rsidRPr="004611CF">
              <w:t>7964</w:t>
            </w:r>
          </w:p>
        </w:tc>
      </w:tr>
      <w:tr w:rsidR="00375FEE" w:rsidRPr="004611CF" w14:paraId="066CC3E8" w14:textId="77777777" w:rsidTr="00997E64">
        <w:tc>
          <w:tcPr>
            <w:tcW w:w="2263" w:type="dxa"/>
          </w:tcPr>
          <w:p w14:paraId="157EE201" w14:textId="77777777" w:rsidR="00375FEE" w:rsidRPr="004611CF" w:rsidRDefault="00375FEE" w:rsidP="00997E64">
            <w:r w:rsidRPr="004611CF">
              <w:t>Version Identifier</w:t>
            </w:r>
          </w:p>
        </w:tc>
        <w:tc>
          <w:tcPr>
            <w:tcW w:w="5954" w:type="dxa"/>
          </w:tcPr>
          <w:p w14:paraId="3FB10DD7" w14:textId="77777777" w:rsidR="00375FEE" w:rsidRPr="004611CF" w:rsidRDefault="00375FEE" w:rsidP="00997E64">
            <w:r w:rsidRPr="004611CF">
              <w:t>1</w:t>
            </w:r>
          </w:p>
        </w:tc>
      </w:tr>
      <w:tr w:rsidR="00375FEE" w:rsidRPr="004611CF" w14:paraId="5C4ACF44" w14:textId="77777777" w:rsidTr="00997E64">
        <w:tc>
          <w:tcPr>
            <w:tcW w:w="2263" w:type="dxa"/>
          </w:tcPr>
          <w:p w14:paraId="15A443BF" w14:textId="77777777" w:rsidR="00375FEE" w:rsidRPr="004611CF" w:rsidRDefault="00375FEE" w:rsidP="00997E64">
            <w:r w:rsidRPr="004611CF">
              <w:t xml:space="preserve">Spelling </w:t>
            </w:r>
            <w:proofErr w:type="spellStart"/>
            <w:r w:rsidRPr="004611CF">
              <w:t>fr</w:t>
            </w:r>
            <w:proofErr w:type="spellEnd"/>
          </w:p>
        </w:tc>
        <w:tc>
          <w:tcPr>
            <w:tcW w:w="5954" w:type="dxa"/>
          </w:tcPr>
          <w:p w14:paraId="59C7AD28" w14:textId="77777777" w:rsidR="00375FEE" w:rsidRPr="004611CF" w:rsidRDefault="00375FEE" w:rsidP="00997E64">
            <w:proofErr w:type="spellStart"/>
            <w:r w:rsidRPr="004611CF">
              <w:t>Dixième</w:t>
            </w:r>
            <w:proofErr w:type="spellEnd"/>
            <w:r w:rsidRPr="004611CF">
              <w:t xml:space="preserve"> Rue du Test</w:t>
            </w:r>
          </w:p>
        </w:tc>
      </w:tr>
      <w:tr w:rsidR="00375FEE" w:rsidRPr="004611CF" w14:paraId="4772EB5C" w14:textId="77777777" w:rsidTr="00997E64">
        <w:tc>
          <w:tcPr>
            <w:tcW w:w="2263" w:type="dxa"/>
          </w:tcPr>
          <w:p w14:paraId="3CFE4795" w14:textId="77777777" w:rsidR="00375FEE" w:rsidRPr="004611CF" w:rsidRDefault="00375FEE" w:rsidP="00997E64">
            <w:r w:rsidRPr="004611CF">
              <w:t>Assigned by municipality</w:t>
            </w:r>
          </w:p>
        </w:tc>
        <w:tc>
          <w:tcPr>
            <w:tcW w:w="5954" w:type="dxa"/>
          </w:tcPr>
          <w:p w14:paraId="020CFDD8" w14:textId="77777777" w:rsidR="00375FEE" w:rsidRPr="004611CF" w:rsidRDefault="00375FEE" w:rsidP="00997E64">
            <w:r w:rsidRPr="004611CF">
              <w:t>Namespace: https://data.vlaanderen.be/id/gemeente/</w:t>
            </w:r>
            <w:r w:rsidRPr="004611CF">
              <w:br/>
            </w:r>
            <w:proofErr w:type="spellStart"/>
            <w:r w:rsidRPr="004611CF">
              <w:t>ObjectIdentifier</w:t>
            </w:r>
            <w:proofErr w:type="spellEnd"/>
            <w:r w:rsidRPr="004611CF">
              <w:t>: 21013</w:t>
            </w:r>
            <w:r w:rsidRPr="004611CF">
              <w:br/>
            </w:r>
            <w:proofErr w:type="spellStart"/>
            <w:r w:rsidRPr="004611CF">
              <w:t>VersionIdentifier</w:t>
            </w:r>
            <w:proofErr w:type="spellEnd"/>
            <w:r w:rsidRPr="004611CF">
              <w:t>: 1</w:t>
            </w:r>
          </w:p>
        </w:tc>
      </w:tr>
      <w:tr w:rsidR="00375FEE" w:rsidRPr="004611CF" w14:paraId="12608074" w14:textId="77777777" w:rsidTr="00997E64">
        <w:tc>
          <w:tcPr>
            <w:tcW w:w="2263" w:type="dxa"/>
          </w:tcPr>
          <w:p w14:paraId="1EBC027E" w14:textId="77777777" w:rsidR="00375FEE" w:rsidRPr="004611CF" w:rsidRDefault="00375FEE" w:rsidP="00997E64">
            <w:r w:rsidRPr="004611CF">
              <w:t>Status</w:t>
            </w:r>
          </w:p>
        </w:tc>
        <w:tc>
          <w:tcPr>
            <w:tcW w:w="5954" w:type="dxa"/>
          </w:tcPr>
          <w:p w14:paraId="2DB84CA1" w14:textId="77777777" w:rsidR="00375FEE" w:rsidRPr="004611CF" w:rsidRDefault="00375FEE" w:rsidP="00997E64">
            <w:r w:rsidRPr="004611CF">
              <w:t>Current</w:t>
            </w:r>
          </w:p>
        </w:tc>
      </w:tr>
      <w:tr w:rsidR="00375FEE" w:rsidRPr="004611CF" w14:paraId="3BB25009" w14:textId="77777777" w:rsidTr="00997E64">
        <w:tc>
          <w:tcPr>
            <w:tcW w:w="2263" w:type="dxa"/>
          </w:tcPr>
          <w:p w14:paraId="1B2C8BF4" w14:textId="77777777" w:rsidR="00375FEE" w:rsidRPr="004611CF" w:rsidRDefault="00375FEE" w:rsidP="00997E64">
            <w:proofErr w:type="spellStart"/>
            <w:r w:rsidRPr="004611CF">
              <w:t>validFrom</w:t>
            </w:r>
            <w:proofErr w:type="spellEnd"/>
          </w:p>
        </w:tc>
        <w:tc>
          <w:tcPr>
            <w:tcW w:w="5954" w:type="dxa"/>
          </w:tcPr>
          <w:p w14:paraId="1701D0C2" w14:textId="77777777" w:rsidR="00375FEE" w:rsidRPr="004611CF" w:rsidRDefault="00375FEE" w:rsidP="00997E64">
            <w:r w:rsidRPr="004611CF">
              <w:t>2022-12-08T15:30:07</w:t>
            </w:r>
          </w:p>
        </w:tc>
      </w:tr>
      <w:tr w:rsidR="00375FEE" w:rsidRPr="004611CF" w14:paraId="175EC95A" w14:textId="77777777" w:rsidTr="00997E64">
        <w:tc>
          <w:tcPr>
            <w:tcW w:w="2263" w:type="dxa"/>
          </w:tcPr>
          <w:p w14:paraId="42B52D88" w14:textId="77777777" w:rsidR="00375FEE" w:rsidRPr="004611CF" w:rsidRDefault="00375FEE" w:rsidP="00997E64">
            <w:proofErr w:type="spellStart"/>
            <w:r w:rsidRPr="004611CF">
              <w:t>validTo</w:t>
            </w:r>
            <w:proofErr w:type="spellEnd"/>
          </w:p>
        </w:tc>
        <w:tc>
          <w:tcPr>
            <w:tcW w:w="5954" w:type="dxa"/>
          </w:tcPr>
          <w:p w14:paraId="3BA08017" w14:textId="77777777" w:rsidR="00375FEE" w:rsidRPr="004611CF" w:rsidRDefault="00375FEE" w:rsidP="00997E64">
            <w:r w:rsidRPr="004611CF">
              <w:t>N/A</w:t>
            </w:r>
          </w:p>
        </w:tc>
      </w:tr>
      <w:tr w:rsidR="00375FEE" w:rsidRPr="004611CF" w14:paraId="027060E0" w14:textId="77777777" w:rsidTr="00997E64">
        <w:tc>
          <w:tcPr>
            <w:tcW w:w="2263" w:type="dxa"/>
          </w:tcPr>
          <w:p w14:paraId="2A5F30C0" w14:textId="77777777" w:rsidR="00375FEE" w:rsidRPr="004611CF" w:rsidRDefault="00375FEE" w:rsidP="00997E64">
            <w:r w:rsidRPr="004611CF">
              <w:t>Predecessor</w:t>
            </w:r>
          </w:p>
        </w:tc>
        <w:tc>
          <w:tcPr>
            <w:tcW w:w="5954" w:type="dxa"/>
          </w:tcPr>
          <w:p w14:paraId="20DE124A" w14:textId="77777777" w:rsidR="00375FEE" w:rsidRPr="004611CF" w:rsidRDefault="00375FEE" w:rsidP="00997E64">
            <w:r w:rsidRPr="004611CF">
              <w:t>N/A</w:t>
            </w:r>
          </w:p>
        </w:tc>
      </w:tr>
      <w:tr w:rsidR="00375FEE" w:rsidRPr="004611CF" w14:paraId="22E32A44" w14:textId="77777777" w:rsidTr="00997E64">
        <w:tc>
          <w:tcPr>
            <w:tcW w:w="2263" w:type="dxa"/>
          </w:tcPr>
          <w:p w14:paraId="2C41297F" w14:textId="77777777" w:rsidR="00375FEE" w:rsidRPr="004611CF" w:rsidRDefault="00375FEE" w:rsidP="00997E64">
            <w:r w:rsidRPr="004611CF">
              <w:t>Successor</w:t>
            </w:r>
          </w:p>
        </w:tc>
        <w:tc>
          <w:tcPr>
            <w:tcW w:w="5954" w:type="dxa"/>
          </w:tcPr>
          <w:p w14:paraId="5AE1C8DA" w14:textId="77777777" w:rsidR="00375FEE" w:rsidRPr="004611CF" w:rsidRDefault="00375FEE" w:rsidP="00997E64">
            <w:r w:rsidRPr="004611CF">
              <w:t>Namespace: https://data.vlaanderen.be/id/straatnaam/</w:t>
            </w:r>
            <w:r w:rsidRPr="004611CF">
              <w:br/>
            </w:r>
            <w:proofErr w:type="spellStart"/>
            <w:r w:rsidRPr="004611CF">
              <w:t>ObjectIdentifier</w:t>
            </w:r>
            <w:proofErr w:type="spellEnd"/>
            <w:r w:rsidRPr="004611CF">
              <w:t>: 7964</w:t>
            </w:r>
            <w:r w:rsidRPr="004611CF">
              <w:br/>
            </w:r>
            <w:proofErr w:type="spellStart"/>
            <w:r w:rsidRPr="004611CF">
              <w:t>VersionIdentifier</w:t>
            </w:r>
            <w:proofErr w:type="spellEnd"/>
            <w:r w:rsidRPr="004611CF">
              <w:t>: 2</w:t>
            </w:r>
          </w:p>
        </w:tc>
      </w:tr>
    </w:tbl>
    <w:p w14:paraId="7FD928B9" w14:textId="77777777" w:rsidR="00375FEE" w:rsidRPr="004611CF" w:rsidRDefault="00375FEE" w:rsidP="00375FEE"/>
    <w:p w14:paraId="48FC3FFC" w14:textId="77777777" w:rsidR="00375FEE" w:rsidRPr="004611CF" w:rsidRDefault="00375FEE" w:rsidP="00375FEE"/>
    <w:p w14:paraId="727BFE70" w14:textId="77777777" w:rsidR="00212289" w:rsidRDefault="00375FEE" w:rsidP="00375FEE">
      <w:pPr>
        <w:pStyle w:val="Heading3"/>
      </w:pPr>
      <w:r w:rsidRPr="004611CF">
        <w:br w:type="page"/>
      </w:r>
    </w:p>
    <w:p w14:paraId="03440681" w14:textId="7EAB15E4" w:rsidR="00212289" w:rsidRDefault="00212289" w:rsidP="00375FEE">
      <w:pPr>
        <w:pStyle w:val="Heading3"/>
      </w:pPr>
      <w:bookmarkStart w:id="37" w:name="_Toc184897121"/>
      <w:r>
        <w:lastRenderedPageBreak/>
        <w:t xml:space="preserve">Scenario: Creating a new municipality, </w:t>
      </w:r>
      <w:r w:rsidR="0032370B">
        <w:t>postal info and address. [s1-3-4]</w:t>
      </w:r>
      <w:bookmarkEnd w:id="37"/>
    </w:p>
    <w:p w14:paraId="102F8D47" w14:textId="79675F3C" w:rsidR="00375FEE" w:rsidRPr="00212289" w:rsidRDefault="00375FEE" w:rsidP="00212289">
      <w:pPr>
        <w:pStyle w:val="Heading4"/>
        <w:rPr>
          <w:sz w:val="22"/>
          <w:szCs w:val="28"/>
        </w:rPr>
      </w:pPr>
      <w:r w:rsidRPr="00212289">
        <w:rPr>
          <w:sz w:val="22"/>
          <w:szCs w:val="28"/>
        </w:rPr>
        <w:t xml:space="preserve">[Mutation </w:t>
      </w:r>
      <w:r w:rsidR="00BC266C">
        <w:rPr>
          <w:sz w:val="22"/>
          <w:szCs w:val="28"/>
        </w:rPr>
        <w:t>file: BeStAddress_MBelgium20230223.zip</w:t>
      </w:r>
      <w:r w:rsidRPr="00212289">
        <w:rPr>
          <w:sz w:val="22"/>
          <w:szCs w:val="28"/>
        </w:rPr>
        <w:t xml:space="preserve">] </w:t>
      </w:r>
      <w:r w:rsidRPr="00212289">
        <w:rPr>
          <w:sz w:val="22"/>
          <w:szCs w:val="28"/>
        </w:rPr>
        <w:br/>
        <w:t>Example file: Flanders_M_20230223_L72</w:t>
      </w:r>
    </w:p>
    <w:p w14:paraId="0B4B9165" w14:textId="263A6BC5" w:rsidR="00375FEE" w:rsidRPr="004611CF" w:rsidRDefault="00375FEE" w:rsidP="00375FEE">
      <w:r w:rsidRPr="004611CF">
        <w:t xml:space="preserve">A new </w:t>
      </w:r>
      <w:r w:rsidRPr="004611CF">
        <w:rPr>
          <w:b/>
          <w:bCs/>
        </w:rPr>
        <w:t>municipality</w:t>
      </w:r>
      <w:r w:rsidR="00212289">
        <w:rPr>
          <w:b/>
          <w:bCs/>
        </w:rPr>
        <w:t xml:space="preserve"> (s4)</w:t>
      </w:r>
      <w:r w:rsidRPr="004611CF">
        <w:t xml:space="preserve">, </w:t>
      </w:r>
      <w:r w:rsidRPr="004611CF">
        <w:rPr>
          <w:b/>
          <w:bCs/>
        </w:rPr>
        <w:t>postal info</w:t>
      </w:r>
      <w:r w:rsidR="00212289">
        <w:rPr>
          <w:b/>
          <w:bCs/>
        </w:rPr>
        <w:t xml:space="preserve"> (s3)</w:t>
      </w:r>
      <w:r w:rsidRPr="004611CF">
        <w:t xml:space="preserve"> and </w:t>
      </w:r>
      <w:r w:rsidRPr="004611CF">
        <w:rPr>
          <w:b/>
          <w:bCs/>
        </w:rPr>
        <w:t>address</w:t>
      </w:r>
      <w:r w:rsidR="00212289">
        <w:rPr>
          <w:b/>
          <w:bCs/>
        </w:rPr>
        <w:t xml:space="preserve"> (s1)</w:t>
      </w:r>
      <w:r w:rsidRPr="004611CF">
        <w:t xml:space="preserve"> are created in this file. They will be used for later example scenarios. The new address references the same municipality, street name, postal info as the already existing address from a previous mutation file. </w:t>
      </w:r>
    </w:p>
    <w:p w14:paraId="6D1596CC" w14:textId="77777777" w:rsidR="00375FEE" w:rsidRPr="004611CF" w:rsidRDefault="00375FEE" w:rsidP="00375FEE">
      <w:pPr>
        <w:pStyle w:val="Heading4"/>
      </w:pPr>
      <w:r w:rsidRPr="004611CF">
        <w:t>Example 7 - [ADD] Municipality</w:t>
      </w:r>
    </w:p>
    <w:tbl>
      <w:tblPr>
        <w:tblStyle w:val="TableGrid"/>
        <w:tblW w:w="0" w:type="auto"/>
        <w:tblLook w:val="04A0" w:firstRow="1" w:lastRow="0" w:firstColumn="1" w:lastColumn="0" w:noHBand="0" w:noVBand="1"/>
      </w:tblPr>
      <w:tblGrid>
        <w:gridCol w:w="2263"/>
        <w:gridCol w:w="5812"/>
      </w:tblGrid>
      <w:tr w:rsidR="00375FEE" w:rsidRPr="004611CF" w14:paraId="469D78A4" w14:textId="77777777" w:rsidTr="00997E64">
        <w:trPr>
          <w:trHeight w:val="319"/>
        </w:trPr>
        <w:tc>
          <w:tcPr>
            <w:tcW w:w="2263" w:type="dxa"/>
          </w:tcPr>
          <w:p w14:paraId="7046F868" w14:textId="77777777" w:rsidR="00375FEE" w:rsidRPr="004611CF" w:rsidRDefault="00375FEE" w:rsidP="00997E64">
            <w:r w:rsidRPr="004611CF">
              <w:t>Namespace</w:t>
            </w:r>
          </w:p>
        </w:tc>
        <w:tc>
          <w:tcPr>
            <w:tcW w:w="5812" w:type="dxa"/>
          </w:tcPr>
          <w:p w14:paraId="6DB4A7FD" w14:textId="77777777" w:rsidR="00375FEE" w:rsidRPr="004611CF" w:rsidRDefault="00375FEE" w:rsidP="00997E64">
            <w:r w:rsidRPr="004611CF">
              <w:t>https://data.vlaanderen.be/id/gemeente/</w:t>
            </w:r>
          </w:p>
        </w:tc>
      </w:tr>
      <w:tr w:rsidR="00375FEE" w:rsidRPr="004611CF" w14:paraId="1FA62A02" w14:textId="77777777" w:rsidTr="00997E64">
        <w:tc>
          <w:tcPr>
            <w:tcW w:w="2263" w:type="dxa"/>
          </w:tcPr>
          <w:p w14:paraId="2229FC6E" w14:textId="77777777" w:rsidR="00375FEE" w:rsidRPr="004611CF" w:rsidRDefault="00375FEE" w:rsidP="00997E64">
            <w:r w:rsidRPr="004611CF">
              <w:t>Object identifier</w:t>
            </w:r>
          </w:p>
        </w:tc>
        <w:tc>
          <w:tcPr>
            <w:tcW w:w="5812" w:type="dxa"/>
          </w:tcPr>
          <w:p w14:paraId="3FC5BB10" w14:textId="77777777" w:rsidR="00375FEE" w:rsidRPr="004611CF" w:rsidRDefault="00375FEE" w:rsidP="00997E64">
            <w:r w:rsidRPr="004611CF">
              <w:t>53262</w:t>
            </w:r>
          </w:p>
        </w:tc>
      </w:tr>
      <w:tr w:rsidR="00375FEE" w:rsidRPr="004611CF" w14:paraId="4408304A" w14:textId="77777777" w:rsidTr="00997E64">
        <w:tc>
          <w:tcPr>
            <w:tcW w:w="2263" w:type="dxa"/>
          </w:tcPr>
          <w:p w14:paraId="44A6565C" w14:textId="77777777" w:rsidR="00375FEE" w:rsidRPr="004611CF" w:rsidRDefault="00375FEE" w:rsidP="00997E64">
            <w:r w:rsidRPr="004611CF">
              <w:t>Version Identifier</w:t>
            </w:r>
          </w:p>
        </w:tc>
        <w:tc>
          <w:tcPr>
            <w:tcW w:w="5812" w:type="dxa"/>
          </w:tcPr>
          <w:p w14:paraId="3C4BD3C6" w14:textId="77777777" w:rsidR="00375FEE" w:rsidRPr="004611CF" w:rsidRDefault="00375FEE" w:rsidP="00997E64">
            <w:r w:rsidRPr="004611CF">
              <w:t>1</w:t>
            </w:r>
          </w:p>
        </w:tc>
      </w:tr>
      <w:tr w:rsidR="00375FEE" w:rsidRPr="004611CF" w14:paraId="4AB1BCFA" w14:textId="77777777" w:rsidTr="00997E64">
        <w:tc>
          <w:tcPr>
            <w:tcW w:w="2263" w:type="dxa"/>
          </w:tcPr>
          <w:p w14:paraId="09316D2A" w14:textId="77777777" w:rsidR="00375FEE" w:rsidRPr="004611CF" w:rsidRDefault="00375FEE" w:rsidP="00997E64">
            <w:r w:rsidRPr="004611CF">
              <w:t xml:space="preserve">Spelling </w:t>
            </w:r>
            <w:proofErr w:type="spellStart"/>
            <w:r w:rsidRPr="004611CF">
              <w:t>fr</w:t>
            </w:r>
            <w:proofErr w:type="spellEnd"/>
          </w:p>
        </w:tc>
        <w:tc>
          <w:tcPr>
            <w:tcW w:w="5812" w:type="dxa"/>
          </w:tcPr>
          <w:p w14:paraId="48359569" w14:textId="77777777" w:rsidR="00375FEE" w:rsidRPr="004611CF" w:rsidRDefault="00375FEE" w:rsidP="00997E64">
            <w:proofErr w:type="spellStart"/>
            <w:r w:rsidRPr="004611CF">
              <w:t>Ganshoren</w:t>
            </w:r>
            <w:proofErr w:type="spellEnd"/>
            <w:r w:rsidRPr="004611CF">
              <w:t xml:space="preserve"> I</w:t>
            </w:r>
          </w:p>
        </w:tc>
      </w:tr>
      <w:tr w:rsidR="00375FEE" w:rsidRPr="004611CF" w14:paraId="4C27BEBE" w14:textId="77777777" w:rsidTr="00997E64">
        <w:tc>
          <w:tcPr>
            <w:tcW w:w="2263" w:type="dxa"/>
          </w:tcPr>
          <w:p w14:paraId="1FABA8E0" w14:textId="77777777" w:rsidR="00375FEE" w:rsidRPr="004611CF" w:rsidRDefault="00375FEE" w:rsidP="00997E64">
            <w:r w:rsidRPr="004611CF">
              <w:t xml:space="preserve">Spelling </w:t>
            </w:r>
            <w:proofErr w:type="spellStart"/>
            <w:r w:rsidRPr="004611CF">
              <w:t>nl</w:t>
            </w:r>
            <w:proofErr w:type="spellEnd"/>
          </w:p>
        </w:tc>
        <w:tc>
          <w:tcPr>
            <w:tcW w:w="5812" w:type="dxa"/>
          </w:tcPr>
          <w:p w14:paraId="177A5BFD" w14:textId="77777777" w:rsidR="00375FEE" w:rsidRPr="004611CF" w:rsidRDefault="00375FEE" w:rsidP="00997E64">
            <w:proofErr w:type="spellStart"/>
            <w:r w:rsidRPr="004611CF">
              <w:t>Ganshoren</w:t>
            </w:r>
            <w:proofErr w:type="spellEnd"/>
            <w:r w:rsidRPr="004611CF">
              <w:t xml:space="preserve"> I</w:t>
            </w:r>
          </w:p>
        </w:tc>
      </w:tr>
      <w:tr w:rsidR="00375FEE" w:rsidRPr="004611CF" w14:paraId="3342B336" w14:textId="77777777" w:rsidTr="00997E64">
        <w:tc>
          <w:tcPr>
            <w:tcW w:w="2263" w:type="dxa"/>
          </w:tcPr>
          <w:p w14:paraId="2BCD63F4" w14:textId="77777777" w:rsidR="00375FEE" w:rsidRPr="004611CF" w:rsidRDefault="00375FEE" w:rsidP="00997E64">
            <w:r w:rsidRPr="004611CF">
              <w:t>Status</w:t>
            </w:r>
          </w:p>
        </w:tc>
        <w:tc>
          <w:tcPr>
            <w:tcW w:w="5812" w:type="dxa"/>
          </w:tcPr>
          <w:p w14:paraId="018054D2" w14:textId="77777777" w:rsidR="00375FEE" w:rsidRPr="004611CF" w:rsidRDefault="00375FEE" w:rsidP="00997E64">
            <w:r w:rsidRPr="004611CF">
              <w:t>Current</w:t>
            </w:r>
          </w:p>
        </w:tc>
      </w:tr>
      <w:tr w:rsidR="00375FEE" w:rsidRPr="004611CF" w14:paraId="17C76FE8" w14:textId="77777777" w:rsidTr="00997E64">
        <w:tc>
          <w:tcPr>
            <w:tcW w:w="2263" w:type="dxa"/>
          </w:tcPr>
          <w:p w14:paraId="20E1FDEE" w14:textId="77777777" w:rsidR="00375FEE" w:rsidRPr="004611CF" w:rsidRDefault="00375FEE" w:rsidP="00997E64">
            <w:proofErr w:type="spellStart"/>
            <w:r w:rsidRPr="004611CF">
              <w:t>validFrom</w:t>
            </w:r>
            <w:proofErr w:type="spellEnd"/>
          </w:p>
        </w:tc>
        <w:tc>
          <w:tcPr>
            <w:tcW w:w="5812" w:type="dxa"/>
          </w:tcPr>
          <w:p w14:paraId="18D7543D" w14:textId="77777777" w:rsidR="00375FEE" w:rsidRPr="004611CF" w:rsidRDefault="00375FEE" w:rsidP="00997E64">
            <w:r w:rsidRPr="004611CF">
              <w:t>2023-02-23T10:32:58</w:t>
            </w:r>
          </w:p>
        </w:tc>
      </w:tr>
      <w:tr w:rsidR="00375FEE" w:rsidRPr="004611CF" w14:paraId="74251C97" w14:textId="77777777" w:rsidTr="00997E64">
        <w:tc>
          <w:tcPr>
            <w:tcW w:w="2263" w:type="dxa"/>
          </w:tcPr>
          <w:p w14:paraId="591CDAE7" w14:textId="77777777" w:rsidR="00375FEE" w:rsidRPr="004611CF" w:rsidRDefault="00375FEE" w:rsidP="00997E64">
            <w:proofErr w:type="spellStart"/>
            <w:r w:rsidRPr="004611CF">
              <w:t>validTo</w:t>
            </w:r>
            <w:proofErr w:type="spellEnd"/>
          </w:p>
        </w:tc>
        <w:tc>
          <w:tcPr>
            <w:tcW w:w="5812" w:type="dxa"/>
          </w:tcPr>
          <w:p w14:paraId="4306BA47" w14:textId="77777777" w:rsidR="00375FEE" w:rsidRPr="004611CF" w:rsidRDefault="00375FEE" w:rsidP="00997E64">
            <w:r w:rsidRPr="004611CF">
              <w:t>N/A</w:t>
            </w:r>
          </w:p>
        </w:tc>
      </w:tr>
      <w:tr w:rsidR="00375FEE" w:rsidRPr="004611CF" w14:paraId="44382CB7" w14:textId="77777777" w:rsidTr="00997E64">
        <w:tc>
          <w:tcPr>
            <w:tcW w:w="2263" w:type="dxa"/>
          </w:tcPr>
          <w:p w14:paraId="4EC6D526" w14:textId="77777777" w:rsidR="00375FEE" w:rsidRPr="004611CF" w:rsidRDefault="00375FEE" w:rsidP="00997E64">
            <w:r w:rsidRPr="004611CF">
              <w:t>Predecessor</w:t>
            </w:r>
          </w:p>
        </w:tc>
        <w:tc>
          <w:tcPr>
            <w:tcW w:w="5812" w:type="dxa"/>
          </w:tcPr>
          <w:p w14:paraId="3CEBFC3B" w14:textId="77777777" w:rsidR="00375FEE" w:rsidRPr="004611CF" w:rsidRDefault="00375FEE" w:rsidP="00997E64">
            <w:r w:rsidRPr="004611CF">
              <w:t>N/A</w:t>
            </w:r>
          </w:p>
        </w:tc>
      </w:tr>
      <w:tr w:rsidR="00375FEE" w:rsidRPr="004611CF" w14:paraId="0AF5E129" w14:textId="77777777" w:rsidTr="00997E64">
        <w:tc>
          <w:tcPr>
            <w:tcW w:w="2263" w:type="dxa"/>
          </w:tcPr>
          <w:p w14:paraId="3A1834AF" w14:textId="77777777" w:rsidR="00375FEE" w:rsidRPr="004611CF" w:rsidRDefault="00375FEE" w:rsidP="00997E64">
            <w:r w:rsidRPr="004611CF">
              <w:t>Successor</w:t>
            </w:r>
          </w:p>
        </w:tc>
        <w:tc>
          <w:tcPr>
            <w:tcW w:w="5812" w:type="dxa"/>
          </w:tcPr>
          <w:p w14:paraId="4DA9ECFF" w14:textId="77777777" w:rsidR="00375FEE" w:rsidRPr="004611CF" w:rsidRDefault="00375FEE" w:rsidP="00997E64">
            <w:r w:rsidRPr="004611CF">
              <w:t>N/A</w:t>
            </w:r>
          </w:p>
        </w:tc>
      </w:tr>
    </w:tbl>
    <w:p w14:paraId="5E5BCA08" w14:textId="02D8964F" w:rsidR="00375FEE" w:rsidRPr="004611CF" w:rsidRDefault="00375FEE" w:rsidP="00375FEE"/>
    <w:p w14:paraId="4A0AF4EB" w14:textId="77777777" w:rsidR="00375FEE" w:rsidRPr="004611CF" w:rsidRDefault="00375FEE">
      <w:pPr>
        <w:suppressAutoHyphens w:val="0"/>
        <w:spacing w:after="0" w:line="240" w:lineRule="auto"/>
      </w:pPr>
      <w:r w:rsidRPr="004611CF">
        <w:br w:type="page"/>
      </w:r>
    </w:p>
    <w:p w14:paraId="1D05CEBB" w14:textId="77777777" w:rsidR="00375FEE" w:rsidRPr="004611CF" w:rsidRDefault="00375FEE" w:rsidP="00375FEE"/>
    <w:p w14:paraId="3DB8547D" w14:textId="77777777" w:rsidR="00375FEE" w:rsidRPr="004611CF" w:rsidRDefault="00375FEE" w:rsidP="00375FEE">
      <w:pPr>
        <w:pStyle w:val="Heading4"/>
      </w:pPr>
      <w:r w:rsidRPr="004611CF">
        <w:t>Example 8 - [ADD] Postal info</w:t>
      </w:r>
    </w:p>
    <w:tbl>
      <w:tblPr>
        <w:tblStyle w:val="TableGrid"/>
        <w:tblW w:w="0" w:type="auto"/>
        <w:tblLook w:val="04A0" w:firstRow="1" w:lastRow="0" w:firstColumn="1" w:lastColumn="0" w:noHBand="0" w:noVBand="1"/>
      </w:tblPr>
      <w:tblGrid>
        <w:gridCol w:w="2263"/>
        <w:gridCol w:w="5812"/>
      </w:tblGrid>
      <w:tr w:rsidR="00375FEE" w:rsidRPr="004611CF" w14:paraId="083FFC22" w14:textId="77777777" w:rsidTr="00997E64">
        <w:trPr>
          <w:trHeight w:val="319"/>
        </w:trPr>
        <w:tc>
          <w:tcPr>
            <w:tcW w:w="2263" w:type="dxa"/>
          </w:tcPr>
          <w:p w14:paraId="638E01F2" w14:textId="77777777" w:rsidR="00375FEE" w:rsidRPr="004611CF" w:rsidRDefault="00375FEE" w:rsidP="00997E64">
            <w:r w:rsidRPr="004611CF">
              <w:t>Namespace</w:t>
            </w:r>
          </w:p>
        </w:tc>
        <w:tc>
          <w:tcPr>
            <w:tcW w:w="5812" w:type="dxa"/>
          </w:tcPr>
          <w:p w14:paraId="59ED8624" w14:textId="77777777" w:rsidR="00375FEE" w:rsidRPr="004611CF" w:rsidRDefault="00375FEE" w:rsidP="00997E64">
            <w:r w:rsidRPr="004611CF">
              <w:t>https://data.vlaanderen.be/id/postinfo/</w:t>
            </w:r>
          </w:p>
        </w:tc>
      </w:tr>
      <w:tr w:rsidR="00375FEE" w:rsidRPr="004611CF" w14:paraId="57B90D5A" w14:textId="77777777" w:rsidTr="00997E64">
        <w:tc>
          <w:tcPr>
            <w:tcW w:w="2263" w:type="dxa"/>
          </w:tcPr>
          <w:p w14:paraId="19B84ACB" w14:textId="77777777" w:rsidR="00375FEE" w:rsidRPr="004611CF" w:rsidRDefault="00375FEE" w:rsidP="00997E64">
            <w:r w:rsidRPr="004611CF">
              <w:t>Object identifier</w:t>
            </w:r>
          </w:p>
        </w:tc>
        <w:tc>
          <w:tcPr>
            <w:tcW w:w="5812" w:type="dxa"/>
          </w:tcPr>
          <w:p w14:paraId="4E1A0831" w14:textId="77777777" w:rsidR="00375FEE" w:rsidRPr="004611CF" w:rsidRDefault="00375FEE" w:rsidP="00997E64">
            <w:r w:rsidRPr="004611CF">
              <w:t>1200</w:t>
            </w:r>
          </w:p>
        </w:tc>
      </w:tr>
      <w:tr w:rsidR="00375FEE" w:rsidRPr="004611CF" w14:paraId="5E1B7A9F" w14:textId="77777777" w:rsidTr="00997E64">
        <w:tc>
          <w:tcPr>
            <w:tcW w:w="2263" w:type="dxa"/>
          </w:tcPr>
          <w:p w14:paraId="71420F75" w14:textId="77777777" w:rsidR="00375FEE" w:rsidRPr="004611CF" w:rsidRDefault="00375FEE" w:rsidP="00997E64">
            <w:r w:rsidRPr="004611CF">
              <w:t>Version Identifier</w:t>
            </w:r>
          </w:p>
        </w:tc>
        <w:tc>
          <w:tcPr>
            <w:tcW w:w="5812" w:type="dxa"/>
          </w:tcPr>
          <w:p w14:paraId="0E57EC93" w14:textId="77777777" w:rsidR="00375FEE" w:rsidRPr="004611CF" w:rsidRDefault="00375FEE" w:rsidP="00997E64">
            <w:r w:rsidRPr="004611CF">
              <w:t>1</w:t>
            </w:r>
          </w:p>
        </w:tc>
      </w:tr>
      <w:tr w:rsidR="00375FEE" w:rsidRPr="004611CF" w14:paraId="4DF10022" w14:textId="77777777" w:rsidTr="00997E64">
        <w:tc>
          <w:tcPr>
            <w:tcW w:w="2263" w:type="dxa"/>
          </w:tcPr>
          <w:p w14:paraId="5F3C20F1" w14:textId="77777777" w:rsidR="00375FEE" w:rsidRPr="004611CF" w:rsidRDefault="00375FEE" w:rsidP="00997E64">
            <w:r w:rsidRPr="004611CF">
              <w:t xml:space="preserve">Spelling </w:t>
            </w:r>
            <w:proofErr w:type="spellStart"/>
            <w:r w:rsidRPr="004611CF">
              <w:t>fr</w:t>
            </w:r>
            <w:proofErr w:type="spellEnd"/>
          </w:p>
        </w:tc>
        <w:tc>
          <w:tcPr>
            <w:tcW w:w="5812" w:type="dxa"/>
          </w:tcPr>
          <w:p w14:paraId="20C8AF12" w14:textId="77777777" w:rsidR="00375FEE" w:rsidRPr="004611CF" w:rsidRDefault="00375FEE" w:rsidP="00997E64">
            <w:proofErr w:type="spellStart"/>
            <w:r w:rsidRPr="004611CF">
              <w:t>Ganshoren</w:t>
            </w:r>
            <w:proofErr w:type="spellEnd"/>
            <w:r w:rsidRPr="004611CF">
              <w:t xml:space="preserve"> I</w:t>
            </w:r>
          </w:p>
        </w:tc>
      </w:tr>
      <w:tr w:rsidR="00375FEE" w:rsidRPr="004611CF" w14:paraId="460AFBF1" w14:textId="77777777" w:rsidTr="00997E64">
        <w:tc>
          <w:tcPr>
            <w:tcW w:w="2263" w:type="dxa"/>
          </w:tcPr>
          <w:p w14:paraId="319EF3D7" w14:textId="77777777" w:rsidR="00375FEE" w:rsidRPr="004611CF" w:rsidRDefault="00375FEE" w:rsidP="00997E64">
            <w:r w:rsidRPr="004611CF">
              <w:t xml:space="preserve">Spelling </w:t>
            </w:r>
            <w:proofErr w:type="spellStart"/>
            <w:r w:rsidRPr="004611CF">
              <w:t>nl</w:t>
            </w:r>
            <w:proofErr w:type="spellEnd"/>
          </w:p>
        </w:tc>
        <w:tc>
          <w:tcPr>
            <w:tcW w:w="5812" w:type="dxa"/>
          </w:tcPr>
          <w:p w14:paraId="39FD50A1" w14:textId="77777777" w:rsidR="00375FEE" w:rsidRPr="004611CF" w:rsidRDefault="00375FEE" w:rsidP="00997E64">
            <w:proofErr w:type="spellStart"/>
            <w:r w:rsidRPr="004611CF">
              <w:t>Ganshoren</w:t>
            </w:r>
            <w:proofErr w:type="spellEnd"/>
            <w:r w:rsidRPr="004611CF">
              <w:t xml:space="preserve"> I</w:t>
            </w:r>
          </w:p>
        </w:tc>
      </w:tr>
      <w:tr w:rsidR="00375FEE" w:rsidRPr="004611CF" w14:paraId="4E75E84F" w14:textId="77777777" w:rsidTr="00997E64">
        <w:tc>
          <w:tcPr>
            <w:tcW w:w="2263" w:type="dxa"/>
          </w:tcPr>
          <w:p w14:paraId="2E702305" w14:textId="77777777" w:rsidR="00375FEE" w:rsidRPr="004611CF" w:rsidRDefault="00375FEE" w:rsidP="00997E64">
            <w:r w:rsidRPr="004611CF">
              <w:t>Status</w:t>
            </w:r>
          </w:p>
        </w:tc>
        <w:tc>
          <w:tcPr>
            <w:tcW w:w="5812" w:type="dxa"/>
          </w:tcPr>
          <w:p w14:paraId="1EFC41D2" w14:textId="77777777" w:rsidR="00375FEE" w:rsidRPr="004611CF" w:rsidRDefault="00375FEE" w:rsidP="00997E64">
            <w:r w:rsidRPr="004611CF">
              <w:t>Current</w:t>
            </w:r>
          </w:p>
        </w:tc>
      </w:tr>
      <w:tr w:rsidR="00375FEE" w:rsidRPr="004611CF" w14:paraId="795F2CCA" w14:textId="77777777" w:rsidTr="00997E64">
        <w:tc>
          <w:tcPr>
            <w:tcW w:w="2263" w:type="dxa"/>
          </w:tcPr>
          <w:p w14:paraId="1C5E026E" w14:textId="77777777" w:rsidR="00375FEE" w:rsidRPr="004611CF" w:rsidRDefault="00375FEE" w:rsidP="00997E64">
            <w:proofErr w:type="spellStart"/>
            <w:r w:rsidRPr="004611CF">
              <w:t>validFrom</w:t>
            </w:r>
            <w:proofErr w:type="spellEnd"/>
          </w:p>
        </w:tc>
        <w:tc>
          <w:tcPr>
            <w:tcW w:w="5812" w:type="dxa"/>
          </w:tcPr>
          <w:p w14:paraId="5D9006BB" w14:textId="77777777" w:rsidR="00375FEE" w:rsidRPr="004611CF" w:rsidRDefault="00375FEE" w:rsidP="00997E64">
            <w:r w:rsidRPr="004611CF">
              <w:t>2023-02-23T10:33:54</w:t>
            </w:r>
          </w:p>
        </w:tc>
      </w:tr>
      <w:tr w:rsidR="00375FEE" w:rsidRPr="004611CF" w14:paraId="6F66E469" w14:textId="77777777" w:rsidTr="00997E64">
        <w:tc>
          <w:tcPr>
            <w:tcW w:w="2263" w:type="dxa"/>
          </w:tcPr>
          <w:p w14:paraId="5346410F" w14:textId="77777777" w:rsidR="00375FEE" w:rsidRPr="004611CF" w:rsidRDefault="00375FEE" w:rsidP="00997E64">
            <w:proofErr w:type="spellStart"/>
            <w:r w:rsidRPr="004611CF">
              <w:t>validTo</w:t>
            </w:r>
            <w:proofErr w:type="spellEnd"/>
          </w:p>
        </w:tc>
        <w:tc>
          <w:tcPr>
            <w:tcW w:w="5812" w:type="dxa"/>
          </w:tcPr>
          <w:p w14:paraId="493ACA12" w14:textId="77777777" w:rsidR="00375FEE" w:rsidRPr="004611CF" w:rsidRDefault="00375FEE" w:rsidP="00997E64">
            <w:r w:rsidRPr="004611CF">
              <w:t>N/A</w:t>
            </w:r>
          </w:p>
        </w:tc>
      </w:tr>
      <w:tr w:rsidR="00375FEE" w:rsidRPr="004611CF" w14:paraId="3CBBE066" w14:textId="77777777" w:rsidTr="00997E64">
        <w:tc>
          <w:tcPr>
            <w:tcW w:w="2263" w:type="dxa"/>
          </w:tcPr>
          <w:p w14:paraId="5955821C" w14:textId="77777777" w:rsidR="00375FEE" w:rsidRPr="004611CF" w:rsidRDefault="00375FEE" w:rsidP="00997E64">
            <w:r w:rsidRPr="004611CF">
              <w:t>Predecessor</w:t>
            </w:r>
          </w:p>
        </w:tc>
        <w:tc>
          <w:tcPr>
            <w:tcW w:w="5812" w:type="dxa"/>
          </w:tcPr>
          <w:p w14:paraId="406D50A7" w14:textId="77777777" w:rsidR="00375FEE" w:rsidRPr="004611CF" w:rsidRDefault="00375FEE" w:rsidP="00997E64">
            <w:r w:rsidRPr="004611CF">
              <w:t>N/A</w:t>
            </w:r>
          </w:p>
        </w:tc>
      </w:tr>
      <w:tr w:rsidR="00375FEE" w:rsidRPr="004611CF" w14:paraId="67CD228B" w14:textId="77777777" w:rsidTr="00997E64">
        <w:tc>
          <w:tcPr>
            <w:tcW w:w="2263" w:type="dxa"/>
          </w:tcPr>
          <w:p w14:paraId="0E9C78B5" w14:textId="77777777" w:rsidR="00375FEE" w:rsidRPr="004611CF" w:rsidRDefault="00375FEE" w:rsidP="00997E64">
            <w:r w:rsidRPr="004611CF">
              <w:t>Successor</w:t>
            </w:r>
          </w:p>
        </w:tc>
        <w:tc>
          <w:tcPr>
            <w:tcW w:w="5812" w:type="dxa"/>
          </w:tcPr>
          <w:p w14:paraId="23CF6E74" w14:textId="77777777" w:rsidR="00375FEE" w:rsidRPr="004611CF" w:rsidRDefault="00375FEE" w:rsidP="00997E64">
            <w:r w:rsidRPr="004611CF">
              <w:t>N/A</w:t>
            </w:r>
          </w:p>
        </w:tc>
      </w:tr>
    </w:tbl>
    <w:p w14:paraId="43B3167F" w14:textId="77777777" w:rsidR="00375FEE" w:rsidRPr="004611CF" w:rsidRDefault="00375FEE" w:rsidP="00375FEE">
      <w:pPr>
        <w:rPr>
          <w:b/>
          <w:bCs/>
        </w:rPr>
      </w:pPr>
    </w:p>
    <w:p w14:paraId="4872E479" w14:textId="77777777" w:rsidR="00375FEE" w:rsidRPr="004611CF" w:rsidRDefault="00375FEE" w:rsidP="00375FEE">
      <w:pPr>
        <w:rPr>
          <w:b/>
          <w:bCs/>
        </w:rPr>
      </w:pPr>
      <w:r w:rsidRPr="004611CF">
        <w:rPr>
          <w:b/>
          <w:bCs/>
        </w:rPr>
        <w:br w:type="page"/>
      </w:r>
    </w:p>
    <w:p w14:paraId="7AB3C3BB" w14:textId="77777777" w:rsidR="00375FEE" w:rsidRPr="004611CF" w:rsidRDefault="00375FEE" w:rsidP="00375FEE">
      <w:pPr>
        <w:pStyle w:val="Heading4"/>
      </w:pPr>
      <w:r w:rsidRPr="004611CF">
        <w:lastRenderedPageBreak/>
        <w:t>Example 9 - [ADD] Address</w:t>
      </w:r>
    </w:p>
    <w:tbl>
      <w:tblPr>
        <w:tblStyle w:val="TableGrid"/>
        <w:tblW w:w="0" w:type="auto"/>
        <w:tblLook w:val="04A0" w:firstRow="1" w:lastRow="0" w:firstColumn="1" w:lastColumn="0" w:noHBand="0" w:noVBand="1"/>
      </w:tblPr>
      <w:tblGrid>
        <w:gridCol w:w="2263"/>
        <w:gridCol w:w="5954"/>
      </w:tblGrid>
      <w:tr w:rsidR="00375FEE" w:rsidRPr="004611CF" w14:paraId="783019CF" w14:textId="77777777" w:rsidTr="00997E64">
        <w:trPr>
          <w:trHeight w:val="319"/>
        </w:trPr>
        <w:tc>
          <w:tcPr>
            <w:tcW w:w="2263" w:type="dxa"/>
          </w:tcPr>
          <w:p w14:paraId="5D68CB9A" w14:textId="77777777" w:rsidR="00375FEE" w:rsidRPr="004611CF" w:rsidRDefault="00375FEE" w:rsidP="00997E64">
            <w:r w:rsidRPr="004611CF">
              <w:t>Namespace</w:t>
            </w:r>
          </w:p>
        </w:tc>
        <w:tc>
          <w:tcPr>
            <w:tcW w:w="5954" w:type="dxa"/>
          </w:tcPr>
          <w:p w14:paraId="1857B7BA" w14:textId="77777777" w:rsidR="00375FEE" w:rsidRPr="004611CF" w:rsidRDefault="00375FEE" w:rsidP="00997E64">
            <w:r w:rsidRPr="004611CF">
              <w:t>https://data.vlaanderen.be/id/adres/</w:t>
            </w:r>
          </w:p>
        </w:tc>
      </w:tr>
      <w:tr w:rsidR="00375FEE" w:rsidRPr="004611CF" w14:paraId="63CAF18A" w14:textId="77777777" w:rsidTr="00997E64">
        <w:tc>
          <w:tcPr>
            <w:tcW w:w="2263" w:type="dxa"/>
          </w:tcPr>
          <w:p w14:paraId="685AFFBA" w14:textId="77777777" w:rsidR="00375FEE" w:rsidRPr="004611CF" w:rsidRDefault="00375FEE" w:rsidP="00997E64">
            <w:r w:rsidRPr="004611CF">
              <w:t>Object identifier</w:t>
            </w:r>
          </w:p>
        </w:tc>
        <w:tc>
          <w:tcPr>
            <w:tcW w:w="5954" w:type="dxa"/>
          </w:tcPr>
          <w:p w14:paraId="06116135" w14:textId="77777777" w:rsidR="00375FEE" w:rsidRPr="004611CF" w:rsidRDefault="00375FEE" w:rsidP="00997E64">
            <w:r w:rsidRPr="004611CF">
              <w:t>720419</w:t>
            </w:r>
          </w:p>
        </w:tc>
      </w:tr>
      <w:tr w:rsidR="00375FEE" w:rsidRPr="004611CF" w14:paraId="5284D709" w14:textId="77777777" w:rsidTr="00997E64">
        <w:tc>
          <w:tcPr>
            <w:tcW w:w="2263" w:type="dxa"/>
          </w:tcPr>
          <w:p w14:paraId="7BA11950" w14:textId="77777777" w:rsidR="00375FEE" w:rsidRPr="004611CF" w:rsidRDefault="00375FEE" w:rsidP="00997E64">
            <w:r w:rsidRPr="004611CF">
              <w:t>Version Identifier</w:t>
            </w:r>
          </w:p>
        </w:tc>
        <w:tc>
          <w:tcPr>
            <w:tcW w:w="5954" w:type="dxa"/>
          </w:tcPr>
          <w:p w14:paraId="6E551EA0" w14:textId="77777777" w:rsidR="00375FEE" w:rsidRPr="004611CF" w:rsidRDefault="00375FEE" w:rsidP="00997E64">
            <w:r w:rsidRPr="004611CF">
              <w:t>1</w:t>
            </w:r>
          </w:p>
        </w:tc>
      </w:tr>
      <w:tr w:rsidR="00375FEE" w:rsidRPr="004611CF" w14:paraId="6C92CDFC" w14:textId="77777777" w:rsidTr="00997E64">
        <w:tc>
          <w:tcPr>
            <w:tcW w:w="2263" w:type="dxa"/>
          </w:tcPr>
          <w:p w14:paraId="4D3A584C" w14:textId="77777777" w:rsidR="00375FEE" w:rsidRPr="004611CF" w:rsidRDefault="00375FEE" w:rsidP="00997E64">
            <w:r w:rsidRPr="004611CF">
              <w:t xml:space="preserve">Has </w:t>
            </w:r>
            <w:proofErr w:type="spellStart"/>
            <w:r w:rsidRPr="004611CF">
              <w:t>StreetName</w:t>
            </w:r>
            <w:proofErr w:type="spellEnd"/>
          </w:p>
        </w:tc>
        <w:tc>
          <w:tcPr>
            <w:tcW w:w="5954" w:type="dxa"/>
          </w:tcPr>
          <w:p w14:paraId="525A4841" w14:textId="77777777" w:rsidR="00375FEE" w:rsidRPr="004611CF" w:rsidRDefault="00375FEE" w:rsidP="00997E64">
            <w:r w:rsidRPr="004611CF">
              <w:t>Namespace: https://data.vlaanderen.be/id/straatnaam/</w:t>
            </w:r>
            <w:r w:rsidRPr="004611CF">
              <w:br/>
            </w:r>
            <w:proofErr w:type="spellStart"/>
            <w:r w:rsidRPr="004611CF">
              <w:t>ObjectIdentifier</w:t>
            </w:r>
            <w:proofErr w:type="spellEnd"/>
            <w:r w:rsidRPr="004611CF">
              <w:t>: 7964</w:t>
            </w:r>
            <w:r w:rsidRPr="004611CF">
              <w:br/>
            </w:r>
            <w:proofErr w:type="spellStart"/>
            <w:r w:rsidRPr="004611CF">
              <w:t>VersionIdentifier</w:t>
            </w:r>
            <w:proofErr w:type="spellEnd"/>
            <w:r w:rsidRPr="004611CF">
              <w:t>: 2</w:t>
            </w:r>
          </w:p>
        </w:tc>
      </w:tr>
      <w:tr w:rsidR="00375FEE" w:rsidRPr="004611CF" w14:paraId="570E6034" w14:textId="77777777" w:rsidTr="00997E64">
        <w:tc>
          <w:tcPr>
            <w:tcW w:w="2263" w:type="dxa"/>
          </w:tcPr>
          <w:p w14:paraId="56F53DB9" w14:textId="77777777" w:rsidR="00375FEE" w:rsidRPr="004611CF" w:rsidRDefault="00375FEE" w:rsidP="00997E64">
            <w:r w:rsidRPr="004611CF">
              <w:t>Has Municipality</w:t>
            </w:r>
          </w:p>
        </w:tc>
        <w:tc>
          <w:tcPr>
            <w:tcW w:w="5954" w:type="dxa"/>
          </w:tcPr>
          <w:p w14:paraId="194DC1BE" w14:textId="77777777" w:rsidR="00375FEE" w:rsidRPr="004611CF" w:rsidRDefault="00375FEE" w:rsidP="00997E64">
            <w:r w:rsidRPr="004611CF">
              <w:t>Namespace: https://data.vlaanderen.be/id/gemeente/</w:t>
            </w:r>
            <w:r w:rsidRPr="004611CF">
              <w:br/>
            </w:r>
            <w:proofErr w:type="spellStart"/>
            <w:r w:rsidRPr="004611CF">
              <w:t>ObjectIdentifier</w:t>
            </w:r>
            <w:proofErr w:type="spellEnd"/>
            <w:r w:rsidRPr="004611CF">
              <w:t>: 21013</w:t>
            </w:r>
            <w:r w:rsidRPr="004611CF">
              <w:br/>
            </w:r>
            <w:proofErr w:type="spellStart"/>
            <w:r w:rsidRPr="004611CF">
              <w:t>VersionIdentifier</w:t>
            </w:r>
            <w:proofErr w:type="spellEnd"/>
            <w:r w:rsidRPr="004611CF">
              <w:t>: 1</w:t>
            </w:r>
          </w:p>
        </w:tc>
      </w:tr>
      <w:tr w:rsidR="00375FEE" w:rsidRPr="004611CF" w14:paraId="2EB3988A" w14:textId="77777777" w:rsidTr="00997E64">
        <w:tc>
          <w:tcPr>
            <w:tcW w:w="2263" w:type="dxa"/>
          </w:tcPr>
          <w:p w14:paraId="5D8D7DFC" w14:textId="77777777" w:rsidR="00375FEE" w:rsidRPr="004611CF" w:rsidRDefault="00375FEE" w:rsidP="00997E64">
            <w:r w:rsidRPr="004611CF">
              <w:t xml:space="preserve">Has </w:t>
            </w:r>
            <w:proofErr w:type="spellStart"/>
            <w:r w:rsidRPr="004611CF">
              <w:t>PostalInfo</w:t>
            </w:r>
            <w:proofErr w:type="spellEnd"/>
          </w:p>
        </w:tc>
        <w:tc>
          <w:tcPr>
            <w:tcW w:w="5954" w:type="dxa"/>
          </w:tcPr>
          <w:p w14:paraId="1827173F" w14:textId="77777777" w:rsidR="00375FEE" w:rsidRPr="004611CF" w:rsidRDefault="00375FEE" w:rsidP="00997E64">
            <w:r w:rsidRPr="004611CF">
              <w:t>Namespace: https://data.vlaanderen.be/id/postinfo/</w:t>
            </w:r>
            <w:r w:rsidRPr="004611CF">
              <w:br/>
            </w:r>
            <w:proofErr w:type="spellStart"/>
            <w:r w:rsidRPr="004611CF">
              <w:t>ObjectIdentifier</w:t>
            </w:r>
            <w:proofErr w:type="spellEnd"/>
            <w:r w:rsidRPr="004611CF">
              <w:t>: 2000</w:t>
            </w:r>
            <w:r w:rsidRPr="004611CF">
              <w:br/>
            </w:r>
            <w:proofErr w:type="spellStart"/>
            <w:r w:rsidRPr="004611CF">
              <w:t>VersionIdentifier</w:t>
            </w:r>
            <w:proofErr w:type="spellEnd"/>
            <w:r w:rsidRPr="004611CF">
              <w:t>: 1</w:t>
            </w:r>
          </w:p>
        </w:tc>
      </w:tr>
      <w:tr w:rsidR="00375FEE" w:rsidRPr="004611CF" w14:paraId="24FFA48C" w14:textId="77777777" w:rsidTr="00997E64">
        <w:tc>
          <w:tcPr>
            <w:tcW w:w="2263" w:type="dxa"/>
          </w:tcPr>
          <w:p w14:paraId="3AEFB901" w14:textId="77777777" w:rsidR="00375FEE" w:rsidRPr="004611CF" w:rsidRDefault="00375FEE" w:rsidP="00997E64">
            <w:r w:rsidRPr="004611CF">
              <w:t>Status</w:t>
            </w:r>
          </w:p>
        </w:tc>
        <w:tc>
          <w:tcPr>
            <w:tcW w:w="5954" w:type="dxa"/>
          </w:tcPr>
          <w:p w14:paraId="19993129" w14:textId="77777777" w:rsidR="00375FEE" w:rsidRPr="004611CF" w:rsidRDefault="00375FEE" w:rsidP="00997E64">
            <w:r w:rsidRPr="004611CF">
              <w:t>Current</w:t>
            </w:r>
          </w:p>
        </w:tc>
      </w:tr>
      <w:tr w:rsidR="00375FEE" w:rsidRPr="004611CF" w14:paraId="65633C60" w14:textId="77777777" w:rsidTr="00997E64">
        <w:tc>
          <w:tcPr>
            <w:tcW w:w="2263" w:type="dxa"/>
          </w:tcPr>
          <w:p w14:paraId="7E58609A" w14:textId="77777777" w:rsidR="00375FEE" w:rsidRPr="004611CF" w:rsidRDefault="00375FEE" w:rsidP="00997E64">
            <w:proofErr w:type="spellStart"/>
            <w:r w:rsidRPr="004611CF">
              <w:t>validFrom</w:t>
            </w:r>
            <w:proofErr w:type="spellEnd"/>
          </w:p>
        </w:tc>
        <w:tc>
          <w:tcPr>
            <w:tcW w:w="5954" w:type="dxa"/>
          </w:tcPr>
          <w:p w14:paraId="1F7EFAAB" w14:textId="77777777" w:rsidR="00375FEE" w:rsidRPr="004611CF" w:rsidRDefault="00375FEE" w:rsidP="00997E64">
            <w:r w:rsidRPr="004611CF">
              <w:t>2023-02-23T15:30:07</w:t>
            </w:r>
          </w:p>
        </w:tc>
      </w:tr>
      <w:tr w:rsidR="00375FEE" w:rsidRPr="004611CF" w14:paraId="5A36BD3A" w14:textId="77777777" w:rsidTr="00997E64">
        <w:tc>
          <w:tcPr>
            <w:tcW w:w="2263" w:type="dxa"/>
          </w:tcPr>
          <w:p w14:paraId="2B1008F1" w14:textId="77777777" w:rsidR="00375FEE" w:rsidRPr="004611CF" w:rsidRDefault="00375FEE" w:rsidP="00997E64">
            <w:proofErr w:type="spellStart"/>
            <w:r w:rsidRPr="004611CF">
              <w:t>validTo</w:t>
            </w:r>
            <w:proofErr w:type="spellEnd"/>
          </w:p>
        </w:tc>
        <w:tc>
          <w:tcPr>
            <w:tcW w:w="5954" w:type="dxa"/>
          </w:tcPr>
          <w:p w14:paraId="2133C5C4" w14:textId="77777777" w:rsidR="00375FEE" w:rsidRPr="004611CF" w:rsidRDefault="00375FEE" w:rsidP="00997E64">
            <w:r w:rsidRPr="004611CF">
              <w:t>N/A</w:t>
            </w:r>
          </w:p>
        </w:tc>
      </w:tr>
      <w:tr w:rsidR="00375FEE" w:rsidRPr="004611CF" w14:paraId="3E2F3325" w14:textId="77777777" w:rsidTr="00997E64">
        <w:tc>
          <w:tcPr>
            <w:tcW w:w="2263" w:type="dxa"/>
          </w:tcPr>
          <w:p w14:paraId="01064FC9" w14:textId="77777777" w:rsidR="00375FEE" w:rsidRPr="004611CF" w:rsidRDefault="00375FEE" w:rsidP="00997E64">
            <w:r w:rsidRPr="004611CF">
              <w:t>Predecessor</w:t>
            </w:r>
          </w:p>
        </w:tc>
        <w:tc>
          <w:tcPr>
            <w:tcW w:w="5954" w:type="dxa"/>
          </w:tcPr>
          <w:p w14:paraId="6A2F9334" w14:textId="77777777" w:rsidR="00375FEE" w:rsidRPr="004611CF" w:rsidRDefault="00375FEE" w:rsidP="00997E64">
            <w:r w:rsidRPr="004611CF">
              <w:t>N/A</w:t>
            </w:r>
          </w:p>
        </w:tc>
      </w:tr>
      <w:tr w:rsidR="00375FEE" w:rsidRPr="004611CF" w14:paraId="6C45A22D" w14:textId="77777777" w:rsidTr="00997E64">
        <w:tc>
          <w:tcPr>
            <w:tcW w:w="2263" w:type="dxa"/>
          </w:tcPr>
          <w:p w14:paraId="33C9DE0C" w14:textId="77777777" w:rsidR="00375FEE" w:rsidRPr="004611CF" w:rsidRDefault="00375FEE" w:rsidP="00997E64">
            <w:r w:rsidRPr="004611CF">
              <w:t>Successor</w:t>
            </w:r>
          </w:p>
        </w:tc>
        <w:tc>
          <w:tcPr>
            <w:tcW w:w="5954" w:type="dxa"/>
          </w:tcPr>
          <w:p w14:paraId="62583066" w14:textId="77777777" w:rsidR="00375FEE" w:rsidRPr="004611CF" w:rsidRDefault="00375FEE" w:rsidP="00997E64">
            <w:r w:rsidRPr="004611CF">
              <w:t>N/A</w:t>
            </w:r>
          </w:p>
        </w:tc>
      </w:tr>
    </w:tbl>
    <w:p w14:paraId="7075CB01" w14:textId="77777777" w:rsidR="0087666A" w:rsidRDefault="0087666A" w:rsidP="00375FEE">
      <w:pPr>
        <w:pStyle w:val="Heading3"/>
      </w:pPr>
    </w:p>
    <w:p w14:paraId="27DF5586" w14:textId="054984BC" w:rsidR="00375FEE" w:rsidRDefault="0087666A" w:rsidP="00375FEE">
      <w:pPr>
        <w:pStyle w:val="Heading3"/>
        <w:rPr>
          <w:b w:val="0"/>
          <w:iCs/>
          <w:sz w:val="22"/>
          <w:szCs w:val="28"/>
        </w:rPr>
      </w:pPr>
      <w:bookmarkStart w:id="38" w:name="_Toc184897122"/>
      <w:r w:rsidRPr="0087666A">
        <w:t>Scenario: Partial Street name split, into 1 new and 1 existing street names (A=A+B). [s22]</w:t>
      </w:r>
      <w:bookmarkEnd w:id="38"/>
      <w:r w:rsidR="00375FEE" w:rsidRPr="00212289">
        <w:rPr>
          <w:b w:val="0"/>
          <w:iCs/>
          <w:sz w:val="22"/>
          <w:szCs w:val="28"/>
        </w:rPr>
        <w:br/>
      </w:r>
    </w:p>
    <w:p w14:paraId="4D7EB867" w14:textId="49EB922F" w:rsidR="0087666A" w:rsidRPr="0087666A" w:rsidRDefault="0087666A" w:rsidP="0087666A">
      <w:pPr>
        <w:pStyle w:val="Heading4"/>
        <w:rPr>
          <w:sz w:val="22"/>
          <w:szCs w:val="28"/>
        </w:rPr>
      </w:pPr>
      <w:r w:rsidRPr="0087666A">
        <w:rPr>
          <w:sz w:val="22"/>
          <w:szCs w:val="28"/>
        </w:rPr>
        <w:t xml:space="preserve">[Mutation </w:t>
      </w:r>
      <w:r w:rsidR="00BC266C">
        <w:rPr>
          <w:sz w:val="22"/>
          <w:szCs w:val="28"/>
        </w:rPr>
        <w:t>file: BeStAddress_MBelgium20230301.zip</w:t>
      </w:r>
      <w:r w:rsidRPr="0087666A">
        <w:rPr>
          <w:sz w:val="22"/>
          <w:szCs w:val="28"/>
        </w:rPr>
        <w:t xml:space="preserve">] </w:t>
      </w:r>
      <w:r w:rsidRPr="0087666A">
        <w:rPr>
          <w:sz w:val="22"/>
          <w:szCs w:val="28"/>
        </w:rPr>
        <w:br/>
        <w:t>Example file: Flanders_M_20230301_L72</w:t>
      </w:r>
    </w:p>
    <w:p w14:paraId="3DE0AB2E" w14:textId="77777777" w:rsidR="00375FEE" w:rsidRPr="004611CF" w:rsidRDefault="00375FEE" w:rsidP="00375FEE">
      <w:r w:rsidRPr="004611CF">
        <w:t xml:space="preserve">In this example a </w:t>
      </w:r>
      <w:r w:rsidRPr="004611CF">
        <w:rPr>
          <w:b/>
          <w:bCs/>
        </w:rPr>
        <w:t>street name</w:t>
      </w:r>
      <w:r w:rsidRPr="004611CF">
        <w:t xml:space="preserve"> is being split into 2 street names with the original existing street name remaining in existence. ( A = A + B ). Street name A is split into street name A and B.</w:t>
      </w:r>
    </w:p>
    <w:p w14:paraId="6F13D1B5" w14:textId="77777777" w:rsidR="00375FEE" w:rsidRPr="004611CF" w:rsidRDefault="00375FEE" w:rsidP="00375FEE">
      <w:r w:rsidRPr="004611CF">
        <w:t xml:space="preserve">Changes to a street name causes a cascading effect on addresses that reference the changed street name. Any addresses that belong to the new street name (B) must update their reference accordingly. In this example situation only one </w:t>
      </w:r>
      <w:r w:rsidRPr="004611CF">
        <w:rPr>
          <w:b/>
          <w:bCs/>
        </w:rPr>
        <w:t>address</w:t>
      </w:r>
      <w:r w:rsidRPr="004611CF">
        <w:t xml:space="preserve"> will be referencing the new split street name (B)</w:t>
      </w:r>
    </w:p>
    <w:p w14:paraId="66611053" w14:textId="77777777" w:rsidR="00375FEE" w:rsidRPr="004611CF" w:rsidRDefault="00375FEE" w:rsidP="00375FEE"/>
    <w:p w14:paraId="34BC3EDB" w14:textId="77777777" w:rsidR="00375FEE" w:rsidRPr="004611CF" w:rsidRDefault="00375FEE" w:rsidP="00375FEE">
      <w:pPr>
        <w:pStyle w:val="Heading4"/>
      </w:pPr>
      <w:r w:rsidRPr="004611CF">
        <w:t>Example 10 - [ADD] Street name</w:t>
      </w:r>
    </w:p>
    <w:tbl>
      <w:tblPr>
        <w:tblStyle w:val="TableGrid"/>
        <w:tblW w:w="0" w:type="auto"/>
        <w:tblLook w:val="04A0" w:firstRow="1" w:lastRow="0" w:firstColumn="1" w:lastColumn="0" w:noHBand="0" w:noVBand="1"/>
      </w:tblPr>
      <w:tblGrid>
        <w:gridCol w:w="2263"/>
        <w:gridCol w:w="5954"/>
      </w:tblGrid>
      <w:tr w:rsidR="00375FEE" w:rsidRPr="004611CF" w14:paraId="7D2C5152" w14:textId="77777777" w:rsidTr="00997E64">
        <w:trPr>
          <w:trHeight w:val="319"/>
        </w:trPr>
        <w:tc>
          <w:tcPr>
            <w:tcW w:w="2263" w:type="dxa"/>
          </w:tcPr>
          <w:p w14:paraId="34C43751" w14:textId="77777777" w:rsidR="00375FEE" w:rsidRPr="004611CF" w:rsidRDefault="00375FEE" w:rsidP="00997E64">
            <w:r w:rsidRPr="004611CF">
              <w:t>Namespace</w:t>
            </w:r>
          </w:p>
        </w:tc>
        <w:tc>
          <w:tcPr>
            <w:tcW w:w="5954" w:type="dxa"/>
          </w:tcPr>
          <w:p w14:paraId="668AFD82" w14:textId="77777777" w:rsidR="00375FEE" w:rsidRPr="004611CF" w:rsidRDefault="00375FEE" w:rsidP="00997E64">
            <w:r w:rsidRPr="004611CF">
              <w:t>https://data.vlaanderen.be/id/straatnaam/</w:t>
            </w:r>
          </w:p>
        </w:tc>
      </w:tr>
      <w:tr w:rsidR="00375FEE" w:rsidRPr="004611CF" w14:paraId="1C2A1DEB" w14:textId="77777777" w:rsidTr="00997E64">
        <w:tc>
          <w:tcPr>
            <w:tcW w:w="2263" w:type="dxa"/>
          </w:tcPr>
          <w:p w14:paraId="2838A29D" w14:textId="77777777" w:rsidR="00375FEE" w:rsidRPr="004611CF" w:rsidRDefault="00375FEE" w:rsidP="00997E64">
            <w:r w:rsidRPr="004611CF">
              <w:t>Object identifier</w:t>
            </w:r>
          </w:p>
        </w:tc>
        <w:tc>
          <w:tcPr>
            <w:tcW w:w="5954" w:type="dxa"/>
          </w:tcPr>
          <w:p w14:paraId="1FC32333" w14:textId="77777777" w:rsidR="00375FEE" w:rsidRPr="004611CF" w:rsidRDefault="00375FEE" w:rsidP="00997E64">
            <w:r w:rsidRPr="004611CF">
              <w:t>4831</w:t>
            </w:r>
          </w:p>
        </w:tc>
      </w:tr>
      <w:tr w:rsidR="00375FEE" w:rsidRPr="004611CF" w14:paraId="38DDA6F9" w14:textId="77777777" w:rsidTr="00997E64">
        <w:tc>
          <w:tcPr>
            <w:tcW w:w="2263" w:type="dxa"/>
          </w:tcPr>
          <w:p w14:paraId="16CA714D" w14:textId="77777777" w:rsidR="00375FEE" w:rsidRPr="004611CF" w:rsidRDefault="00375FEE" w:rsidP="00997E64">
            <w:r w:rsidRPr="004611CF">
              <w:t>Version Identifier</w:t>
            </w:r>
          </w:p>
        </w:tc>
        <w:tc>
          <w:tcPr>
            <w:tcW w:w="5954" w:type="dxa"/>
          </w:tcPr>
          <w:p w14:paraId="6F6961E6" w14:textId="77777777" w:rsidR="00375FEE" w:rsidRPr="004611CF" w:rsidRDefault="00375FEE" w:rsidP="00997E64">
            <w:r w:rsidRPr="004611CF">
              <w:t>1</w:t>
            </w:r>
          </w:p>
        </w:tc>
      </w:tr>
      <w:tr w:rsidR="00375FEE" w:rsidRPr="004611CF" w14:paraId="4B0C17F8" w14:textId="77777777" w:rsidTr="00997E64">
        <w:tc>
          <w:tcPr>
            <w:tcW w:w="2263" w:type="dxa"/>
          </w:tcPr>
          <w:p w14:paraId="2A5B6005" w14:textId="77777777" w:rsidR="00375FEE" w:rsidRPr="004611CF" w:rsidRDefault="00375FEE" w:rsidP="00997E64">
            <w:r w:rsidRPr="004611CF">
              <w:t xml:space="preserve">Spelling </w:t>
            </w:r>
            <w:proofErr w:type="spellStart"/>
            <w:r w:rsidRPr="004611CF">
              <w:t>nl</w:t>
            </w:r>
            <w:proofErr w:type="spellEnd"/>
          </w:p>
        </w:tc>
        <w:tc>
          <w:tcPr>
            <w:tcW w:w="5954" w:type="dxa"/>
          </w:tcPr>
          <w:p w14:paraId="0E7F7730" w14:textId="77777777" w:rsidR="00375FEE" w:rsidRPr="004611CF" w:rsidRDefault="00375FEE" w:rsidP="00997E64">
            <w:proofErr w:type="spellStart"/>
            <w:r w:rsidRPr="004611CF">
              <w:t>Nieuwe</w:t>
            </w:r>
            <w:proofErr w:type="spellEnd"/>
            <w:r w:rsidRPr="004611CF">
              <w:t xml:space="preserve"> </w:t>
            </w:r>
            <w:proofErr w:type="spellStart"/>
            <w:r w:rsidRPr="004611CF">
              <w:t>Tiende</w:t>
            </w:r>
            <w:proofErr w:type="spellEnd"/>
            <w:r w:rsidRPr="004611CF">
              <w:t xml:space="preserve"> </w:t>
            </w:r>
            <w:proofErr w:type="spellStart"/>
            <w:r w:rsidRPr="004611CF">
              <w:t>Teststraat</w:t>
            </w:r>
            <w:proofErr w:type="spellEnd"/>
          </w:p>
        </w:tc>
      </w:tr>
      <w:tr w:rsidR="00375FEE" w:rsidRPr="004611CF" w14:paraId="2E9D75AE" w14:textId="77777777" w:rsidTr="00997E64">
        <w:tc>
          <w:tcPr>
            <w:tcW w:w="2263" w:type="dxa"/>
          </w:tcPr>
          <w:p w14:paraId="2A007364" w14:textId="77777777" w:rsidR="00375FEE" w:rsidRPr="004611CF" w:rsidRDefault="00375FEE" w:rsidP="00997E64">
            <w:r w:rsidRPr="004611CF">
              <w:t>Assigned by municipality</w:t>
            </w:r>
          </w:p>
        </w:tc>
        <w:tc>
          <w:tcPr>
            <w:tcW w:w="5954" w:type="dxa"/>
          </w:tcPr>
          <w:p w14:paraId="6E578530" w14:textId="77777777" w:rsidR="00375FEE" w:rsidRPr="004611CF" w:rsidRDefault="00375FEE" w:rsidP="00997E64">
            <w:r w:rsidRPr="004611CF">
              <w:t>Namespace: https://data.vlaanderen.be/id/gemeente/</w:t>
            </w:r>
            <w:r w:rsidRPr="004611CF">
              <w:br/>
            </w:r>
            <w:proofErr w:type="spellStart"/>
            <w:r w:rsidRPr="004611CF">
              <w:t>ObjectIdentifier</w:t>
            </w:r>
            <w:proofErr w:type="spellEnd"/>
            <w:r w:rsidRPr="004611CF">
              <w:t>: 21013</w:t>
            </w:r>
            <w:r w:rsidRPr="004611CF">
              <w:br/>
            </w:r>
            <w:proofErr w:type="spellStart"/>
            <w:r w:rsidRPr="004611CF">
              <w:t>VersionIdentifier</w:t>
            </w:r>
            <w:proofErr w:type="spellEnd"/>
            <w:r w:rsidRPr="004611CF">
              <w:t>: 1</w:t>
            </w:r>
          </w:p>
        </w:tc>
      </w:tr>
      <w:tr w:rsidR="00375FEE" w:rsidRPr="004611CF" w14:paraId="4C778981" w14:textId="77777777" w:rsidTr="00997E64">
        <w:tc>
          <w:tcPr>
            <w:tcW w:w="2263" w:type="dxa"/>
          </w:tcPr>
          <w:p w14:paraId="69B855C5" w14:textId="77777777" w:rsidR="00375FEE" w:rsidRPr="004611CF" w:rsidRDefault="00375FEE" w:rsidP="00997E64">
            <w:r w:rsidRPr="004611CF">
              <w:t>Status</w:t>
            </w:r>
          </w:p>
        </w:tc>
        <w:tc>
          <w:tcPr>
            <w:tcW w:w="5954" w:type="dxa"/>
          </w:tcPr>
          <w:p w14:paraId="5FBF644B" w14:textId="77777777" w:rsidR="00375FEE" w:rsidRPr="004611CF" w:rsidRDefault="00375FEE" w:rsidP="00997E64">
            <w:r w:rsidRPr="004611CF">
              <w:t>Current</w:t>
            </w:r>
          </w:p>
        </w:tc>
      </w:tr>
      <w:tr w:rsidR="00375FEE" w:rsidRPr="004611CF" w14:paraId="2654B55B" w14:textId="77777777" w:rsidTr="00997E64">
        <w:tc>
          <w:tcPr>
            <w:tcW w:w="2263" w:type="dxa"/>
          </w:tcPr>
          <w:p w14:paraId="20E30829" w14:textId="77777777" w:rsidR="00375FEE" w:rsidRPr="004611CF" w:rsidRDefault="00375FEE" w:rsidP="00997E64">
            <w:proofErr w:type="spellStart"/>
            <w:r w:rsidRPr="004611CF">
              <w:t>validFrom</w:t>
            </w:r>
            <w:proofErr w:type="spellEnd"/>
          </w:p>
        </w:tc>
        <w:tc>
          <w:tcPr>
            <w:tcW w:w="5954" w:type="dxa"/>
          </w:tcPr>
          <w:p w14:paraId="40BCCEC2" w14:textId="77777777" w:rsidR="00375FEE" w:rsidRPr="004611CF" w:rsidRDefault="00375FEE" w:rsidP="00997E64">
            <w:r w:rsidRPr="004611CF">
              <w:t>2023-03-01T15:30:07</w:t>
            </w:r>
          </w:p>
        </w:tc>
      </w:tr>
      <w:tr w:rsidR="00375FEE" w:rsidRPr="004611CF" w14:paraId="07D51C1B" w14:textId="77777777" w:rsidTr="00997E64">
        <w:tc>
          <w:tcPr>
            <w:tcW w:w="2263" w:type="dxa"/>
          </w:tcPr>
          <w:p w14:paraId="1ABE2579" w14:textId="77777777" w:rsidR="00375FEE" w:rsidRPr="004611CF" w:rsidRDefault="00375FEE" w:rsidP="00997E64">
            <w:proofErr w:type="spellStart"/>
            <w:r w:rsidRPr="004611CF">
              <w:t>validTo</w:t>
            </w:r>
            <w:proofErr w:type="spellEnd"/>
          </w:p>
        </w:tc>
        <w:tc>
          <w:tcPr>
            <w:tcW w:w="5954" w:type="dxa"/>
          </w:tcPr>
          <w:p w14:paraId="0BB05C64" w14:textId="77777777" w:rsidR="00375FEE" w:rsidRPr="004611CF" w:rsidRDefault="00375FEE" w:rsidP="00997E64">
            <w:r w:rsidRPr="004611CF">
              <w:t>N/A</w:t>
            </w:r>
          </w:p>
        </w:tc>
      </w:tr>
      <w:tr w:rsidR="00375FEE" w:rsidRPr="004611CF" w14:paraId="1B0AF770" w14:textId="77777777" w:rsidTr="00997E64">
        <w:tc>
          <w:tcPr>
            <w:tcW w:w="2263" w:type="dxa"/>
          </w:tcPr>
          <w:p w14:paraId="15A3FEFE" w14:textId="77777777" w:rsidR="00375FEE" w:rsidRPr="004611CF" w:rsidRDefault="00375FEE" w:rsidP="00997E64">
            <w:r w:rsidRPr="004611CF">
              <w:t>Predecessor</w:t>
            </w:r>
          </w:p>
        </w:tc>
        <w:tc>
          <w:tcPr>
            <w:tcW w:w="5954" w:type="dxa"/>
          </w:tcPr>
          <w:p w14:paraId="4F7A1F2E" w14:textId="77777777" w:rsidR="00375FEE" w:rsidRPr="004611CF" w:rsidRDefault="00375FEE" w:rsidP="00997E64">
            <w:r w:rsidRPr="004611CF">
              <w:t>Namespace: https://data.vlaanderen.be/id/straatnaam/</w:t>
            </w:r>
            <w:r w:rsidRPr="004611CF">
              <w:br/>
            </w:r>
            <w:proofErr w:type="spellStart"/>
            <w:r w:rsidRPr="004611CF">
              <w:t>ObjectIdentifier</w:t>
            </w:r>
            <w:proofErr w:type="spellEnd"/>
            <w:r w:rsidRPr="004611CF">
              <w:t>: 7964</w:t>
            </w:r>
            <w:r w:rsidRPr="004611CF">
              <w:br/>
            </w:r>
            <w:proofErr w:type="spellStart"/>
            <w:r w:rsidRPr="004611CF">
              <w:t>VersionIdentifier</w:t>
            </w:r>
            <w:proofErr w:type="spellEnd"/>
            <w:r w:rsidRPr="004611CF">
              <w:t>: 2</w:t>
            </w:r>
          </w:p>
        </w:tc>
      </w:tr>
      <w:tr w:rsidR="00375FEE" w:rsidRPr="004611CF" w14:paraId="1C931FFC" w14:textId="77777777" w:rsidTr="00997E64">
        <w:tc>
          <w:tcPr>
            <w:tcW w:w="2263" w:type="dxa"/>
          </w:tcPr>
          <w:p w14:paraId="0EC3415B" w14:textId="77777777" w:rsidR="00375FEE" w:rsidRPr="004611CF" w:rsidRDefault="00375FEE" w:rsidP="00997E64">
            <w:r w:rsidRPr="004611CF">
              <w:t>Successor</w:t>
            </w:r>
          </w:p>
        </w:tc>
        <w:tc>
          <w:tcPr>
            <w:tcW w:w="5954" w:type="dxa"/>
          </w:tcPr>
          <w:p w14:paraId="73AF0657" w14:textId="77777777" w:rsidR="00375FEE" w:rsidRPr="004611CF" w:rsidRDefault="00375FEE" w:rsidP="00997E64">
            <w:r w:rsidRPr="004611CF">
              <w:t>N/A</w:t>
            </w:r>
          </w:p>
        </w:tc>
      </w:tr>
    </w:tbl>
    <w:p w14:paraId="533EBB12" w14:textId="77777777" w:rsidR="00375FEE" w:rsidRPr="004611CF" w:rsidRDefault="00375FEE" w:rsidP="00375FEE"/>
    <w:p w14:paraId="289B880B" w14:textId="77777777" w:rsidR="00375FEE" w:rsidRPr="004611CF" w:rsidRDefault="00375FEE" w:rsidP="00375FEE">
      <w:r w:rsidRPr="004611CF">
        <w:br w:type="page"/>
      </w:r>
    </w:p>
    <w:p w14:paraId="71BED40D" w14:textId="77777777" w:rsidR="00375FEE" w:rsidRPr="004611CF" w:rsidRDefault="00375FEE" w:rsidP="00375FEE"/>
    <w:p w14:paraId="40D9F08E" w14:textId="77777777" w:rsidR="00375FEE" w:rsidRPr="004611CF" w:rsidRDefault="00375FEE" w:rsidP="00375FEE">
      <w:pPr>
        <w:pStyle w:val="Heading4"/>
      </w:pPr>
      <w:r w:rsidRPr="004611CF">
        <w:t>Example 11 (1/2) - [ADD] Address</w:t>
      </w:r>
    </w:p>
    <w:tbl>
      <w:tblPr>
        <w:tblStyle w:val="TableGrid"/>
        <w:tblW w:w="0" w:type="auto"/>
        <w:tblLook w:val="04A0" w:firstRow="1" w:lastRow="0" w:firstColumn="1" w:lastColumn="0" w:noHBand="0" w:noVBand="1"/>
      </w:tblPr>
      <w:tblGrid>
        <w:gridCol w:w="2263"/>
        <w:gridCol w:w="5954"/>
      </w:tblGrid>
      <w:tr w:rsidR="00375FEE" w:rsidRPr="004611CF" w14:paraId="48E568C6" w14:textId="77777777" w:rsidTr="00997E64">
        <w:trPr>
          <w:trHeight w:val="319"/>
        </w:trPr>
        <w:tc>
          <w:tcPr>
            <w:tcW w:w="2263" w:type="dxa"/>
          </w:tcPr>
          <w:p w14:paraId="03EE5EEB" w14:textId="77777777" w:rsidR="00375FEE" w:rsidRPr="004611CF" w:rsidRDefault="00375FEE" w:rsidP="00997E64">
            <w:r w:rsidRPr="004611CF">
              <w:t>Namespace</w:t>
            </w:r>
          </w:p>
        </w:tc>
        <w:tc>
          <w:tcPr>
            <w:tcW w:w="5954" w:type="dxa"/>
          </w:tcPr>
          <w:p w14:paraId="6ABBFCFD" w14:textId="77777777" w:rsidR="00375FEE" w:rsidRPr="004611CF" w:rsidRDefault="00375FEE" w:rsidP="00997E64">
            <w:r w:rsidRPr="004611CF">
              <w:t>https://data.vlaanderen.be/id/adres/</w:t>
            </w:r>
          </w:p>
        </w:tc>
      </w:tr>
      <w:tr w:rsidR="00375FEE" w:rsidRPr="004611CF" w14:paraId="71C66E12" w14:textId="77777777" w:rsidTr="00997E64">
        <w:tc>
          <w:tcPr>
            <w:tcW w:w="2263" w:type="dxa"/>
          </w:tcPr>
          <w:p w14:paraId="23F15F3B" w14:textId="77777777" w:rsidR="00375FEE" w:rsidRPr="004611CF" w:rsidRDefault="00375FEE" w:rsidP="00997E64">
            <w:r w:rsidRPr="004611CF">
              <w:t>Object identifier</w:t>
            </w:r>
          </w:p>
        </w:tc>
        <w:tc>
          <w:tcPr>
            <w:tcW w:w="5954" w:type="dxa"/>
          </w:tcPr>
          <w:p w14:paraId="7DDF121A" w14:textId="77777777" w:rsidR="00375FEE" w:rsidRPr="004611CF" w:rsidRDefault="00375FEE" w:rsidP="00997E64">
            <w:r w:rsidRPr="004611CF">
              <w:t>720419</w:t>
            </w:r>
          </w:p>
        </w:tc>
      </w:tr>
      <w:tr w:rsidR="00375FEE" w:rsidRPr="004611CF" w14:paraId="7B66393C" w14:textId="77777777" w:rsidTr="00997E64">
        <w:tc>
          <w:tcPr>
            <w:tcW w:w="2263" w:type="dxa"/>
          </w:tcPr>
          <w:p w14:paraId="6479A7D7" w14:textId="77777777" w:rsidR="00375FEE" w:rsidRPr="004611CF" w:rsidRDefault="00375FEE" w:rsidP="00997E64">
            <w:r w:rsidRPr="004611CF">
              <w:t>Version Identifier</w:t>
            </w:r>
          </w:p>
        </w:tc>
        <w:tc>
          <w:tcPr>
            <w:tcW w:w="5954" w:type="dxa"/>
          </w:tcPr>
          <w:p w14:paraId="2A28D453" w14:textId="77777777" w:rsidR="00375FEE" w:rsidRPr="004611CF" w:rsidRDefault="00375FEE" w:rsidP="00997E64">
            <w:r w:rsidRPr="004611CF">
              <w:t>2</w:t>
            </w:r>
          </w:p>
        </w:tc>
      </w:tr>
      <w:tr w:rsidR="00375FEE" w:rsidRPr="004611CF" w14:paraId="4AE54944" w14:textId="77777777" w:rsidTr="00997E64">
        <w:tc>
          <w:tcPr>
            <w:tcW w:w="2263" w:type="dxa"/>
          </w:tcPr>
          <w:p w14:paraId="1BAE9EC5" w14:textId="77777777" w:rsidR="00375FEE" w:rsidRPr="004611CF" w:rsidRDefault="00375FEE" w:rsidP="00997E64">
            <w:r w:rsidRPr="004611CF">
              <w:t xml:space="preserve">Has </w:t>
            </w:r>
            <w:proofErr w:type="spellStart"/>
            <w:r w:rsidRPr="004611CF">
              <w:t>StreetName</w:t>
            </w:r>
            <w:proofErr w:type="spellEnd"/>
          </w:p>
        </w:tc>
        <w:tc>
          <w:tcPr>
            <w:tcW w:w="5954" w:type="dxa"/>
          </w:tcPr>
          <w:p w14:paraId="150DBBAB" w14:textId="77777777" w:rsidR="00375FEE" w:rsidRPr="004611CF" w:rsidRDefault="00375FEE" w:rsidP="00997E64">
            <w:r w:rsidRPr="004611CF">
              <w:t>Namespace: https://data.vlaanderen.be/id/straatnaam/</w:t>
            </w:r>
            <w:r w:rsidRPr="004611CF">
              <w:br/>
            </w:r>
            <w:proofErr w:type="spellStart"/>
            <w:r w:rsidRPr="004611CF">
              <w:t>ObjectIdentifier</w:t>
            </w:r>
            <w:proofErr w:type="spellEnd"/>
            <w:r w:rsidRPr="004611CF">
              <w:t>: 4831</w:t>
            </w:r>
            <w:r w:rsidRPr="004611CF">
              <w:br/>
            </w:r>
            <w:proofErr w:type="spellStart"/>
            <w:r w:rsidRPr="004611CF">
              <w:t>VersionIdentifier</w:t>
            </w:r>
            <w:proofErr w:type="spellEnd"/>
            <w:r w:rsidRPr="004611CF">
              <w:t>: 1</w:t>
            </w:r>
          </w:p>
        </w:tc>
      </w:tr>
      <w:tr w:rsidR="00375FEE" w:rsidRPr="004611CF" w14:paraId="1E51F2A3" w14:textId="77777777" w:rsidTr="00997E64">
        <w:tc>
          <w:tcPr>
            <w:tcW w:w="2263" w:type="dxa"/>
          </w:tcPr>
          <w:p w14:paraId="59388DBE" w14:textId="77777777" w:rsidR="00375FEE" w:rsidRPr="004611CF" w:rsidRDefault="00375FEE" w:rsidP="00997E64">
            <w:r w:rsidRPr="004611CF">
              <w:t>Has Municipality</w:t>
            </w:r>
          </w:p>
        </w:tc>
        <w:tc>
          <w:tcPr>
            <w:tcW w:w="5954" w:type="dxa"/>
          </w:tcPr>
          <w:p w14:paraId="69A29C45" w14:textId="77777777" w:rsidR="00375FEE" w:rsidRPr="004611CF" w:rsidRDefault="00375FEE" w:rsidP="00997E64">
            <w:r w:rsidRPr="004611CF">
              <w:t>Namespace: https://data.vlaanderen.be/id/gemeente/</w:t>
            </w:r>
            <w:r w:rsidRPr="004611CF">
              <w:br/>
            </w:r>
            <w:proofErr w:type="spellStart"/>
            <w:r w:rsidRPr="004611CF">
              <w:t>ObjectIdentifier</w:t>
            </w:r>
            <w:proofErr w:type="spellEnd"/>
            <w:r w:rsidRPr="004611CF">
              <w:t>: 21013</w:t>
            </w:r>
            <w:r w:rsidRPr="004611CF">
              <w:br/>
            </w:r>
            <w:proofErr w:type="spellStart"/>
            <w:r w:rsidRPr="004611CF">
              <w:t>VersionIdentifier</w:t>
            </w:r>
            <w:proofErr w:type="spellEnd"/>
            <w:r w:rsidRPr="004611CF">
              <w:t>: 1</w:t>
            </w:r>
          </w:p>
        </w:tc>
      </w:tr>
      <w:tr w:rsidR="00375FEE" w:rsidRPr="004611CF" w14:paraId="1206A6F0" w14:textId="77777777" w:rsidTr="00997E64">
        <w:tc>
          <w:tcPr>
            <w:tcW w:w="2263" w:type="dxa"/>
          </w:tcPr>
          <w:p w14:paraId="48D61C73" w14:textId="77777777" w:rsidR="00375FEE" w:rsidRPr="004611CF" w:rsidRDefault="00375FEE" w:rsidP="00997E64">
            <w:r w:rsidRPr="004611CF">
              <w:t xml:space="preserve">Has </w:t>
            </w:r>
            <w:proofErr w:type="spellStart"/>
            <w:r w:rsidRPr="004611CF">
              <w:t>PostalInfo</w:t>
            </w:r>
            <w:proofErr w:type="spellEnd"/>
          </w:p>
        </w:tc>
        <w:tc>
          <w:tcPr>
            <w:tcW w:w="5954" w:type="dxa"/>
          </w:tcPr>
          <w:p w14:paraId="590E3B52" w14:textId="77777777" w:rsidR="00375FEE" w:rsidRPr="004611CF" w:rsidRDefault="00375FEE" w:rsidP="00997E64">
            <w:r w:rsidRPr="004611CF">
              <w:t>Namespace: https://data.vlaanderen.be/id/postinfo/</w:t>
            </w:r>
            <w:r w:rsidRPr="004611CF">
              <w:br/>
            </w:r>
            <w:proofErr w:type="spellStart"/>
            <w:r w:rsidRPr="004611CF">
              <w:t>ObjectIdentifier</w:t>
            </w:r>
            <w:proofErr w:type="spellEnd"/>
            <w:r w:rsidRPr="004611CF">
              <w:t>: 2000</w:t>
            </w:r>
            <w:r w:rsidRPr="004611CF">
              <w:br/>
            </w:r>
            <w:proofErr w:type="spellStart"/>
            <w:r w:rsidRPr="004611CF">
              <w:t>VersionIdentifier</w:t>
            </w:r>
            <w:proofErr w:type="spellEnd"/>
            <w:r w:rsidRPr="004611CF">
              <w:t>: 1</w:t>
            </w:r>
          </w:p>
        </w:tc>
      </w:tr>
      <w:tr w:rsidR="00375FEE" w:rsidRPr="004611CF" w14:paraId="3757C7B2" w14:textId="77777777" w:rsidTr="00997E64">
        <w:tc>
          <w:tcPr>
            <w:tcW w:w="2263" w:type="dxa"/>
          </w:tcPr>
          <w:p w14:paraId="243EF91D" w14:textId="77777777" w:rsidR="00375FEE" w:rsidRPr="004611CF" w:rsidRDefault="00375FEE" w:rsidP="00997E64">
            <w:r w:rsidRPr="004611CF">
              <w:t>Status</w:t>
            </w:r>
          </w:p>
        </w:tc>
        <w:tc>
          <w:tcPr>
            <w:tcW w:w="5954" w:type="dxa"/>
          </w:tcPr>
          <w:p w14:paraId="1EE7A2A8" w14:textId="77777777" w:rsidR="00375FEE" w:rsidRPr="004611CF" w:rsidRDefault="00375FEE" w:rsidP="00997E64">
            <w:r w:rsidRPr="004611CF">
              <w:t>Current</w:t>
            </w:r>
          </w:p>
        </w:tc>
      </w:tr>
      <w:tr w:rsidR="00375FEE" w:rsidRPr="004611CF" w14:paraId="0A3693D4" w14:textId="77777777" w:rsidTr="00997E64">
        <w:tc>
          <w:tcPr>
            <w:tcW w:w="2263" w:type="dxa"/>
          </w:tcPr>
          <w:p w14:paraId="3D94C823" w14:textId="77777777" w:rsidR="00375FEE" w:rsidRPr="004611CF" w:rsidRDefault="00375FEE" w:rsidP="00997E64">
            <w:proofErr w:type="spellStart"/>
            <w:r w:rsidRPr="004611CF">
              <w:t>validFrom</w:t>
            </w:r>
            <w:proofErr w:type="spellEnd"/>
          </w:p>
        </w:tc>
        <w:tc>
          <w:tcPr>
            <w:tcW w:w="5954" w:type="dxa"/>
          </w:tcPr>
          <w:p w14:paraId="0FCEC3B4" w14:textId="77777777" w:rsidR="00375FEE" w:rsidRPr="004611CF" w:rsidRDefault="00375FEE" w:rsidP="00997E64">
            <w:r w:rsidRPr="004611CF">
              <w:t>2023-03-01T15:30:07</w:t>
            </w:r>
          </w:p>
        </w:tc>
      </w:tr>
      <w:tr w:rsidR="00375FEE" w:rsidRPr="004611CF" w14:paraId="76BBFA46" w14:textId="77777777" w:rsidTr="00997E64">
        <w:tc>
          <w:tcPr>
            <w:tcW w:w="2263" w:type="dxa"/>
          </w:tcPr>
          <w:p w14:paraId="6AD1F1C6" w14:textId="77777777" w:rsidR="00375FEE" w:rsidRPr="004611CF" w:rsidRDefault="00375FEE" w:rsidP="00997E64">
            <w:proofErr w:type="spellStart"/>
            <w:r w:rsidRPr="004611CF">
              <w:t>validTo</w:t>
            </w:r>
            <w:proofErr w:type="spellEnd"/>
          </w:p>
        </w:tc>
        <w:tc>
          <w:tcPr>
            <w:tcW w:w="5954" w:type="dxa"/>
          </w:tcPr>
          <w:p w14:paraId="133516E5" w14:textId="77777777" w:rsidR="00375FEE" w:rsidRPr="004611CF" w:rsidRDefault="00375FEE" w:rsidP="00997E64">
            <w:r w:rsidRPr="004611CF">
              <w:t>N/A</w:t>
            </w:r>
          </w:p>
        </w:tc>
      </w:tr>
      <w:tr w:rsidR="00375FEE" w:rsidRPr="004611CF" w14:paraId="4F8289F9" w14:textId="77777777" w:rsidTr="00997E64">
        <w:tc>
          <w:tcPr>
            <w:tcW w:w="2263" w:type="dxa"/>
          </w:tcPr>
          <w:p w14:paraId="247D3A48" w14:textId="77777777" w:rsidR="00375FEE" w:rsidRPr="004611CF" w:rsidRDefault="00375FEE" w:rsidP="00997E64">
            <w:r w:rsidRPr="004611CF">
              <w:t>Predecessor</w:t>
            </w:r>
          </w:p>
        </w:tc>
        <w:tc>
          <w:tcPr>
            <w:tcW w:w="5954" w:type="dxa"/>
          </w:tcPr>
          <w:p w14:paraId="73319087" w14:textId="77777777" w:rsidR="00375FEE" w:rsidRPr="004611CF" w:rsidRDefault="00375FEE" w:rsidP="00997E64">
            <w:r w:rsidRPr="004611CF">
              <w:t>Namespace: https://data.vlaanderen.be/id/adres/</w:t>
            </w:r>
            <w:r w:rsidRPr="004611CF">
              <w:br/>
            </w:r>
            <w:proofErr w:type="spellStart"/>
            <w:r w:rsidRPr="004611CF">
              <w:t>ObjectIdentifier</w:t>
            </w:r>
            <w:proofErr w:type="spellEnd"/>
            <w:r w:rsidRPr="004611CF">
              <w:t>: 720419</w:t>
            </w:r>
            <w:r w:rsidRPr="004611CF">
              <w:br/>
            </w:r>
            <w:proofErr w:type="spellStart"/>
            <w:r w:rsidRPr="004611CF">
              <w:t>VersionIdentifier</w:t>
            </w:r>
            <w:proofErr w:type="spellEnd"/>
            <w:r w:rsidRPr="004611CF">
              <w:t>: 1</w:t>
            </w:r>
          </w:p>
        </w:tc>
      </w:tr>
      <w:tr w:rsidR="00375FEE" w:rsidRPr="004611CF" w14:paraId="3DEBAC2A" w14:textId="77777777" w:rsidTr="00997E64">
        <w:tc>
          <w:tcPr>
            <w:tcW w:w="2263" w:type="dxa"/>
          </w:tcPr>
          <w:p w14:paraId="5DF3E3E8" w14:textId="77777777" w:rsidR="00375FEE" w:rsidRPr="004611CF" w:rsidRDefault="00375FEE" w:rsidP="00997E64">
            <w:r w:rsidRPr="004611CF">
              <w:t>Successor</w:t>
            </w:r>
          </w:p>
        </w:tc>
        <w:tc>
          <w:tcPr>
            <w:tcW w:w="5954" w:type="dxa"/>
          </w:tcPr>
          <w:p w14:paraId="707B1BF0" w14:textId="77777777" w:rsidR="00375FEE" w:rsidRPr="004611CF" w:rsidRDefault="00375FEE" w:rsidP="00997E64">
            <w:r w:rsidRPr="004611CF">
              <w:t>N/A</w:t>
            </w:r>
          </w:p>
        </w:tc>
      </w:tr>
    </w:tbl>
    <w:p w14:paraId="1538A958" w14:textId="1A76FC15" w:rsidR="00375FEE" w:rsidRPr="004611CF" w:rsidRDefault="00375FEE" w:rsidP="00375FEE"/>
    <w:p w14:paraId="61B1816D" w14:textId="77777777" w:rsidR="00375FEE" w:rsidRPr="004611CF" w:rsidRDefault="00375FEE">
      <w:pPr>
        <w:suppressAutoHyphens w:val="0"/>
        <w:spacing w:after="0" w:line="240" w:lineRule="auto"/>
      </w:pPr>
      <w:r w:rsidRPr="004611CF">
        <w:br w:type="page"/>
      </w:r>
    </w:p>
    <w:p w14:paraId="39C53F87" w14:textId="77777777" w:rsidR="00375FEE" w:rsidRPr="004611CF" w:rsidRDefault="00375FEE" w:rsidP="00375FEE"/>
    <w:p w14:paraId="5F22FE79" w14:textId="77777777" w:rsidR="00375FEE" w:rsidRPr="004611CF" w:rsidRDefault="00375FEE" w:rsidP="00375FEE">
      <w:pPr>
        <w:pStyle w:val="Heading4"/>
      </w:pPr>
      <w:r w:rsidRPr="004611CF">
        <w:t>Example 11 (2/2) - [UPDATE] Address</w:t>
      </w:r>
    </w:p>
    <w:tbl>
      <w:tblPr>
        <w:tblStyle w:val="TableGrid"/>
        <w:tblW w:w="0" w:type="auto"/>
        <w:tblLook w:val="04A0" w:firstRow="1" w:lastRow="0" w:firstColumn="1" w:lastColumn="0" w:noHBand="0" w:noVBand="1"/>
      </w:tblPr>
      <w:tblGrid>
        <w:gridCol w:w="2263"/>
        <w:gridCol w:w="5954"/>
      </w:tblGrid>
      <w:tr w:rsidR="00375FEE" w:rsidRPr="004611CF" w14:paraId="0D0634DC" w14:textId="77777777" w:rsidTr="00997E64">
        <w:trPr>
          <w:trHeight w:val="319"/>
        </w:trPr>
        <w:tc>
          <w:tcPr>
            <w:tcW w:w="2263" w:type="dxa"/>
          </w:tcPr>
          <w:p w14:paraId="5C895F64" w14:textId="77777777" w:rsidR="00375FEE" w:rsidRPr="004611CF" w:rsidRDefault="00375FEE" w:rsidP="00997E64">
            <w:r w:rsidRPr="004611CF">
              <w:t>Namespace</w:t>
            </w:r>
          </w:p>
        </w:tc>
        <w:tc>
          <w:tcPr>
            <w:tcW w:w="5954" w:type="dxa"/>
          </w:tcPr>
          <w:p w14:paraId="1D1D6DB3" w14:textId="77777777" w:rsidR="00375FEE" w:rsidRPr="004611CF" w:rsidRDefault="00375FEE" w:rsidP="00997E64">
            <w:r w:rsidRPr="004611CF">
              <w:t>https://data.vlaanderen.be/id/adres/</w:t>
            </w:r>
          </w:p>
        </w:tc>
      </w:tr>
      <w:tr w:rsidR="00375FEE" w:rsidRPr="004611CF" w14:paraId="0F30EAE9" w14:textId="77777777" w:rsidTr="00997E64">
        <w:tc>
          <w:tcPr>
            <w:tcW w:w="2263" w:type="dxa"/>
          </w:tcPr>
          <w:p w14:paraId="4226A4AD" w14:textId="77777777" w:rsidR="00375FEE" w:rsidRPr="004611CF" w:rsidRDefault="00375FEE" w:rsidP="00997E64">
            <w:r w:rsidRPr="004611CF">
              <w:t>Object identifier</w:t>
            </w:r>
          </w:p>
        </w:tc>
        <w:tc>
          <w:tcPr>
            <w:tcW w:w="5954" w:type="dxa"/>
          </w:tcPr>
          <w:p w14:paraId="5F8868FF" w14:textId="77777777" w:rsidR="00375FEE" w:rsidRPr="004611CF" w:rsidRDefault="00375FEE" w:rsidP="00997E64">
            <w:r w:rsidRPr="004611CF">
              <w:t>720419</w:t>
            </w:r>
          </w:p>
        </w:tc>
      </w:tr>
      <w:tr w:rsidR="00375FEE" w:rsidRPr="004611CF" w14:paraId="1B23D7DE" w14:textId="77777777" w:rsidTr="00997E64">
        <w:tc>
          <w:tcPr>
            <w:tcW w:w="2263" w:type="dxa"/>
          </w:tcPr>
          <w:p w14:paraId="62B0B22D" w14:textId="77777777" w:rsidR="00375FEE" w:rsidRPr="004611CF" w:rsidRDefault="00375FEE" w:rsidP="00997E64">
            <w:r w:rsidRPr="004611CF">
              <w:t>Version Identifier</w:t>
            </w:r>
          </w:p>
        </w:tc>
        <w:tc>
          <w:tcPr>
            <w:tcW w:w="5954" w:type="dxa"/>
          </w:tcPr>
          <w:p w14:paraId="2FB057C4" w14:textId="77777777" w:rsidR="00375FEE" w:rsidRPr="004611CF" w:rsidRDefault="00375FEE" w:rsidP="00997E64">
            <w:r w:rsidRPr="004611CF">
              <w:t>1</w:t>
            </w:r>
          </w:p>
        </w:tc>
      </w:tr>
      <w:tr w:rsidR="00375FEE" w:rsidRPr="004611CF" w14:paraId="4CCDF228" w14:textId="77777777" w:rsidTr="00997E64">
        <w:tc>
          <w:tcPr>
            <w:tcW w:w="2263" w:type="dxa"/>
          </w:tcPr>
          <w:p w14:paraId="491D1512" w14:textId="77777777" w:rsidR="00375FEE" w:rsidRPr="004611CF" w:rsidRDefault="00375FEE" w:rsidP="00997E64">
            <w:r w:rsidRPr="004611CF">
              <w:t xml:space="preserve">Has </w:t>
            </w:r>
            <w:proofErr w:type="spellStart"/>
            <w:r w:rsidRPr="004611CF">
              <w:t>StreetName</w:t>
            </w:r>
            <w:proofErr w:type="spellEnd"/>
          </w:p>
        </w:tc>
        <w:tc>
          <w:tcPr>
            <w:tcW w:w="5954" w:type="dxa"/>
          </w:tcPr>
          <w:p w14:paraId="7BBE40EE" w14:textId="77777777" w:rsidR="00375FEE" w:rsidRPr="004611CF" w:rsidRDefault="00375FEE" w:rsidP="00997E64">
            <w:r w:rsidRPr="004611CF">
              <w:t>Namespace: https://data.vlaanderen.be/id/straatnaam/</w:t>
            </w:r>
            <w:r w:rsidRPr="004611CF">
              <w:br/>
            </w:r>
            <w:proofErr w:type="spellStart"/>
            <w:r w:rsidRPr="004611CF">
              <w:t>ObjectIdentifier</w:t>
            </w:r>
            <w:proofErr w:type="spellEnd"/>
            <w:r w:rsidRPr="004611CF">
              <w:t>: 7964</w:t>
            </w:r>
            <w:r w:rsidRPr="004611CF">
              <w:br/>
            </w:r>
            <w:proofErr w:type="spellStart"/>
            <w:r w:rsidRPr="004611CF">
              <w:t>VersionIdentifier</w:t>
            </w:r>
            <w:proofErr w:type="spellEnd"/>
            <w:r w:rsidRPr="004611CF">
              <w:t>: 2</w:t>
            </w:r>
          </w:p>
        </w:tc>
      </w:tr>
      <w:tr w:rsidR="00375FEE" w:rsidRPr="004611CF" w14:paraId="4FBB5F16" w14:textId="77777777" w:rsidTr="00997E64">
        <w:tc>
          <w:tcPr>
            <w:tcW w:w="2263" w:type="dxa"/>
          </w:tcPr>
          <w:p w14:paraId="13CFC093" w14:textId="77777777" w:rsidR="00375FEE" w:rsidRPr="004611CF" w:rsidRDefault="00375FEE" w:rsidP="00997E64">
            <w:r w:rsidRPr="004611CF">
              <w:t>Has Municipality</w:t>
            </w:r>
          </w:p>
        </w:tc>
        <w:tc>
          <w:tcPr>
            <w:tcW w:w="5954" w:type="dxa"/>
          </w:tcPr>
          <w:p w14:paraId="241B8B4A" w14:textId="77777777" w:rsidR="00375FEE" w:rsidRPr="004611CF" w:rsidRDefault="00375FEE" w:rsidP="00997E64">
            <w:r w:rsidRPr="004611CF">
              <w:t>Namespace: https://data.vlaanderen.be/id/gemeente/</w:t>
            </w:r>
            <w:r w:rsidRPr="004611CF">
              <w:br/>
            </w:r>
            <w:proofErr w:type="spellStart"/>
            <w:r w:rsidRPr="004611CF">
              <w:t>ObjectIdentifier</w:t>
            </w:r>
            <w:proofErr w:type="spellEnd"/>
            <w:r w:rsidRPr="004611CF">
              <w:t>: 21013</w:t>
            </w:r>
            <w:r w:rsidRPr="004611CF">
              <w:br/>
            </w:r>
            <w:proofErr w:type="spellStart"/>
            <w:r w:rsidRPr="004611CF">
              <w:t>VersionIdentifier</w:t>
            </w:r>
            <w:proofErr w:type="spellEnd"/>
            <w:r w:rsidRPr="004611CF">
              <w:t>: 1</w:t>
            </w:r>
          </w:p>
        </w:tc>
      </w:tr>
      <w:tr w:rsidR="00375FEE" w:rsidRPr="004611CF" w14:paraId="396C6533" w14:textId="77777777" w:rsidTr="00997E64">
        <w:tc>
          <w:tcPr>
            <w:tcW w:w="2263" w:type="dxa"/>
          </w:tcPr>
          <w:p w14:paraId="623BBA96" w14:textId="77777777" w:rsidR="00375FEE" w:rsidRPr="004611CF" w:rsidRDefault="00375FEE" w:rsidP="00997E64">
            <w:r w:rsidRPr="004611CF">
              <w:t xml:space="preserve">Has </w:t>
            </w:r>
            <w:proofErr w:type="spellStart"/>
            <w:r w:rsidRPr="004611CF">
              <w:t>PostalInfo</w:t>
            </w:r>
            <w:proofErr w:type="spellEnd"/>
          </w:p>
        </w:tc>
        <w:tc>
          <w:tcPr>
            <w:tcW w:w="5954" w:type="dxa"/>
          </w:tcPr>
          <w:p w14:paraId="28720667" w14:textId="77777777" w:rsidR="00375FEE" w:rsidRPr="004611CF" w:rsidRDefault="00375FEE" w:rsidP="00997E64">
            <w:r w:rsidRPr="004611CF">
              <w:t>Namespace: https://data.vlaanderen.be/id/postinfo/</w:t>
            </w:r>
            <w:r w:rsidRPr="004611CF">
              <w:br/>
            </w:r>
            <w:proofErr w:type="spellStart"/>
            <w:r w:rsidRPr="004611CF">
              <w:t>ObjectIdentifier</w:t>
            </w:r>
            <w:proofErr w:type="spellEnd"/>
            <w:r w:rsidRPr="004611CF">
              <w:t>: 2000</w:t>
            </w:r>
            <w:r w:rsidRPr="004611CF">
              <w:br/>
            </w:r>
            <w:proofErr w:type="spellStart"/>
            <w:r w:rsidRPr="004611CF">
              <w:t>VersionIdentifier</w:t>
            </w:r>
            <w:proofErr w:type="spellEnd"/>
            <w:r w:rsidRPr="004611CF">
              <w:t>: 1</w:t>
            </w:r>
          </w:p>
        </w:tc>
      </w:tr>
      <w:tr w:rsidR="00375FEE" w:rsidRPr="004611CF" w14:paraId="7B059F05" w14:textId="77777777" w:rsidTr="00997E64">
        <w:tc>
          <w:tcPr>
            <w:tcW w:w="2263" w:type="dxa"/>
          </w:tcPr>
          <w:p w14:paraId="0E732FD2" w14:textId="77777777" w:rsidR="00375FEE" w:rsidRPr="004611CF" w:rsidRDefault="00375FEE" w:rsidP="00997E64">
            <w:r w:rsidRPr="004611CF">
              <w:t>Status</w:t>
            </w:r>
          </w:p>
        </w:tc>
        <w:tc>
          <w:tcPr>
            <w:tcW w:w="5954" w:type="dxa"/>
          </w:tcPr>
          <w:p w14:paraId="73FE3A0B" w14:textId="77777777" w:rsidR="00375FEE" w:rsidRPr="004611CF" w:rsidRDefault="00375FEE" w:rsidP="00997E64">
            <w:r w:rsidRPr="004611CF">
              <w:t>Current</w:t>
            </w:r>
          </w:p>
        </w:tc>
      </w:tr>
      <w:tr w:rsidR="00375FEE" w:rsidRPr="004611CF" w14:paraId="055AB23B" w14:textId="77777777" w:rsidTr="00997E64">
        <w:tc>
          <w:tcPr>
            <w:tcW w:w="2263" w:type="dxa"/>
          </w:tcPr>
          <w:p w14:paraId="21B279BB" w14:textId="77777777" w:rsidR="00375FEE" w:rsidRPr="004611CF" w:rsidRDefault="00375FEE" w:rsidP="00997E64">
            <w:proofErr w:type="spellStart"/>
            <w:r w:rsidRPr="004611CF">
              <w:t>validFrom</w:t>
            </w:r>
            <w:proofErr w:type="spellEnd"/>
          </w:p>
        </w:tc>
        <w:tc>
          <w:tcPr>
            <w:tcW w:w="5954" w:type="dxa"/>
          </w:tcPr>
          <w:p w14:paraId="56F4B899" w14:textId="77777777" w:rsidR="00375FEE" w:rsidRPr="004611CF" w:rsidRDefault="00375FEE" w:rsidP="00997E64">
            <w:r w:rsidRPr="004611CF">
              <w:t>2023-02-23T15:30:07</w:t>
            </w:r>
          </w:p>
        </w:tc>
      </w:tr>
      <w:tr w:rsidR="00375FEE" w:rsidRPr="004611CF" w14:paraId="6F555B9A" w14:textId="77777777" w:rsidTr="00997E64">
        <w:tc>
          <w:tcPr>
            <w:tcW w:w="2263" w:type="dxa"/>
          </w:tcPr>
          <w:p w14:paraId="03744373" w14:textId="77777777" w:rsidR="00375FEE" w:rsidRPr="004611CF" w:rsidRDefault="00375FEE" w:rsidP="00997E64">
            <w:proofErr w:type="spellStart"/>
            <w:r w:rsidRPr="004611CF">
              <w:t>validTo</w:t>
            </w:r>
            <w:proofErr w:type="spellEnd"/>
          </w:p>
        </w:tc>
        <w:tc>
          <w:tcPr>
            <w:tcW w:w="5954" w:type="dxa"/>
          </w:tcPr>
          <w:p w14:paraId="1E4C473B" w14:textId="77777777" w:rsidR="00375FEE" w:rsidRPr="004611CF" w:rsidRDefault="00375FEE" w:rsidP="00997E64">
            <w:r w:rsidRPr="004611CF">
              <w:t>2023-03-01T15:30:07</w:t>
            </w:r>
          </w:p>
        </w:tc>
      </w:tr>
      <w:tr w:rsidR="00375FEE" w:rsidRPr="004611CF" w14:paraId="63AE804D" w14:textId="77777777" w:rsidTr="00997E64">
        <w:tc>
          <w:tcPr>
            <w:tcW w:w="2263" w:type="dxa"/>
          </w:tcPr>
          <w:p w14:paraId="38A8137D" w14:textId="77777777" w:rsidR="00375FEE" w:rsidRPr="004611CF" w:rsidRDefault="00375FEE" w:rsidP="00997E64">
            <w:r w:rsidRPr="004611CF">
              <w:t>Predecessor</w:t>
            </w:r>
          </w:p>
        </w:tc>
        <w:tc>
          <w:tcPr>
            <w:tcW w:w="5954" w:type="dxa"/>
          </w:tcPr>
          <w:p w14:paraId="230075A8" w14:textId="77777777" w:rsidR="00375FEE" w:rsidRPr="004611CF" w:rsidRDefault="00375FEE" w:rsidP="00997E64">
            <w:r w:rsidRPr="004611CF">
              <w:t>N/A</w:t>
            </w:r>
          </w:p>
        </w:tc>
      </w:tr>
      <w:tr w:rsidR="00375FEE" w:rsidRPr="004611CF" w14:paraId="466D767A" w14:textId="77777777" w:rsidTr="00997E64">
        <w:tc>
          <w:tcPr>
            <w:tcW w:w="2263" w:type="dxa"/>
          </w:tcPr>
          <w:p w14:paraId="387CF4BF" w14:textId="77777777" w:rsidR="00375FEE" w:rsidRPr="004611CF" w:rsidRDefault="00375FEE" w:rsidP="00997E64">
            <w:r w:rsidRPr="004611CF">
              <w:t>Successor</w:t>
            </w:r>
          </w:p>
        </w:tc>
        <w:tc>
          <w:tcPr>
            <w:tcW w:w="5954" w:type="dxa"/>
          </w:tcPr>
          <w:p w14:paraId="2CC61702" w14:textId="77777777" w:rsidR="00375FEE" w:rsidRPr="004611CF" w:rsidRDefault="00375FEE" w:rsidP="00997E64">
            <w:r w:rsidRPr="004611CF">
              <w:t>Namespace: https://data.vlaanderen.be/id/adres/</w:t>
            </w:r>
            <w:r w:rsidRPr="004611CF">
              <w:br/>
            </w:r>
            <w:proofErr w:type="spellStart"/>
            <w:r w:rsidRPr="004611CF">
              <w:t>ObjectIdentifier</w:t>
            </w:r>
            <w:proofErr w:type="spellEnd"/>
            <w:r w:rsidRPr="004611CF">
              <w:t>: 720419</w:t>
            </w:r>
            <w:r w:rsidRPr="004611CF">
              <w:br/>
            </w:r>
            <w:proofErr w:type="spellStart"/>
            <w:r w:rsidRPr="004611CF">
              <w:t>VersionIdentifier</w:t>
            </w:r>
            <w:proofErr w:type="spellEnd"/>
            <w:r w:rsidRPr="004611CF">
              <w:t>: 2</w:t>
            </w:r>
          </w:p>
        </w:tc>
      </w:tr>
    </w:tbl>
    <w:p w14:paraId="7066FC7C" w14:textId="77777777" w:rsidR="00375FEE" w:rsidRPr="004611CF" w:rsidRDefault="00375FEE" w:rsidP="00375FEE"/>
    <w:p w14:paraId="39F11CE7" w14:textId="77777777" w:rsidR="00375FEE" w:rsidRPr="004611CF" w:rsidRDefault="00375FEE" w:rsidP="00375FEE">
      <w:pPr>
        <w:rPr>
          <w:rFonts w:asciiTheme="majorHAnsi" w:eastAsiaTheme="majorEastAsia" w:hAnsiTheme="majorHAnsi" w:cstheme="majorBidi"/>
          <w:color w:val="004050" w:themeColor="accent1" w:themeShade="BF"/>
          <w:sz w:val="32"/>
          <w:szCs w:val="32"/>
        </w:rPr>
      </w:pPr>
      <w:r w:rsidRPr="004611CF">
        <w:br w:type="page"/>
      </w:r>
    </w:p>
    <w:p w14:paraId="0CA91FD7" w14:textId="28946FEA" w:rsidR="00212289" w:rsidRDefault="00212289" w:rsidP="00375FEE">
      <w:pPr>
        <w:pStyle w:val="Heading3"/>
      </w:pPr>
      <w:bookmarkStart w:id="39" w:name="_Toc184897123"/>
      <w:r>
        <w:lastRenderedPageBreak/>
        <w:t>Scenario: Complete Street name split, into 2 new street names (A=B+C). [s21]</w:t>
      </w:r>
      <w:bookmarkEnd w:id="39"/>
    </w:p>
    <w:p w14:paraId="71EEAD7F" w14:textId="23810B11" w:rsidR="00375FEE" w:rsidRPr="00212289" w:rsidRDefault="00375FEE" w:rsidP="00212289">
      <w:pPr>
        <w:pStyle w:val="Heading4"/>
        <w:rPr>
          <w:sz w:val="22"/>
          <w:szCs w:val="28"/>
        </w:rPr>
      </w:pPr>
      <w:r w:rsidRPr="00212289">
        <w:rPr>
          <w:sz w:val="22"/>
          <w:szCs w:val="28"/>
        </w:rPr>
        <w:t xml:space="preserve">[Mutation </w:t>
      </w:r>
      <w:r w:rsidR="00BC266C">
        <w:rPr>
          <w:sz w:val="22"/>
          <w:szCs w:val="28"/>
        </w:rPr>
        <w:t>file: BeStAddress_MBelgium20230302.zip</w:t>
      </w:r>
      <w:r w:rsidRPr="00212289">
        <w:rPr>
          <w:sz w:val="22"/>
          <w:szCs w:val="28"/>
        </w:rPr>
        <w:t xml:space="preserve">] </w:t>
      </w:r>
      <w:r w:rsidRPr="00212289">
        <w:rPr>
          <w:sz w:val="22"/>
          <w:szCs w:val="28"/>
        </w:rPr>
        <w:br/>
        <w:t>Example file: Flanders_M_20230302_L72</w:t>
      </w:r>
    </w:p>
    <w:p w14:paraId="6C82CA55" w14:textId="4BB4E1D4" w:rsidR="00375FEE" w:rsidRPr="004611CF" w:rsidRDefault="00375FEE" w:rsidP="00375FEE">
      <w:r w:rsidRPr="004611CF">
        <w:t xml:space="preserve">In this example </w:t>
      </w:r>
      <w:r w:rsidRPr="004611CF">
        <w:rPr>
          <w:b/>
          <w:bCs/>
        </w:rPr>
        <w:t>street name</w:t>
      </w:r>
      <w:r w:rsidRPr="004611CF">
        <w:t xml:space="preserve"> (A) from previous example is being reused and split it into 2 new street names (A = B + C).  Street name (A) expires, and 2 new street names are created. </w:t>
      </w:r>
      <w:r w:rsidRPr="004611CF">
        <w:br/>
      </w:r>
    </w:p>
    <w:p w14:paraId="60119B3F" w14:textId="2FE45565" w:rsidR="00B80FC7" w:rsidRPr="004611CF" w:rsidRDefault="00B80FC7" w:rsidP="00B80FC7">
      <w:pPr>
        <w:framePr w:vSpace="301" w:wrap="around" w:vAnchor="text" w:hAnchor="text" w:y="1"/>
        <w:pBdr>
          <w:top w:val="single" w:sz="24" w:space="10" w:color="B6E7DD" w:themeColor="accent5"/>
          <w:left w:val="single" w:sz="24" w:space="10" w:color="B6E7DD" w:themeColor="accent5"/>
          <w:bottom w:val="single" w:sz="24" w:space="10" w:color="B6E7DD" w:themeColor="accent5"/>
          <w:right w:val="single" w:sz="24" w:space="10" w:color="B6E7DD" w:themeColor="accent5"/>
        </w:pBdr>
      </w:pPr>
      <w:r w:rsidRPr="004611CF">
        <w:rPr>
          <w:rStyle w:val="Strong"/>
        </w:rPr>
        <w:t>Note:</w:t>
      </w:r>
      <w:r w:rsidRPr="004611CF">
        <w:t xml:space="preserve"> Street name (A) does not have any addresses referencing it in this example. If it </w:t>
      </w:r>
      <w:proofErr w:type="gramStart"/>
      <w:r w:rsidRPr="004611CF">
        <w:t>did</w:t>
      </w:r>
      <w:proofErr w:type="gramEnd"/>
      <w:r w:rsidRPr="004611CF">
        <w:t xml:space="preserve"> then the involved addresses would also be updated with the appropriate new references.</w:t>
      </w:r>
    </w:p>
    <w:p w14:paraId="3D6CB8D3" w14:textId="77777777" w:rsidR="00375FEE" w:rsidRPr="004611CF" w:rsidRDefault="00375FEE" w:rsidP="00375FEE">
      <w:pPr>
        <w:pStyle w:val="Heading4"/>
      </w:pPr>
      <w:r w:rsidRPr="004611CF">
        <w:t>Example 12 (1/3) - [ADD] Street name</w:t>
      </w:r>
    </w:p>
    <w:tbl>
      <w:tblPr>
        <w:tblStyle w:val="TableGrid"/>
        <w:tblW w:w="0" w:type="auto"/>
        <w:tblLook w:val="04A0" w:firstRow="1" w:lastRow="0" w:firstColumn="1" w:lastColumn="0" w:noHBand="0" w:noVBand="1"/>
      </w:tblPr>
      <w:tblGrid>
        <w:gridCol w:w="2263"/>
        <w:gridCol w:w="5954"/>
      </w:tblGrid>
      <w:tr w:rsidR="00375FEE" w:rsidRPr="004611CF" w14:paraId="4F14F45D" w14:textId="77777777" w:rsidTr="00997E64">
        <w:trPr>
          <w:trHeight w:val="319"/>
        </w:trPr>
        <w:tc>
          <w:tcPr>
            <w:tcW w:w="2263" w:type="dxa"/>
          </w:tcPr>
          <w:p w14:paraId="0EFB4C00" w14:textId="77777777" w:rsidR="00375FEE" w:rsidRPr="004611CF" w:rsidRDefault="00375FEE" w:rsidP="00997E64">
            <w:r w:rsidRPr="004611CF">
              <w:t>Namespace</w:t>
            </w:r>
          </w:p>
        </w:tc>
        <w:tc>
          <w:tcPr>
            <w:tcW w:w="5954" w:type="dxa"/>
          </w:tcPr>
          <w:p w14:paraId="599F4B34" w14:textId="77777777" w:rsidR="00375FEE" w:rsidRPr="004611CF" w:rsidRDefault="00375FEE" w:rsidP="00997E64">
            <w:r w:rsidRPr="004611CF">
              <w:t>https://data.vlaanderen.be/id/straatnaam/</w:t>
            </w:r>
          </w:p>
        </w:tc>
      </w:tr>
      <w:tr w:rsidR="00375FEE" w:rsidRPr="004611CF" w14:paraId="06CE5358" w14:textId="77777777" w:rsidTr="00997E64">
        <w:tc>
          <w:tcPr>
            <w:tcW w:w="2263" w:type="dxa"/>
          </w:tcPr>
          <w:p w14:paraId="71EF71E4" w14:textId="77777777" w:rsidR="00375FEE" w:rsidRPr="004611CF" w:rsidRDefault="00375FEE" w:rsidP="00997E64">
            <w:r w:rsidRPr="004611CF">
              <w:t>Object identifier</w:t>
            </w:r>
          </w:p>
        </w:tc>
        <w:tc>
          <w:tcPr>
            <w:tcW w:w="5954" w:type="dxa"/>
          </w:tcPr>
          <w:p w14:paraId="09F13D6E" w14:textId="77777777" w:rsidR="00375FEE" w:rsidRPr="004611CF" w:rsidRDefault="00375FEE" w:rsidP="00997E64">
            <w:r w:rsidRPr="004611CF">
              <w:t>64464</w:t>
            </w:r>
          </w:p>
        </w:tc>
      </w:tr>
      <w:tr w:rsidR="00375FEE" w:rsidRPr="004611CF" w14:paraId="715727FF" w14:textId="77777777" w:rsidTr="00997E64">
        <w:tc>
          <w:tcPr>
            <w:tcW w:w="2263" w:type="dxa"/>
          </w:tcPr>
          <w:p w14:paraId="34601B28" w14:textId="77777777" w:rsidR="00375FEE" w:rsidRPr="004611CF" w:rsidRDefault="00375FEE" w:rsidP="00997E64">
            <w:r w:rsidRPr="004611CF">
              <w:t>Version Identifier</w:t>
            </w:r>
          </w:p>
        </w:tc>
        <w:tc>
          <w:tcPr>
            <w:tcW w:w="5954" w:type="dxa"/>
          </w:tcPr>
          <w:p w14:paraId="65FE8C3F" w14:textId="77777777" w:rsidR="00375FEE" w:rsidRPr="004611CF" w:rsidRDefault="00375FEE" w:rsidP="00997E64">
            <w:r w:rsidRPr="004611CF">
              <w:t>1</w:t>
            </w:r>
          </w:p>
        </w:tc>
      </w:tr>
      <w:tr w:rsidR="00375FEE" w:rsidRPr="004611CF" w14:paraId="7E84808C" w14:textId="77777777" w:rsidTr="00997E64">
        <w:tc>
          <w:tcPr>
            <w:tcW w:w="2263" w:type="dxa"/>
          </w:tcPr>
          <w:p w14:paraId="37A65D0B" w14:textId="77777777" w:rsidR="00375FEE" w:rsidRPr="004611CF" w:rsidRDefault="00375FEE" w:rsidP="00997E64">
            <w:r w:rsidRPr="004611CF">
              <w:t xml:space="preserve">Spelling </w:t>
            </w:r>
            <w:proofErr w:type="spellStart"/>
            <w:r w:rsidRPr="004611CF">
              <w:t>nl</w:t>
            </w:r>
            <w:proofErr w:type="spellEnd"/>
          </w:p>
        </w:tc>
        <w:tc>
          <w:tcPr>
            <w:tcW w:w="5954" w:type="dxa"/>
          </w:tcPr>
          <w:p w14:paraId="044C4F22" w14:textId="77777777" w:rsidR="00375FEE" w:rsidRPr="004611CF" w:rsidRDefault="00375FEE" w:rsidP="00997E64">
            <w:r w:rsidRPr="004611CF">
              <w:t xml:space="preserve">Split (B) </w:t>
            </w:r>
            <w:proofErr w:type="spellStart"/>
            <w:r w:rsidRPr="004611CF">
              <w:t>straat</w:t>
            </w:r>
            <w:proofErr w:type="spellEnd"/>
          </w:p>
        </w:tc>
      </w:tr>
      <w:tr w:rsidR="00375FEE" w:rsidRPr="004611CF" w14:paraId="16736A47" w14:textId="77777777" w:rsidTr="00997E64">
        <w:tc>
          <w:tcPr>
            <w:tcW w:w="2263" w:type="dxa"/>
          </w:tcPr>
          <w:p w14:paraId="3C4479B7" w14:textId="77777777" w:rsidR="00375FEE" w:rsidRPr="004611CF" w:rsidRDefault="00375FEE" w:rsidP="00997E64">
            <w:r w:rsidRPr="004611CF">
              <w:t>Assigned by municipality</w:t>
            </w:r>
          </w:p>
        </w:tc>
        <w:tc>
          <w:tcPr>
            <w:tcW w:w="5954" w:type="dxa"/>
          </w:tcPr>
          <w:p w14:paraId="29FE28E4" w14:textId="77777777" w:rsidR="00375FEE" w:rsidRPr="004611CF" w:rsidRDefault="00375FEE" w:rsidP="00997E64">
            <w:r w:rsidRPr="004611CF">
              <w:t>Namespace: https://data.vlaanderen.be/id/gemeente/</w:t>
            </w:r>
            <w:r w:rsidRPr="004611CF">
              <w:br/>
            </w:r>
            <w:proofErr w:type="spellStart"/>
            <w:r w:rsidRPr="004611CF">
              <w:t>ObjectIdentifier</w:t>
            </w:r>
            <w:proofErr w:type="spellEnd"/>
            <w:r w:rsidRPr="004611CF">
              <w:t>: 21013</w:t>
            </w:r>
            <w:r w:rsidRPr="004611CF">
              <w:br/>
            </w:r>
            <w:proofErr w:type="spellStart"/>
            <w:r w:rsidRPr="004611CF">
              <w:t>VersionIdentifier</w:t>
            </w:r>
            <w:proofErr w:type="spellEnd"/>
            <w:r w:rsidRPr="004611CF">
              <w:t>: 1</w:t>
            </w:r>
          </w:p>
        </w:tc>
      </w:tr>
      <w:tr w:rsidR="00375FEE" w:rsidRPr="004611CF" w14:paraId="1771C5DF" w14:textId="77777777" w:rsidTr="00997E64">
        <w:tc>
          <w:tcPr>
            <w:tcW w:w="2263" w:type="dxa"/>
          </w:tcPr>
          <w:p w14:paraId="64C0E927" w14:textId="77777777" w:rsidR="00375FEE" w:rsidRPr="004611CF" w:rsidRDefault="00375FEE" w:rsidP="00997E64">
            <w:r w:rsidRPr="004611CF">
              <w:t>Status</w:t>
            </w:r>
          </w:p>
        </w:tc>
        <w:tc>
          <w:tcPr>
            <w:tcW w:w="5954" w:type="dxa"/>
          </w:tcPr>
          <w:p w14:paraId="57BD6252" w14:textId="77777777" w:rsidR="00375FEE" w:rsidRPr="004611CF" w:rsidRDefault="00375FEE" w:rsidP="00997E64">
            <w:r w:rsidRPr="004611CF">
              <w:t>Current</w:t>
            </w:r>
          </w:p>
        </w:tc>
      </w:tr>
      <w:tr w:rsidR="00375FEE" w:rsidRPr="004611CF" w14:paraId="6A092E0D" w14:textId="77777777" w:rsidTr="00997E64">
        <w:tc>
          <w:tcPr>
            <w:tcW w:w="2263" w:type="dxa"/>
          </w:tcPr>
          <w:p w14:paraId="02C0CCF0" w14:textId="77777777" w:rsidR="00375FEE" w:rsidRPr="004611CF" w:rsidRDefault="00375FEE" w:rsidP="00997E64">
            <w:proofErr w:type="spellStart"/>
            <w:r w:rsidRPr="004611CF">
              <w:t>validFrom</w:t>
            </w:r>
            <w:proofErr w:type="spellEnd"/>
          </w:p>
        </w:tc>
        <w:tc>
          <w:tcPr>
            <w:tcW w:w="5954" w:type="dxa"/>
          </w:tcPr>
          <w:p w14:paraId="3982CD42" w14:textId="77777777" w:rsidR="00375FEE" w:rsidRPr="004611CF" w:rsidRDefault="00375FEE" w:rsidP="00997E64">
            <w:r w:rsidRPr="004611CF">
              <w:t>2023-03-02T15:30:07</w:t>
            </w:r>
          </w:p>
        </w:tc>
      </w:tr>
      <w:tr w:rsidR="00375FEE" w:rsidRPr="004611CF" w14:paraId="5201EA77" w14:textId="77777777" w:rsidTr="00997E64">
        <w:tc>
          <w:tcPr>
            <w:tcW w:w="2263" w:type="dxa"/>
          </w:tcPr>
          <w:p w14:paraId="7D3887BA" w14:textId="77777777" w:rsidR="00375FEE" w:rsidRPr="004611CF" w:rsidRDefault="00375FEE" w:rsidP="00997E64">
            <w:proofErr w:type="spellStart"/>
            <w:r w:rsidRPr="004611CF">
              <w:t>validTo</w:t>
            </w:r>
            <w:proofErr w:type="spellEnd"/>
          </w:p>
        </w:tc>
        <w:tc>
          <w:tcPr>
            <w:tcW w:w="5954" w:type="dxa"/>
          </w:tcPr>
          <w:p w14:paraId="7CBBF70F" w14:textId="77777777" w:rsidR="00375FEE" w:rsidRPr="004611CF" w:rsidRDefault="00375FEE" w:rsidP="00997E64">
            <w:r w:rsidRPr="004611CF">
              <w:t>N/A</w:t>
            </w:r>
          </w:p>
        </w:tc>
      </w:tr>
      <w:tr w:rsidR="00375FEE" w:rsidRPr="004611CF" w14:paraId="0D9156F5" w14:textId="77777777" w:rsidTr="00997E64">
        <w:tc>
          <w:tcPr>
            <w:tcW w:w="2263" w:type="dxa"/>
          </w:tcPr>
          <w:p w14:paraId="2E8CC65A" w14:textId="77777777" w:rsidR="00375FEE" w:rsidRPr="004611CF" w:rsidRDefault="00375FEE" w:rsidP="00997E64">
            <w:r w:rsidRPr="004611CF">
              <w:t>Predecessor</w:t>
            </w:r>
          </w:p>
        </w:tc>
        <w:tc>
          <w:tcPr>
            <w:tcW w:w="5954" w:type="dxa"/>
          </w:tcPr>
          <w:p w14:paraId="69A22C7B" w14:textId="77777777" w:rsidR="00375FEE" w:rsidRPr="004611CF" w:rsidRDefault="00375FEE" w:rsidP="00997E64">
            <w:r w:rsidRPr="004611CF">
              <w:t>Namespace: https://data.vlaanderen.be/id/straatnaam/</w:t>
            </w:r>
            <w:r w:rsidRPr="004611CF">
              <w:br/>
            </w:r>
            <w:proofErr w:type="spellStart"/>
            <w:r w:rsidRPr="004611CF">
              <w:t>ObjectIdentifier</w:t>
            </w:r>
            <w:proofErr w:type="spellEnd"/>
            <w:r w:rsidRPr="004611CF">
              <w:t>: 7964</w:t>
            </w:r>
            <w:r w:rsidRPr="004611CF">
              <w:br/>
            </w:r>
            <w:proofErr w:type="spellStart"/>
            <w:r w:rsidRPr="004611CF">
              <w:t>VersionIdentifier</w:t>
            </w:r>
            <w:proofErr w:type="spellEnd"/>
            <w:r w:rsidRPr="004611CF">
              <w:t>: 2</w:t>
            </w:r>
          </w:p>
        </w:tc>
      </w:tr>
      <w:tr w:rsidR="00375FEE" w:rsidRPr="004611CF" w14:paraId="0553541A" w14:textId="77777777" w:rsidTr="00997E64">
        <w:tc>
          <w:tcPr>
            <w:tcW w:w="2263" w:type="dxa"/>
          </w:tcPr>
          <w:p w14:paraId="1BC1BA8A" w14:textId="77777777" w:rsidR="00375FEE" w:rsidRPr="004611CF" w:rsidRDefault="00375FEE" w:rsidP="00997E64">
            <w:r w:rsidRPr="004611CF">
              <w:t>Successor</w:t>
            </w:r>
          </w:p>
        </w:tc>
        <w:tc>
          <w:tcPr>
            <w:tcW w:w="5954" w:type="dxa"/>
          </w:tcPr>
          <w:p w14:paraId="721E092F" w14:textId="77777777" w:rsidR="00375FEE" w:rsidRPr="004611CF" w:rsidRDefault="00375FEE" w:rsidP="00997E64">
            <w:r w:rsidRPr="004611CF">
              <w:t>N/A</w:t>
            </w:r>
          </w:p>
        </w:tc>
      </w:tr>
    </w:tbl>
    <w:p w14:paraId="68CE1F04" w14:textId="77777777" w:rsidR="00375FEE" w:rsidRPr="004611CF" w:rsidRDefault="00375FEE" w:rsidP="00375FEE"/>
    <w:p w14:paraId="0ACB131D" w14:textId="77777777" w:rsidR="00375FEE" w:rsidRPr="004611CF" w:rsidRDefault="00375FEE" w:rsidP="00375FEE">
      <w:pPr>
        <w:pStyle w:val="Heading4"/>
      </w:pPr>
      <w:r w:rsidRPr="004611CF">
        <w:lastRenderedPageBreak/>
        <w:t>Example 12 (2/3) - [ADD] Street name</w:t>
      </w:r>
    </w:p>
    <w:tbl>
      <w:tblPr>
        <w:tblStyle w:val="TableGrid"/>
        <w:tblW w:w="0" w:type="auto"/>
        <w:tblLook w:val="04A0" w:firstRow="1" w:lastRow="0" w:firstColumn="1" w:lastColumn="0" w:noHBand="0" w:noVBand="1"/>
      </w:tblPr>
      <w:tblGrid>
        <w:gridCol w:w="2263"/>
        <w:gridCol w:w="5954"/>
      </w:tblGrid>
      <w:tr w:rsidR="00375FEE" w:rsidRPr="004611CF" w14:paraId="41015CDF" w14:textId="77777777" w:rsidTr="00997E64">
        <w:trPr>
          <w:trHeight w:val="319"/>
        </w:trPr>
        <w:tc>
          <w:tcPr>
            <w:tcW w:w="2263" w:type="dxa"/>
          </w:tcPr>
          <w:p w14:paraId="2BA8F1E3" w14:textId="77777777" w:rsidR="00375FEE" w:rsidRPr="004611CF" w:rsidRDefault="00375FEE" w:rsidP="00997E64">
            <w:r w:rsidRPr="004611CF">
              <w:t>Namespace</w:t>
            </w:r>
          </w:p>
        </w:tc>
        <w:tc>
          <w:tcPr>
            <w:tcW w:w="5954" w:type="dxa"/>
          </w:tcPr>
          <w:p w14:paraId="0B546DB5" w14:textId="77777777" w:rsidR="00375FEE" w:rsidRPr="004611CF" w:rsidRDefault="00375FEE" w:rsidP="00997E64">
            <w:r w:rsidRPr="004611CF">
              <w:t>https://data.vlaanderen.be/id/straatnaam/</w:t>
            </w:r>
          </w:p>
        </w:tc>
      </w:tr>
      <w:tr w:rsidR="00375FEE" w:rsidRPr="004611CF" w14:paraId="0C473730" w14:textId="77777777" w:rsidTr="00997E64">
        <w:tc>
          <w:tcPr>
            <w:tcW w:w="2263" w:type="dxa"/>
          </w:tcPr>
          <w:p w14:paraId="6C549F9D" w14:textId="77777777" w:rsidR="00375FEE" w:rsidRPr="004611CF" w:rsidRDefault="00375FEE" w:rsidP="00997E64">
            <w:r w:rsidRPr="004611CF">
              <w:t>Object identifier</w:t>
            </w:r>
          </w:p>
        </w:tc>
        <w:tc>
          <w:tcPr>
            <w:tcW w:w="5954" w:type="dxa"/>
          </w:tcPr>
          <w:p w14:paraId="057C4A9E" w14:textId="77777777" w:rsidR="00375FEE" w:rsidRPr="004611CF" w:rsidRDefault="00375FEE" w:rsidP="00997E64">
            <w:r w:rsidRPr="004611CF">
              <w:t>64465</w:t>
            </w:r>
          </w:p>
        </w:tc>
      </w:tr>
      <w:tr w:rsidR="00375FEE" w:rsidRPr="004611CF" w14:paraId="5BEFAA58" w14:textId="77777777" w:rsidTr="00997E64">
        <w:tc>
          <w:tcPr>
            <w:tcW w:w="2263" w:type="dxa"/>
          </w:tcPr>
          <w:p w14:paraId="231CF139" w14:textId="77777777" w:rsidR="00375FEE" w:rsidRPr="004611CF" w:rsidRDefault="00375FEE" w:rsidP="00997E64">
            <w:r w:rsidRPr="004611CF">
              <w:t>Version Identifier</w:t>
            </w:r>
          </w:p>
        </w:tc>
        <w:tc>
          <w:tcPr>
            <w:tcW w:w="5954" w:type="dxa"/>
          </w:tcPr>
          <w:p w14:paraId="285EE7CF" w14:textId="77777777" w:rsidR="00375FEE" w:rsidRPr="004611CF" w:rsidRDefault="00375FEE" w:rsidP="00997E64">
            <w:r w:rsidRPr="004611CF">
              <w:t>1</w:t>
            </w:r>
          </w:p>
        </w:tc>
      </w:tr>
      <w:tr w:rsidR="00375FEE" w:rsidRPr="004611CF" w14:paraId="02D97808" w14:textId="77777777" w:rsidTr="00997E64">
        <w:tc>
          <w:tcPr>
            <w:tcW w:w="2263" w:type="dxa"/>
          </w:tcPr>
          <w:p w14:paraId="1466CA03" w14:textId="77777777" w:rsidR="00375FEE" w:rsidRPr="004611CF" w:rsidRDefault="00375FEE" w:rsidP="00997E64">
            <w:r w:rsidRPr="004611CF">
              <w:t xml:space="preserve">Spelling </w:t>
            </w:r>
            <w:proofErr w:type="spellStart"/>
            <w:r w:rsidRPr="004611CF">
              <w:t>nl</w:t>
            </w:r>
            <w:proofErr w:type="spellEnd"/>
          </w:p>
        </w:tc>
        <w:tc>
          <w:tcPr>
            <w:tcW w:w="5954" w:type="dxa"/>
          </w:tcPr>
          <w:p w14:paraId="466098FA" w14:textId="77777777" w:rsidR="00375FEE" w:rsidRPr="004611CF" w:rsidRDefault="00375FEE" w:rsidP="00997E64">
            <w:r w:rsidRPr="004611CF">
              <w:t xml:space="preserve">Split (C) </w:t>
            </w:r>
            <w:proofErr w:type="spellStart"/>
            <w:r w:rsidRPr="004611CF">
              <w:t>straat</w:t>
            </w:r>
            <w:proofErr w:type="spellEnd"/>
          </w:p>
        </w:tc>
      </w:tr>
      <w:tr w:rsidR="00375FEE" w:rsidRPr="004611CF" w14:paraId="0A4E78E5" w14:textId="77777777" w:rsidTr="00997E64">
        <w:tc>
          <w:tcPr>
            <w:tcW w:w="2263" w:type="dxa"/>
          </w:tcPr>
          <w:p w14:paraId="6BDE69C6" w14:textId="77777777" w:rsidR="00375FEE" w:rsidRPr="004611CF" w:rsidRDefault="00375FEE" w:rsidP="00997E64">
            <w:r w:rsidRPr="004611CF">
              <w:t>Assigned by municipality</w:t>
            </w:r>
          </w:p>
        </w:tc>
        <w:tc>
          <w:tcPr>
            <w:tcW w:w="5954" w:type="dxa"/>
          </w:tcPr>
          <w:p w14:paraId="4E8CCAD7" w14:textId="77777777" w:rsidR="00375FEE" w:rsidRPr="004611CF" w:rsidRDefault="00375FEE" w:rsidP="00997E64">
            <w:r w:rsidRPr="004611CF">
              <w:t>Namespace: https://data.vlaanderen.be/id/gemeente/</w:t>
            </w:r>
            <w:r w:rsidRPr="004611CF">
              <w:br/>
            </w:r>
            <w:proofErr w:type="spellStart"/>
            <w:r w:rsidRPr="004611CF">
              <w:t>ObjectIdentifier</w:t>
            </w:r>
            <w:proofErr w:type="spellEnd"/>
            <w:r w:rsidRPr="004611CF">
              <w:t>: 21013</w:t>
            </w:r>
            <w:r w:rsidRPr="004611CF">
              <w:br/>
            </w:r>
            <w:proofErr w:type="spellStart"/>
            <w:r w:rsidRPr="004611CF">
              <w:t>VersionIdentifier</w:t>
            </w:r>
            <w:proofErr w:type="spellEnd"/>
            <w:r w:rsidRPr="004611CF">
              <w:t>: 1</w:t>
            </w:r>
          </w:p>
        </w:tc>
      </w:tr>
      <w:tr w:rsidR="00375FEE" w:rsidRPr="004611CF" w14:paraId="166D3CC9" w14:textId="77777777" w:rsidTr="00997E64">
        <w:tc>
          <w:tcPr>
            <w:tcW w:w="2263" w:type="dxa"/>
          </w:tcPr>
          <w:p w14:paraId="7F80940C" w14:textId="77777777" w:rsidR="00375FEE" w:rsidRPr="004611CF" w:rsidRDefault="00375FEE" w:rsidP="00997E64">
            <w:r w:rsidRPr="004611CF">
              <w:t>Status</w:t>
            </w:r>
          </w:p>
        </w:tc>
        <w:tc>
          <w:tcPr>
            <w:tcW w:w="5954" w:type="dxa"/>
          </w:tcPr>
          <w:p w14:paraId="02BC8CAB" w14:textId="77777777" w:rsidR="00375FEE" w:rsidRPr="004611CF" w:rsidRDefault="00375FEE" w:rsidP="00997E64">
            <w:r w:rsidRPr="004611CF">
              <w:t>Current</w:t>
            </w:r>
          </w:p>
        </w:tc>
      </w:tr>
      <w:tr w:rsidR="00375FEE" w:rsidRPr="004611CF" w14:paraId="42834D93" w14:textId="77777777" w:rsidTr="00997E64">
        <w:tc>
          <w:tcPr>
            <w:tcW w:w="2263" w:type="dxa"/>
          </w:tcPr>
          <w:p w14:paraId="77C1BB7E" w14:textId="77777777" w:rsidR="00375FEE" w:rsidRPr="004611CF" w:rsidRDefault="00375FEE" w:rsidP="00997E64">
            <w:proofErr w:type="spellStart"/>
            <w:r w:rsidRPr="004611CF">
              <w:t>validFrom</w:t>
            </w:r>
            <w:proofErr w:type="spellEnd"/>
          </w:p>
        </w:tc>
        <w:tc>
          <w:tcPr>
            <w:tcW w:w="5954" w:type="dxa"/>
          </w:tcPr>
          <w:p w14:paraId="5E42C4C3" w14:textId="77777777" w:rsidR="00375FEE" w:rsidRPr="004611CF" w:rsidRDefault="00375FEE" w:rsidP="00997E64">
            <w:r w:rsidRPr="004611CF">
              <w:t>2023-03-02T15:30:07</w:t>
            </w:r>
          </w:p>
        </w:tc>
      </w:tr>
      <w:tr w:rsidR="00375FEE" w:rsidRPr="004611CF" w14:paraId="4ACC5FA7" w14:textId="77777777" w:rsidTr="00997E64">
        <w:tc>
          <w:tcPr>
            <w:tcW w:w="2263" w:type="dxa"/>
          </w:tcPr>
          <w:p w14:paraId="4243C6FC" w14:textId="77777777" w:rsidR="00375FEE" w:rsidRPr="004611CF" w:rsidRDefault="00375FEE" w:rsidP="00997E64">
            <w:proofErr w:type="spellStart"/>
            <w:r w:rsidRPr="004611CF">
              <w:t>validTo</w:t>
            </w:r>
            <w:proofErr w:type="spellEnd"/>
          </w:p>
        </w:tc>
        <w:tc>
          <w:tcPr>
            <w:tcW w:w="5954" w:type="dxa"/>
          </w:tcPr>
          <w:p w14:paraId="3D358F6F" w14:textId="77777777" w:rsidR="00375FEE" w:rsidRPr="004611CF" w:rsidRDefault="00375FEE" w:rsidP="00997E64">
            <w:r w:rsidRPr="004611CF">
              <w:t>N/A</w:t>
            </w:r>
          </w:p>
        </w:tc>
      </w:tr>
      <w:tr w:rsidR="00375FEE" w:rsidRPr="004611CF" w14:paraId="6FED5D72" w14:textId="77777777" w:rsidTr="00997E64">
        <w:tc>
          <w:tcPr>
            <w:tcW w:w="2263" w:type="dxa"/>
          </w:tcPr>
          <w:p w14:paraId="1D7E6AB4" w14:textId="77777777" w:rsidR="00375FEE" w:rsidRPr="004611CF" w:rsidRDefault="00375FEE" w:rsidP="00997E64">
            <w:r w:rsidRPr="004611CF">
              <w:t>Predecessor</w:t>
            </w:r>
          </w:p>
        </w:tc>
        <w:tc>
          <w:tcPr>
            <w:tcW w:w="5954" w:type="dxa"/>
          </w:tcPr>
          <w:p w14:paraId="15D0377C" w14:textId="77777777" w:rsidR="00375FEE" w:rsidRPr="004611CF" w:rsidRDefault="00375FEE" w:rsidP="00997E64">
            <w:r w:rsidRPr="004611CF">
              <w:t>Namespace: https://data.vlaanderen.be/id/straatnaam/</w:t>
            </w:r>
            <w:r w:rsidRPr="004611CF">
              <w:br/>
            </w:r>
            <w:proofErr w:type="spellStart"/>
            <w:r w:rsidRPr="004611CF">
              <w:t>ObjectIdentifier</w:t>
            </w:r>
            <w:proofErr w:type="spellEnd"/>
            <w:r w:rsidRPr="004611CF">
              <w:t>: 7964</w:t>
            </w:r>
            <w:r w:rsidRPr="004611CF">
              <w:br/>
            </w:r>
            <w:proofErr w:type="spellStart"/>
            <w:r w:rsidRPr="004611CF">
              <w:t>VersionIdentifier</w:t>
            </w:r>
            <w:proofErr w:type="spellEnd"/>
            <w:r w:rsidRPr="004611CF">
              <w:t>: 2</w:t>
            </w:r>
          </w:p>
        </w:tc>
      </w:tr>
      <w:tr w:rsidR="00375FEE" w:rsidRPr="004611CF" w14:paraId="4726A360" w14:textId="77777777" w:rsidTr="00997E64">
        <w:tc>
          <w:tcPr>
            <w:tcW w:w="2263" w:type="dxa"/>
          </w:tcPr>
          <w:p w14:paraId="0026D09C" w14:textId="77777777" w:rsidR="00375FEE" w:rsidRPr="004611CF" w:rsidRDefault="00375FEE" w:rsidP="00997E64">
            <w:r w:rsidRPr="004611CF">
              <w:t>Successor</w:t>
            </w:r>
          </w:p>
        </w:tc>
        <w:tc>
          <w:tcPr>
            <w:tcW w:w="5954" w:type="dxa"/>
          </w:tcPr>
          <w:p w14:paraId="6C1D9D40" w14:textId="77777777" w:rsidR="00375FEE" w:rsidRPr="004611CF" w:rsidRDefault="00375FEE" w:rsidP="00997E64">
            <w:r w:rsidRPr="004611CF">
              <w:t>N/A</w:t>
            </w:r>
          </w:p>
        </w:tc>
      </w:tr>
    </w:tbl>
    <w:p w14:paraId="30567D28" w14:textId="77777777" w:rsidR="00375FEE" w:rsidRPr="004611CF" w:rsidRDefault="00375FEE" w:rsidP="00375FEE"/>
    <w:p w14:paraId="010C34DD" w14:textId="1033BCE9" w:rsidR="00375FEE" w:rsidRPr="004611CF" w:rsidRDefault="00375FEE">
      <w:pPr>
        <w:suppressAutoHyphens w:val="0"/>
        <w:spacing w:after="0" w:line="240" w:lineRule="auto"/>
      </w:pPr>
      <w:r w:rsidRPr="004611CF">
        <w:br w:type="page"/>
      </w:r>
    </w:p>
    <w:p w14:paraId="2BE2EB8C" w14:textId="77777777" w:rsidR="00375FEE" w:rsidRPr="004611CF" w:rsidRDefault="00375FEE" w:rsidP="00375FEE"/>
    <w:p w14:paraId="4C54A0C8" w14:textId="77777777" w:rsidR="00375FEE" w:rsidRPr="004611CF" w:rsidRDefault="00375FEE" w:rsidP="00375FEE"/>
    <w:p w14:paraId="65A8EFB9" w14:textId="77777777" w:rsidR="00375FEE" w:rsidRPr="004611CF" w:rsidRDefault="00375FEE" w:rsidP="00375FEE">
      <w:pPr>
        <w:pStyle w:val="Heading4"/>
      </w:pPr>
      <w:r w:rsidRPr="004611CF">
        <w:t>Example 12 (3/3) - [UPDATE] Street name</w:t>
      </w:r>
    </w:p>
    <w:tbl>
      <w:tblPr>
        <w:tblStyle w:val="TableGrid"/>
        <w:tblW w:w="0" w:type="auto"/>
        <w:tblLook w:val="04A0" w:firstRow="1" w:lastRow="0" w:firstColumn="1" w:lastColumn="0" w:noHBand="0" w:noVBand="1"/>
      </w:tblPr>
      <w:tblGrid>
        <w:gridCol w:w="2263"/>
        <w:gridCol w:w="5954"/>
      </w:tblGrid>
      <w:tr w:rsidR="00375FEE" w:rsidRPr="004611CF" w14:paraId="10A7E1DA" w14:textId="77777777" w:rsidTr="00997E64">
        <w:trPr>
          <w:trHeight w:val="319"/>
        </w:trPr>
        <w:tc>
          <w:tcPr>
            <w:tcW w:w="2263" w:type="dxa"/>
          </w:tcPr>
          <w:p w14:paraId="1D01740F" w14:textId="77777777" w:rsidR="00375FEE" w:rsidRPr="004611CF" w:rsidRDefault="00375FEE" w:rsidP="00997E64">
            <w:r w:rsidRPr="004611CF">
              <w:t>Namespace</w:t>
            </w:r>
          </w:p>
        </w:tc>
        <w:tc>
          <w:tcPr>
            <w:tcW w:w="5954" w:type="dxa"/>
          </w:tcPr>
          <w:p w14:paraId="5BCE33D9" w14:textId="77777777" w:rsidR="00375FEE" w:rsidRPr="004611CF" w:rsidRDefault="00375FEE" w:rsidP="00997E64">
            <w:r w:rsidRPr="004611CF">
              <w:t>https://data.vlaanderen.be/id/straatnaam/</w:t>
            </w:r>
          </w:p>
        </w:tc>
      </w:tr>
      <w:tr w:rsidR="00375FEE" w:rsidRPr="004611CF" w14:paraId="09731D9F" w14:textId="77777777" w:rsidTr="00997E64">
        <w:tc>
          <w:tcPr>
            <w:tcW w:w="2263" w:type="dxa"/>
          </w:tcPr>
          <w:p w14:paraId="13902FC1" w14:textId="77777777" w:rsidR="00375FEE" w:rsidRPr="004611CF" w:rsidRDefault="00375FEE" w:rsidP="00997E64">
            <w:r w:rsidRPr="004611CF">
              <w:t>Object identifier</w:t>
            </w:r>
          </w:p>
        </w:tc>
        <w:tc>
          <w:tcPr>
            <w:tcW w:w="5954" w:type="dxa"/>
          </w:tcPr>
          <w:p w14:paraId="1D84C480" w14:textId="77777777" w:rsidR="00375FEE" w:rsidRPr="004611CF" w:rsidRDefault="00375FEE" w:rsidP="00997E64">
            <w:r w:rsidRPr="004611CF">
              <w:t>7964</w:t>
            </w:r>
          </w:p>
        </w:tc>
      </w:tr>
      <w:tr w:rsidR="00375FEE" w:rsidRPr="004611CF" w14:paraId="140DEE2B" w14:textId="77777777" w:rsidTr="00997E64">
        <w:tc>
          <w:tcPr>
            <w:tcW w:w="2263" w:type="dxa"/>
          </w:tcPr>
          <w:p w14:paraId="20441C4E" w14:textId="77777777" w:rsidR="00375FEE" w:rsidRPr="004611CF" w:rsidRDefault="00375FEE" w:rsidP="00997E64">
            <w:r w:rsidRPr="004611CF">
              <w:t>Version Identifier</w:t>
            </w:r>
          </w:p>
        </w:tc>
        <w:tc>
          <w:tcPr>
            <w:tcW w:w="5954" w:type="dxa"/>
          </w:tcPr>
          <w:p w14:paraId="6FFE9102" w14:textId="77777777" w:rsidR="00375FEE" w:rsidRPr="004611CF" w:rsidRDefault="00375FEE" w:rsidP="00997E64">
            <w:r w:rsidRPr="004611CF">
              <w:t>2</w:t>
            </w:r>
          </w:p>
        </w:tc>
      </w:tr>
      <w:tr w:rsidR="00375FEE" w:rsidRPr="004611CF" w14:paraId="239EB159" w14:textId="77777777" w:rsidTr="00997E64">
        <w:tc>
          <w:tcPr>
            <w:tcW w:w="2263" w:type="dxa"/>
          </w:tcPr>
          <w:p w14:paraId="7576A595" w14:textId="77777777" w:rsidR="00375FEE" w:rsidRPr="004611CF" w:rsidRDefault="00375FEE" w:rsidP="00997E64">
            <w:r w:rsidRPr="004611CF">
              <w:t xml:space="preserve">Spelling </w:t>
            </w:r>
            <w:proofErr w:type="spellStart"/>
            <w:r w:rsidRPr="004611CF">
              <w:t>nl</w:t>
            </w:r>
            <w:proofErr w:type="spellEnd"/>
          </w:p>
        </w:tc>
        <w:tc>
          <w:tcPr>
            <w:tcW w:w="5954" w:type="dxa"/>
          </w:tcPr>
          <w:p w14:paraId="63BB4DA5" w14:textId="77777777" w:rsidR="00375FEE" w:rsidRPr="004611CF" w:rsidRDefault="00375FEE" w:rsidP="00997E64">
            <w:proofErr w:type="spellStart"/>
            <w:r w:rsidRPr="004611CF">
              <w:t>Tiende</w:t>
            </w:r>
            <w:proofErr w:type="spellEnd"/>
            <w:r w:rsidRPr="004611CF">
              <w:t xml:space="preserve"> </w:t>
            </w:r>
            <w:proofErr w:type="spellStart"/>
            <w:r w:rsidRPr="004611CF">
              <w:t>Teststraat</w:t>
            </w:r>
            <w:proofErr w:type="spellEnd"/>
          </w:p>
        </w:tc>
      </w:tr>
      <w:tr w:rsidR="00375FEE" w:rsidRPr="004611CF" w14:paraId="18931E76" w14:textId="77777777" w:rsidTr="00997E64">
        <w:tc>
          <w:tcPr>
            <w:tcW w:w="2263" w:type="dxa"/>
          </w:tcPr>
          <w:p w14:paraId="1A066738" w14:textId="77777777" w:rsidR="00375FEE" w:rsidRPr="004611CF" w:rsidRDefault="00375FEE" w:rsidP="00997E64">
            <w:r w:rsidRPr="004611CF">
              <w:t xml:space="preserve">Spelling </w:t>
            </w:r>
            <w:proofErr w:type="spellStart"/>
            <w:r w:rsidRPr="004611CF">
              <w:t>fr</w:t>
            </w:r>
            <w:proofErr w:type="spellEnd"/>
          </w:p>
        </w:tc>
        <w:tc>
          <w:tcPr>
            <w:tcW w:w="5954" w:type="dxa"/>
          </w:tcPr>
          <w:p w14:paraId="02B2988E" w14:textId="77777777" w:rsidR="00375FEE" w:rsidRPr="004611CF" w:rsidRDefault="00375FEE" w:rsidP="00997E64">
            <w:proofErr w:type="spellStart"/>
            <w:r w:rsidRPr="004611CF">
              <w:t>Dixième</w:t>
            </w:r>
            <w:proofErr w:type="spellEnd"/>
            <w:r w:rsidRPr="004611CF">
              <w:t xml:space="preserve"> Rue du Test</w:t>
            </w:r>
          </w:p>
        </w:tc>
      </w:tr>
      <w:tr w:rsidR="00375FEE" w:rsidRPr="004611CF" w14:paraId="1F9A0B73" w14:textId="77777777" w:rsidTr="00997E64">
        <w:tc>
          <w:tcPr>
            <w:tcW w:w="2263" w:type="dxa"/>
          </w:tcPr>
          <w:p w14:paraId="5F04420D" w14:textId="77777777" w:rsidR="00375FEE" w:rsidRPr="004611CF" w:rsidRDefault="00375FEE" w:rsidP="00997E64">
            <w:r w:rsidRPr="004611CF">
              <w:t>Assigned by municipality</w:t>
            </w:r>
          </w:p>
        </w:tc>
        <w:tc>
          <w:tcPr>
            <w:tcW w:w="5954" w:type="dxa"/>
          </w:tcPr>
          <w:p w14:paraId="4166CB82" w14:textId="77777777" w:rsidR="00375FEE" w:rsidRPr="004611CF" w:rsidRDefault="00375FEE" w:rsidP="00997E64">
            <w:r w:rsidRPr="004611CF">
              <w:t>Namespace: https://data.vlaanderen.be/id/gemeente/</w:t>
            </w:r>
            <w:r w:rsidRPr="004611CF">
              <w:br/>
            </w:r>
            <w:proofErr w:type="spellStart"/>
            <w:r w:rsidRPr="004611CF">
              <w:t>ObjectIdentifier</w:t>
            </w:r>
            <w:proofErr w:type="spellEnd"/>
            <w:r w:rsidRPr="004611CF">
              <w:t>: 21013</w:t>
            </w:r>
            <w:r w:rsidRPr="004611CF">
              <w:br/>
            </w:r>
            <w:proofErr w:type="spellStart"/>
            <w:r w:rsidRPr="004611CF">
              <w:t>VersionIdentifier</w:t>
            </w:r>
            <w:proofErr w:type="spellEnd"/>
            <w:r w:rsidRPr="004611CF">
              <w:t>: 1</w:t>
            </w:r>
          </w:p>
        </w:tc>
      </w:tr>
      <w:tr w:rsidR="00375FEE" w:rsidRPr="004611CF" w14:paraId="2E97E0C4" w14:textId="77777777" w:rsidTr="00997E64">
        <w:tc>
          <w:tcPr>
            <w:tcW w:w="2263" w:type="dxa"/>
          </w:tcPr>
          <w:p w14:paraId="73B610B8" w14:textId="77777777" w:rsidR="00375FEE" w:rsidRPr="004611CF" w:rsidRDefault="00375FEE" w:rsidP="00997E64">
            <w:r w:rsidRPr="004611CF">
              <w:t>Status</w:t>
            </w:r>
          </w:p>
        </w:tc>
        <w:tc>
          <w:tcPr>
            <w:tcW w:w="5954" w:type="dxa"/>
          </w:tcPr>
          <w:p w14:paraId="2AAC49CC" w14:textId="77777777" w:rsidR="00375FEE" w:rsidRPr="004611CF" w:rsidRDefault="00375FEE" w:rsidP="00997E64">
            <w:r w:rsidRPr="004611CF">
              <w:t>Current</w:t>
            </w:r>
          </w:p>
        </w:tc>
      </w:tr>
      <w:tr w:rsidR="00375FEE" w:rsidRPr="004611CF" w14:paraId="27481C8D" w14:textId="77777777" w:rsidTr="00997E64">
        <w:tc>
          <w:tcPr>
            <w:tcW w:w="2263" w:type="dxa"/>
          </w:tcPr>
          <w:p w14:paraId="139687E3" w14:textId="77777777" w:rsidR="00375FEE" w:rsidRPr="004611CF" w:rsidRDefault="00375FEE" w:rsidP="00997E64">
            <w:proofErr w:type="spellStart"/>
            <w:r w:rsidRPr="004611CF">
              <w:t>validFrom</w:t>
            </w:r>
            <w:proofErr w:type="spellEnd"/>
          </w:p>
        </w:tc>
        <w:tc>
          <w:tcPr>
            <w:tcW w:w="5954" w:type="dxa"/>
          </w:tcPr>
          <w:p w14:paraId="10E7CA49" w14:textId="77777777" w:rsidR="00375FEE" w:rsidRPr="004611CF" w:rsidRDefault="00375FEE" w:rsidP="00997E64">
            <w:r w:rsidRPr="004611CF">
              <w:t>2023-02-22T15:30:07</w:t>
            </w:r>
          </w:p>
        </w:tc>
      </w:tr>
      <w:tr w:rsidR="00375FEE" w:rsidRPr="004611CF" w14:paraId="252BDE9E" w14:textId="77777777" w:rsidTr="00997E64">
        <w:tc>
          <w:tcPr>
            <w:tcW w:w="2263" w:type="dxa"/>
          </w:tcPr>
          <w:p w14:paraId="147C1262" w14:textId="77777777" w:rsidR="00375FEE" w:rsidRPr="004611CF" w:rsidRDefault="00375FEE" w:rsidP="00997E64">
            <w:proofErr w:type="spellStart"/>
            <w:r w:rsidRPr="004611CF">
              <w:t>validTo</w:t>
            </w:r>
            <w:proofErr w:type="spellEnd"/>
          </w:p>
        </w:tc>
        <w:tc>
          <w:tcPr>
            <w:tcW w:w="5954" w:type="dxa"/>
          </w:tcPr>
          <w:p w14:paraId="76DA062D" w14:textId="77777777" w:rsidR="00375FEE" w:rsidRPr="004611CF" w:rsidRDefault="00375FEE" w:rsidP="00997E64">
            <w:r w:rsidRPr="004611CF">
              <w:t>2023-03-02T15:30:07</w:t>
            </w:r>
          </w:p>
        </w:tc>
      </w:tr>
      <w:tr w:rsidR="00375FEE" w:rsidRPr="004611CF" w14:paraId="7DE22687" w14:textId="77777777" w:rsidTr="00997E64">
        <w:tc>
          <w:tcPr>
            <w:tcW w:w="2263" w:type="dxa"/>
          </w:tcPr>
          <w:p w14:paraId="1F080707" w14:textId="77777777" w:rsidR="00375FEE" w:rsidRPr="004611CF" w:rsidRDefault="00375FEE" w:rsidP="00997E64">
            <w:r w:rsidRPr="004611CF">
              <w:t>Predecessor</w:t>
            </w:r>
          </w:p>
        </w:tc>
        <w:tc>
          <w:tcPr>
            <w:tcW w:w="5954" w:type="dxa"/>
          </w:tcPr>
          <w:p w14:paraId="120250CB" w14:textId="77777777" w:rsidR="00375FEE" w:rsidRPr="004611CF" w:rsidRDefault="00375FEE" w:rsidP="00997E64">
            <w:r w:rsidRPr="004611CF">
              <w:t>N/A</w:t>
            </w:r>
          </w:p>
        </w:tc>
      </w:tr>
      <w:tr w:rsidR="00375FEE" w:rsidRPr="004611CF" w14:paraId="19E917F0" w14:textId="77777777" w:rsidTr="00997E64">
        <w:tc>
          <w:tcPr>
            <w:tcW w:w="2263" w:type="dxa"/>
          </w:tcPr>
          <w:p w14:paraId="67ECFE61" w14:textId="77777777" w:rsidR="00375FEE" w:rsidRPr="004611CF" w:rsidRDefault="00375FEE" w:rsidP="00997E64">
            <w:r w:rsidRPr="004611CF">
              <w:t>Successor</w:t>
            </w:r>
          </w:p>
        </w:tc>
        <w:tc>
          <w:tcPr>
            <w:tcW w:w="5954" w:type="dxa"/>
          </w:tcPr>
          <w:p w14:paraId="09E7BA77" w14:textId="77777777" w:rsidR="00375FEE" w:rsidRPr="004611CF" w:rsidRDefault="00375FEE" w:rsidP="00997E64">
            <w:r w:rsidRPr="004611CF">
              <w:t>Namespace: https://data.vlaanderen.be/id/straatnaam/</w:t>
            </w:r>
            <w:r w:rsidRPr="004611CF">
              <w:br/>
            </w:r>
            <w:proofErr w:type="spellStart"/>
            <w:r w:rsidRPr="004611CF">
              <w:t>ObjectIdentifier</w:t>
            </w:r>
            <w:proofErr w:type="spellEnd"/>
            <w:r w:rsidRPr="004611CF">
              <w:t>: 64465</w:t>
            </w:r>
            <w:r w:rsidRPr="004611CF">
              <w:br/>
            </w:r>
            <w:proofErr w:type="spellStart"/>
            <w:r w:rsidRPr="004611CF">
              <w:t>VersionIdentifier</w:t>
            </w:r>
            <w:proofErr w:type="spellEnd"/>
            <w:r w:rsidRPr="004611CF">
              <w:t>: 1</w:t>
            </w:r>
          </w:p>
        </w:tc>
      </w:tr>
      <w:tr w:rsidR="00375FEE" w:rsidRPr="004611CF" w14:paraId="79BF91A1" w14:textId="77777777" w:rsidTr="00997E64">
        <w:tc>
          <w:tcPr>
            <w:tcW w:w="2263" w:type="dxa"/>
          </w:tcPr>
          <w:p w14:paraId="1E480837" w14:textId="77777777" w:rsidR="00375FEE" w:rsidRPr="004611CF" w:rsidRDefault="00375FEE" w:rsidP="00997E64">
            <w:r w:rsidRPr="004611CF">
              <w:t>Successor</w:t>
            </w:r>
          </w:p>
        </w:tc>
        <w:tc>
          <w:tcPr>
            <w:tcW w:w="5954" w:type="dxa"/>
          </w:tcPr>
          <w:p w14:paraId="4C6FD808" w14:textId="77777777" w:rsidR="00375FEE" w:rsidRPr="004611CF" w:rsidRDefault="00375FEE" w:rsidP="00997E64">
            <w:r w:rsidRPr="004611CF">
              <w:t>Namespace: https://data.vlaanderen.be/id/straatnaam/</w:t>
            </w:r>
            <w:r w:rsidRPr="004611CF">
              <w:br/>
            </w:r>
            <w:proofErr w:type="spellStart"/>
            <w:r w:rsidRPr="004611CF">
              <w:t>ObjectIdentifier</w:t>
            </w:r>
            <w:proofErr w:type="spellEnd"/>
            <w:r w:rsidRPr="004611CF">
              <w:t>: 64464</w:t>
            </w:r>
            <w:r w:rsidRPr="004611CF">
              <w:br/>
            </w:r>
            <w:proofErr w:type="spellStart"/>
            <w:r w:rsidRPr="004611CF">
              <w:t>VersionIdentifier</w:t>
            </w:r>
            <w:proofErr w:type="spellEnd"/>
            <w:r w:rsidRPr="004611CF">
              <w:t>: 1</w:t>
            </w:r>
          </w:p>
        </w:tc>
      </w:tr>
    </w:tbl>
    <w:p w14:paraId="4542CED1" w14:textId="77777777" w:rsidR="00375FEE" w:rsidRPr="004611CF" w:rsidRDefault="00375FEE" w:rsidP="00375FEE"/>
    <w:p w14:paraId="2F04EF2F" w14:textId="2236E19E" w:rsidR="00375FEE" w:rsidRPr="004611CF" w:rsidRDefault="00375FEE">
      <w:pPr>
        <w:suppressAutoHyphens w:val="0"/>
        <w:spacing w:after="0" w:line="240" w:lineRule="auto"/>
      </w:pPr>
      <w:r w:rsidRPr="004611CF">
        <w:br w:type="page"/>
      </w:r>
    </w:p>
    <w:p w14:paraId="2E7A24FE" w14:textId="77777777" w:rsidR="00375FEE" w:rsidRPr="004611CF" w:rsidRDefault="00375FEE" w:rsidP="00375FEE"/>
    <w:p w14:paraId="379AC249" w14:textId="39BC28B0" w:rsidR="00212289" w:rsidRDefault="00212289" w:rsidP="00375FEE">
      <w:pPr>
        <w:pStyle w:val="Heading3"/>
      </w:pPr>
      <w:bookmarkStart w:id="40" w:name="_Toc184897124"/>
      <w:r>
        <w:t>Scenario: Partial Street names merge, both street names keep existing (A+B=A). [s23]</w:t>
      </w:r>
      <w:bookmarkEnd w:id="40"/>
    </w:p>
    <w:p w14:paraId="6B58ADF2" w14:textId="2D823265" w:rsidR="00375FEE" w:rsidRPr="00212289" w:rsidRDefault="00375FEE" w:rsidP="00212289">
      <w:pPr>
        <w:pStyle w:val="Heading4"/>
        <w:rPr>
          <w:sz w:val="22"/>
          <w:szCs w:val="28"/>
        </w:rPr>
      </w:pPr>
      <w:r w:rsidRPr="00212289">
        <w:rPr>
          <w:sz w:val="22"/>
          <w:szCs w:val="28"/>
        </w:rPr>
        <w:t xml:space="preserve">[Mutation </w:t>
      </w:r>
      <w:r w:rsidR="00BC266C">
        <w:rPr>
          <w:sz w:val="22"/>
          <w:szCs w:val="28"/>
        </w:rPr>
        <w:t>file: BeStAddress_MBelgium20230303.zip</w:t>
      </w:r>
      <w:r w:rsidRPr="00212289">
        <w:rPr>
          <w:sz w:val="22"/>
          <w:szCs w:val="28"/>
        </w:rPr>
        <w:t xml:space="preserve">] </w:t>
      </w:r>
      <w:r w:rsidRPr="00212289">
        <w:rPr>
          <w:sz w:val="22"/>
          <w:szCs w:val="28"/>
        </w:rPr>
        <w:br/>
        <w:t>Example file: Flanders_M_20230303_L72</w:t>
      </w:r>
    </w:p>
    <w:p w14:paraId="44160EE1" w14:textId="383138D1" w:rsidR="00375FEE" w:rsidRPr="004611CF" w:rsidRDefault="00375FEE" w:rsidP="00375FEE">
      <w:r w:rsidRPr="004611CF">
        <w:t xml:space="preserve">In this example </w:t>
      </w:r>
      <w:r w:rsidRPr="004611CF">
        <w:rPr>
          <w:b/>
          <w:bCs/>
        </w:rPr>
        <w:t>street name</w:t>
      </w:r>
      <w:r w:rsidRPr="004611CF">
        <w:t xml:space="preserve"> (C) is being reused from previous file and will be partially merged it into street name (B) also from previous example (B+C=B). </w:t>
      </w:r>
      <w:r w:rsidR="00212289">
        <w:br/>
      </w:r>
    </w:p>
    <w:p w14:paraId="63B1CA58" w14:textId="0053900E" w:rsidR="00B80FC7" w:rsidRPr="004611CF" w:rsidRDefault="00B80FC7" w:rsidP="00B80FC7">
      <w:pPr>
        <w:framePr w:vSpace="301" w:wrap="around" w:vAnchor="text" w:hAnchor="text" w:y="1"/>
        <w:pBdr>
          <w:top w:val="single" w:sz="24" w:space="10" w:color="B6E7DD" w:themeColor="accent5"/>
          <w:left w:val="single" w:sz="24" w:space="10" w:color="B6E7DD" w:themeColor="accent5"/>
          <w:bottom w:val="single" w:sz="24" w:space="10" w:color="B6E7DD" w:themeColor="accent5"/>
          <w:right w:val="single" w:sz="24" w:space="10" w:color="B6E7DD" w:themeColor="accent5"/>
        </w:pBdr>
      </w:pPr>
      <w:r w:rsidRPr="004611CF">
        <w:rPr>
          <w:rStyle w:val="Strong"/>
        </w:rPr>
        <w:t>Note:</w:t>
      </w:r>
      <w:r w:rsidRPr="004611CF">
        <w:t xml:space="preserve"> in this example both street names (B and C) don’t have any addresses linked to them, if they did, all involved addresses would have been updated too.</w:t>
      </w:r>
    </w:p>
    <w:p w14:paraId="15D2D813" w14:textId="77777777" w:rsidR="00375FEE" w:rsidRPr="004611CF" w:rsidRDefault="00375FEE" w:rsidP="00375FEE">
      <w:pPr>
        <w:pStyle w:val="Heading4"/>
      </w:pPr>
      <w:r w:rsidRPr="004611CF">
        <w:t>Example 13 (1/2) - [UPDATE] Street name</w:t>
      </w:r>
    </w:p>
    <w:tbl>
      <w:tblPr>
        <w:tblStyle w:val="TableGrid"/>
        <w:tblW w:w="0" w:type="auto"/>
        <w:tblLook w:val="04A0" w:firstRow="1" w:lastRow="0" w:firstColumn="1" w:lastColumn="0" w:noHBand="0" w:noVBand="1"/>
      </w:tblPr>
      <w:tblGrid>
        <w:gridCol w:w="2263"/>
        <w:gridCol w:w="5954"/>
      </w:tblGrid>
      <w:tr w:rsidR="00375FEE" w:rsidRPr="004611CF" w14:paraId="565620EC" w14:textId="77777777" w:rsidTr="00997E64">
        <w:trPr>
          <w:trHeight w:val="319"/>
        </w:trPr>
        <w:tc>
          <w:tcPr>
            <w:tcW w:w="2263" w:type="dxa"/>
          </w:tcPr>
          <w:p w14:paraId="54B8208D" w14:textId="77777777" w:rsidR="00375FEE" w:rsidRPr="004611CF" w:rsidRDefault="00375FEE" w:rsidP="00997E64">
            <w:r w:rsidRPr="004611CF">
              <w:t>Namespace</w:t>
            </w:r>
          </w:p>
        </w:tc>
        <w:tc>
          <w:tcPr>
            <w:tcW w:w="5954" w:type="dxa"/>
          </w:tcPr>
          <w:p w14:paraId="36C59E49" w14:textId="77777777" w:rsidR="00375FEE" w:rsidRPr="004611CF" w:rsidRDefault="00375FEE" w:rsidP="00997E64">
            <w:r w:rsidRPr="004611CF">
              <w:t>https://data.vlaanderen.be/id/straatnaam/</w:t>
            </w:r>
          </w:p>
        </w:tc>
      </w:tr>
      <w:tr w:rsidR="00375FEE" w:rsidRPr="004611CF" w14:paraId="600F83A0" w14:textId="77777777" w:rsidTr="00997E64">
        <w:tc>
          <w:tcPr>
            <w:tcW w:w="2263" w:type="dxa"/>
          </w:tcPr>
          <w:p w14:paraId="4139E5BC" w14:textId="77777777" w:rsidR="00375FEE" w:rsidRPr="004611CF" w:rsidRDefault="00375FEE" w:rsidP="00997E64">
            <w:r w:rsidRPr="004611CF">
              <w:t>Object identifier</w:t>
            </w:r>
          </w:p>
        </w:tc>
        <w:tc>
          <w:tcPr>
            <w:tcW w:w="5954" w:type="dxa"/>
          </w:tcPr>
          <w:p w14:paraId="652F3BA1" w14:textId="77777777" w:rsidR="00375FEE" w:rsidRPr="004611CF" w:rsidRDefault="00375FEE" w:rsidP="00997E64">
            <w:r w:rsidRPr="004611CF">
              <w:t>64465</w:t>
            </w:r>
          </w:p>
        </w:tc>
      </w:tr>
      <w:tr w:rsidR="00375FEE" w:rsidRPr="004611CF" w14:paraId="06A1E16A" w14:textId="77777777" w:rsidTr="00997E64">
        <w:tc>
          <w:tcPr>
            <w:tcW w:w="2263" w:type="dxa"/>
          </w:tcPr>
          <w:p w14:paraId="4E397FCB" w14:textId="77777777" w:rsidR="00375FEE" w:rsidRPr="004611CF" w:rsidRDefault="00375FEE" w:rsidP="00997E64">
            <w:r w:rsidRPr="004611CF">
              <w:t>Version Identifier</w:t>
            </w:r>
          </w:p>
        </w:tc>
        <w:tc>
          <w:tcPr>
            <w:tcW w:w="5954" w:type="dxa"/>
          </w:tcPr>
          <w:p w14:paraId="0EE87374" w14:textId="77777777" w:rsidR="00375FEE" w:rsidRPr="004611CF" w:rsidRDefault="00375FEE" w:rsidP="00997E64">
            <w:r w:rsidRPr="004611CF">
              <w:t>1</w:t>
            </w:r>
          </w:p>
        </w:tc>
      </w:tr>
      <w:tr w:rsidR="00375FEE" w:rsidRPr="004611CF" w14:paraId="7D0007A9" w14:textId="77777777" w:rsidTr="00997E64">
        <w:tc>
          <w:tcPr>
            <w:tcW w:w="2263" w:type="dxa"/>
          </w:tcPr>
          <w:p w14:paraId="0B5162CC" w14:textId="77777777" w:rsidR="00375FEE" w:rsidRPr="004611CF" w:rsidRDefault="00375FEE" w:rsidP="00997E64">
            <w:r w:rsidRPr="004611CF">
              <w:t xml:space="preserve">Spelling </w:t>
            </w:r>
            <w:proofErr w:type="spellStart"/>
            <w:r w:rsidRPr="004611CF">
              <w:t>nl</w:t>
            </w:r>
            <w:proofErr w:type="spellEnd"/>
          </w:p>
        </w:tc>
        <w:tc>
          <w:tcPr>
            <w:tcW w:w="5954" w:type="dxa"/>
          </w:tcPr>
          <w:p w14:paraId="4C47E3EE" w14:textId="77777777" w:rsidR="00375FEE" w:rsidRPr="004611CF" w:rsidRDefault="00375FEE" w:rsidP="00997E64">
            <w:r w:rsidRPr="004611CF">
              <w:t xml:space="preserve">Split (C) </w:t>
            </w:r>
            <w:proofErr w:type="spellStart"/>
            <w:r w:rsidRPr="004611CF">
              <w:t>straat</w:t>
            </w:r>
            <w:proofErr w:type="spellEnd"/>
          </w:p>
        </w:tc>
      </w:tr>
      <w:tr w:rsidR="00375FEE" w:rsidRPr="004611CF" w14:paraId="202ADD6F" w14:textId="77777777" w:rsidTr="00997E64">
        <w:tc>
          <w:tcPr>
            <w:tcW w:w="2263" w:type="dxa"/>
          </w:tcPr>
          <w:p w14:paraId="0532D54F" w14:textId="77777777" w:rsidR="00375FEE" w:rsidRPr="004611CF" w:rsidRDefault="00375FEE" w:rsidP="00997E64">
            <w:r w:rsidRPr="004611CF">
              <w:t>Assigned by municipality</w:t>
            </w:r>
          </w:p>
        </w:tc>
        <w:tc>
          <w:tcPr>
            <w:tcW w:w="5954" w:type="dxa"/>
          </w:tcPr>
          <w:p w14:paraId="0A2DF55E" w14:textId="77777777" w:rsidR="00375FEE" w:rsidRPr="004611CF" w:rsidRDefault="00375FEE" w:rsidP="00997E64">
            <w:r w:rsidRPr="004611CF">
              <w:t>Namespace: https://data.vlaanderen.be/id/gemeente/</w:t>
            </w:r>
            <w:r w:rsidRPr="004611CF">
              <w:br/>
            </w:r>
            <w:proofErr w:type="spellStart"/>
            <w:r w:rsidRPr="004611CF">
              <w:t>ObjectIdentifier</w:t>
            </w:r>
            <w:proofErr w:type="spellEnd"/>
            <w:r w:rsidRPr="004611CF">
              <w:t>: 21013</w:t>
            </w:r>
            <w:r w:rsidRPr="004611CF">
              <w:br/>
            </w:r>
            <w:proofErr w:type="spellStart"/>
            <w:r w:rsidRPr="004611CF">
              <w:t>VersionIdentifier</w:t>
            </w:r>
            <w:proofErr w:type="spellEnd"/>
            <w:r w:rsidRPr="004611CF">
              <w:t>: 1</w:t>
            </w:r>
          </w:p>
        </w:tc>
      </w:tr>
      <w:tr w:rsidR="00375FEE" w:rsidRPr="004611CF" w14:paraId="2302D39F" w14:textId="77777777" w:rsidTr="00997E64">
        <w:tc>
          <w:tcPr>
            <w:tcW w:w="2263" w:type="dxa"/>
          </w:tcPr>
          <w:p w14:paraId="277DAD56" w14:textId="77777777" w:rsidR="00375FEE" w:rsidRPr="004611CF" w:rsidRDefault="00375FEE" w:rsidP="00997E64">
            <w:r w:rsidRPr="004611CF">
              <w:t>Status</w:t>
            </w:r>
          </w:p>
        </w:tc>
        <w:tc>
          <w:tcPr>
            <w:tcW w:w="5954" w:type="dxa"/>
          </w:tcPr>
          <w:p w14:paraId="1B6F970F" w14:textId="77777777" w:rsidR="00375FEE" w:rsidRPr="004611CF" w:rsidRDefault="00375FEE" w:rsidP="00997E64">
            <w:r w:rsidRPr="004611CF">
              <w:t>Current</w:t>
            </w:r>
          </w:p>
        </w:tc>
      </w:tr>
      <w:tr w:rsidR="00375FEE" w:rsidRPr="004611CF" w14:paraId="071B38A5" w14:textId="77777777" w:rsidTr="00997E64">
        <w:tc>
          <w:tcPr>
            <w:tcW w:w="2263" w:type="dxa"/>
          </w:tcPr>
          <w:p w14:paraId="3E7D44F1" w14:textId="77777777" w:rsidR="00375FEE" w:rsidRPr="004611CF" w:rsidRDefault="00375FEE" w:rsidP="00997E64">
            <w:proofErr w:type="spellStart"/>
            <w:r w:rsidRPr="004611CF">
              <w:t>validFrom</w:t>
            </w:r>
            <w:proofErr w:type="spellEnd"/>
          </w:p>
        </w:tc>
        <w:tc>
          <w:tcPr>
            <w:tcW w:w="5954" w:type="dxa"/>
          </w:tcPr>
          <w:p w14:paraId="66CAA4A5" w14:textId="77777777" w:rsidR="00375FEE" w:rsidRPr="004611CF" w:rsidRDefault="00375FEE" w:rsidP="00997E64">
            <w:r w:rsidRPr="004611CF">
              <w:t>2023-03-02T15:30:07</w:t>
            </w:r>
          </w:p>
        </w:tc>
      </w:tr>
      <w:tr w:rsidR="00375FEE" w:rsidRPr="004611CF" w14:paraId="40B3C021" w14:textId="77777777" w:rsidTr="00997E64">
        <w:tc>
          <w:tcPr>
            <w:tcW w:w="2263" w:type="dxa"/>
          </w:tcPr>
          <w:p w14:paraId="3A58B83B" w14:textId="77777777" w:rsidR="00375FEE" w:rsidRPr="004611CF" w:rsidRDefault="00375FEE" w:rsidP="00997E64">
            <w:proofErr w:type="spellStart"/>
            <w:r w:rsidRPr="004611CF">
              <w:t>validTo</w:t>
            </w:r>
            <w:proofErr w:type="spellEnd"/>
          </w:p>
        </w:tc>
        <w:tc>
          <w:tcPr>
            <w:tcW w:w="5954" w:type="dxa"/>
          </w:tcPr>
          <w:p w14:paraId="78A0824D" w14:textId="77777777" w:rsidR="00375FEE" w:rsidRPr="004611CF" w:rsidRDefault="00375FEE" w:rsidP="00997E64">
            <w:r w:rsidRPr="004611CF">
              <w:t>N/A</w:t>
            </w:r>
          </w:p>
        </w:tc>
      </w:tr>
      <w:tr w:rsidR="00375FEE" w:rsidRPr="004611CF" w14:paraId="1437B76C" w14:textId="77777777" w:rsidTr="00997E64">
        <w:tc>
          <w:tcPr>
            <w:tcW w:w="2263" w:type="dxa"/>
          </w:tcPr>
          <w:p w14:paraId="4ADE8B14" w14:textId="77777777" w:rsidR="00375FEE" w:rsidRPr="004611CF" w:rsidRDefault="00375FEE" w:rsidP="00997E64">
            <w:r w:rsidRPr="004611CF">
              <w:t>Predecessor</w:t>
            </w:r>
          </w:p>
        </w:tc>
        <w:tc>
          <w:tcPr>
            <w:tcW w:w="5954" w:type="dxa"/>
          </w:tcPr>
          <w:p w14:paraId="568A56FB" w14:textId="77777777" w:rsidR="00375FEE" w:rsidRPr="004611CF" w:rsidRDefault="00375FEE" w:rsidP="00997E64">
            <w:r w:rsidRPr="004611CF">
              <w:t>Namespace: https://data.vlaanderen.be/id/straatnaam/</w:t>
            </w:r>
            <w:r w:rsidRPr="004611CF">
              <w:br/>
            </w:r>
            <w:proofErr w:type="spellStart"/>
            <w:r w:rsidRPr="004611CF">
              <w:t>ObjectIdentifier</w:t>
            </w:r>
            <w:proofErr w:type="spellEnd"/>
            <w:r w:rsidRPr="004611CF">
              <w:t>: 64464</w:t>
            </w:r>
            <w:r w:rsidRPr="004611CF">
              <w:br/>
            </w:r>
            <w:proofErr w:type="spellStart"/>
            <w:r w:rsidRPr="004611CF">
              <w:t>VersionIdentifier</w:t>
            </w:r>
            <w:proofErr w:type="spellEnd"/>
            <w:r w:rsidRPr="004611CF">
              <w:t>: 1</w:t>
            </w:r>
          </w:p>
        </w:tc>
      </w:tr>
      <w:tr w:rsidR="00375FEE" w:rsidRPr="004611CF" w14:paraId="262C7B35" w14:textId="77777777" w:rsidTr="00997E64">
        <w:tc>
          <w:tcPr>
            <w:tcW w:w="2263" w:type="dxa"/>
          </w:tcPr>
          <w:p w14:paraId="388474B7" w14:textId="77777777" w:rsidR="00375FEE" w:rsidRPr="004611CF" w:rsidRDefault="00375FEE" w:rsidP="00997E64">
            <w:r w:rsidRPr="004611CF">
              <w:t>Successor</w:t>
            </w:r>
          </w:p>
        </w:tc>
        <w:tc>
          <w:tcPr>
            <w:tcW w:w="5954" w:type="dxa"/>
          </w:tcPr>
          <w:p w14:paraId="4C7E5916" w14:textId="77777777" w:rsidR="00375FEE" w:rsidRPr="004611CF" w:rsidRDefault="00375FEE" w:rsidP="00997E64">
            <w:r w:rsidRPr="004611CF">
              <w:t>N/A</w:t>
            </w:r>
          </w:p>
        </w:tc>
      </w:tr>
    </w:tbl>
    <w:p w14:paraId="137F6E68" w14:textId="4AF427EA" w:rsidR="00375FEE" w:rsidRPr="004611CF" w:rsidRDefault="00375FEE" w:rsidP="00375FEE"/>
    <w:p w14:paraId="1ABB5091" w14:textId="72666A46" w:rsidR="00375FEE" w:rsidRPr="004611CF" w:rsidRDefault="00375FEE" w:rsidP="00212289">
      <w:pPr>
        <w:pStyle w:val="Heading4"/>
      </w:pPr>
      <w:r w:rsidRPr="004611CF">
        <w:lastRenderedPageBreak/>
        <w:t>Example 13 (2/2) - [UPDATE] Street name</w:t>
      </w:r>
    </w:p>
    <w:tbl>
      <w:tblPr>
        <w:tblStyle w:val="TableGrid"/>
        <w:tblW w:w="0" w:type="auto"/>
        <w:tblLook w:val="04A0" w:firstRow="1" w:lastRow="0" w:firstColumn="1" w:lastColumn="0" w:noHBand="0" w:noVBand="1"/>
      </w:tblPr>
      <w:tblGrid>
        <w:gridCol w:w="2263"/>
        <w:gridCol w:w="5954"/>
      </w:tblGrid>
      <w:tr w:rsidR="00375FEE" w:rsidRPr="004611CF" w14:paraId="5A8366BA" w14:textId="77777777" w:rsidTr="00997E64">
        <w:trPr>
          <w:trHeight w:val="319"/>
        </w:trPr>
        <w:tc>
          <w:tcPr>
            <w:tcW w:w="2263" w:type="dxa"/>
          </w:tcPr>
          <w:p w14:paraId="1F0E9AC7" w14:textId="77777777" w:rsidR="00375FEE" w:rsidRPr="004611CF" w:rsidRDefault="00375FEE" w:rsidP="00997E64">
            <w:r w:rsidRPr="004611CF">
              <w:t>Namespace</w:t>
            </w:r>
          </w:p>
        </w:tc>
        <w:tc>
          <w:tcPr>
            <w:tcW w:w="5954" w:type="dxa"/>
          </w:tcPr>
          <w:p w14:paraId="0E547E71" w14:textId="77777777" w:rsidR="00375FEE" w:rsidRPr="004611CF" w:rsidRDefault="00375FEE" w:rsidP="00997E64">
            <w:r w:rsidRPr="004611CF">
              <w:t>https://data.vlaanderen.be/id/straatnaam/</w:t>
            </w:r>
          </w:p>
        </w:tc>
      </w:tr>
      <w:tr w:rsidR="00375FEE" w:rsidRPr="004611CF" w14:paraId="70853971" w14:textId="77777777" w:rsidTr="00997E64">
        <w:tc>
          <w:tcPr>
            <w:tcW w:w="2263" w:type="dxa"/>
          </w:tcPr>
          <w:p w14:paraId="7E08D7D1" w14:textId="77777777" w:rsidR="00375FEE" w:rsidRPr="004611CF" w:rsidRDefault="00375FEE" w:rsidP="00997E64">
            <w:r w:rsidRPr="004611CF">
              <w:t>Object identifier</w:t>
            </w:r>
          </w:p>
        </w:tc>
        <w:tc>
          <w:tcPr>
            <w:tcW w:w="5954" w:type="dxa"/>
          </w:tcPr>
          <w:p w14:paraId="344C5C7F" w14:textId="77777777" w:rsidR="00375FEE" w:rsidRPr="004611CF" w:rsidRDefault="00375FEE" w:rsidP="00997E64">
            <w:r w:rsidRPr="004611CF">
              <w:t>64464</w:t>
            </w:r>
          </w:p>
        </w:tc>
      </w:tr>
      <w:tr w:rsidR="00375FEE" w:rsidRPr="004611CF" w14:paraId="231339ED" w14:textId="77777777" w:rsidTr="00997E64">
        <w:tc>
          <w:tcPr>
            <w:tcW w:w="2263" w:type="dxa"/>
          </w:tcPr>
          <w:p w14:paraId="41F9A4ED" w14:textId="77777777" w:rsidR="00375FEE" w:rsidRPr="004611CF" w:rsidRDefault="00375FEE" w:rsidP="00997E64">
            <w:r w:rsidRPr="004611CF">
              <w:t>Version Identifier</w:t>
            </w:r>
          </w:p>
        </w:tc>
        <w:tc>
          <w:tcPr>
            <w:tcW w:w="5954" w:type="dxa"/>
          </w:tcPr>
          <w:p w14:paraId="21390220" w14:textId="77777777" w:rsidR="00375FEE" w:rsidRPr="004611CF" w:rsidRDefault="00375FEE" w:rsidP="00997E64">
            <w:r w:rsidRPr="004611CF">
              <w:t>1</w:t>
            </w:r>
          </w:p>
        </w:tc>
      </w:tr>
      <w:tr w:rsidR="00375FEE" w:rsidRPr="004611CF" w14:paraId="76DF1B56" w14:textId="77777777" w:rsidTr="00997E64">
        <w:tc>
          <w:tcPr>
            <w:tcW w:w="2263" w:type="dxa"/>
          </w:tcPr>
          <w:p w14:paraId="33A20AB2" w14:textId="77777777" w:rsidR="00375FEE" w:rsidRPr="004611CF" w:rsidRDefault="00375FEE" w:rsidP="00997E64">
            <w:r w:rsidRPr="004611CF">
              <w:t xml:space="preserve">Spelling </w:t>
            </w:r>
            <w:proofErr w:type="spellStart"/>
            <w:r w:rsidRPr="004611CF">
              <w:t>nl</w:t>
            </w:r>
            <w:proofErr w:type="spellEnd"/>
          </w:p>
        </w:tc>
        <w:tc>
          <w:tcPr>
            <w:tcW w:w="5954" w:type="dxa"/>
          </w:tcPr>
          <w:p w14:paraId="6A812115" w14:textId="77777777" w:rsidR="00375FEE" w:rsidRPr="004611CF" w:rsidRDefault="00375FEE" w:rsidP="00997E64">
            <w:r w:rsidRPr="004611CF">
              <w:t xml:space="preserve">Split (B) </w:t>
            </w:r>
            <w:proofErr w:type="spellStart"/>
            <w:r w:rsidRPr="004611CF">
              <w:t>straat</w:t>
            </w:r>
            <w:proofErr w:type="spellEnd"/>
          </w:p>
        </w:tc>
      </w:tr>
      <w:tr w:rsidR="00375FEE" w:rsidRPr="004611CF" w14:paraId="6384BD39" w14:textId="77777777" w:rsidTr="00997E64">
        <w:tc>
          <w:tcPr>
            <w:tcW w:w="2263" w:type="dxa"/>
          </w:tcPr>
          <w:p w14:paraId="6828A3FB" w14:textId="77777777" w:rsidR="00375FEE" w:rsidRPr="004611CF" w:rsidRDefault="00375FEE" w:rsidP="00997E64">
            <w:r w:rsidRPr="004611CF">
              <w:t>Assigned by municipality</w:t>
            </w:r>
          </w:p>
        </w:tc>
        <w:tc>
          <w:tcPr>
            <w:tcW w:w="5954" w:type="dxa"/>
          </w:tcPr>
          <w:p w14:paraId="7A27CA31" w14:textId="77777777" w:rsidR="00375FEE" w:rsidRPr="004611CF" w:rsidRDefault="00375FEE" w:rsidP="00997E64">
            <w:r w:rsidRPr="004611CF">
              <w:t>Namespace: https://data.vlaanderen.be/id/gemeente/</w:t>
            </w:r>
            <w:r w:rsidRPr="004611CF">
              <w:br/>
            </w:r>
            <w:proofErr w:type="spellStart"/>
            <w:r w:rsidRPr="004611CF">
              <w:t>ObjectIdentifier</w:t>
            </w:r>
            <w:proofErr w:type="spellEnd"/>
            <w:r w:rsidRPr="004611CF">
              <w:t>: 21013</w:t>
            </w:r>
            <w:r w:rsidRPr="004611CF">
              <w:br/>
            </w:r>
            <w:proofErr w:type="spellStart"/>
            <w:r w:rsidRPr="004611CF">
              <w:t>VersionIdentifier</w:t>
            </w:r>
            <w:proofErr w:type="spellEnd"/>
            <w:r w:rsidRPr="004611CF">
              <w:t>: 1</w:t>
            </w:r>
          </w:p>
        </w:tc>
      </w:tr>
      <w:tr w:rsidR="00375FEE" w:rsidRPr="004611CF" w14:paraId="3E46F245" w14:textId="77777777" w:rsidTr="00997E64">
        <w:tc>
          <w:tcPr>
            <w:tcW w:w="2263" w:type="dxa"/>
          </w:tcPr>
          <w:p w14:paraId="765C249F" w14:textId="77777777" w:rsidR="00375FEE" w:rsidRPr="004611CF" w:rsidRDefault="00375FEE" w:rsidP="00997E64">
            <w:r w:rsidRPr="004611CF">
              <w:t>Status</w:t>
            </w:r>
          </w:p>
        </w:tc>
        <w:tc>
          <w:tcPr>
            <w:tcW w:w="5954" w:type="dxa"/>
          </w:tcPr>
          <w:p w14:paraId="47F5DDB3" w14:textId="77777777" w:rsidR="00375FEE" w:rsidRPr="004611CF" w:rsidRDefault="00375FEE" w:rsidP="00997E64">
            <w:r w:rsidRPr="004611CF">
              <w:t>Current</w:t>
            </w:r>
          </w:p>
        </w:tc>
      </w:tr>
      <w:tr w:rsidR="00375FEE" w:rsidRPr="004611CF" w14:paraId="6D506F33" w14:textId="77777777" w:rsidTr="00997E64">
        <w:tc>
          <w:tcPr>
            <w:tcW w:w="2263" w:type="dxa"/>
          </w:tcPr>
          <w:p w14:paraId="42C91D87" w14:textId="77777777" w:rsidR="00375FEE" w:rsidRPr="004611CF" w:rsidRDefault="00375FEE" w:rsidP="00997E64">
            <w:proofErr w:type="spellStart"/>
            <w:r w:rsidRPr="004611CF">
              <w:t>validFrom</w:t>
            </w:r>
            <w:proofErr w:type="spellEnd"/>
          </w:p>
        </w:tc>
        <w:tc>
          <w:tcPr>
            <w:tcW w:w="5954" w:type="dxa"/>
          </w:tcPr>
          <w:p w14:paraId="387EA36D" w14:textId="77777777" w:rsidR="00375FEE" w:rsidRPr="004611CF" w:rsidRDefault="00375FEE" w:rsidP="00997E64">
            <w:r w:rsidRPr="004611CF">
              <w:t>2023-03-02T15:30:07</w:t>
            </w:r>
          </w:p>
        </w:tc>
      </w:tr>
      <w:tr w:rsidR="00375FEE" w:rsidRPr="004611CF" w14:paraId="78FA4361" w14:textId="77777777" w:rsidTr="00997E64">
        <w:tc>
          <w:tcPr>
            <w:tcW w:w="2263" w:type="dxa"/>
          </w:tcPr>
          <w:p w14:paraId="41C6F93A" w14:textId="77777777" w:rsidR="00375FEE" w:rsidRPr="004611CF" w:rsidRDefault="00375FEE" w:rsidP="00997E64">
            <w:proofErr w:type="spellStart"/>
            <w:r w:rsidRPr="004611CF">
              <w:t>validTo</w:t>
            </w:r>
            <w:proofErr w:type="spellEnd"/>
          </w:p>
        </w:tc>
        <w:tc>
          <w:tcPr>
            <w:tcW w:w="5954" w:type="dxa"/>
          </w:tcPr>
          <w:p w14:paraId="09541019" w14:textId="77777777" w:rsidR="00375FEE" w:rsidRPr="004611CF" w:rsidRDefault="00375FEE" w:rsidP="00997E64">
            <w:r w:rsidRPr="004611CF">
              <w:t>N/A</w:t>
            </w:r>
          </w:p>
        </w:tc>
      </w:tr>
      <w:tr w:rsidR="00375FEE" w:rsidRPr="004611CF" w14:paraId="6B37927E" w14:textId="77777777" w:rsidTr="00997E64">
        <w:tc>
          <w:tcPr>
            <w:tcW w:w="2263" w:type="dxa"/>
          </w:tcPr>
          <w:p w14:paraId="33F7D833" w14:textId="77777777" w:rsidR="00375FEE" w:rsidRPr="004611CF" w:rsidRDefault="00375FEE" w:rsidP="00997E64">
            <w:r w:rsidRPr="004611CF">
              <w:t>Predecessor</w:t>
            </w:r>
          </w:p>
        </w:tc>
        <w:tc>
          <w:tcPr>
            <w:tcW w:w="5954" w:type="dxa"/>
          </w:tcPr>
          <w:p w14:paraId="462DEF06" w14:textId="77777777" w:rsidR="00375FEE" w:rsidRPr="004611CF" w:rsidRDefault="00375FEE" w:rsidP="00997E64">
            <w:r w:rsidRPr="004611CF">
              <w:t>Namespace: https://data.vlaanderen.be/id/straatnaam/</w:t>
            </w:r>
            <w:r w:rsidRPr="004611CF">
              <w:br/>
            </w:r>
            <w:proofErr w:type="spellStart"/>
            <w:r w:rsidRPr="004611CF">
              <w:t>ObjectIdentifier</w:t>
            </w:r>
            <w:proofErr w:type="spellEnd"/>
            <w:r w:rsidRPr="004611CF">
              <w:t>: 64465</w:t>
            </w:r>
            <w:r w:rsidRPr="004611CF">
              <w:br/>
            </w:r>
            <w:proofErr w:type="spellStart"/>
            <w:r w:rsidRPr="004611CF">
              <w:t>VersionIdentifier</w:t>
            </w:r>
            <w:proofErr w:type="spellEnd"/>
            <w:r w:rsidRPr="004611CF">
              <w:t>: 1</w:t>
            </w:r>
          </w:p>
        </w:tc>
      </w:tr>
      <w:tr w:rsidR="00375FEE" w:rsidRPr="004611CF" w14:paraId="2B2AB127" w14:textId="77777777" w:rsidTr="00997E64">
        <w:tc>
          <w:tcPr>
            <w:tcW w:w="2263" w:type="dxa"/>
          </w:tcPr>
          <w:p w14:paraId="4DFBD965" w14:textId="77777777" w:rsidR="00375FEE" w:rsidRPr="004611CF" w:rsidRDefault="00375FEE" w:rsidP="00997E64">
            <w:r w:rsidRPr="004611CF">
              <w:t>Successor</w:t>
            </w:r>
          </w:p>
        </w:tc>
        <w:tc>
          <w:tcPr>
            <w:tcW w:w="5954" w:type="dxa"/>
          </w:tcPr>
          <w:p w14:paraId="51CFC7A4" w14:textId="77777777" w:rsidR="00375FEE" w:rsidRPr="004611CF" w:rsidRDefault="00375FEE" w:rsidP="00997E64">
            <w:r w:rsidRPr="004611CF">
              <w:t>N/A</w:t>
            </w:r>
          </w:p>
        </w:tc>
      </w:tr>
    </w:tbl>
    <w:p w14:paraId="2AAD387E" w14:textId="5BAAC9CA" w:rsidR="00212289" w:rsidRDefault="00212289" w:rsidP="00375FEE"/>
    <w:p w14:paraId="420C2BB7" w14:textId="77777777" w:rsidR="00212289" w:rsidRDefault="00212289">
      <w:pPr>
        <w:suppressAutoHyphens w:val="0"/>
        <w:spacing w:after="0" w:line="240" w:lineRule="auto"/>
      </w:pPr>
      <w:r>
        <w:br w:type="page"/>
      </w:r>
    </w:p>
    <w:p w14:paraId="2AB2FB0C" w14:textId="77BA2208" w:rsidR="00212289" w:rsidRDefault="00212289" w:rsidP="00375FEE">
      <w:pPr>
        <w:pStyle w:val="Heading3"/>
      </w:pPr>
      <w:bookmarkStart w:id="41" w:name="_Toc184897125"/>
      <w:r>
        <w:lastRenderedPageBreak/>
        <w:t>Scenario: Complete Street names merge, both street names expire (A+B=C). [s24]</w:t>
      </w:r>
      <w:bookmarkEnd w:id="41"/>
    </w:p>
    <w:p w14:paraId="525D0A05" w14:textId="097B74DF" w:rsidR="00375FEE" w:rsidRPr="00212289" w:rsidRDefault="00375FEE" w:rsidP="00212289">
      <w:pPr>
        <w:pStyle w:val="Heading4"/>
        <w:rPr>
          <w:sz w:val="22"/>
          <w:szCs w:val="28"/>
        </w:rPr>
      </w:pPr>
      <w:r w:rsidRPr="00212289">
        <w:rPr>
          <w:sz w:val="22"/>
          <w:szCs w:val="28"/>
        </w:rPr>
        <w:t xml:space="preserve">[Mutation </w:t>
      </w:r>
      <w:r w:rsidR="00BC266C">
        <w:rPr>
          <w:sz w:val="22"/>
          <w:szCs w:val="28"/>
        </w:rPr>
        <w:t>file: BeStAddress_MBelgium20230304.zip</w:t>
      </w:r>
      <w:r w:rsidRPr="00212289">
        <w:rPr>
          <w:sz w:val="22"/>
          <w:szCs w:val="28"/>
        </w:rPr>
        <w:t xml:space="preserve">] </w:t>
      </w:r>
      <w:r w:rsidRPr="00212289">
        <w:rPr>
          <w:sz w:val="22"/>
          <w:szCs w:val="28"/>
        </w:rPr>
        <w:br/>
        <w:t>Example file: Flanders_M_20230304_L72</w:t>
      </w:r>
    </w:p>
    <w:p w14:paraId="7D0FF8F3" w14:textId="77777777" w:rsidR="00212289" w:rsidRPr="004611CF" w:rsidRDefault="00212289" w:rsidP="00212289">
      <w:pPr>
        <w:framePr w:h="1609" w:hRule="exact" w:vSpace="301" w:wrap="around" w:vAnchor="text" w:hAnchor="page" w:x="1105" w:y="1613"/>
        <w:pBdr>
          <w:top w:val="single" w:sz="24" w:space="10" w:color="B6E7DD" w:themeColor="accent5"/>
          <w:left w:val="single" w:sz="24" w:space="10" w:color="B6E7DD" w:themeColor="accent5"/>
          <w:bottom w:val="single" w:sz="24" w:space="10" w:color="B6E7DD" w:themeColor="accent5"/>
          <w:right w:val="single" w:sz="24" w:space="10" w:color="B6E7DD" w:themeColor="accent5"/>
        </w:pBdr>
      </w:pPr>
      <w:r w:rsidRPr="004611CF">
        <w:rPr>
          <w:rStyle w:val="Strong"/>
        </w:rPr>
        <w:t>Note:</w:t>
      </w:r>
      <w:r w:rsidRPr="004611CF">
        <w:t xml:space="preserve"> In this example both street names don’t have any addresses linked to them, otherwise all addresses would have needed to be updated to reference the new address id.</w:t>
      </w:r>
    </w:p>
    <w:p w14:paraId="56565042" w14:textId="64977651" w:rsidR="00375FEE" w:rsidRDefault="00375FEE" w:rsidP="00375FEE">
      <w:r w:rsidRPr="004611CF">
        <w:t xml:space="preserve">Street names (B and C) from previous examples are reused and merged into 1 new </w:t>
      </w:r>
      <w:r w:rsidRPr="004611CF">
        <w:rPr>
          <w:b/>
          <w:bCs/>
        </w:rPr>
        <w:t>street name</w:t>
      </w:r>
      <w:r w:rsidRPr="004611CF">
        <w:t xml:space="preserve"> (B+C=D) Both Street names (B and C) expire upon merging.</w:t>
      </w:r>
    </w:p>
    <w:p w14:paraId="2207DA12" w14:textId="77777777" w:rsidR="00212289" w:rsidRDefault="00212289" w:rsidP="00375FEE"/>
    <w:p w14:paraId="7AE9CDA4" w14:textId="77777777" w:rsidR="00375FEE" w:rsidRPr="004611CF" w:rsidRDefault="00375FEE" w:rsidP="00375FEE">
      <w:pPr>
        <w:pStyle w:val="Heading4"/>
      </w:pPr>
      <w:r w:rsidRPr="004611CF">
        <w:t>Example 14 (1/3) - [ADD] Street name</w:t>
      </w:r>
    </w:p>
    <w:tbl>
      <w:tblPr>
        <w:tblStyle w:val="TableGrid"/>
        <w:tblW w:w="0" w:type="auto"/>
        <w:tblLook w:val="04A0" w:firstRow="1" w:lastRow="0" w:firstColumn="1" w:lastColumn="0" w:noHBand="0" w:noVBand="1"/>
      </w:tblPr>
      <w:tblGrid>
        <w:gridCol w:w="2263"/>
        <w:gridCol w:w="5954"/>
      </w:tblGrid>
      <w:tr w:rsidR="00375FEE" w:rsidRPr="004611CF" w14:paraId="404F85F2" w14:textId="77777777" w:rsidTr="00997E64">
        <w:trPr>
          <w:trHeight w:val="319"/>
        </w:trPr>
        <w:tc>
          <w:tcPr>
            <w:tcW w:w="2263" w:type="dxa"/>
          </w:tcPr>
          <w:p w14:paraId="7682F553" w14:textId="77777777" w:rsidR="00375FEE" w:rsidRPr="004611CF" w:rsidRDefault="00375FEE" w:rsidP="00997E64">
            <w:r w:rsidRPr="004611CF">
              <w:t>Namespace</w:t>
            </w:r>
          </w:p>
        </w:tc>
        <w:tc>
          <w:tcPr>
            <w:tcW w:w="5954" w:type="dxa"/>
          </w:tcPr>
          <w:p w14:paraId="190A6EF6" w14:textId="77777777" w:rsidR="00375FEE" w:rsidRPr="004611CF" w:rsidRDefault="00375FEE" w:rsidP="00997E64">
            <w:r w:rsidRPr="004611CF">
              <w:t>https://data.vlaanderen.be/id/straatnaam/</w:t>
            </w:r>
          </w:p>
        </w:tc>
      </w:tr>
      <w:tr w:rsidR="00375FEE" w:rsidRPr="004611CF" w14:paraId="5587DB62" w14:textId="77777777" w:rsidTr="00997E64">
        <w:tc>
          <w:tcPr>
            <w:tcW w:w="2263" w:type="dxa"/>
          </w:tcPr>
          <w:p w14:paraId="45D25FB1" w14:textId="77777777" w:rsidR="00375FEE" w:rsidRPr="004611CF" w:rsidRDefault="00375FEE" w:rsidP="00997E64">
            <w:r w:rsidRPr="004611CF">
              <w:t>Object identifier</w:t>
            </w:r>
          </w:p>
        </w:tc>
        <w:tc>
          <w:tcPr>
            <w:tcW w:w="5954" w:type="dxa"/>
          </w:tcPr>
          <w:p w14:paraId="32ADEDC8" w14:textId="77777777" w:rsidR="00375FEE" w:rsidRPr="004611CF" w:rsidRDefault="00375FEE" w:rsidP="00997E64">
            <w:r w:rsidRPr="004611CF">
              <w:t>23432</w:t>
            </w:r>
          </w:p>
        </w:tc>
      </w:tr>
      <w:tr w:rsidR="00375FEE" w:rsidRPr="004611CF" w14:paraId="7A65B17C" w14:textId="77777777" w:rsidTr="00997E64">
        <w:tc>
          <w:tcPr>
            <w:tcW w:w="2263" w:type="dxa"/>
          </w:tcPr>
          <w:p w14:paraId="57F8349D" w14:textId="77777777" w:rsidR="00375FEE" w:rsidRPr="004611CF" w:rsidRDefault="00375FEE" w:rsidP="00997E64">
            <w:r w:rsidRPr="004611CF">
              <w:t>Version Identifier</w:t>
            </w:r>
          </w:p>
        </w:tc>
        <w:tc>
          <w:tcPr>
            <w:tcW w:w="5954" w:type="dxa"/>
          </w:tcPr>
          <w:p w14:paraId="68074818" w14:textId="77777777" w:rsidR="00375FEE" w:rsidRPr="004611CF" w:rsidRDefault="00375FEE" w:rsidP="00997E64">
            <w:r w:rsidRPr="004611CF">
              <w:t>1</w:t>
            </w:r>
          </w:p>
        </w:tc>
      </w:tr>
      <w:tr w:rsidR="00375FEE" w:rsidRPr="00A558FD" w14:paraId="23FDD671" w14:textId="77777777" w:rsidTr="00997E64">
        <w:tc>
          <w:tcPr>
            <w:tcW w:w="2263" w:type="dxa"/>
          </w:tcPr>
          <w:p w14:paraId="2A56CA0D" w14:textId="77777777" w:rsidR="00375FEE" w:rsidRPr="004611CF" w:rsidRDefault="00375FEE" w:rsidP="00997E64">
            <w:r w:rsidRPr="004611CF">
              <w:t xml:space="preserve">Spelling </w:t>
            </w:r>
            <w:proofErr w:type="spellStart"/>
            <w:r w:rsidRPr="004611CF">
              <w:t>nl</w:t>
            </w:r>
            <w:proofErr w:type="spellEnd"/>
          </w:p>
        </w:tc>
        <w:tc>
          <w:tcPr>
            <w:tcW w:w="5954" w:type="dxa"/>
          </w:tcPr>
          <w:p w14:paraId="5E920CB1" w14:textId="77777777" w:rsidR="00375FEE" w:rsidRPr="00890FC2" w:rsidRDefault="00375FEE" w:rsidP="00997E64">
            <w:pPr>
              <w:rPr>
                <w:lang w:val="nl-BE"/>
              </w:rPr>
            </w:pPr>
            <w:proofErr w:type="spellStart"/>
            <w:r w:rsidRPr="00890FC2">
              <w:rPr>
                <w:lang w:val="nl-BE"/>
              </w:rPr>
              <w:t>Merge</w:t>
            </w:r>
            <w:proofErr w:type="spellEnd"/>
            <w:r w:rsidRPr="00890FC2">
              <w:rPr>
                <w:lang w:val="nl-BE"/>
              </w:rPr>
              <w:t xml:space="preserve"> (B en C) straat</w:t>
            </w:r>
          </w:p>
        </w:tc>
      </w:tr>
      <w:tr w:rsidR="00375FEE" w:rsidRPr="004611CF" w14:paraId="0C6BFF7A" w14:textId="77777777" w:rsidTr="00997E64">
        <w:tc>
          <w:tcPr>
            <w:tcW w:w="2263" w:type="dxa"/>
          </w:tcPr>
          <w:p w14:paraId="5C18755B" w14:textId="77777777" w:rsidR="00375FEE" w:rsidRPr="004611CF" w:rsidRDefault="00375FEE" w:rsidP="00997E64">
            <w:r w:rsidRPr="004611CF">
              <w:t>Assigned by municipality</w:t>
            </w:r>
          </w:p>
        </w:tc>
        <w:tc>
          <w:tcPr>
            <w:tcW w:w="5954" w:type="dxa"/>
          </w:tcPr>
          <w:p w14:paraId="315B08C3" w14:textId="77777777" w:rsidR="00375FEE" w:rsidRPr="004611CF" w:rsidRDefault="00375FEE" w:rsidP="00997E64">
            <w:r w:rsidRPr="004611CF">
              <w:t>Namespace: https://data.vlaanderen.be/id/gemeente/</w:t>
            </w:r>
            <w:r w:rsidRPr="004611CF">
              <w:br/>
            </w:r>
            <w:proofErr w:type="spellStart"/>
            <w:r w:rsidRPr="004611CF">
              <w:t>ObjectIdentifier</w:t>
            </w:r>
            <w:proofErr w:type="spellEnd"/>
            <w:r w:rsidRPr="004611CF">
              <w:t>: 21013</w:t>
            </w:r>
            <w:r w:rsidRPr="004611CF">
              <w:br/>
            </w:r>
            <w:proofErr w:type="spellStart"/>
            <w:r w:rsidRPr="004611CF">
              <w:t>VersionIdentifier</w:t>
            </w:r>
            <w:proofErr w:type="spellEnd"/>
            <w:r w:rsidRPr="004611CF">
              <w:t>: 1</w:t>
            </w:r>
          </w:p>
        </w:tc>
      </w:tr>
      <w:tr w:rsidR="00375FEE" w:rsidRPr="004611CF" w14:paraId="089F1DFB" w14:textId="77777777" w:rsidTr="00997E64">
        <w:tc>
          <w:tcPr>
            <w:tcW w:w="2263" w:type="dxa"/>
          </w:tcPr>
          <w:p w14:paraId="2634AE9C" w14:textId="77777777" w:rsidR="00375FEE" w:rsidRPr="004611CF" w:rsidRDefault="00375FEE" w:rsidP="00997E64">
            <w:r w:rsidRPr="004611CF">
              <w:t>Status</w:t>
            </w:r>
          </w:p>
        </w:tc>
        <w:tc>
          <w:tcPr>
            <w:tcW w:w="5954" w:type="dxa"/>
          </w:tcPr>
          <w:p w14:paraId="4E1B4E7E" w14:textId="77777777" w:rsidR="00375FEE" w:rsidRPr="004611CF" w:rsidRDefault="00375FEE" w:rsidP="00997E64">
            <w:r w:rsidRPr="004611CF">
              <w:t>Current</w:t>
            </w:r>
          </w:p>
        </w:tc>
      </w:tr>
      <w:tr w:rsidR="00375FEE" w:rsidRPr="004611CF" w14:paraId="47A1ED1F" w14:textId="77777777" w:rsidTr="00997E64">
        <w:tc>
          <w:tcPr>
            <w:tcW w:w="2263" w:type="dxa"/>
          </w:tcPr>
          <w:p w14:paraId="5B4DD05E" w14:textId="77777777" w:rsidR="00375FEE" w:rsidRPr="004611CF" w:rsidRDefault="00375FEE" w:rsidP="00997E64">
            <w:proofErr w:type="spellStart"/>
            <w:r w:rsidRPr="004611CF">
              <w:t>validFrom</w:t>
            </w:r>
            <w:proofErr w:type="spellEnd"/>
          </w:p>
        </w:tc>
        <w:tc>
          <w:tcPr>
            <w:tcW w:w="5954" w:type="dxa"/>
          </w:tcPr>
          <w:p w14:paraId="533F8A1A" w14:textId="77777777" w:rsidR="00375FEE" w:rsidRPr="004611CF" w:rsidRDefault="00375FEE" w:rsidP="00997E64">
            <w:r w:rsidRPr="004611CF">
              <w:t>2023-03-04T15:30:07</w:t>
            </w:r>
          </w:p>
        </w:tc>
      </w:tr>
      <w:tr w:rsidR="00375FEE" w:rsidRPr="004611CF" w14:paraId="589C2A10" w14:textId="77777777" w:rsidTr="00997E64">
        <w:tc>
          <w:tcPr>
            <w:tcW w:w="2263" w:type="dxa"/>
          </w:tcPr>
          <w:p w14:paraId="2A12AAC2" w14:textId="77777777" w:rsidR="00375FEE" w:rsidRPr="004611CF" w:rsidRDefault="00375FEE" w:rsidP="00997E64">
            <w:proofErr w:type="spellStart"/>
            <w:r w:rsidRPr="004611CF">
              <w:t>validTo</w:t>
            </w:r>
            <w:proofErr w:type="spellEnd"/>
          </w:p>
        </w:tc>
        <w:tc>
          <w:tcPr>
            <w:tcW w:w="5954" w:type="dxa"/>
          </w:tcPr>
          <w:p w14:paraId="292DAEEB" w14:textId="77777777" w:rsidR="00375FEE" w:rsidRPr="004611CF" w:rsidRDefault="00375FEE" w:rsidP="00997E64">
            <w:r w:rsidRPr="004611CF">
              <w:t>N/A</w:t>
            </w:r>
          </w:p>
        </w:tc>
      </w:tr>
      <w:tr w:rsidR="00375FEE" w:rsidRPr="004611CF" w14:paraId="5F68F0C7" w14:textId="77777777" w:rsidTr="00997E64">
        <w:tc>
          <w:tcPr>
            <w:tcW w:w="2263" w:type="dxa"/>
          </w:tcPr>
          <w:p w14:paraId="7A068698" w14:textId="77777777" w:rsidR="00375FEE" w:rsidRPr="004611CF" w:rsidRDefault="00375FEE" w:rsidP="00997E64">
            <w:r w:rsidRPr="004611CF">
              <w:t>Predecessor</w:t>
            </w:r>
          </w:p>
        </w:tc>
        <w:tc>
          <w:tcPr>
            <w:tcW w:w="5954" w:type="dxa"/>
          </w:tcPr>
          <w:p w14:paraId="67666CCD" w14:textId="77777777" w:rsidR="00375FEE" w:rsidRPr="004611CF" w:rsidRDefault="00375FEE" w:rsidP="00997E64">
            <w:r w:rsidRPr="004611CF">
              <w:t>Namespace: https://data.vlaanderen.be/id/straatnaam/</w:t>
            </w:r>
            <w:r w:rsidRPr="004611CF">
              <w:br/>
            </w:r>
            <w:proofErr w:type="spellStart"/>
            <w:r w:rsidRPr="004611CF">
              <w:t>ObjectIdentifier</w:t>
            </w:r>
            <w:proofErr w:type="spellEnd"/>
            <w:r w:rsidRPr="004611CF">
              <w:t>: 64464</w:t>
            </w:r>
            <w:r w:rsidRPr="004611CF">
              <w:br/>
            </w:r>
            <w:proofErr w:type="spellStart"/>
            <w:r w:rsidRPr="004611CF">
              <w:t>VersionIdentifier</w:t>
            </w:r>
            <w:proofErr w:type="spellEnd"/>
            <w:r w:rsidRPr="004611CF">
              <w:t>: 1</w:t>
            </w:r>
          </w:p>
        </w:tc>
      </w:tr>
      <w:tr w:rsidR="00375FEE" w:rsidRPr="004611CF" w14:paraId="4D77E06F" w14:textId="77777777" w:rsidTr="00997E64">
        <w:tc>
          <w:tcPr>
            <w:tcW w:w="2263" w:type="dxa"/>
          </w:tcPr>
          <w:p w14:paraId="57E9E93E" w14:textId="77777777" w:rsidR="00375FEE" w:rsidRPr="004611CF" w:rsidRDefault="00375FEE" w:rsidP="00997E64">
            <w:r w:rsidRPr="004611CF">
              <w:lastRenderedPageBreak/>
              <w:t>Predecessor</w:t>
            </w:r>
          </w:p>
        </w:tc>
        <w:tc>
          <w:tcPr>
            <w:tcW w:w="5954" w:type="dxa"/>
          </w:tcPr>
          <w:p w14:paraId="43A5DF64" w14:textId="77777777" w:rsidR="00375FEE" w:rsidRPr="004611CF" w:rsidRDefault="00375FEE" w:rsidP="00997E64">
            <w:r w:rsidRPr="004611CF">
              <w:t>Namespace: https://data.vlaanderen.be/id/straatnaam/</w:t>
            </w:r>
            <w:r w:rsidRPr="004611CF">
              <w:br/>
            </w:r>
            <w:proofErr w:type="spellStart"/>
            <w:r w:rsidRPr="004611CF">
              <w:t>ObjectIdentifier</w:t>
            </w:r>
            <w:proofErr w:type="spellEnd"/>
            <w:r w:rsidRPr="004611CF">
              <w:t>: 64465</w:t>
            </w:r>
            <w:r w:rsidRPr="004611CF">
              <w:br/>
            </w:r>
            <w:proofErr w:type="spellStart"/>
            <w:r w:rsidRPr="004611CF">
              <w:t>VersionIdentifier</w:t>
            </w:r>
            <w:proofErr w:type="spellEnd"/>
            <w:r w:rsidRPr="004611CF">
              <w:t>: 1</w:t>
            </w:r>
          </w:p>
        </w:tc>
      </w:tr>
      <w:tr w:rsidR="00375FEE" w:rsidRPr="004611CF" w14:paraId="3D89751C" w14:textId="77777777" w:rsidTr="00997E64">
        <w:tc>
          <w:tcPr>
            <w:tcW w:w="2263" w:type="dxa"/>
          </w:tcPr>
          <w:p w14:paraId="0AE9EBC0" w14:textId="77777777" w:rsidR="00375FEE" w:rsidRPr="004611CF" w:rsidRDefault="00375FEE" w:rsidP="00997E64">
            <w:r w:rsidRPr="004611CF">
              <w:t>Successor</w:t>
            </w:r>
          </w:p>
        </w:tc>
        <w:tc>
          <w:tcPr>
            <w:tcW w:w="5954" w:type="dxa"/>
          </w:tcPr>
          <w:p w14:paraId="4B05EE08" w14:textId="77777777" w:rsidR="00375FEE" w:rsidRPr="004611CF" w:rsidRDefault="00375FEE" w:rsidP="00997E64">
            <w:r w:rsidRPr="004611CF">
              <w:t>N/A</w:t>
            </w:r>
          </w:p>
        </w:tc>
      </w:tr>
    </w:tbl>
    <w:p w14:paraId="5D5E8298" w14:textId="77777777" w:rsidR="00375FEE" w:rsidRPr="004611CF" w:rsidRDefault="00375FEE" w:rsidP="00375FEE"/>
    <w:p w14:paraId="6B71A02C" w14:textId="11E126CA" w:rsidR="00375FEE" w:rsidRPr="004611CF" w:rsidRDefault="00375FEE" w:rsidP="00212289">
      <w:pPr>
        <w:suppressAutoHyphens w:val="0"/>
        <w:spacing w:after="0" w:line="240" w:lineRule="auto"/>
      </w:pPr>
    </w:p>
    <w:p w14:paraId="572DFC6D" w14:textId="77777777" w:rsidR="00375FEE" w:rsidRPr="004611CF" w:rsidRDefault="00375FEE" w:rsidP="00375FEE">
      <w:pPr>
        <w:pStyle w:val="Heading4"/>
      </w:pPr>
      <w:r w:rsidRPr="004611CF">
        <w:t>Example 14 (2/3) - [UPDATE] Street name</w:t>
      </w:r>
    </w:p>
    <w:tbl>
      <w:tblPr>
        <w:tblStyle w:val="TableGrid"/>
        <w:tblW w:w="0" w:type="auto"/>
        <w:tblLook w:val="04A0" w:firstRow="1" w:lastRow="0" w:firstColumn="1" w:lastColumn="0" w:noHBand="0" w:noVBand="1"/>
      </w:tblPr>
      <w:tblGrid>
        <w:gridCol w:w="2263"/>
        <w:gridCol w:w="5954"/>
      </w:tblGrid>
      <w:tr w:rsidR="00375FEE" w:rsidRPr="004611CF" w14:paraId="08F660CA" w14:textId="77777777" w:rsidTr="00997E64">
        <w:trPr>
          <w:trHeight w:val="319"/>
        </w:trPr>
        <w:tc>
          <w:tcPr>
            <w:tcW w:w="2263" w:type="dxa"/>
          </w:tcPr>
          <w:p w14:paraId="1A39C87A" w14:textId="77777777" w:rsidR="00375FEE" w:rsidRPr="004611CF" w:rsidRDefault="00375FEE" w:rsidP="00997E64">
            <w:r w:rsidRPr="004611CF">
              <w:t>Namespace</w:t>
            </w:r>
          </w:p>
        </w:tc>
        <w:tc>
          <w:tcPr>
            <w:tcW w:w="5954" w:type="dxa"/>
          </w:tcPr>
          <w:p w14:paraId="35CCB2DC" w14:textId="77777777" w:rsidR="00375FEE" w:rsidRPr="004611CF" w:rsidRDefault="00375FEE" w:rsidP="00997E64">
            <w:r w:rsidRPr="004611CF">
              <w:t>https://data.vlaanderen.be/id/straatnaam/</w:t>
            </w:r>
          </w:p>
        </w:tc>
      </w:tr>
      <w:tr w:rsidR="00375FEE" w:rsidRPr="004611CF" w14:paraId="1616357E" w14:textId="77777777" w:rsidTr="00997E64">
        <w:tc>
          <w:tcPr>
            <w:tcW w:w="2263" w:type="dxa"/>
          </w:tcPr>
          <w:p w14:paraId="6EEBE811" w14:textId="77777777" w:rsidR="00375FEE" w:rsidRPr="004611CF" w:rsidRDefault="00375FEE" w:rsidP="00997E64">
            <w:r w:rsidRPr="004611CF">
              <w:t>Object identifier</w:t>
            </w:r>
          </w:p>
        </w:tc>
        <w:tc>
          <w:tcPr>
            <w:tcW w:w="5954" w:type="dxa"/>
          </w:tcPr>
          <w:p w14:paraId="6B32C757" w14:textId="77777777" w:rsidR="00375FEE" w:rsidRPr="004611CF" w:rsidRDefault="00375FEE" w:rsidP="00997E64">
            <w:r w:rsidRPr="004611CF">
              <w:t>64464</w:t>
            </w:r>
          </w:p>
        </w:tc>
      </w:tr>
      <w:tr w:rsidR="00375FEE" w:rsidRPr="004611CF" w14:paraId="5D2710C7" w14:textId="77777777" w:rsidTr="00997E64">
        <w:tc>
          <w:tcPr>
            <w:tcW w:w="2263" w:type="dxa"/>
          </w:tcPr>
          <w:p w14:paraId="6D0ED100" w14:textId="77777777" w:rsidR="00375FEE" w:rsidRPr="004611CF" w:rsidRDefault="00375FEE" w:rsidP="00997E64">
            <w:r w:rsidRPr="004611CF">
              <w:t>Version Identifier</w:t>
            </w:r>
          </w:p>
        </w:tc>
        <w:tc>
          <w:tcPr>
            <w:tcW w:w="5954" w:type="dxa"/>
          </w:tcPr>
          <w:p w14:paraId="6C74EFF9" w14:textId="77777777" w:rsidR="00375FEE" w:rsidRPr="004611CF" w:rsidRDefault="00375FEE" w:rsidP="00997E64">
            <w:r w:rsidRPr="004611CF">
              <w:t>1</w:t>
            </w:r>
          </w:p>
        </w:tc>
      </w:tr>
      <w:tr w:rsidR="00375FEE" w:rsidRPr="004611CF" w14:paraId="3B3F6CB2" w14:textId="77777777" w:rsidTr="00997E64">
        <w:tc>
          <w:tcPr>
            <w:tcW w:w="2263" w:type="dxa"/>
          </w:tcPr>
          <w:p w14:paraId="3EBB7CBB" w14:textId="77777777" w:rsidR="00375FEE" w:rsidRPr="004611CF" w:rsidRDefault="00375FEE" w:rsidP="00997E64">
            <w:r w:rsidRPr="004611CF">
              <w:t xml:space="preserve">Spelling </w:t>
            </w:r>
            <w:proofErr w:type="spellStart"/>
            <w:r w:rsidRPr="004611CF">
              <w:t>nl</w:t>
            </w:r>
            <w:proofErr w:type="spellEnd"/>
          </w:p>
        </w:tc>
        <w:tc>
          <w:tcPr>
            <w:tcW w:w="5954" w:type="dxa"/>
          </w:tcPr>
          <w:p w14:paraId="39ACF4FD" w14:textId="77777777" w:rsidR="00375FEE" w:rsidRPr="004611CF" w:rsidRDefault="00375FEE" w:rsidP="00997E64">
            <w:r w:rsidRPr="004611CF">
              <w:t xml:space="preserve">Split (B) </w:t>
            </w:r>
            <w:proofErr w:type="spellStart"/>
            <w:r w:rsidRPr="004611CF">
              <w:t>straat</w:t>
            </w:r>
            <w:proofErr w:type="spellEnd"/>
          </w:p>
        </w:tc>
      </w:tr>
      <w:tr w:rsidR="00375FEE" w:rsidRPr="004611CF" w14:paraId="6464EFBB" w14:textId="77777777" w:rsidTr="00997E64">
        <w:tc>
          <w:tcPr>
            <w:tcW w:w="2263" w:type="dxa"/>
          </w:tcPr>
          <w:p w14:paraId="0B39B9E4" w14:textId="77777777" w:rsidR="00375FEE" w:rsidRPr="004611CF" w:rsidRDefault="00375FEE" w:rsidP="00997E64">
            <w:r w:rsidRPr="004611CF">
              <w:t>Assigned by municipality</w:t>
            </w:r>
          </w:p>
        </w:tc>
        <w:tc>
          <w:tcPr>
            <w:tcW w:w="5954" w:type="dxa"/>
          </w:tcPr>
          <w:p w14:paraId="409D0F68" w14:textId="77777777" w:rsidR="00375FEE" w:rsidRPr="004611CF" w:rsidRDefault="00375FEE" w:rsidP="00997E64">
            <w:r w:rsidRPr="004611CF">
              <w:t>Namespace: https://data.vlaanderen.be/id/gemeente/</w:t>
            </w:r>
            <w:r w:rsidRPr="004611CF">
              <w:br/>
            </w:r>
            <w:proofErr w:type="spellStart"/>
            <w:r w:rsidRPr="004611CF">
              <w:t>ObjectIdentifier</w:t>
            </w:r>
            <w:proofErr w:type="spellEnd"/>
            <w:r w:rsidRPr="004611CF">
              <w:t>: 21013</w:t>
            </w:r>
            <w:r w:rsidRPr="004611CF">
              <w:br/>
            </w:r>
            <w:proofErr w:type="spellStart"/>
            <w:r w:rsidRPr="004611CF">
              <w:t>VersionIdentifier</w:t>
            </w:r>
            <w:proofErr w:type="spellEnd"/>
            <w:r w:rsidRPr="004611CF">
              <w:t>: 1</w:t>
            </w:r>
          </w:p>
        </w:tc>
      </w:tr>
      <w:tr w:rsidR="00375FEE" w:rsidRPr="004611CF" w14:paraId="1B69B431" w14:textId="77777777" w:rsidTr="00997E64">
        <w:tc>
          <w:tcPr>
            <w:tcW w:w="2263" w:type="dxa"/>
          </w:tcPr>
          <w:p w14:paraId="0F4DC8CE" w14:textId="77777777" w:rsidR="00375FEE" w:rsidRPr="004611CF" w:rsidRDefault="00375FEE" w:rsidP="00997E64">
            <w:r w:rsidRPr="004611CF">
              <w:t>Status</w:t>
            </w:r>
          </w:p>
        </w:tc>
        <w:tc>
          <w:tcPr>
            <w:tcW w:w="5954" w:type="dxa"/>
          </w:tcPr>
          <w:p w14:paraId="361D4195" w14:textId="77777777" w:rsidR="00375FEE" w:rsidRPr="004611CF" w:rsidRDefault="00375FEE" w:rsidP="00997E64">
            <w:r w:rsidRPr="004611CF">
              <w:t>Current</w:t>
            </w:r>
          </w:p>
        </w:tc>
      </w:tr>
      <w:tr w:rsidR="00375FEE" w:rsidRPr="004611CF" w14:paraId="0598B4CF" w14:textId="77777777" w:rsidTr="00997E64">
        <w:tc>
          <w:tcPr>
            <w:tcW w:w="2263" w:type="dxa"/>
          </w:tcPr>
          <w:p w14:paraId="41328515" w14:textId="77777777" w:rsidR="00375FEE" w:rsidRPr="004611CF" w:rsidRDefault="00375FEE" w:rsidP="00997E64">
            <w:proofErr w:type="spellStart"/>
            <w:r w:rsidRPr="004611CF">
              <w:t>validFrom</w:t>
            </w:r>
            <w:proofErr w:type="spellEnd"/>
          </w:p>
        </w:tc>
        <w:tc>
          <w:tcPr>
            <w:tcW w:w="5954" w:type="dxa"/>
          </w:tcPr>
          <w:p w14:paraId="4A2842D5" w14:textId="77777777" w:rsidR="00375FEE" w:rsidRPr="004611CF" w:rsidRDefault="00375FEE" w:rsidP="00997E64">
            <w:r w:rsidRPr="004611CF">
              <w:t>2023-03-02T15:30:07</w:t>
            </w:r>
          </w:p>
        </w:tc>
      </w:tr>
      <w:tr w:rsidR="00375FEE" w:rsidRPr="004611CF" w14:paraId="38452B83" w14:textId="77777777" w:rsidTr="00997E64">
        <w:tc>
          <w:tcPr>
            <w:tcW w:w="2263" w:type="dxa"/>
          </w:tcPr>
          <w:p w14:paraId="4E5D0AFE" w14:textId="77777777" w:rsidR="00375FEE" w:rsidRPr="004611CF" w:rsidRDefault="00375FEE" w:rsidP="00997E64">
            <w:proofErr w:type="spellStart"/>
            <w:r w:rsidRPr="004611CF">
              <w:t>validTo</w:t>
            </w:r>
            <w:proofErr w:type="spellEnd"/>
          </w:p>
        </w:tc>
        <w:tc>
          <w:tcPr>
            <w:tcW w:w="5954" w:type="dxa"/>
          </w:tcPr>
          <w:p w14:paraId="627B890A" w14:textId="77777777" w:rsidR="00375FEE" w:rsidRPr="004611CF" w:rsidRDefault="00375FEE" w:rsidP="00997E64">
            <w:r w:rsidRPr="004611CF">
              <w:t>2023-03-04T15:30:07</w:t>
            </w:r>
          </w:p>
        </w:tc>
      </w:tr>
      <w:tr w:rsidR="00375FEE" w:rsidRPr="004611CF" w14:paraId="76EEDF3E" w14:textId="77777777" w:rsidTr="00997E64">
        <w:tc>
          <w:tcPr>
            <w:tcW w:w="2263" w:type="dxa"/>
          </w:tcPr>
          <w:p w14:paraId="50A30320" w14:textId="77777777" w:rsidR="00375FEE" w:rsidRPr="004611CF" w:rsidRDefault="00375FEE" w:rsidP="00997E64">
            <w:r w:rsidRPr="004611CF">
              <w:t>Predecessor</w:t>
            </w:r>
          </w:p>
        </w:tc>
        <w:tc>
          <w:tcPr>
            <w:tcW w:w="5954" w:type="dxa"/>
          </w:tcPr>
          <w:p w14:paraId="18BBC7DB" w14:textId="77777777" w:rsidR="00375FEE" w:rsidRPr="004611CF" w:rsidRDefault="00375FEE" w:rsidP="00997E64">
            <w:r w:rsidRPr="004611CF">
              <w:t>N/A</w:t>
            </w:r>
          </w:p>
        </w:tc>
      </w:tr>
      <w:tr w:rsidR="00375FEE" w:rsidRPr="004611CF" w14:paraId="3C4FCCCF" w14:textId="77777777" w:rsidTr="00997E64">
        <w:tc>
          <w:tcPr>
            <w:tcW w:w="2263" w:type="dxa"/>
          </w:tcPr>
          <w:p w14:paraId="44F740B0" w14:textId="77777777" w:rsidR="00375FEE" w:rsidRPr="004611CF" w:rsidRDefault="00375FEE" w:rsidP="00997E64">
            <w:r w:rsidRPr="004611CF">
              <w:t>Successor</w:t>
            </w:r>
          </w:p>
        </w:tc>
        <w:tc>
          <w:tcPr>
            <w:tcW w:w="5954" w:type="dxa"/>
          </w:tcPr>
          <w:p w14:paraId="5C7980D2" w14:textId="77777777" w:rsidR="00375FEE" w:rsidRPr="004611CF" w:rsidRDefault="00375FEE" w:rsidP="00997E64">
            <w:r w:rsidRPr="004611CF">
              <w:t>Namespace: https://data.vlaanderen.be/id/straatnaam/</w:t>
            </w:r>
            <w:r w:rsidRPr="004611CF">
              <w:br/>
            </w:r>
            <w:proofErr w:type="spellStart"/>
            <w:r w:rsidRPr="004611CF">
              <w:t>ObjectIdentifier</w:t>
            </w:r>
            <w:proofErr w:type="spellEnd"/>
            <w:r w:rsidRPr="004611CF">
              <w:t>: 23432</w:t>
            </w:r>
            <w:r w:rsidRPr="004611CF">
              <w:br/>
            </w:r>
            <w:proofErr w:type="spellStart"/>
            <w:r w:rsidRPr="004611CF">
              <w:t>VersionIdentifier</w:t>
            </w:r>
            <w:proofErr w:type="spellEnd"/>
            <w:r w:rsidRPr="004611CF">
              <w:t>: 1</w:t>
            </w:r>
          </w:p>
        </w:tc>
      </w:tr>
    </w:tbl>
    <w:p w14:paraId="5C70F6D7" w14:textId="77777777" w:rsidR="00375FEE" w:rsidRPr="004611CF" w:rsidRDefault="00375FEE" w:rsidP="00375FEE"/>
    <w:p w14:paraId="74BA878B" w14:textId="77777777" w:rsidR="00375FEE" w:rsidRPr="004611CF" w:rsidRDefault="00375FEE" w:rsidP="00375FEE">
      <w:pPr>
        <w:pStyle w:val="Heading4"/>
      </w:pPr>
      <w:r w:rsidRPr="004611CF">
        <w:t>Example 14 (3/3) - [UPDATE] Street name</w:t>
      </w:r>
    </w:p>
    <w:tbl>
      <w:tblPr>
        <w:tblStyle w:val="TableGrid"/>
        <w:tblW w:w="0" w:type="auto"/>
        <w:tblLook w:val="04A0" w:firstRow="1" w:lastRow="0" w:firstColumn="1" w:lastColumn="0" w:noHBand="0" w:noVBand="1"/>
      </w:tblPr>
      <w:tblGrid>
        <w:gridCol w:w="2263"/>
        <w:gridCol w:w="5954"/>
      </w:tblGrid>
      <w:tr w:rsidR="00375FEE" w:rsidRPr="004611CF" w14:paraId="70A60B11" w14:textId="77777777" w:rsidTr="00997E64">
        <w:trPr>
          <w:trHeight w:val="319"/>
        </w:trPr>
        <w:tc>
          <w:tcPr>
            <w:tcW w:w="2263" w:type="dxa"/>
          </w:tcPr>
          <w:p w14:paraId="32EEDFD9" w14:textId="77777777" w:rsidR="00375FEE" w:rsidRPr="004611CF" w:rsidRDefault="00375FEE" w:rsidP="00997E64">
            <w:r w:rsidRPr="004611CF">
              <w:t>Namespace</w:t>
            </w:r>
          </w:p>
        </w:tc>
        <w:tc>
          <w:tcPr>
            <w:tcW w:w="5954" w:type="dxa"/>
          </w:tcPr>
          <w:p w14:paraId="110E6785" w14:textId="77777777" w:rsidR="00375FEE" w:rsidRPr="004611CF" w:rsidRDefault="00375FEE" w:rsidP="00997E64">
            <w:r w:rsidRPr="004611CF">
              <w:t>https://data.vlaanderen.be/id/straatnaam/</w:t>
            </w:r>
          </w:p>
        </w:tc>
      </w:tr>
      <w:tr w:rsidR="00375FEE" w:rsidRPr="004611CF" w14:paraId="06E2BEC7" w14:textId="77777777" w:rsidTr="00997E64">
        <w:tc>
          <w:tcPr>
            <w:tcW w:w="2263" w:type="dxa"/>
          </w:tcPr>
          <w:p w14:paraId="2D037C65" w14:textId="77777777" w:rsidR="00375FEE" w:rsidRPr="004611CF" w:rsidRDefault="00375FEE" w:rsidP="00997E64">
            <w:r w:rsidRPr="004611CF">
              <w:t>Object identifier</w:t>
            </w:r>
          </w:p>
        </w:tc>
        <w:tc>
          <w:tcPr>
            <w:tcW w:w="5954" w:type="dxa"/>
          </w:tcPr>
          <w:p w14:paraId="79C7F3D9" w14:textId="77777777" w:rsidR="00375FEE" w:rsidRPr="004611CF" w:rsidRDefault="00375FEE" w:rsidP="00997E64">
            <w:r w:rsidRPr="004611CF">
              <w:t>64465</w:t>
            </w:r>
          </w:p>
        </w:tc>
      </w:tr>
      <w:tr w:rsidR="00375FEE" w:rsidRPr="004611CF" w14:paraId="54369FAB" w14:textId="77777777" w:rsidTr="00997E64">
        <w:tc>
          <w:tcPr>
            <w:tcW w:w="2263" w:type="dxa"/>
          </w:tcPr>
          <w:p w14:paraId="43BD7DFB" w14:textId="77777777" w:rsidR="00375FEE" w:rsidRPr="004611CF" w:rsidRDefault="00375FEE" w:rsidP="00997E64">
            <w:r w:rsidRPr="004611CF">
              <w:t>Version Identifier</w:t>
            </w:r>
          </w:p>
        </w:tc>
        <w:tc>
          <w:tcPr>
            <w:tcW w:w="5954" w:type="dxa"/>
          </w:tcPr>
          <w:p w14:paraId="5796EE08" w14:textId="77777777" w:rsidR="00375FEE" w:rsidRPr="004611CF" w:rsidRDefault="00375FEE" w:rsidP="00997E64">
            <w:r w:rsidRPr="004611CF">
              <w:t>1</w:t>
            </w:r>
          </w:p>
        </w:tc>
      </w:tr>
      <w:tr w:rsidR="00375FEE" w:rsidRPr="004611CF" w14:paraId="41E0EF99" w14:textId="77777777" w:rsidTr="00997E64">
        <w:tc>
          <w:tcPr>
            <w:tcW w:w="2263" w:type="dxa"/>
          </w:tcPr>
          <w:p w14:paraId="4E983923" w14:textId="77777777" w:rsidR="00375FEE" w:rsidRPr="004611CF" w:rsidRDefault="00375FEE" w:rsidP="00997E64">
            <w:r w:rsidRPr="004611CF">
              <w:t xml:space="preserve">Spelling </w:t>
            </w:r>
            <w:proofErr w:type="spellStart"/>
            <w:r w:rsidRPr="004611CF">
              <w:t>nl</w:t>
            </w:r>
            <w:proofErr w:type="spellEnd"/>
          </w:p>
        </w:tc>
        <w:tc>
          <w:tcPr>
            <w:tcW w:w="5954" w:type="dxa"/>
          </w:tcPr>
          <w:p w14:paraId="40D4E1A3" w14:textId="77777777" w:rsidR="00375FEE" w:rsidRPr="004611CF" w:rsidRDefault="00375FEE" w:rsidP="00997E64">
            <w:r w:rsidRPr="004611CF">
              <w:t xml:space="preserve">Split (C) </w:t>
            </w:r>
            <w:proofErr w:type="spellStart"/>
            <w:r w:rsidRPr="004611CF">
              <w:t>straat</w:t>
            </w:r>
            <w:proofErr w:type="spellEnd"/>
          </w:p>
        </w:tc>
      </w:tr>
      <w:tr w:rsidR="00375FEE" w:rsidRPr="004611CF" w14:paraId="65E5B884" w14:textId="77777777" w:rsidTr="00997E64">
        <w:tc>
          <w:tcPr>
            <w:tcW w:w="2263" w:type="dxa"/>
          </w:tcPr>
          <w:p w14:paraId="6D54A210" w14:textId="77777777" w:rsidR="00375FEE" w:rsidRPr="004611CF" w:rsidRDefault="00375FEE" w:rsidP="00997E64">
            <w:r w:rsidRPr="004611CF">
              <w:lastRenderedPageBreak/>
              <w:t>Assigned by municipality</w:t>
            </w:r>
          </w:p>
        </w:tc>
        <w:tc>
          <w:tcPr>
            <w:tcW w:w="5954" w:type="dxa"/>
          </w:tcPr>
          <w:p w14:paraId="62DA25B7" w14:textId="77777777" w:rsidR="00375FEE" w:rsidRPr="004611CF" w:rsidRDefault="00375FEE" w:rsidP="00997E64">
            <w:r w:rsidRPr="004611CF">
              <w:t>Namespace: https://data.vlaanderen.be/id/gemeente/</w:t>
            </w:r>
            <w:r w:rsidRPr="004611CF">
              <w:br/>
            </w:r>
            <w:proofErr w:type="spellStart"/>
            <w:r w:rsidRPr="004611CF">
              <w:t>ObjectIdentifier</w:t>
            </w:r>
            <w:proofErr w:type="spellEnd"/>
            <w:r w:rsidRPr="004611CF">
              <w:t>: 21013</w:t>
            </w:r>
            <w:r w:rsidRPr="004611CF">
              <w:br/>
            </w:r>
            <w:proofErr w:type="spellStart"/>
            <w:r w:rsidRPr="004611CF">
              <w:t>VersionIdentifier</w:t>
            </w:r>
            <w:proofErr w:type="spellEnd"/>
            <w:r w:rsidRPr="004611CF">
              <w:t>: 1</w:t>
            </w:r>
          </w:p>
        </w:tc>
      </w:tr>
      <w:tr w:rsidR="00375FEE" w:rsidRPr="004611CF" w14:paraId="703CE371" w14:textId="77777777" w:rsidTr="00997E64">
        <w:tc>
          <w:tcPr>
            <w:tcW w:w="2263" w:type="dxa"/>
          </w:tcPr>
          <w:p w14:paraId="38E49464" w14:textId="77777777" w:rsidR="00375FEE" w:rsidRPr="004611CF" w:rsidRDefault="00375FEE" w:rsidP="00997E64">
            <w:r w:rsidRPr="004611CF">
              <w:t>Status</w:t>
            </w:r>
          </w:p>
        </w:tc>
        <w:tc>
          <w:tcPr>
            <w:tcW w:w="5954" w:type="dxa"/>
          </w:tcPr>
          <w:p w14:paraId="341DA482" w14:textId="77777777" w:rsidR="00375FEE" w:rsidRPr="004611CF" w:rsidRDefault="00375FEE" w:rsidP="00997E64">
            <w:r w:rsidRPr="004611CF">
              <w:t>Current</w:t>
            </w:r>
          </w:p>
        </w:tc>
      </w:tr>
      <w:tr w:rsidR="00375FEE" w:rsidRPr="004611CF" w14:paraId="0B1D71AD" w14:textId="77777777" w:rsidTr="00997E64">
        <w:tc>
          <w:tcPr>
            <w:tcW w:w="2263" w:type="dxa"/>
          </w:tcPr>
          <w:p w14:paraId="6AEE6C8B" w14:textId="77777777" w:rsidR="00375FEE" w:rsidRPr="004611CF" w:rsidRDefault="00375FEE" w:rsidP="00997E64">
            <w:proofErr w:type="spellStart"/>
            <w:r w:rsidRPr="004611CF">
              <w:t>validFrom</w:t>
            </w:r>
            <w:proofErr w:type="spellEnd"/>
          </w:p>
        </w:tc>
        <w:tc>
          <w:tcPr>
            <w:tcW w:w="5954" w:type="dxa"/>
          </w:tcPr>
          <w:p w14:paraId="57C7127F" w14:textId="77777777" w:rsidR="00375FEE" w:rsidRPr="004611CF" w:rsidRDefault="00375FEE" w:rsidP="00997E64">
            <w:r w:rsidRPr="004611CF">
              <w:t>2023-03-02T15:30:07</w:t>
            </w:r>
          </w:p>
        </w:tc>
      </w:tr>
      <w:tr w:rsidR="00375FEE" w:rsidRPr="004611CF" w14:paraId="3BD176E5" w14:textId="77777777" w:rsidTr="00997E64">
        <w:tc>
          <w:tcPr>
            <w:tcW w:w="2263" w:type="dxa"/>
          </w:tcPr>
          <w:p w14:paraId="039E9DAB" w14:textId="77777777" w:rsidR="00375FEE" w:rsidRPr="004611CF" w:rsidRDefault="00375FEE" w:rsidP="00997E64">
            <w:proofErr w:type="spellStart"/>
            <w:r w:rsidRPr="004611CF">
              <w:t>validTo</w:t>
            </w:r>
            <w:proofErr w:type="spellEnd"/>
          </w:p>
        </w:tc>
        <w:tc>
          <w:tcPr>
            <w:tcW w:w="5954" w:type="dxa"/>
          </w:tcPr>
          <w:p w14:paraId="771355DA" w14:textId="77777777" w:rsidR="00375FEE" w:rsidRPr="004611CF" w:rsidRDefault="00375FEE" w:rsidP="00997E64">
            <w:r w:rsidRPr="004611CF">
              <w:t>2023-03-04T15:30:07</w:t>
            </w:r>
          </w:p>
        </w:tc>
      </w:tr>
      <w:tr w:rsidR="00375FEE" w:rsidRPr="004611CF" w14:paraId="0478BF8D" w14:textId="77777777" w:rsidTr="00997E64">
        <w:tc>
          <w:tcPr>
            <w:tcW w:w="2263" w:type="dxa"/>
          </w:tcPr>
          <w:p w14:paraId="6DCAFBD7" w14:textId="77777777" w:rsidR="00375FEE" w:rsidRPr="004611CF" w:rsidRDefault="00375FEE" w:rsidP="00997E64">
            <w:r w:rsidRPr="004611CF">
              <w:t>Predecessor</w:t>
            </w:r>
          </w:p>
        </w:tc>
        <w:tc>
          <w:tcPr>
            <w:tcW w:w="5954" w:type="dxa"/>
          </w:tcPr>
          <w:p w14:paraId="1F2C6057" w14:textId="77777777" w:rsidR="00375FEE" w:rsidRPr="004611CF" w:rsidRDefault="00375FEE" w:rsidP="00997E64">
            <w:r w:rsidRPr="004611CF">
              <w:t>N/A</w:t>
            </w:r>
          </w:p>
        </w:tc>
      </w:tr>
      <w:tr w:rsidR="00375FEE" w:rsidRPr="004611CF" w14:paraId="08AFD249" w14:textId="77777777" w:rsidTr="00997E64">
        <w:tc>
          <w:tcPr>
            <w:tcW w:w="2263" w:type="dxa"/>
          </w:tcPr>
          <w:p w14:paraId="275944D0" w14:textId="77777777" w:rsidR="00375FEE" w:rsidRPr="004611CF" w:rsidRDefault="00375FEE" w:rsidP="00997E64">
            <w:r w:rsidRPr="004611CF">
              <w:t>Successor</w:t>
            </w:r>
          </w:p>
        </w:tc>
        <w:tc>
          <w:tcPr>
            <w:tcW w:w="5954" w:type="dxa"/>
          </w:tcPr>
          <w:p w14:paraId="26B1A912" w14:textId="77777777" w:rsidR="00375FEE" w:rsidRPr="004611CF" w:rsidRDefault="00375FEE" w:rsidP="00997E64">
            <w:r w:rsidRPr="004611CF">
              <w:t>Namespace: https://data.vlaanderen.be/id/straatnaam/</w:t>
            </w:r>
            <w:r w:rsidRPr="004611CF">
              <w:br/>
            </w:r>
            <w:proofErr w:type="spellStart"/>
            <w:r w:rsidRPr="004611CF">
              <w:t>ObjectIdentifier</w:t>
            </w:r>
            <w:proofErr w:type="spellEnd"/>
            <w:r w:rsidRPr="004611CF">
              <w:t>: 23432</w:t>
            </w:r>
            <w:r w:rsidRPr="004611CF">
              <w:br/>
            </w:r>
            <w:proofErr w:type="spellStart"/>
            <w:r w:rsidRPr="004611CF">
              <w:t>VersionIdentifier</w:t>
            </w:r>
            <w:proofErr w:type="spellEnd"/>
            <w:r w:rsidRPr="004611CF">
              <w:t>: 1</w:t>
            </w:r>
          </w:p>
        </w:tc>
      </w:tr>
    </w:tbl>
    <w:p w14:paraId="5C22FD94" w14:textId="77777777" w:rsidR="00375FEE" w:rsidRPr="004611CF" w:rsidRDefault="00375FEE" w:rsidP="00375FEE"/>
    <w:p w14:paraId="2882A5BD" w14:textId="77777777" w:rsidR="0027461E" w:rsidRPr="004611CF" w:rsidRDefault="0027461E" w:rsidP="0027461E"/>
    <w:sectPr w:rsidR="0027461E" w:rsidRPr="004611CF" w:rsidSect="00B03809">
      <w:headerReference w:type="default" r:id="rId12"/>
      <w:footerReference w:type="default" r:id="rId13"/>
      <w:headerReference w:type="first" r:id="rId14"/>
      <w:footerReference w:type="first" r:id="rId15"/>
      <w:endnotePr>
        <w:numFmt w:val="decimal"/>
      </w:endnotePr>
      <w:pgSz w:w="11906" w:h="16838"/>
      <w:pgMar w:top="1134" w:right="1134" w:bottom="1134" w:left="1134" w:header="794"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60A426" w14:textId="77777777" w:rsidR="004A7ACF" w:rsidRDefault="004A7ACF" w:rsidP="007719B8">
      <w:pPr>
        <w:spacing w:after="0" w:line="240" w:lineRule="auto"/>
      </w:pPr>
      <w:r>
        <w:separator/>
      </w:r>
    </w:p>
  </w:endnote>
  <w:endnote w:type="continuationSeparator" w:id="0">
    <w:p w14:paraId="4CE2A74C" w14:textId="77777777" w:rsidR="004A7ACF" w:rsidRDefault="004A7ACF" w:rsidP="007719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Montserrat">
    <w:charset w:val="00"/>
    <w:family w:val="auto"/>
    <w:pitch w:val="variable"/>
    <w:sig w:usb0="2000020F" w:usb1="00000003" w:usb2="00000000" w:usb3="00000000" w:csb0="00000197" w:csb1="00000000"/>
  </w:font>
  <w:font w:name="Times New Roman (Headings CS)">
    <w:altName w:val="Times New Roman"/>
    <w:panose1 w:val="00000000000000000000"/>
    <w:charset w:val="00"/>
    <w:family w:val="roman"/>
    <w:notTrueType/>
    <w:pitch w:val="default"/>
  </w:font>
  <w:font w:name="Montserrat SemiBold">
    <w:charset w:val="00"/>
    <w:family w:val="auto"/>
    <w:pitch w:val="variable"/>
    <w:sig w:usb0="2000020F" w:usb1="00000003" w:usb2="00000000" w:usb3="00000000" w:csb0="00000197" w:csb1="00000000"/>
  </w:font>
  <w:font w:name="Times New Roman (Body CS)">
    <w:altName w:val="Times New Roman"/>
    <w:charset w:val="00"/>
    <w:family w:val="roman"/>
    <w:pitch w:val="default"/>
  </w:font>
  <w:font w:name="Open Sans Light">
    <w:charset w:val="00"/>
    <w:family w:val="swiss"/>
    <w:pitch w:val="variable"/>
    <w:sig w:usb0="E00002EF" w:usb1="4000205B" w:usb2="00000028" w:usb3="00000000" w:csb0="0000019F" w:csb1="00000000"/>
  </w:font>
  <w:font w:name="Open Sans (Body)">
    <w:altName w:val="Open Sans"/>
    <w:charset w:val="00"/>
    <w:family w:val="roman"/>
    <w:pitch w:val="default"/>
  </w:font>
  <w:font w:name="Pecita">
    <w:altName w:val="Yu Gothic"/>
    <w:panose1 w:val="00000000000000000000"/>
    <w:charset w:val="80"/>
    <w:family w:val="script"/>
    <w:notTrueType/>
    <w:pitch w:val="variable"/>
    <w:sig w:usb0="E540A6FF" w:usb1="5807FBFF" w:usb2="00128034" w:usb3="00000000" w:csb0="8002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E0844F" w14:textId="5415FC10" w:rsidR="005760DE" w:rsidRPr="00CA560E" w:rsidRDefault="00CA560E" w:rsidP="008A014D">
    <w:pPr>
      <w:pStyle w:val="Footer"/>
    </w:pPr>
    <w:r w:rsidRPr="008A014D">
      <w:rPr>
        <w:noProof/>
      </w:rPr>
      <w:drawing>
        <wp:anchor distT="0" distB="0" distL="0" distR="144145" simplePos="0" relativeHeight="251661312" behindDoc="0" locked="1" layoutInCell="1" allowOverlap="1" wp14:anchorId="483B43D1" wp14:editId="24A58491">
          <wp:simplePos x="0" y="0"/>
          <wp:positionH relativeFrom="column">
            <wp:align>left</wp:align>
          </wp:positionH>
          <wp:positionV relativeFrom="bottomMargin">
            <wp:posOffset>125730</wp:posOffset>
          </wp:positionV>
          <wp:extent cx="248400" cy="248400"/>
          <wp:effectExtent l="0" t="0" r="0" b="0"/>
          <wp:wrapSquare wrapText="right"/>
          <wp:docPr id="21" name="Graphic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phic 2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8400" cy="248400"/>
                  </a:xfrm>
                  <a:prstGeom prst="rect">
                    <a:avLst/>
                  </a:prstGeom>
                </pic:spPr>
              </pic:pic>
            </a:graphicData>
          </a:graphic>
          <wp14:sizeRelH relativeFrom="margin">
            <wp14:pctWidth>0</wp14:pctWidth>
          </wp14:sizeRelH>
          <wp14:sizeRelV relativeFrom="margin">
            <wp14:pctHeight>0</wp14:pctHeight>
          </wp14:sizeRelV>
        </wp:anchor>
      </w:drawing>
    </w:r>
    <w:fldSimple w:instr=" STYLEREF Title \* MERGEFORMAT ">
      <w:r w:rsidR="00541CED">
        <w:rPr>
          <w:noProof/>
        </w:rPr>
        <w:t>BeST example mutation files.</w:t>
      </w:r>
    </w:fldSimple>
    <w:r w:rsidRPr="008A014D">
      <w:t xml:space="preserve"> | </w:t>
    </w:r>
    <w:r w:rsidRPr="008A014D">
      <w:rPr>
        <w:rStyle w:val="Strong"/>
      </w:rPr>
      <w:fldChar w:fldCharType="begin"/>
    </w:r>
    <w:r w:rsidRPr="008A014D">
      <w:rPr>
        <w:rStyle w:val="Strong"/>
      </w:rPr>
      <w:instrText xml:space="preserve"> PAGE \* Arabic \* MERGEFORMAT </w:instrText>
    </w:r>
    <w:r w:rsidRPr="008A014D">
      <w:rPr>
        <w:rStyle w:val="Strong"/>
      </w:rPr>
      <w:fldChar w:fldCharType="separate"/>
    </w:r>
    <w:r w:rsidRPr="008A014D">
      <w:rPr>
        <w:rStyle w:val="Strong"/>
      </w:rPr>
      <w:t>2</w:t>
    </w:r>
    <w:r w:rsidRPr="008A014D">
      <w:rPr>
        <w:rStyle w:val="Strong"/>
      </w:rPr>
      <w:fldChar w:fldCharType="end"/>
    </w:r>
    <w:r w:rsidRPr="008A014D">
      <w:t>/</w:t>
    </w:r>
    <w:fldSimple w:instr=" NUMPAGES  \* MERGEFORMAT ">
      <w:r w:rsidRPr="008A014D">
        <w:t>6</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B0EB88" w14:textId="77777777" w:rsidR="00B03809" w:rsidRDefault="00B03809" w:rsidP="00B03809">
    <w:pPr>
      <w:pStyle w:val="Footer"/>
    </w:pPr>
    <w:r>
      <w:rPr>
        <w:noProof/>
      </w:rPr>
      <w:drawing>
        <wp:anchor distT="0" distB="0" distL="114300" distR="114300" simplePos="0" relativeHeight="251660288" behindDoc="0" locked="0" layoutInCell="1" allowOverlap="1" wp14:anchorId="22456E5F" wp14:editId="5CA7FD70">
          <wp:simplePos x="0" y="0"/>
          <wp:positionH relativeFrom="column">
            <wp:posOffset>5652770</wp:posOffset>
          </wp:positionH>
          <wp:positionV relativeFrom="paragraph">
            <wp:posOffset>0</wp:posOffset>
          </wp:positionV>
          <wp:extent cx="460800" cy="331200"/>
          <wp:effectExtent l="0" t="0" r="0" b="0"/>
          <wp:wrapTopAndBottom/>
          <wp:docPr id="18" name="Graphic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3"/>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460800" cy="3312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36690E" w14:textId="77777777" w:rsidR="004A7ACF" w:rsidRDefault="004A7ACF" w:rsidP="007719B8">
      <w:pPr>
        <w:spacing w:after="0" w:line="240" w:lineRule="auto"/>
      </w:pPr>
      <w:r>
        <w:separator/>
      </w:r>
    </w:p>
  </w:footnote>
  <w:footnote w:type="continuationSeparator" w:id="0">
    <w:p w14:paraId="2A462B15" w14:textId="77777777" w:rsidR="004A7ACF" w:rsidRDefault="004A7ACF" w:rsidP="007719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D16E71" w14:textId="2C13F2A7" w:rsidR="002E27EE" w:rsidRPr="008A014D" w:rsidRDefault="002E27EE" w:rsidP="002E27EE">
    <w:pPr>
      <w:pStyle w:val="Header"/>
    </w:pPr>
    <w:proofErr w:type="spellStart"/>
    <w:r>
      <w:t>BeST</w:t>
    </w:r>
    <w:proofErr w:type="spellEnd"/>
    <w:r>
      <w:t xml:space="preserve"> example mutation file descriptions</w:t>
    </w:r>
    <w:r w:rsidR="00A54F1D">
      <w:t xml:space="preserve"> (V1.0)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09E0F0" w14:textId="77777777" w:rsidR="00B03809" w:rsidRDefault="00B03809">
    <w:pPr>
      <w:pStyle w:val="Header"/>
    </w:pPr>
    <w:r>
      <w:rPr>
        <w:noProof/>
      </w:rPr>
      <w:drawing>
        <wp:anchor distT="0" distB="0" distL="114300" distR="114300" simplePos="0" relativeHeight="251659264" behindDoc="0" locked="0" layoutInCell="1" allowOverlap="1" wp14:anchorId="7CDB67C5" wp14:editId="0828DA25">
          <wp:simplePos x="0" y="0"/>
          <wp:positionH relativeFrom="margin">
            <wp:posOffset>-252095</wp:posOffset>
          </wp:positionH>
          <wp:positionV relativeFrom="paragraph">
            <wp:posOffset>0</wp:posOffset>
          </wp:positionV>
          <wp:extent cx="3333600" cy="1123200"/>
          <wp:effectExtent l="0" t="0" r="0" b="0"/>
          <wp:wrapTopAndBottom/>
          <wp:docPr id="17" name="Graphic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3333600" cy="1123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784400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A6ED3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F32F8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7DE3F1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6C3CD1A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6A2A66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BAE31A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309EC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ED00B7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CE6D2D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063528A"/>
    <w:multiLevelType w:val="hybridMultilevel"/>
    <w:tmpl w:val="F39AE5E8"/>
    <w:lvl w:ilvl="0" w:tplc="63788D4A">
      <w:numFmt w:val="bullet"/>
      <w:lvlText w:val="-"/>
      <w:lvlJc w:val="left"/>
      <w:pPr>
        <w:ind w:left="720" w:hanging="360"/>
      </w:pPr>
      <w:rPr>
        <w:rFonts w:ascii="Open Sans" w:eastAsiaTheme="minorHAnsi" w:hAnsi="Open Sans" w:cs="Open San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6863B4D"/>
    <w:multiLevelType w:val="hybridMultilevel"/>
    <w:tmpl w:val="14BA8CEE"/>
    <w:lvl w:ilvl="0" w:tplc="B0DA52E8">
      <w:numFmt w:val="bullet"/>
      <w:lvlText w:val="-"/>
      <w:lvlJc w:val="left"/>
      <w:pPr>
        <w:ind w:left="720" w:hanging="360"/>
      </w:pPr>
      <w:rPr>
        <w:rFonts w:ascii="Open Sans" w:eastAsiaTheme="minorHAnsi" w:hAnsi="Open Sans" w:cs="Open San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4B207B5"/>
    <w:multiLevelType w:val="hybridMultilevel"/>
    <w:tmpl w:val="F6F0DE9E"/>
    <w:lvl w:ilvl="0" w:tplc="6B3A150E">
      <w:numFmt w:val="bullet"/>
      <w:lvlText w:val="-"/>
      <w:lvlJc w:val="left"/>
      <w:pPr>
        <w:ind w:left="720" w:hanging="360"/>
      </w:pPr>
      <w:rPr>
        <w:rFonts w:ascii="Open Sans" w:eastAsiaTheme="minorHAnsi" w:hAnsi="Open Sans" w:cs="Open San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54A32B37"/>
    <w:multiLevelType w:val="hybridMultilevel"/>
    <w:tmpl w:val="1710460E"/>
    <w:lvl w:ilvl="0" w:tplc="94D8AF6A">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CCE12C7"/>
    <w:multiLevelType w:val="hybridMultilevel"/>
    <w:tmpl w:val="02469DBC"/>
    <w:lvl w:ilvl="0" w:tplc="D3DE8522">
      <w:numFmt w:val="bullet"/>
      <w:lvlText w:val="-"/>
      <w:lvlJc w:val="left"/>
      <w:pPr>
        <w:ind w:left="720" w:hanging="360"/>
      </w:pPr>
      <w:rPr>
        <w:rFonts w:ascii="Open Sans" w:eastAsiaTheme="minorHAnsi" w:hAnsi="Open Sans" w:cs="Open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50720123">
    <w:abstractNumId w:val="0"/>
  </w:num>
  <w:num w:numId="2" w16cid:durableId="365181057">
    <w:abstractNumId w:val="1"/>
  </w:num>
  <w:num w:numId="3" w16cid:durableId="1329557141">
    <w:abstractNumId w:val="2"/>
  </w:num>
  <w:num w:numId="4" w16cid:durableId="1397388560">
    <w:abstractNumId w:val="3"/>
  </w:num>
  <w:num w:numId="5" w16cid:durableId="544953480">
    <w:abstractNumId w:val="8"/>
  </w:num>
  <w:num w:numId="6" w16cid:durableId="672226875">
    <w:abstractNumId w:val="4"/>
  </w:num>
  <w:num w:numId="7" w16cid:durableId="1440028721">
    <w:abstractNumId w:val="5"/>
  </w:num>
  <w:num w:numId="8" w16cid:durableId="1885943087">
    <w:abstractNumId w:val="6"/>
  </w:num>
  <w:num w:numId="9" w16cid:durableId="1039548252">
    <w:abstractNumId w:val="7"/>
  </w:num>
  <w:num w:numId="10" w16cid:durableId="1253322672">
    <w:abstractNumId w:val="9"/>
  </w:num>
  <w:num w:numId="11" w16cid:durableId="1051152535">
    <w:abstractNumId w:val="13"/>
  </w:num>
  <w:num w:numId="12" w16cid:durableId="1105880404">
    <w:abstractNumId w:val="10"/>
  </w:num>
  <w:num w:numId="13" w16cid:durableId="129180042">
    <w:abstractNumId w:val="11"/>
  </w:num>
  <w:num w:numId="14" w16cid:durableId="395082100">
    <w:abstractNumId w:val="12"/>
  </w:num>
  <w:num w:numId="15" w16cid:durableId="204409425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attachedTemplate r:id="rId1"/>
  <w:stylePaneFormatFilter w:val="BB28" w:allStyles="0" w:customStyles="0" w:latentStyles="0" w:stylesInUse="1" w:headingStyles="1" w:numberingStyles="0" w:tableStyles="0" w:directFormattingOnRuns="1" w:directFormattingOnParagraphs="1" w:directFormattingOnNumbering="0" w:directFormattingOnTables="1" w:clearFormatting="1" w:top3HeadingStyles="1" w:visibleStyles="0" w:alternateStyleNames="1"/>
  <w:defaultTabStop w:val="720"/>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27EE"/>
    <w:rsid w:val="000078A2"/>
    <w:rsid w:val="00042E17"/>
    <w:rsid w:val="00061171"/>
    <w:rsid w:val="00067D16"/>
    <w:rsid w:val="000D2FDF"/>
    <w:rsid w:val="000E4384"/>
    <w:rsid w:val="00126469"/>
    <w:rsid w:val="00142A57"/>
    <w:rsid w:val="00154E5C"/>
    <w:rsid w:val="001B0246"/>
    <w:rsid w:val="001B4851"/>
    <w:rsid w:val="001C6769"/>
    <w:rsid w:val="00202056"/>
    <w:rsid w:val="00212289"/>
    <w:rsid w:val="00230DF0"/>
    <w:rsid w:val="0027461E"/>
    <w:rsid w:val="00291D00"/>
    <w:rsid w:val="002A009D"/>
    <w:rsid w:val="002C1F9D"/>
    <w:rsid w:val="002C5C7C"/>
    <w:rsid w:val="002E27EE"/>
    <w:rsid w:val="002E3D55"/>
    <w:rsid w:val="00306628"/>
    <w:rsid w:val="0032370B"/>
    <w:rsid w:val="003378C9"/>
    <w:rsid w:val="003634A1"/>
    <w:rsid w:val="00372ABD"/>
    <w:rsid w:val="00375FEE"/>
    <w:rsid w:val="00377A84"/>
    <w:rsid w:val="00397E83"/>
    <w:rsid w:val="003B6692"/>
    <w:rsid w:val="003E0471"/>
    <w:rsid w:val="003E0AB6"/>
    <w:rsid w:val="00410C26"/>
    <w:rsid w:val="004412D1"/>
    <w:rsid w:val="004611CF"/>
    <w:rsid w:val="004705BF"/>
    <w:rsid w:val="004838BF"/>
    <w:rsid w:val="0049292B"/>
    <w:rsid w:val="00497F51"/>
    <w:rsid w:val="004A408A"/>
    <w:rsid w:val="004A7ACF"/>
    <w:rsid w:val="004D0F73"/>
    <w:rsid w:val="004D5612"/>
    <w:rsid w:val="004D5860"/>
    <w:rsid w:val="004D60BA"/>
    <w:rsid w:val="004E5098"/>
    <w:rsid w:val="004F0366"/>
    <w:rsid w:val="004F7714"/>
    <w:rsid w:val="00541BE5"/>
    <w:rsid w:val="00541CED"/>
    <w:rsid w:val="00546504"/>
    <w:rsid w:val="005760DE"/>
    <w:rsid w:val="0058776D"/>
    <w:rsid w:val="005D2B33"/>
    <w:rsid w:val="005D558C"/>
    <w:rsid w:val="005F0EE1"/>
    <w:rsid w:val="005F784D"/>
    <w:rsid w:val="00614B09"/>
    <w:rsid w:val="00625CCB"/>
    <w:rsid w:val="006532E3"/>
    <w:rsid w:val="0065746C"/>
    <w:rsid w:val="00661139"/>
    <w:rsid w:val="00665361"/>
    <w:rsid w:val="006664A4"/>
    <w:rsid w:val="006D1711"/>
    <w:rsid w:val="00706F1B"/>
    <w:rsid w:val="00743DDB"/>
    <w:rsid w:val="007719B8"/>
    <w:rsid w:val="0077278D"/>
    <w:rsid w:val="00776AD3"/>
    <w:rsid w:val="00803932"/>
    <w:rsid w:val="00832B8F"/>
    <w:rsid w:val="0085345D"/>
    <w:rsid w:val="0087666A"/>
    <w:rsid w:val="00890FC2"/>
    <w:rsid w:val="008A014D"/>
    <w:rsid w:val="008A4FD7"/>
    <w:rsid w:val="008B3E7B"/>
    <w:rsid w:val="008B7774"/>
    <w:rsid w:val="008D1CAE"/>
    <w:rsid w:val="008D5E95"/>
    <w:rsid w:val="008E1986"/>
    <w:rsid w:val="008E3FEE"/>
    <w:rsid w:val="00924E87"/>
    <w:rsid w:val="00927DF7"/>
    <w:rsid w:val="009373C9"/>
    <w:rsid w:val="00945056"/>
    <w:rsid w:val="00961C5F"/>
    <w:rsid w:val="00997E64"/>
    <w:rsid w:val="009E2FD8"/>
    <w:rsid w:val="009E62A1"/>
    <w:rsid w:val="00A1780E"/>
    <w:rsid w:val="00A31C55"/>
    <w:rsid w:val="00A54F1D"/>
    <w:rsid w:val="00A558FD"/>
    <w:rsid w:val="00A6176C"/>
    <w:rsid w:val="00A70C65"/>
    <w:rsid w:val="00AA6287"/>
    <w:rsid w:val="00AB381E"/>
    <w:rsid w:val="00AB76D9"/>
    <w:rsid w:val="00AC3E7C"/>
    <w:rsid w:val="00AD432C"/>
    <w:rsid w:val="00AE6B1E"/>
    <w:rsid w:val="00AF2820"/>
    <w:rsid w:val="00B03809"/>
    <w:rsid w:val="00B325DA"/>
    <w:rsid w:val="00B80FC7"/>
    <w:rsid w:val="00B853AB"/>
    <w:rsid w:val="00B94F1C"/>
    <w:rsid w:val="00B978B4"/>
    <w:rsid w:val="00BA454C"/>
    <w:rsid w:val="00BC266C"/>
    <w:rsid w:val="00BE658D"/>
    <w:rsid w:val="00C041C7"/>
    <w:rsid w:val="00C2174B"/>
    <w:rsid w:val="00C2316E"/>
    <w:rsid w:val="00C2691D"/>
    <w:rsid w:val="00C35F6F"/>
    <w:rsid w:val="00C428F9"/>
    <w:rsid w:val="00C62096"/>
    <w:rsid w:val="00C84DEA"/>
    <w:rsid w:val="00C87A5D"/>
    <w:rsid w:val="00C943E8"/>
    <w:rsid w:val="00CA560E"/>
    <w:rsid w:val="00CB5260"/>
    <w:rsid w:val="00CD028C"/>
    <w:rsid w:val="00CF6713"/>
    <w:rsid w:val="00D13942"/>
    <w:rsid w:val="00D362D7"/>
    <w:rsid w:val="00D5181C"/>
    <w:rsid w:val="00D5268C"/>
    <w:rsid w:val="00D73F62"/>
    <w:rsid w:val="00D9701F"/>
    <w:rsid w:val="00DB3E6F"/>
    <w:rsid w:val="00DC6F62"/>
    <w:rsid w:val="00DE48EB"/>
    <w:rsid w:val="00E11167"/>
    <w:rsid w:val="00E23B2B"/>
    <w:rsid w:val="00E30FB6"/>
    <w:rsid w:val="00E32355"/>
    <w:rsid w:val="00E330E1"/>
    <w:rsid w:val="00EA69F0"/>
    <w:rsid w:val="00EC5995"/>
    <w:rsid w:val="00EE15EB"/>
    <w:rsid w:val="00F20E9B"/>
    <w:rsid w:val="00F353EE"/>
    <w:rsid w:val="00F51117"/>
    <w:rsid w:val="00F5639C"/>
    <w:rsid w:val="00F63D50"/>
    <w:rsid w:val="00F83B0A"/>
    <w:rsid w:val="00FE321F"/>
    <w:rsid w:val="00FF4AA8"/>
  </w:rsids>
  <m:mathPr>
    <m:mathFont m:val="Cambria Math"/>
    <m:brkBin m:val="before"/>
    <m:brkBinSub m:val="--"/>
    <m:smallFrac m:val="0"/>
    <m:dispDef/>
    <m:lMargin m:val="0"/>
    <m:rMargin m:val="0"/>
    <m:defJc m:val="centerGroup"/>
    <m:wrapIndent m:val="1440"/>
    <m:intLim m:val="subSup"/>
    <m:naryLim m:val="undOvr"/>
  </m:mathPr>
  <w:themeFontLang w:val="nl-BE"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B72FBE"/>
  <w15:docId w15:val="{ABE33A3E-5F42-49C1-B16F-395D79EC5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nl-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qFormat="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uiPriority="21"/>
    <w:lsdException w:name="Subtle Reference" w:semiHidden="1" w:uiPriority="31" w:unhideWhenUsed="1"/>
    <w:lsdException w:name="Intense Reference" w:semiHidden="1" w:uiPriority="32" w:unhideWhenUsed="1"/>
    <w:lsdException w:name="Book Title" w:semiHidden="1" w:uiPriority="39"/>
    <w:lsdException w:name="Bibliography" w:semiHidden="1" w:uiPriority="39"/>
    <w:lsdException w:name="TOC Heading" w:semiHidden="1" w:uiPriority="35"/>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174B"/>
    <w:pPr>
      <w:suppressAutoHyphens/>
      <w:spacing w:after="400" w:line="320" w:lineRule="exact"/>
    </w:pPr>
    <w:rPr>
      <w:sz w:val="21"/>
      <w:lang w:val="en-GB"/>
    </w:rPr>
  </w:style>
  <w:style w:type="paragraph" w:styleId="Heading1">
    <w:name w:val="heading 1"/>
    <w:basedOn w:val="Normal"/>
    <w:next w:val="Normal"/>
    <w:link w:val="Heading1Char"/>
    <w:uiPriority w:val="9"/>
    <w:qFormat/>
    <w:rsid w:val="008B3E7B"/>
    <w:pPr>
      <w:keepNext/>
      <w:keepLines/>
      <w:spacing w:line="278" w:lineRule="auto"/>
      <w:outlineLvl w:val="0"/>
    </w:pPr>
    <w:rPr>
      <w:rFonts w:asciiTheme="majorHAnsi" w:eastAsiaTheme="majorEastAsia" w:hAnsiTheme="majorHAnsi" w:cstheme="majorBidi"/>
      <w:b/>
      <w:sz w:val="68"/>
      <w:szCs w:val="32"/>
    </w:rPr>
  </w:style>
  <w:style w:type="paragraph" w:styleId="Heading2">
    <w:name w:val="heading 2"/>
    <w:basedOn w:val="Heading1"/>
    <w:next w:val="Normal"/>
    <w:link w:val="Heading2Char"/>
    <w:uiPriority w:val="9"/>
    <w:qFormat/>
    <w:rsid w:val="008B3E7B"/>
    <w:pPr>
      <w:outlineLvl w:val="1"/>
    </w:pPr>
    <w:rPr>
      <w:rFonts w:cs="Times New Roman (Headings CS)"/>
      <w:sz w:val="52"/>
      <w:szCs w:val="26"/>
    </w:rPr>
  </w:style>
  <w:style w:type="paragraph" w:styleId="Heading3">
    <w:name w:val="heading 3"/>
    <w:basedOn w:val="Heading1"/>
    <w:next w:val="Normal"/>
    <w:link w:val="Heading3Char"/>
    <w:uiPriority w:val="9"/>
    <w:qFormat/>
    <w:rsid w:val="008B3E7B"/>
    <w:pPr>
      <w:spacing w:after="320" w:line="259" w:lineRule="auto"/>
      <w:outlineLvl w:val="2"/>
    </w:pPr>
    <w:rPr>
      <w:rFonts w:ascii="Montserrat SemiBold" w:hAnsi="Montserrat SemiBold" w:cs="Times New Roman (Headings CS)"/>
      <w:sz w:val="38"/>
    </w:rPr>
  </w:style>
  <w:style w:type="paragraph" w:styleId="Heading4">
    <w:name w:val="heading 4"/>
    <w:basedOn w:val="Heading3"/>
    <w:next w:val="Normal"/>
    <w:link w:val="Heading4Char"/>
    <w:uiPriority w:val="9"/>
    <w:qFormat/>
    <w:rsid w:val="008B3E7B"/>
    <w:pPr>
      <w:spacing w:after="160"/>
      <w:outlineLvl w:val="3"/>
    </w:pPr>
    <w:rPr>
      <w:b w:val="0"/>
      <w:iCs/>
      <w:sz w:val="26"/>
    </w:rPr>
  </w:style>
  <w:style w:type="paragraph" w:styleId="Heading5">
    <w:name w:val="heading 5"/>
    <w:basedOn w:val="Normal"/>
    <w:next w:val="Normal"/>
    <w:link w:val="Heading5Char"/>
    <w:uiPriority w:val="9"/>
    <w:semiHidden/>
    <w:rsid w:val="00BA454C"/>
    <w:pPr>
      <w:keepNext/>
      <w:keepLines/>
      <w:spacing w:after="0"/>
      <w:outlineLvl w:val="4"/>
    </w:pPr>
    <w:rPr>
      <w:rFonts w:asciiTheme="majorHAnsi" w:eastAsiaTheme="majorEastAsia" w:hAnsiTheme="majorHAnsi" w:cstheme="majorBidi"/>
      <w:color w:val="004050" w:themeColor="accent1" w:themeShade="BF"/>
    </w:rPr>
  </w:style>
  <w:style w:type="paragraph" w:styleId="Heading6">
    <w:name w:val="heading 6"/>
    <w:basedOn w:val="Normal"/>
    <w:next w:val="Normal"/>
    <w:link w:val="Heading6Char"/>
    <w:uiPriority w:val="9"/>
    <w:semiHidden/>
    <w:rsid w:val="00BA454C"/>
    <w:pPr>
      <w:keepNext/>
      <w:keepLines/>
      <w:spacing w:after="0"/>
      <w:outlineLvl w:val="5"/>
    </w:pPr>
    <w:rPr>
      <w:rFonts w:asciiTheme="majorHAnsi" w:eastAsiaTheme="majorEastAsia" w:hAnsiTheme="majorHAnsi" w:cstheme="majorBidi"/>
      <w:color w:val="002A35" w:themeColor="accent1" w:themeShade="7F"/>
    </w:rPr>
  </w:style>
  <w:style w:type="paragraph" w:styleId="Heading7">
    <w:name w:val="heading 7"/>
    <w:basedOn w:val="Normal"/>
    <w:next w:val="Normal"/>
    <w:link w:val="Heading7Char"/>
    <w:uiPriority w:val="9"/>
    <w:semiHidden/>
    <w:rsid w:val="00BA454C"/>
    <w:pPr>
      <w:keepNext/>
      <w:keepLines/>
      <w:spacing w:after="0"/>
      <w:outlineLvl w:val="6"/>
    </w:pPr>
    <w:rPr>
      <w:rFonts w:asciiTheme="majorHAnsi" w:eastAsiaTheme="majorEastAsia" w:hAnsiTheme="majorHAnsi" w:cstheme="majorBidi"/>
      <w:i/>
      <w:iCs/>
      <w:color w:val="002A35" w:themeColor="accent1" w:themeShade="7F"/>
    </w:rPr>
  </w:style>
  <w:style w:type="paragraph" w:styleId="Heading8">
    <w:name w:val="heading 8"/>
    <w:basedOn w:val="Normal"/>
    <w:next w:val="Normal"/>
    <w:link w:val="Heading8Char"/>
    <w:uiPriority w:val="9"/>
    <w:semiHidden/>
    <w:rsid w:val="00BA454C"/>
    <w:pPr>
      <w:keepNext/>
      <w:keepLines/>
      <w:spacing w:after="0"/>
      <w:outlineLvl w:val="7"/>
    </w:pPr>
    <w:rPr>
      <w:rFonts w:asciiTheme="majorHAnsi" w:eastAsiaTheme="majorEastAsia" w:hAnsiTheme="majorHAnsi" w:cstheme="majorBidi"/>
      <w:color w:val="1B4851" w:themeColor="text1" w:themeTint="D8"/>
      <w:szCs w:val="21"/>
    </w:rPr>
  </w:style>
  <w:style w:type="paragraph" w:styleId="Heading9">
    <w:name w:val="heading 9"/>
    <w:basedOn w:val="Normal"/>
    <w:next w:val="Normal"/>
    <w:link w:val="Heading9Char"/>
    <w:uiPriority w:val="9"/>
    <w:semiHidden/>
    <w:rsid w:val="00BA454C"/>
    <w:pPr>
      <w:keepNext/>
      <w:keepLines/>
      <w:spacing w:after="0"/>
      <w:outlineLvl w:val="8"/>
    </w:pPr>
    <w:rPr>
      <w:rFonts w:asciiTheme="majorHAnsi" w:eastAsiaTheme="majorEastAsia" w:hAnsiTheme="majorHAnsi" w:cstheme="majorBidi"/>
      <w:i/>
      <w:iCs/>
      <w:color w:val="1B4851"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2174B"/>
    <w:rPr>
      <w:sz w:val="21"/>
    </w:rPr>
  </w:style>
  <w:style w:type="character" w:customStyle="1" w:styleId="Heading1Char">
    <w:name w:val="Heading 1 Char"/>
    <w:basedOn w:val="DefaultParagraphFont"/>
    <w:link w:val="Heading1"/>
    <w:uiPriority w:val="9"/>
    <w:rsid w:val="008B3E7B"/>
    <w:rPr>
      <w:rFonts w:asciiTheme="majorHAnsi" w:eastAsiaTheme="majorEastAsia" w:hAnsiTheme="majorHAnsi" w:cstheme="majorBidi"/>
      <w:b/>
      <w:sz w:val="68"/>
      <w:szCs w:val="32"/>
      <w:lang w:val="nl-NL"/>
    </w:rPr>
  </w:style>
  <w:style w:type="character" w:customStyle="1" w:styleId="Heading2Char">
    <w:name w:val="Heading 2 Char"/>
    <w:basedOn w:val="DefaultParagraphFont"/>
    <w:link w:val="Heading2"/>
    <w:uiPriority w:val="9"/>
    <w:rsid w:val="008B3E7B"/>
    <w:rPr>
      <w:rFonts w:asciiTheme="majorHAnsi" w:eastAsiaTheme="majorEastAsia" w:hAnsiTheme="majorHAnsi" w:cs="Times New Roman (Headings CS)"/>
      <w:b/>
      <w:sz w:val="52"/>
      <w:szCs w:val="26"/>
      <w:lang w:val="nl-NL"/>
    </w:rPr>
  </w:style>
  <w:style w:type="character" w:customStyle="1" w:styleId="Heading3Char">
    <w:name w:val="Heading 3 Char"/>
    <w:basedOn w:val="DefaultParagraphFont"/>
    <w:link w:val="Heading3"/>
    <w:uiPriority w:val="9"/>
    <w:rsid w:val="008B3E7B"/>
    <w:rPr>
      <w:rFonts w:ascii="Montserrat SemiBold" w:eastAsiaTheme="majorEastAsia" w:hAnsi="Montserrat SemiBold" w:cs="Times New Roman (Headings CS)"/>
      <w:b/>
      <w:sz w:val="38"/>
      <w:szCs w:val="32"/>
      <w:lang w:val="nl-NL"/>
    </w:rPr>
  </w:style>
  <w:style w:type="character" w:styleId="Strong">
    <w:name w:val="Strong"/>
    <w:uiPriority w:val="5"/>
    <w:qFormat/>
    <w:rsid w:val="008B3E7B"/>
    <w:rPr>
      <w:b/>
      <w:bCs/>
    </w:rPr>
  </w:style>
  <w:style w:type="character" w:customStyle="1" w:styleId="Heading4Char">
    <w:name w:val="Heading 4 Char"/>
    <w:basedOn w:val="DefaultParagraphFont"/>
    <w:link w:val="Heading4"/>
    <w:uiPriority w:val="9"/>
    <w:rsid w:val="008B3E7B"/>
    <w:rPr>
      <w:rFonts w:ascii="Montserrat SemiBold" w:eastAsiaTheme="majorEastAsia" w:hAnsi="Montserrat SemiBold" w:cs="Times New Roman (Headings CS)"/>
      <w:iCs/>
      <w:sz w:val="26"/>
      <w:szCs w:val="32"/>
      <w:lang w:val="nl-NL"/>
    </w:rPr>
  </w:style>
  <w:style w:type="character" w:customStyle="1" w:styleId="Heading5Char">
    <w:name w:val="Heading 5 Char"/>
    <w:basedOn w:val="DefaultParagraphFont"/>
    <w:link w:val="Heading5"/>
    <w:uiPriority w:val="9"/>
    <w:semiHidden/>
    <w:rsid w:val="0077278D"/>
    <w:rPr>
      <w:rFonts w:asciiTheme="majorHAnsi" w:eastAsiaTheme="majorEastAsia" w:hAnsiTheme="majorHAnsi" w:cstheme="majorBidi"/>
      <w:color w:val="004050" w:themeColor="accent1" w:themeShade="BF"/>
      <w:sz w:val="21"/>
      <w:lang w:val="nl-NL"/>
    </w:rPr>
  </w:style>
  <w:style w:type="character" w:customStyle="1" w:styleId="Heading6Char">
    <w:name w:val="Heading 6 Char"/>
    <w:basedOn w:val="DefaultParagraphFont"/>
    <w:link w:val="Heading6"/>
    <w:uiPriority w:val="9"/>
    <w:semiHidden/>
    <w:rsid w:val="0077278D"/>
    <w:rPr>
      <w:rFonts w:asciiTheme="majorHAnsi" w:eastAsiaTheme="majorEastAsia" w:hAnsiTheme="majorHAnsi" w:cstheme="majorBidi"/>
      <w:color w:val="002A35" w:themeColor="accent1" w:themeShade="7F"/>
      <w:sz w:val="21"/>
      <w:lang w:val="nl-NL"/>
    </w:rPr>
  </w:style>
  <w:style w:type="character" w:customStyle="1" w:styleId="Heading7Char">
    <w:name w:val="Heading 7 Char"/>
    <w:basedOn w:val="DefaultParagraphFont"/>
    <w:link w:val="Heading7"/>
    <w:uiPriority w:val="9"/>
    <w:semiHidden/>
    <w:rsid w:val="0077278D"/>
    <w:rPr>
      <w:rFonts w:asciiTheme="majorHAnsi" w:eastAsiaTheme="majorEastAsia" w:hAnsiTheme="majorHAnsi" w:cstheme="majorBidi"/>
      <w:i/>
      <w:iCs/>
      <w:color w:val="002A35" w:themeColor="accent1" w:themeShade="7F"/>
      <w:sz w:val="21"/>
      <w:lang w:val="nl-NL"/>
    </w:rPr>
  </w:style>
  <w:style w:type="character" w:customStyle="1" w:styleId="Heading8Char">
    <w:name w:val="Heading 8 Char"/>
    <w:basedOn w:val="DefaultParagraphFont"/>
    <w:link w:val="Heading8"/>
    <w:uiPriority w:val="9"/>
    <w:semiHidden/>
    <w:rsid w:val="0077278D"/>
    <w:rPr>
      <w:rFonts w:asciiTheme="majorHAnsi" w:eastAsiaTheme="majorEastAsia" w:hAnsiTheme="majorHAnsi" w:cstheme="majorBidi"/>
      <w:color w:val="1B4851" w:themeColor="text1" w:themeTint="D8"/>
      <w:sz w:val="21"/>
      <w:szCs w:val="21"/>
      <w:lang w:val="nl-NL"/>
    </w:rPr>
  </w:style>
  <w:style w:type="character" w:customStyle="1" w:styleId="Heading9Char">
    <w:name w:val="Heading 9 Char"/>
    <w:basedOn w:val="DefaultParagraphFont"/>
    <w:link w:val="Heading9"/>
    <w:uiPriority w:val="9"/>
    <w:semiHidden/>
    <w:rsid w:val="0077278D"/>
    <w:rPr>
      <w:rFonts w:asciiTheme="majorHAnsi" w:eastAsiaTheme="majorEastAsia" w:hAnsiTheme="majorHAnsi" w:cstheme="majorBidi"/>
      <w:i/>
      <w:iCs/>
      <w:color w:val="1B4851" w:themeColor="text1" w:themeTint="D8"/>
      <w:sz w:val="21"/>
      <w:szCs w:val="21"/>
      <w:lang w:val="nl-NL"/>
    </w:rPr>
  </w:style>
  <w:style w:type="paragraph" w:styleId="Title">
    <w:name w:val="Title"/>
    <w:basedOn w:val="Normal"/>
    <w:next w:val="Subtitle"/>
    <w:link w:val="TitleChar"/>
    <w:uiPriority w:val="10"/>
    <w:qFormat/>
    <w:rsid w:val="008B3E7B"/>
    <w:pPr>
      <w:spacing w:after="200" w:line="240" w:lineRule="auto"/>
      <w:contextualSpacing/>
    </w:pPr>
    <w:rPr>
      <w:rFonts w:asciiTheme="majorHAnsi" w:eastAsiaTheme="majorEastAsia" w:hAnsiTheme="majorHAnsi" w:cstheme="majorBidi"/>
      <w:b/>
      <w:spacing w:val="-10"/>
      <w:kern w:val="28"/>
      <w:sz w:val="88"/>
      <w:szCs w:val="56"/>
    </w:rPr>
  </w:style>
  <w:style w:type="character" w:customStyle="1" w:styleId="TitleChar">
    <w:name w:val="Title Char"/>
    <w:basedOn w:val="DefaultParagraphFont"/>
    <w:link w:val="Title"/>
    <w:uiPriority w:val="10"/>
    <w:rsid w:val="0077278D"/>
    <w:rPr>
      <w:rFonts w:asciiTheme="majorHAnsi" w:eastAsiaTheme="majorEastAsia" w:hAnsiTheme="majorHAnsi" w:cstheme="majorBidi"/>
      <w:b/>
      <w:spacing w:val="-10"/>
      <w:kern w:val="28"/>
      <w:sz w:val="88"/>
      <w:szCs w:val="56"/>
      <w:lang w:val="nl-NL"/>
    </w:rPr>
  </w:style>
  <w:style w:type="paragraph" w:styleId="Subtitle">
    <w:name w:val="Subtitle"/>
    <w:basedOn w:val="Normal"/>
    <w:next w:val="Normal"/>
    <w:link w:val="SubtitleChar"/>
    <w:uiPriority w:val="31"/>
    <w:qFormat/>
    <w:rsid w:val="00CB5260"/>
    <w:pPr>
      <w:numPr>
        <w:ilvl w:val="1"/>
      </w:numPr>
      <w:spacing w:after="160" w:line="240" w:lineRule="auto"/>
      <w:contextualSpacing/>
    </w:pPr>
    <w:rPr>
      <w:rFonts w:ascii="Montserrat SemiBold" w:eastAsiaTheme="minorEastAsia" w:hAnsi="Montserrat SemiBold" w:cs="Times New Roman (Body CS)"/>
      <w:color w:val="328798" w:themeColor="text1" w:themeTint="A5"/>
      <w:spacing w:val="15"/>
      <w:sz w:val="52"/>
      <w:szCs w:val="22"/>
    </w:rPr>
  </w:style>
  <w:style w:type="character" w:customStyle="1" w:styleId="SubtitleChar">
    <w:name w:val="Subtitle Char"/>
    <w:basedOn w:val="DefaultParagraphFont"/>
    <w:link w:val="Subtitle"/>
    <w:uiPriority w:val="31"/>
    <w:rsid w:val="0077278D"/>
    <w:rPr>
      <w:rFonts w:ascii="Montserrat SemiBold" w:eastAsiaTheme="minorEastAsia" w:hAnsi="Montserrat SemiBold" w:cs="Times New Roman (Body CS)"/>
      <w:color w:val="328798" w:themeColor="text1" w:themeTint="A5"/>
      <w:spacing w:val="15"/>
      <w:sz w:val="52"/>
      <w:szCs w:val="22"/>
      <w:lang w:val="nl-NL"/>
    </w:rPr>
  </w:style>
  <w:style w:type="paragraph" w:styleId="Quote">
    <w:name w:val="Quote"/>
    <w:aliases w:val="Highlight - Vertical Line"/>
    <w:basedOn w:val="Normal"/>
    <w:next w:val="Normal"/>
    <w:link w:val="QuoteChar"/>
    <w:uiPriority w:val="19"/>
    <w:qFormat/>
    <w:rsid w:val="008B3E7B"/>
    <w:pPr>
      <w:keepLines/>
      <w:framePr w:vSpace="312" w:wrap="notBeside" w:vAnchor="text" w:hAnchor="text" w:y="1"/>
      <w:pBdr>
        <w:left w:val="single" w:sz="48" w:space="16" w:color="FFED75" w:themeColor="accent2"/>
      </w:pBdr>
      <w:spacing w:after="0" w:line="440" w:lineRule="exact"/>
    </w:pPr>
    <w:rPr>
      <w:iCs/>
      <w:sz w:val="24"/>
    </w:rPr>
  </w:style>
  <w:style w:type="character" w:styleId="Emphasis">
    <w:name w:val="Emphasis"/>
    <w:uiPriority w:val="6"/>
    <w:qFormat/>
    <w:rsid w:val="008B3E7B"/>
    <w:rPr>
      <w:i/>
      <w:iCs/>
    </w:rPr>
  </w:style>
  <w:style w:type="character" w:styleId="IntenseEmphasis">
    <w:name w:val="Intense Emphasis"/>
    <w:basedOn w:val="DefaultParagraphFont"/>
    <w:uiPriority w:val="99"/>
    <w:semiHidden/>
    <w:rsid w:val="00BA454C"/>
    <w:rPr>
      <w:rFonts w:asciiTheme="minorHAnsi" w:hAnsiTheme="minorHAnsi"/>
      <w:b w:val="0"/>
      <w:i/>
      <w:iCs/>
      <w:color w:val="00566B" w:themeColor="accent1"/>
      <w:sz w:val="21"/>
    </w:rPr>
  </w:style>
  <w:style w:type="character" w:customStyle="1" w:styleId="QuoteChar">
    <w:name w:val="Quote Char"/>
    <w:aliases w:val="Highlight - Vertical Line Char"/>
    <w:basedOn w:val="DefaultParagraphFont"/>
    <w:link w:val="Quote"/>
    <w:uiPriority w:val="19"/>
    <w:rsid w:val="0077278D"/>
    <w:rPr>
      <w:iCs/>
      <w:lang w:val="nl-NL"/>
    </w:rPr>
  </w:style>
  <w:style w:type="paragraph" w:styleId="IntenseQuote">
    <w:name w:val="Intense Quote"/>
    <w:aliases w:val="Highlight - Full frame - Soft green"/>
    <w:basedOn w:val="Normal"/>
    <w:next w:val="Normal"/>
    <w:link w:val="IntenseQuoteChar"/>
    <w:uiPriority w:val="20"/>
    <w:qFormat/>
    <w:rsid w:val="008B3E7B"/>
    <w:pPr>
      <w:framePr w:vSpace="301" w:wrap="notBeside" w:vAnchor="text" w:hAnchor="text" w:y="1"/>
      <w:pBdr>
        <w:top w:val="single" w:sz="24" w:space="10" w:color="B6E7DD" w:themeColor="accent5"/>
        <w:left w:val="single" w:sz="24" w:space="10" w:color="B6E7DD" w:themeColor="accent5"/>
        <w:bottom w:val="single" w:sz="24" w:space="10" w:color="B6E7DD" w:themeColor="accent5"/>
        <w:right w:val="single" w:sz="24" w:space="10" w:color="B6E7DD" w:themeColor="accent5"/>
      </w:pBdr>
      <w:shd w:val="clear" w:color="auto" w:fill="B6E7DD" w:themeFill="accent5"/>
      <w:spacing w:after="0"/>
    </w:pPr>
    <w:rPr>
      <w:iCs/>
    </w:rPr>
  </w:style>
  <w:style w:type="character" w:customStyle="1" w:styleId="IntenseQuoteChar">
    <w:name w:val="Intense Quote Char"/>
    <w:aliases w:val="Highlight - Full frame - Soft green Char"/>
    <w:basedOn w:val="DefaultParagraphFont"/>
    <w:link w:val="IntenseQuote"/>
    <w:uiPriority w:val="20"/>
    <w:rsid w:val="0077278D"/>
    <w:rPr>
      <w:iCs/>
      <w:sz w:val="21"/>
      <w:shd w:val="clear" w:color="auto" w:fill="B6E7DD" w:themeFill="accent5"/>
      <w:lang w:val="nl-NL"/>
    </w:rPr>
  </w:style>
  <w:style w:type="paragraph" w:styleId="ListParagraph">
    <w:name w:val="List Paragraph"/>
    <w:basedOn w:val="ListBullet"/>
    <w:uiPriority w:val="40"/>
    <w:unhideWhenUsed/>
    <w:rsid w:val="00CF6713"/>
    <w:pPr>
      <w:ind w:left="714" w:hanging="357"/>
    </w:pPr>
  </w:style>
  <w:style w:type="paragraph" w:customStyle="1" w:styleId="Highlight-Fullframe-Softred">
    <w:name w:val="Highlight - Full frame - Soft red"/>
    <w:basedOn w:val="IntenseQuote"/>
    <w:next w:val="Normal"/>
    <w:uiPriority w:val="20"/>
    <w:qFormat/>
    <w:rsid w:val="008B3E7B"/>
    <w:pPr>
      <w:framePr w:wrap="around"/>
      <w:pBdr>
        <w:top w:val="single" w:sz="4" w:space="10" w:color="F8D7BC" w:themeColor="accent6"/>
        <w:left w:val="single" w:sz="4" w:space="10" w:color="F8D7BC" w:themeColor="accent6"/>
        <w:bottom w:val="single" w:sz="4" w:space="10" w:color="F8D7BC" w:themeColor="accent6"/>
        <w:right w:val="single" w:sz="4" w:space="10" w:color="F8D7BC" w:themeColor="accent6"/>
      </w:pBdr>
      <w:shd w:val="clear" w:color="auto" w:fill="F8D7BC" w:themeFill="accent6"/>
    </w:pPr>
  </w:style>
  <w:style w:type="paragraph" w:customStyle="1" w:styleId="Highlight-Borderframe-Softgreen">
    <w:name w:val="Highlight - Border frame - Soft green"/>
    <w:basedOn w:val="IntenseQuote"/>
    <w:next w:val="Normal"/>
    <w:uiPriority w:val="21"/>
    <w:qFormat/>
    <w:rsid w:val="008B3E7B"/>
    <w:pPr>
      <w:framePr w:wrap="around"/>
      <w:shd w:val="clear" w:color="auto" w:fill="auto"/>
    </w:pPr>
  </w:style>
  <w:style w:type="paragraph" w:customStyle="1" w:styleId="Highlight-Borderframe-Softred">
    <w:name w:val="Highlight - Border frame - Soft red"/>
    <w:basedOn w:val="Highlight-Borderframe-Softgreen"/>
    <w:next w:val="Normal"/>
    <w:uiPriority w:val="21"/>
    <w:qFormat/>
    <w:rsid w:val="008B3E7B"/>
    <w:pPr>
      <w:framePr w:wrap="around"/>
      <w:pBdr>
        <w:top w:val="single" w:sz="24" w:space="10" w:color="F8D7BC" w:themeColor="accent6"/>
        <w:left w:val="single" w:sz="24" w:space="10" w:color="F8D7BC" w:themeColor="accent6"/>
        <w:bottom w:val="single" w:sz="24" w:space="10" w:color="F8D7BC" w:themeColor="accent6"/>
        <w:right w:val="single" w:sz="24" w:space="10" w:color="F8D7BC" w:themeColor="accent6"/>
      </w:pBdr>
    </w:pPr>
  </w:style>
  <w:style w:type="paragraph" w:styleId="Header">
    <w:name w:val="header"/>
    <w:basedOn w:val="Footer"/>
    <w:link w:val="HeaderChar"/>
    <w:uiPriority w:val="36"/>
    <w:unhideWhenUsed/>
    <w:rsid w:val="004E5098"/>
    <w:pPr>
      <w:spacing w:before="0" w:after="240" w:line="240" w:lineRule="auto"/>
    </w:pPr>
  </w:style>
  <w:style w:type="character" w:customStyle="1" w:styleId="HeaderChar">
    <w:name w:val="Header Char"/>
    <w:basedOn w:val="DefaultParagraphFont"/>
    <w:link w:val="Header"/>
    <w:uiPriority w:val="36"/>
    <w:rsid w:val="00B978B4"/>
    <w:rPr>
      <w:rFonts w:ascii="Open Sans Light" w:hAnsi="Open Sans Light" w:cs="Times New Roman (Body CS)"/>
      <w:color w:val="535D5F"/>
      <w:sz w:val="18"/>
      <w:lang w:val="nl-NL"/>
    </w:rPr>
  </w:style>
  <w:style w:type="paragraph" w:styleId="Footer">
    <w:name w:val="footer"/>
    <w:basedOn w:val="Normal"/>
    <w:link w:val="FooterChar"/>
    <w:uiPriority w:val="37"/>
    <w:unhideWhenUsed/>
    <w:rsid w:val="008A014D"/>
    <w:pPr>
      <w:tabs>
        <w:tab w:val="center" w:pos="4513"/>
        <w:tab w:val="right" w:pos="9026"/>
      </w:tabs>
      <w:spacing w:before="360" w:after="0" w:line="259" w:lineRule="auto"/>
      <w:jc w:val="right"/>
    </w:pPr>
    <w:rPr>
      <w:rFonts w:ascii="Open Sans Light" w:hAnsi="Open Sans Light" w:cs="Times New Roman (Body CS)"/>
      <w:color w:val="535D5F"/>
      <w:sz w:val="18"/>
    </w:rPr>
  </w:style>
  <w:style w:type="character" w:customStyle="1" w:styleId="FooterChar">
    <w:name w:val="Footer Char"/>
    <w:basedOn w:val="DefaultParagraphFont"/>
    <w:link w:val="Footer"/>
    <w:uiPriority w:val="37"/>
    <w:rsid w:val="00B978B4"/>
    <w:rPr>
      <w:rFonts w:ascii="Open Sans Light" w:hAnsi="Open Sans Light" w:cs="Times New Roman (Body CS)"/>
      <w:color w:val="535D5F"/>
      <w:sz w:val="18"/>
      <w:lang w:val="nl-NL"/>
    </w:rPr>
  </w:style>
  <w:style w:type="table" w:styleId="TableGrid">
    <w:name w:val="Table Grid"/>
    <w:basedOn w:val="TableNormal"/>
    <w:uiPriority w:val="39"/>
    <w:rsid w:val="00AB381E"/>
    <w:pPr>
      <w:spacing w:before="100" w:beforeAutospacing="1" w:after="100" w:afterAutospacing="1"/>
    </w:pPr>
    <w:rPr>
      <w:rFonts w:ascii="Open Sans" w:hAnsi="Open Sans"/>
      <w:sz w:val="21"/>
    </w:rPr>
    <w:tblPr>
      <w:tblBorders>
        <w:top w:val="single" w:sz="4" w:space="0" w:color="09181B" w:themeColor="text1"/>
        <w:left w:val="single" w:sz="4" w:space="0" w:color="09181B" w:themeColor="text1"/>
        <w:bottom w:val="single" w:sz="4" w:space="0" w:color="09181B" w:themeColor="text1"/>
        <w:right w:val="single" w:sz="4" w:space="0" w:color="09181B" w:themeColor="text1"/>
        <w:insideH w:val="single" w:sz="4" w:space="0" w:color="09181B" w:themeColor="text1"/>
        <w:insideV w:val="single" w:sz="4" w:space="0" w:color="09181B" w:themeColor="text1"/>
      </w:tblBorders>
      <w:tblCellMar>
        <w:top w:w="108" w:type="dxa"/>
        <w:bottom w:w="108" w:type="dxa"/>
      </w:tblCellMar>
    </w:tblPr>
    <w:tcPr>
      <w:vAlign w:val="center"/>
    </w:tcPr>
  </w:style>
  <w:style w:type="paragraph" w:styleId="Caption">
    <w:name w:val="caption"/>
    <w:basedOn w:val="Normal"/>
    <w:next w:val="Normal"/>
    <w:uiPriority w:val="69"/>
    <w:semiHidden/>
    <w:unhideWhenUsed/>
    <w:qFormat/>
    <w:rsid w:val="008B3E7B"/>
    <w:pPr>
      <w:spacing w:after="200" w:line="240" w:lineRule="auto"/>
    </w:pPr>
    <w:rPr>
      <w:rFonts w:ascii="Open Sans Light" w:hAnsi="Open Sans Light"/>
      <w:iCs/>
      <w:color w:val="535D5F"/>
      <w:sz w:val="18"/>
      <w:szCs w:val="18"/>
    </w:rPr>
  </w:style>
  <w:style w:type="character" w:styleId="PageNumber">
    <w:name w:val="page number"/>
    <w:basedOn w:val="DefaultParagraphFont"/>
    <w:uiPriority w:val="99"/>
    <w:semiHidden/>
    <w:unhideWhenUsed/>
    <w:rsid w:val="00291D00"/>
    <w:rPr>
      <w:rFonts w:asciiTheme="minorHAnsi" w:hAnsiTheme="minorHAnsi"/>
      <w:b w:val="0"/>
      <w:i w:val="0"/>
      <w:sz w:val="21"/>
    </w:rPr>
  </w:style>
  <w:style w:type="paragraph" w:styleId="ListBullet">
    <w:name w:val="List Bullet"/>
    <w:basedOn w:val="Normal"/>
    <w:uiPriority w:val="40"/>
    <w:unhideWhenUsed/>
    <w:qFormat/>
    <w:rsid w:val="003E0471"/>
    <w:pPr>
      <w:numPr>
        <w:numId w:val="10"/>
      </w:numPr>
      <w:contextualSpacing/>
    </w:pPr>
  </w:style>
  <w:style w:type="paragraph" w:styleId="ListBullet2">
    <w:name w:val="List Bullet 2"/>
    <w:basedOn w:val="Normal"/>
    <w:uiPriority w:val="99"/>
    <w:semiHidden/>
    <w:rsid w:val="003E0471"/>
    <w:pPr>
      <w:numPr>
        <w:numId w:val="9"/>
      </w:numPr>
      <w:contextualSpacing/>
    </w:pPr>
  </w:style>
  <w:style w:type="paragraph" w:styleId="ListNumber">
    <w:name w:val="List Number"/>
    <w:basedOn w:val="Normal"/>
    <w:uiPriority w:val="40"/>
    <w:unhideWhenUsed/>
    <w:rsid w:val="003E0471"/>
    <w:pPr>
      <w:numPr>
        <w:numId w:val="5"/>
      </w:numPr>
      <w:contextualSpacing/>
    </w:pPr>
  </w:style>
  <w:style w:type="paragraph" w:styleId="ListNumber2">
    <w:name w:val="List Number 2"/>
    <w:basedOn w:val="Normal"/>
    <w:uiPriority w:val="99"/>
    <w:semiHidden/>
    <w:rsid w:val="003E0471"/>
    <w:pPr>
      <w:numPr>
        <w:numId w:val="4"/>
      </w:numPr>
      <w:contextualSpacing/>
    </w:pPr>
  </w:style>
  <w:style w:type="paragraph" w:styleId="TOC1">
    <w:name w:val="toc 1"/>
    <w:basedOn w:val="Normal"/>
    <w:next w:val="Normal"/>
    <w:uiPriority w:val="39"/>
    <w:unhideWhenUsed/>
    <w:rsid w:val="00CD028C"/>
    <w:pPr>
      <w:spacing w:before="360" w:after="0"/>
    </w:pPr>
    <w:rPr>
      <w:rFonts w:cs="Times New Roman (Body CS)"/>
      <w:b/>
      <w:bCs/>
    </w:rPr>
  </w:style>
  <w:style w:type="paragraph" w:styleId="TOC2">
    <w:name w:val="toc 2"/>
    <w:basedOn w:val="Normal"/>
    <w:next w:val="Normal"/>
    <w:uiPriority w:val="39"/>
    <w:unhideWhenUsed/>
    <w:rsid w:val="0065746C"/>
    <w:pPr>
      <w:tabs>
        <w:tab w:val="right" w:pos="9628"/>
      </w:tabs>
      <w:spacing w:before="240" w:after="240"/>
      <w:ind w:left="210"/>
    </w:pPr>
    <w:rPr>
      <w:rFonts w:cs="Open Sans (Body)"/>
      <w:b/>
      <w:bCs/>
      <w:noProof/>
      <w:szCs w:val="20"/>
    </w:rPr>
  </w:style>
  <w:style w:type="paragraph" w:styleId="TOC3">
    <w:name w:val="toc 3"/>
    <w:basedOn w:val="Normal"/>
    <w:next w:val="Normal"/>
    <w:uiPriority w:val="39"/>
    <w:unhideWhenUsed/>
    <w:rsid w:val="00AF2820"/>
    <w:pPr>
      <w:spacing w:after="0"/>
      <w:ind w:left="210"/>
    </w:pPr>
    <w:rPr>
      <w:rFonts w:cstheme="minorHAnsi"/>
      <w:szCs w:val="20"/>
    </w:rPr>
  </w:style>
  <w:style w:type="paragraph" w:styleId="TOC4">
    <w:name w:val="toc 4"/>
    <w:basedOn w:val="Normal"/>
    <w:next w:val="Normal"/>
    <w:uiPriority w:val="35"/>
    <w:unhideWhenUsed/>
    <w:rsid w:val="00CD028C"/>
    <w:pPr>
      <w:tabs>
        <w:tab w:val="right" w:pos="9628"/>
      </w:tabs>
      <w:spacing w:after="0"/>
      <w:ind w:left="420"/>
    </w:pPr>
    <w:rPr>
      <w:rFonts w:cs="Open Sans (Body)"/>
      <w:noProof/>
      <w:color w:val="535D5F"/>
      <w:szCs w:val="20"/>
    </w:rPr>
  </w:style>
  <w:style w:type="paragraph" w:styleId="TOC5">
    <w:name w:val="toc 5"/>
    <w:basedOn w:val="Normal"/>
    <w:next w:val="Normal"/>
    <w:autoRedefine/>
    <w:uiPriority w:val="35"/>
    <w:semiHidden/>
    <w:rsid w:val="008A014D"/>
    <w:pPr>
      <w:spacing w:after="0"/>
      <w:ind w:left="630"/>
    </w:pPr>
    <w:rPr>
      <w:rFonts w:cstheme="minorHAnsi"/>
      <w:sz w:val="20"/>
      <w:szCs w:val="20"/>
    </w:rPr>
  </w:style>
  <w:style w:type="paragraph" w:styleId="TOC6">
    <w:name w:val="toc 6"/>
    <w:basedOn w:val="Normal"/>
    <w:next w:val="Normal"/>
    <w:autoRedefine/>
    <w:uiPriority w:val="35"/>
    <w:semiHidden/>
    <w:rsid w:val="008A014D"/>
    <w:pPr>
      <w:spacing w:after="0"/>
      <w:ind w:left="840"/>
    </w:pPr>
    <w:rPr>
      <w:rFonts w:cstheme="minorHAnsi"/>
      <w:sz w:val="20"/>
      <w:szCs w:val="20"/>
    </w:rPr>
  </w:style>
  <w:style w:type="paragraph" w:styleId="TOC7">
    <w:name w:val="toc 7"/>
    <w:basedOn w:val="Normal"/>
    <w:next w:val="Normal"/>
    <w:autoRedefine/>
    <w:uiPriority w:val="35"/>
    <w:semiHidden/>
    <w:rsid w:val="008A014D"/>
    <w:pPr>
      <w:spacing w:after="0"/>
      <w:ind w:left="1050"/>
    </w:pPr>
    <w:rPr>
      <w:rFonts w:cstheme="minorHAnsi"/>
      <w:sz w:val="20"/>
      <w:szCs w:val="20"/>
    </w:rPr>
  </w:style>
  <w:style w:type="paragraph" w:styleId="TOC8">
    <w:name w:val="toc 8"/>
    <w:basedOn w:val="Normal"/>
    <w:next w:val="Normal"/>
    <w:autoRedefine/>
    <w:uiPriority w:val="35"/>
    <w:semiHidden/>
    <w:rsid w:val="008A014D"/>
    <w:pPr>
      <w:spacing w:after="0"/>
      <w:ind w:left="1260"/>
    </w:pPr>
    <w:rPr>
      <w:rFonts w:cstheme="minorHAnsi"/>
      <w:sz w:val="20"/>
      <w:szCs w:val="20"/>
    </w:rPr>
  </w:style>
  <w:style w:type="paragraph" w:styleId="TOC9">
    <w:name w:val="toc 9"/>
    <w:basedOn w:val="Normal"/>
    <w:next w:val="Normal"/>
    <w:autoRedefine/>
    <w:uiPriority w:val="35"/>
    <w:semiHidden/>
    <w:rsid w:val="008A014D"/>
    <w:pPr>
      <w:spacing w:after="0"/>
      <w:ind w:left="1470"/>
    </w:pPr>
    <w:rPr>
      <w:rFonts w:cstheme="minorHAnsi"/>
      <w:sz w:val="20"/>
      <w:szCs w:val="20"/>
    </w:rPr>
  </w:style>
  <w:style w:type="character" w:styleId="Hyperlink">
    <w:name w:val="Hyperlink"/>
    <w:basedOn w:val="DefaultParagraphFont"/>
    <w:uiPriority w:val="99"/>
    <w:rsid w:val="008A014D"/>
    <w:rPr>
      <w:color w:val="057A8B" w:themeColor="hyperlink"/>
      <w:u w:val="single"/>
    </w:rPr>
  </w:style>
  <w:style w:type="paragraph" w:customStyle="1" w:styleId="Handwritten">
    <w:name w:val="Handwritten"/>
    <w:basedOn w:val="Normal"/>
    <w:next w:val="Normal"/>
    <w:uiPriority w:val="22"/>
    <w:qFormat/>
    <w:rsid w:val="00D13942"/>
    <w:rPr>
      <w:rFonts w:ascii="Pecita" w:eastAsia="Pecita" w:hAnsi="Pecita" w:cs="Times New Roman (Body CS)"/>
      <w:sz w:val="24"/>
      <w14:ligatures w14:val="all"/>
    </w:rPr>
  </w:style>
  <w:style w:type="character" w:styleId="UnresolvedMention">
    <w:name w:val="Unresolved Mention"/>
    <w:basedOn w:val="DefaultParagraphFont"/>
    <w:uiPriority w:val="99"/>
    <w:semiHidden/>
    <w:unhideWhenUsed/>
    <w:rsid w:val="00C35F6F"/>
    <w:rPr>
      <w:rFonts w:asciiTheme="minorHAnsi" w:hAnsiTheme="minorHAnsi"/>
      <w:b w:val="0"/>
      <w:i w:val="0"/>
      <w:color w:val="605E5C"/>
      <w:sz w:val="21"/>
      <w:shd w:val="clear" w:color="auto" w:fill="E1DFDD"/>
    </w:rPr>
  </w:style>
  <w:style w:type="table" w:customStyle="1" w:styleId="BasicTable">
    <w:name w:val="Basic Table"/>
    <w:basedOn w:val="TableNormal"/>
    <w:uiPriority w:val="99"/>
    <w:rsid w:val="004412D1"/>
    <w:rPr>
      <w:sz w:val="21"/>
    </w:rPr>
    <w:tblPr>
      <w:tblBorders>
        <w:top w:val="single" w:sz="8" w:space="0" w:color="057A8B" w:themeColor="text2"/>
        <w:left w:val="single" w:sz="8" w:space="0" w:color="057A8B" w:themeColor="text2"/>
        <w:bottom w:val="single" w:sz="8" w:space="0" w:color="057A8B" w:themeColor="text2"/>
        <w:right w:val="single" w:sz="8" w:space="0" w:color="057A8B" w:themeColor="text2"/>
        <w:insideH w:val="single" w:sz="4" w:space="0" w:color="B6E7DD" w:themeColor="accent5"/>
        <w:insideV w:val="single" w:sz="4" w:space="0" w:color="B6E7DD" w:themeColor="accent5"/>
      </w:tblBorders>
      <w:tblCellMar>
        <w:top w:w="147" w:type="dxa"/>
        <w:left w:w="147" w:type="dxa"/>
        <w:bottom w:w="147" w:type="dxa"/>
        <w:right w:w="147" w:type="dxa"/>
      </w:tblCellMar>
    </w:tblPr>
    <w:tcPr>
      <w:vAlign w:val="center"/>
    </w:tcPr>
    <w:tblStylePr w:type="firstRow">
      <w:rPr>
        <w:b/>
      </w:rPr>
      <w:tblPr/>
      <w:tcPr>
        <w:tcBorders>
          <w:top w:val="single" w:sz="8" w:space="0" w:color="057A8B" w:themeColor="text2"/>
          <w:left w:val="single" w:sz="8" w:space="0" w:color="057A8B" w:themeColor="text2"/>
          <w:bottom w:val="single" w:sz="8" w:space="0" w:color="057A8B" w:themeColor="text2"/>
          <w:right w:val="single" w:sz="8" w:space="0" w:color="057A8B" w:themeColor="text2"/>
          <w:insideH w:val="single" w:sz="8" w:space="0" w:color="057A8B" w:themeColor="text2"/>
          <w:insideV w:val="single" w:sz="8" w:space="0" w:color="057A8B" w:themeColor="text2"/>
        </w:tcBorders>
      </w:tcPr>
    </w:tblStylePr>
    <w:tblStylePr w:type="firstCol">
      <w:rPr>
        <w:b/>
      </w:rPr>
      <w:tblPr>
        <w:tblCellMar>
          <w:top w:w="113" w:type="dxa"/>
          <w:left w:w="113" w:type="dxa"/>
          <w:bottom w:w="113" w:type="dxa"/>
          <w:right w:w="113" w:type="dxa"/>
        </w:tblCellMar>
      </w:tblPr>
      <w:tcPr>
        <w:tcBorders>
          <w:top w:val="single" w:sz="8" w:space="0" w:color="057A8B" w:themeColor="text2"/>
          <w:left w:val="single" w:sz="8" w:space="0" w:color="057A8B" w:themeColor="text2"/>
          <w:bottom w:val="single" w:sz="8" w:space="0" w:color="057A8B" w:themeColor="text2"/>
          <w:right w:val="single" w:sz="8" w:space="0" w:color="057A8B" w:themeColor="text2"/>
          <w:insideH w:val="single" w:sz="8" w:space="0" w:color="057A8B" w:themeColor="text2"/>
          <w:insideV w:val="single" w:sz="8" w:space="0" w:color="057A8B" w:themeColor="text2"/>
        </w:tcBorders>
      </w:tcPr>
    </w:tblStylePr>
  </w:style>
  <w:style w:type="character" w:styleId="SubtleEmphasis">
    <w:name w:val="Subtle Emphasis"/>
    <w:basedOn w:val="DefaultParagraphFont"/>
    <w:uiPriority w:val="39"/>
    <w:semiHidden/>
    <w:rsid w:val="00F63D50"/>
    <w:rPr>
      <w:i/>
      <w:iCs/>
      <w:color w:val="266674" w:themeColor="text1" w:themeTint="BF"/>
    </w:rPr>
  </w:style>
  <w:style w:type="character" w:styleId="SubtleReference">
    <w:name w:val="Subtle Reference"/>
    <w:basedOn w:val="DefaultParagraphFont"/>
    <w:uiPriority w:val="39"/>
    <w:semiHidden/>
    <w:rsid w:val="00F63D50"/>
    <w:rPr>
      <w:smallCaps/>
      <w:color w:val="328798" w:themeColor="text1" w:themeTint="A5"/>
    </w:rPr>
  </w:style>
  <w:style w:type="character" w:styleId="IntenseReference">
    <w:name w:val="Intense Reference"/>
    <w:basedOn w:val="DefaultParagraphFont"/>
    <w:uiPriority w:val="39"/>
    <w:semiHidden/>
    <w:rsid w:val="00F63D50"/>
    <w:rPr>
      <w:b/>
      <w:bCs/>
      <w:smallCaps/>
      <w:color w:val="00566B" w:themeColor="accent1"/>
      <w:spacing w:val="5"/>
    </w:rPr>
  </w:style>
  <w:style w:type="paragraph" w:styleId="EndnoteText">
    <w:name w:val="endnote text"/>
    <w:basedOn w:val="Normal"/>
    <w:link w:val="EndnoteTextChar"/>
    <w:uiPriority w:val="38"/>
    <w:semiHidden/>
    <w:unhideWhenUsed/>
    <w:rsid w:val="00B978B4"/>
    <w:pPr>
      <w:spacing w:after="120" w:line="240" w:lineRule="auto"/>
    </w:pPr>
    <w:rPr>
      <w:szCs w:val="20"/>
    </w:rPr>
  </w:style>
  <w:style w:type="character" w:customStyle="1" w:styleId="EndnoteTextChar">
    <w:name w:val="Endnote Text Char"/>
    <w:basedOn w:val="DefaultParagraphFont"/>
    <w:link w:val="EndnoteText"/>
    <w:uiPriority w:val="38"/>
    <w:semiHidden/>
    <w:rsid w:val="00B978B4"/>
    <w:rPr>
      <w:sz w:val="21"/>
      <w:szCs w:val="20"/>
      <w:lang w:val="nl-NL"/>
    </w:rPr>
  </w:style>
  <w:style w:type="character" w:styleId="EndnoteReference">
    <w:name w:val="endnote reference"/>
    <w:basedOn w:val="DefaultParagraphFont"/>
    <w:uiPriority w:val="38"/>
    <w:semiHidden/>
    <w:unhideWhenUsed/>
    <w:rsid w:val="00B978B4"/>
    <w:rPr>
      <w:b/>
      <w:color w:val="057A8B" w:themeColor="text2"/>
      <w:vertAlign w:val="superscript"/>
    </w:rPr>
  </w:style>
  <w:style w:type="character" w:styleId="FootnoteReference">
    <w:name w:val="footnote reference"/>
    <w:basedOn w:val="DefaultParagraphFont"/>
    <w:uiPriority w:val="38"/>
    <w:unhideWhenUsed/>
    <w:rsid w:val="00B978B4"/>
    <w:rPr>
      <w:b/>
      <w:color w:val="057A8B" w:themeColor="text2"/>
      <w:vertAlign w:val="superscript"/>
    </w:rPr>
  </w:style>
  <w:style w:type="paragraph" w:styleId="FootnoteText">
    <w:name w:val="footnote text"/>
    <w:basedOn w:val="Normal"/>
    <w:link w:val="FootnoteTextChar"/>
    <w:uiPriority w:val="38"/>
    <w:unhideWhenUsed/>
    <w:rsid w:val="00B978B4"/>
    <w:pPr>
      <w:spacing w:after="0" w:line="240" w:lineRule="auto"/>
    </w:pPr>
    <w:rPr>
      <w:color w:val="535D5F"/>
      <w:sz w:val="16"/>
      <w:szCs w:val="20"/>
    </w:rPr>
  </w:style>
  <w:style w:type="character" w:customStyle="1" w:styleId="FootnoteTextChar">
    <w:name w:val="Footnote Text Char"/>
    <w:basedOn w:val="DefaultParagraphFont"/>
    <w:link w:val="FootnoteText"/>
    <w:uiPriority w:val="38"/>
    <w:rsid w:val="00B978B4"/>
    <w:rPr>
      <w:color w:val="535D5F"/>
      <w:sz w:val="16"/>
      <w:szCs w:val="20"/>
      <w:lang w:val="nl-NL"/>
    </w:rPr>
  </w:style>
  <w:style w:type="character" w:styleId="FollowedHyperlink">
    <w:name w:val="FollowedHyperlink"/>
    <w:basedOn w:val="DefaultParagraphFont"/>
    <w:uiPriority w:val="99"/>
    <w:semiHidden/>
    <w:unhideWhenUsed/>
    <w:rsid w:val="00EC5995"/>
    <w:rPr>
      <w:color w:val="00566B"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582743">
      <w:bodyDiv w:val="1"/>
      <w:marLeft w:val="0"/>
      <w:marRight w:val="0"/>
      <w:marTop w:val="0"/>
      <w:marBottom w:val="0"/>
      <w:divBdr>
        <w:top w:val="none" w:sz="0" w:space="0" w:color="auto"/>
        <w:left w:val="none" w:sz="0" w:space="0" w:color="auto"/>
        <w:bottom w:val="none" w:sz="0" w:space="0" w:color="auto"/>
        <w:right w:val="none" w:sz="0" w:space="0" w:color="auto"/>
      </w:divBdr>
    </w:div>
    <w:div w:id="592276558">
      <w:bodyDiv w:val="1"/>
      <w:marLeft w:val="0"/>
      <w:marRight w:val="0"/>
      <w:marTop w:val="0"/>
      <w:marBottom w:val="0"/>
      <w:divBdr>
        <w:top w:val="none" w:sz="0" w:space="0" w:color="auto"/>
        <w:left w:val="none" w:sz="0" w:space="0" w:color="auto"/>
        <w:bottom w:val="none" w:sz="0" w:space="0" w:color="auto"/>
        <w:right w:val="none" w:sz="0" w:space="0" w:color="auto"/>
      </w:divBdr>
    </w:div>
    <w:div w:id="656686849">
      <w:bodyDiv w:val="1"/>
      <w:marLeft w:val="0"/>
      <w:marRight w:val="0"/>
      <w:marTop w:val="0"/>
      <w:marBottom w:val="0"/>
      <w:divBdr>
        <w:top w:val="none" w:sz="0" w:space="0" w:color="auto"/>
        <w:left w:val="none" w:sz="0" w:space="0" w:color="auto"/>
        <w:bottom w:val="none" w:sz="0" w:space="0" w:color="auto"/>
        <w:right w:val="none" w:sz="0" w:space="0" w:color="auto"/>
      </w:divBdr>
    </w:div>
    <w:div w:id="1333336455">
      <w:bodyDiv w:val="1"/>
      <w:marLeft w:val="0"/>
      <w:marRight w:val="0"/>
      <w:marTop w:val="0"/>
      <w:marBottom w:val="0"/>
      <w:divBdr>
        <w:top w:val="none" w:sz="0" w:space="0" w:color="auto"/>
        <w:left w:val="none" w:sz="0" w:space="0" w:color="auto"/>
        <w:bottom w:val="none" w:sz="0" w:space="0" w:color="auto"/>
        <w:right w:val="none" w:sz="0" w:space="0" w:color="auto"/>
      </w:divBdr>
    </w:div>
    <w:div w:id="1421219887">
      <w:bodyDiv w:val="1"/>
      <w:marLeft w:val="0"/>
      <w:marRight w:val="0"/>
      <w:marTop w:val="0"/>
      <w:marBottom w:val="0"/>
      <w:divBdr>
        <w:top w:val="none" w:sz="0" w:space="0" w:color="auto"/>
        <w:left w:val="none" w:sz="0" w:space="0" w:color="auto"/>
        <w:bottom w:val="none" w:sz="0" w:space="0" w:color="auto"/>
        <w:right w:val="none" w:sz="0" w:space="0" w:color="auto"/>
      </w:divBdr>
    </w:div>
    <w:div w:id="1531146626">
      <w:bodyDiv w:val="1"/>
      <w:marLeft w:val="0"/>
      <w:marRight w:val="0"/>
      <w:marTop w:val="0"/>
      <w:marBottom w:val="0"/>
      <w:divBdr>
        <w:top w:val="none" w:sz="0" w:space="0" w:color="auto"/>
        <w:left w:val="none" w:sz="0" w:space="0" w:color="auto"/>
        <w:bottom w:val="none" w:sz="0" w:space="0" w:color="auto"/>
        <w:right w:val="none" w:sz="0" w:space="0" w:color="auto"/>
      </w:divBdr>
    </w:div>
    <w:div w:id="1659263955">
      <w:bodyDiv w:val="1"/>
      <w:marLeft w:val="0"/>
      <w:marRight w:val="0"/>
      <w:marTop w:val="0"/>
      <w:marBottom w:val="0"/>
      <w:divBdr>
        <w:top w:val="none" w:sz="0" w:space="0" w:color="auto"/>
        <w:left w:val="none" w:sz="0" w:space="0" w:color="auto"/>
        <w:bottom w:val="none" w:sz="0" w:space="0" w:color="auto"/>
        <w:right w:val="none" w:sz="0" w:space="0" w:color="auto"/>
      </w:divBdr>
    </w:div>
    <w:div w:id="1674608625">
      <w:bodyDiv w:val="1"/>
      <w:marLeft w:val="0"/>
      <w:marRight w:val="0"/>
      <w:marTop w:val="0"/>
      <w:marBottom w:val="0"/>
      <w:divBdr>
        <w:top w:val="none" w:sz="0" w:space="0" w:color="auto"/>
        <w:left w:val="none" w:sz="0" w:space="0" w:color="auto"/>
        <w:bottom w:val="none" w:sz="0" w:space="0" w:color="auto"/>
        <w:right w:val="none" w:sz="0" w:space="0" w:color="auto"/>
      </w:divBdr>
    </w:div>
    <w:div w:id="1775587463">
      <w:bodyDiv w:val="1"/>
      <w:marLeft w:val="0"/>
      <w:marRight w:val="0"/>
      <w:marTop w:val="0"/>
      <w:marBottom w:val="0"/>
      <w:divBdr>
        <w:top w:val="none" w:sz="0" w:space="0" w:color="auto"/>
        <w:left w:val="none" w:sz="0" w:space="0" w:color="auto"/>
        <w:bottom w:val="none" w:sz="0" w:space="0" w:color="auto"/>
        <w:right w:val="none" w:sz="0" w:space="0" w:color="auto"/>
      </w:divBdr>
    </w:div>
    <w:div w:id="20723890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6.svg"/><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miel\Downloads\BOSA%20O365%20Word%20template%20NL%20final%20(1).dotx" TargetMode="External"/></Relationships>
</file>

<file path=word/theme/theme1.xml><?xml version="1.0" encoding="utf-8"?>
<a:theme xmlns:a="http://schemas.openxmlformats.org/drawingml/2006/main" name="BOSA O365 Theme">
  <a:themeElements>
    <a:clrScheme name="BOSA 0365">
      <a:dk1>
        <a:srgbClr val="09181B"/>
      </a:dk1>
      <a:lt1>
        <a:srgbClr val="FFFFFF"/>
      </a:lt1>
      <a:dk2>
        <a:srgbClr val="057A8B"/>
      </a:dk2>
      <a:lt2>
        <a:srgbClr val="FFF8DC"/>
      </a:lt2>
      <a:accent1>
        <a:srgbClr val="00566B"/>
      </a:accent1>
      <a:accent2>
        <a:srgbClr val="FFED75"/>
      </a:accent2>
      <a:accent3>
        <a:srgbClr val="2CB8A5"/>
      </a:accent3>
      <a:accent4>
        <a:srgbClr val="FC6D71"/>
      </a:accent4>
      <a:accent5>
        <a:srgbClr val="B6E7DD"/>
      </a:accent5>
      <a:accent6>
        <a:srgbClr val="F8D7BC"/>
      </a:accent6>
      <a:hlink>
        <a:srgbClr val="057A8B"/>
      </a:hlink>
      <a:folHlink>
        <a:srgbClr val="00566B"/>
      </a:folHlink>
    </a:clrScheme>
    <a:fontScheme name="BOSA Theme Fonts">
      <a:majorFont>
        <a:latin typeface="Montserrat"/>
        <a:ea typeface=""/>
        <a:cs typeface=""/>
      </a:majorFont>
      <a:minorFont>
        <a:latin typeface="Open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ocTypeNL xmlns="d7478dc8-84be-4f0b-aead-7d1de4e9c2ed">Template</DocTypeNL>
    <fef16ed2e0584a9d9313846c9f509c80 xmlns="d7478dc8-84be-4f0b-aead-7d1de4e9c2ed">
      <Terms xmlns="http://schemas.microsoft.com/office/infopath/2007/PartnerControls">
        <TermInfo xmlns="http://schemas.microsoft.com/office/infopath/2007/PartnerControls">
          <TermName xmlns="http://schemas.microsoft.com/office/infopath/2007/PartnerControls">Office 365 templates BOSA</TermName>
          <TermId xmlns="http://schemas.microsoft.com/office/infopath/2007/PartnerControls">11195343-6d0f-46aa-808b-1154be9273a7</TermId>
        </TermInfo>
      </Terms>
    </fef16ed2e0584a9d9313846c9f509c80>
    <IconOverlay xmlns="http://schemas.microsoft.com/sharepoint/v4" xsi:nil="true"/>
    <TaxCatchAll xmlns="d7478dc8-84be-4f0b-aead-7d1de4e9c2ed">
      <Value>369</Value>
    </TaxCatchAll>
    <_dlc_DocId xmlns="d7478dc8-84be-4f0b-aead-7d1de4e9c2ed">BOSAKNOW-1493941337-861</_dlc_DocId>
    <_dlc_DocIdUrl xmlns="d7478dc8-84be-4f0b-aead-7d1de4e9c2ed">
      <Url>https://gcloudbelgium.sharepoint.com/sites/BOSAknow/Intranet/NL/_layouts/15/DocIdRedir.aspx?ID=BOSAKNOW-1493941337-861</Url>
      <Description>BOSAKNOW-1493941337-861</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NL" ma:contentTypeID="0x0101005E9F411C672D954C96A61C274DF7BA7D009362E78C6000054A9C951113114EC8FE" ma:contentTypeVersion="41" ma:contentTypeDescription="BOSA Intranet document NL" ma:contentTypeScope="" ma:versionID="1505807be49787e8e0508cbf1c4bdef9">
  <xsd:schema xmlns:xsd="http://www.w3.org/2001/XMLSchema" xmlns:xs="http://www.w3.org/2001/XMLSchema" xmlns:p="http://schemas.microsoft.com/office/2006/metadata/properties" xmlns:ns2="d7478dc8-84be-4f0b-aead-7d1de4e9c2ed" xmlns:ns3="8e3ed0d1-df29-4767-9724-d31a12cb0957" xmlns:ns4="f999d4ed-65d8-4fdd-90f4-adf607743db8" xmlns:ns5="http://schemas.microsoft.com/sharepoint/v4" targetNamespace="http://schemas.microsoft.com/office/2006/metadata/properties" ma:root="true" ma:fieldsID="733c78893ae65e6a6b67f17447e3d788" ns2:_="" ns3:_="" ns4:_="" ns5:_="">
    <xsd:import namespace="d7478dc8-84be-4f0b-aead-7d1de4e9c2ed"/>
    <xsd:import namespace="8e3ed0d1-df29-4767-9724-d31a12cb0957"/>
    <xsd:import namespace="f999d4ed-65d8-4fdd-90f4-adf607743db8"/>
    <xsd:import namespace="http://schemas.microsoft.com/sharepoint/v4"/>
    <xsd:element name="properties">
      <xsd:complexType>
        <xsd:sequence>
          <xsd:element name="documentManagement">
            <xsd:complexType>
              <xsd:all>
                <xsd:element ref="ns2:DocTypeNL" minOccurs="0"/>
                <xsd:element ref="ns2:fef16ed2e0584a9d9313846c9f509c80" minOccurs="0"/>
                <xsd:element ref="ns2:TaxCatchAll" minOccurs="0"/>
                <xsd:element ref="ns2:TaxCatchAllLabel" minOccurs="0"/>
                <xsd:element ref="ns3:MediaServiceMetadata" minOccurs="0"/>
                <xsd:element ref="ns3:MediaServiceFastMetadata" minOccurs="0"/>
                <xsd:element ref="ns2:_dlc_DocId" minOccurs="0"/>
                <xsd:element ref="ns2:_dlc_DocIdUrl" minOccurs="0"/>
                <xsd:element ref="ns2:_dlc_DocIdPersistId" minOccurs="0"/>
                <xsd:element ref="ns4:SharedWithUsers" minOccurs="0"/>
                <xsd:element ref="ns4:SharedWithDetails" minOccurs="0"/>
                <xsd:element ref="ns5:IconOverlay"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478dc8-84be-4f0b-aead-7d1de4e9c2ed" elementFormDefault="qualified">
    <xsd:import namespace="http://schemas.microsoft.com/office/2006/documentManagement/types"/>
    <xsd:import namespace="http://schemas.microsoft.com/office/infopath/2007/PartnerControls"/>
    <xsd:element name="DocTypeNL" ma:index="8" nillable="true" ma:displayName="DocTypeNL" ma:format="Dropdown" ma:internalName="DocTypeNL">
      <xsd:simpleType>
        <xsd:restriction base="dms:Choice">
          <xsd:enumeration value="Brochure"/>
          <xsd:enumeration value="Formulier"/>
          <xsd:enumeration value="Handleiding"/>
          <xsd:enumeration value="Info"/>
          <xsd:enumeration value="Nota"/>
          <xsd:enumeration value="Omzendbrief"/>
          <xsd:enumeration value="Persbericht"/>
          <xsd:enumeration value="Plan"/>
          <xsd:enumeration value="Presentatie"/>
          <xsd:enumeration value="Procedure"/>
          <xsd:enumeration value="Rapport"/>
          <xsd:enumeration value="Reglementering"/>
          <xsd:enumeration value="Richtlijnen"/>
          <xsd:enumeration value="Template"/>
          <xsd:enumeration value="Verslag"/>
        </xsd:restriction>
      </xsd:simpleType>
    </xsd:element>
    <xsd:element name="fef16ed2e0584a9d9313846c9f509c80" ma:index="9" nillable="true" ma:taxonomy="true" ma:internalName="fef16ed2e0584a9d9313846c9f509c80" ma:taxonomyFieldName="ThemeNL" ma:displayName="ThemeNL" ma:default="" ma:fieldId="{fef16ed2-e058-4a9d-9313-846c9f509c80}" ma:sspId="3677b756-bb6c-42c0-a500-a3c5d40b597f" ma:termSetId="fb8acecb-7b49-4244-95a2-a00b1cbf808a"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d31cfbd7-ee35-4fe9-98bf-9458fb63e5e9}" ma:internalName="TaxCatchAll" ma:showField="CatchAllData" ma:web="d7478dc8-84be-4f0b-aead-7d1de4e9c2ed">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d31cfbd7-ee35-4fe9-98bf-9458fb63e5e9}" ma:internalName="TaxCatchAllLabel" ma:readOnly="true" ma:showField="CatchAllDataLabel" ma:web="d7478dc8-84be-4f0b-aead-7d1de4e9c2ed">
      <xsd:complexType>
        <xsd:complexContent>
          <xsd:extension base="dms:MultiChoiceLookup">
            <xsd:sequence>
              <xsd:element name="Value" type="dms:Lookup" maxOccurs="unbounded" minOccurs="0" nillable="true"/>
            </xsd:sequence>
          </xsd:extension>
        </xsd:complexContent>
      </xsd:complexType>
    </xsd:element>
    <xsd:element name="_dlc_DocId" ma:index="15" nillable="true" ma:displayName="Document ID Value" ma:description="The value of the document ID assigned to this item." ma:internalName="_dlc_DocId" ma:readOnly="true">
      <xsd:simpleType>
        <xsd:restriction base="dms:Text"/>
      </xsd:simpleType>
    </xsd:element>
    <xsd:element name="_dlc_DocIdUrl" ma:index="1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7"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e3ed0d1-df29-4767-9724-d31a12cb0957"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21" nillable="true" ma:displayName="Tags" ma:internalName="MediaServiceAutoTags"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DateTaken" ma:index="23" nillable="true" ma:displayName="MediaServiceDateTaken" ma:hidden="true" ma:internalName="MediaServiceDateTaken" ma:readOnly="true">
      <xsd:simpleType>
        <xsd:restriction base="dms:Text"/>
      </xsd:simpleType>
    </xsd:element>
    <xsd:element name="MediaServiceLocation" ma:index="24" nillable="true" ma:displayName="Location" ma:internalName="MediaServiceLocation" ma:readOnly="true">
      <xsd:simpleType>
        <xsd:restriction base="dms:Text"/>
      </xsd:simpleType>
    </xsd:element>
    <xsd:element name="MediaServiceGenerationTime" ma:index="25" nillable="true" ma:displayName="MediaServiceGenerationTime" ma:hidden="true" ma:internalName="MediaServiceGenerationTime" ma:readOnly="true">
      <xsd:simpleType>
        <xsd:restriction base="dms:Text"/>
      </xsd:simpleType>
    </xsd:element>
    <xsd:element name="MediaServiceEventHashCode" ma:index="26" nillable="true" ma:displayName="MediaServiceEventHashCode" ma:hidden="true" ma:internalName="MediaServiceEventHashCode" ma:readOnly="true">
      <xsd:simpleType>
        <xsd:restriction base="dms:Text"/>
      </xsd:simpleType>
    </xsd:element>
    <xsd:element name="MediaLengthInSeconds" ma:index="2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999d4ed-65d8-4fdd-90f4-adf607743db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0"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5B40A19-025A-8D47-9DA9-C3515AD37713}">
  <ds:schemaRefs>
    <ds:schemaRef ds:uri="http://schemas.openxmlformats.org/officeDocument/2006/bibliography"/>
  </ds:schemaRefs>
</ds:datastoreItem>
</file>

<file path=customXml/itemProps2.xml><?xml version="1.0" encoding="utf-8"?>
<ds:datastoreItem xmlns:ds="http://schemas.openxmlformats.org/officeDocument/2006/customXml" ds:itemID="{9159A94B-A9C5-4EC6-8992-82236EA409FD}">
  <ds:schemaRefs>
    <ds:schemaRef ds:uri="http://schemas.microsoft.com/office/2006/metadata/properties"/>
    <ds:schemaRef ds:uri="http://schemas.microsoft.com/office/infopath/2007/PartnerControls"/>
    <ds:schemaRef ds:uri="d7478dc8-84be-4f0b-aead-7d1de4e9c2ed"/>
    <ds:schemaRef ds:uri="http://schemas.microsoft.com/sharepoint/v4"/>
  </ds:schemaRefs>
</ds:datastoreItem>
</file>

<file path=customXml/itemProps3.xml><?xml version="1.0" encoding="utf-8"?>
<ds:datastoreItem xmlns:ds="http://schemas.openxmlformats.org/officeDocument/2006/customXml" ds:itemID="{3638A987-0A11-4736-9177-A964FB30FEBE}">
  <ds:schemaRefs>
    <ds:schemaRef ds:uri="http://schemas.microsoft.com/sharepoint/events"/>
  </ds:schemaRefs>
</ds:datastoreItem>
</file>

<file path=customXml/itemProps4.xml><?xml version="1.0" encoding="utf-8"?>
<ds:datastoreItem xmlns:ds="http://schemas.openxmlformats.org/officeDocument/2006/customXml" ds:itemID="{2582C5C5-C5BF-4163-B61E-6FFD90F4A6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478dc8-84be-4f0b-aead-7d1de4e9c2ed"/>
    <ds:schemaRef ds:uri="8e3ed0d1-df29-4767-9724-d31a12cb0957"/>
    <ds:schemaRef ds:uri="f999d4ed-65d8-4fdd-90f4-adf607743db8"/>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91963D0-E9BF-427F-B957-02FA6E1D531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BOSA O365 Word template NL final (1).dotx</Template>
  <TotalTime>14</TotalTime>
  <Pages>67</Pages>
  <Words>8096</Words>
  <Characters>46151</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BOSA - Word - basistemplate</vt:lpstr>
    </vt:vector>
  </TitlesOfParts>
  <Company/>
  <LinksUpToDate>false</LinksUpToDate>
  <CharactersWithSpaces>54139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BOSA - Word - basistemplate</dc:title>
  <dc:subject/>
  <dc:creator>Emiel</dc:creator>
  <cp:keywords/>
  <dc:description/>
  <cp:lastModifiedBy>Emiel Sitobiso</cp:lastModifiedBy>
  <cp:revision>4</cp:revision>
  <cp:lastPrinted>2021-08-20T10:18:00Z</cp:lastPrinted>
  <dcterms:created xsi:type="dcterms:W3CDTF">2024-12-12T10:49:00Z</dcterms:created>
  <dcterms:modified xsi:type="dcterms:W3CDTF">2024-12-12T10:59:00Z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0x0101005E9F411C672D954C96A61C274DF7BA7D009362E78C6000054A9C951113114EC8FE</vt:lpwstr>
  </property>
  <property fmtid="{D5CDD505-2E9C-101B-9397-08002B2CF9AE}" pid="3" name="ThemeNL">
    <vt:lpwstr>369;#Office 365 templates BOSA|11195343-6d0f-46aa-808b-1154be9273a7</vt:lpwstr>
  </property>
  <property fmtid="{D5CDD505-2E9C-101B-9397-08002B2CF9AE}" pid="4" name="_dlc_DocIdItemGuid">
    <vt:lpwstr>5c5bcf81-f11d-485e-abb5-7445cc5ed739</vt:lpwstr>
  </property>
</Properties>
</file>